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 xml:space="preserve">Planul Național de Redresare și Reziliență </w:t>
      </w:r>
    </w:p>
    <w:p w14:paraId="6A9CD75A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>Componenta C13 – REFORME SOCIALE</w:t>
      </w:r>
    </w:p>
    <w:p w14:paraId="4ABAC836" w14:textId="39EA1662" w:rsidR="00B411BE" w:rsidRPr="00276DC1" w:rsidRDefault="00B411BE" w:rsidP="00C34571">
      <w:pPr>
        <w:ind w:left="426"/>
        <w:rPr>
          <w:sz w:val="20"/>
          <w:szCs w:val="20"/>
        </w:rPr>
      </w:pPr>
      <w:r w:rsidRPr="00276DC1">
        <w:rPr>
          <w:sz w:val="20"/>
          <w:szCs w:val="20"/>
        </w:rPr>
        <w:t xml:space="preserve">Investiția I4 - </w:t>
      </w:r>
      <w:r w:rsidRPr="00276DC1">
        <w:rPr>
          <w:rFonts w:cstheme="minorHAnsi"/>
          <w:sz w:val="20"/>
          <w:szCs w:val="20"/>
        </w:rPr>
        <w:t>Crearea unei rețele de centre de zi de asistență și recuperare pentru persoanele vârstnice</w:t>
      </w:r>
    </w:p>
    <w:p w14:paraId="41404119" w14:textId="1AC9000F" w:rsidR="00264C14" w:rsidRPr="000458D7" w:rsidRDefault="00B411BE" w:rsidP="00C34571">
      <w:pPr>
        <w:spacing w:after="0" w:line="240" w:lineRule="auto"/>
        <w:ind w:left="426"/>
        <w:jc w:val="left"/>
        <w:rPr>
          <w:rFonts w:eastAsia="Times New Roman"/>
          <w:i/>
          <w:lang w:val="ro-RO"/>
        </w:rPr>
      </w:pPr>
      <w:r w:rsidRPr="005535D1">
        <w:t xml:space="preserve"> </w:t>
      </w:r>
    </w:p>
    <w:p w14:paraId="7EC23066" w14:textId="0ACB52DD" w:rsidR="00C17F9F" w:rsidRPr="00264C14" w:rsidRDefault="00C17F9F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 w:rsidRPr="00264C14">
        <w:rPr>
          <w:rFonts w:eastAsia="Times New Roman"/>
          <w:iCs/>
          <w:lang w:val="ro-RO"/>
        </w:rPr>
        <w:t xml:space="preserve">Anexa </w:t>
      </w:r>
      <w:r w:rsidR="00FD1B95">
        <w:t>2</w:t>
      </w:r>
      <w:r w:rsidR="008D537C">
        <w:t>.1</w:t>
      </w:r>
      <w:r w:rsidR="00B411BE" w:rsidRPr="005535D1">
        <w:t xml:space="preserve"> la Ghidul specific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44752DEB" w14:textId="35369D8F" w:rsidR="00B411BE" w:rsidRDefault="00FD1B95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lang w:val="ro-RO"/>
        </w:rPr>
        <w:t>Lista UAT-urilor eligibile</w:t>
      </w:r>
      <w:r w:rsidR="008D537C">
        <w:rPr>
          <w:rFonts w:eastAsia="Times New Roman"/>
          <w:b/>
          <w:bCs/>
          <w:lang w:val="ro-RO"/>
        </w:rPr>
        <w:t xml:space="preserve"> în ordinea de prioritate</w:t>
      </w:r>
      <w:bookmarkStart w:id="0" w:name="_GoBack"/>
      <w:bookmarkEnd w:id="0"/>
    </w:p>
    <w:p w14:paraId="6469803F" w14:textId="3066A1E9" w:rsidR="00B411BE" w:rsidRPr="00BB745A" w:rsidRDefault="00B411BE" w:rsidP="00C34571">
      <w:pPr>
        <w:spacing w:after="0"/>
        <w:ind w:left="0" w:firstLine="708"/>
        <w:jc w:val="center"/>
        <w:rPr>
          <w:rFonts w:eastAsia="Times New Roman"/>
          <w:bCs/>
          <w:sz w:val="20"/>
          <w:szCs w:val="20"/>
          <w:lang w:val="ro-RO"/>
        </w:rPr>
      </w:pPr>
      <w:r w:rsidRPr="00BB745A">
        <w:rPr>
          <w:rFonts w:eastAsia="Times New Roman"/>
          <w:bCs/>
          <w:sz w:val="20"/>
          <w:szCs w:val="20"/>
          <w:lang w:val="ro-RO"/>
        </w:rPr>
        <w:t xml:space="preserve">în cadrul apelului </w:t>
      </w:r>
      <w:r w:rsidRPr="00BB745A">
        <w:rPr>
          <w:rFonts w:cstheme="minorHAnsi"/>
          <w:sz w:val="20"/>
          <w:szCs w:val="20"/>
        </w:rPr>
        <w:t>PNRR/2023/C13/I4 Construirea, echiparea și operaționalizarea a 71 de centre de zi de asistență și recuperare pentru persoane vârstnice</w:t>
      </w:r>
    </w:p>
    <w:p w14:paraId="15E32383" w14:textId="77777777" w:rsidR="00FA0E1D" w:rsidRDefault="00FA0E1D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73207076" w14:textId="77777777" w:rsidR="00FD1B95" w:rsidRDefault="00FD1B95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W w:w="9685" w:type="dxa"/>
        <w:jc w:val="center"/>
        <w:tblLook w:val="04A0" w:firstRow="1" w:lastRow="0" w:firstColumn="1" w:lastColumn="0" w:noHBand="0" w:noVBand="1"/>
      </w:tblPr>
      <w:tblGrid>
        <w:gridCol w:w="1846"/>
        <w:gridCol w:w="2274"/>
        <w:gridCol w:w="796"/>
        <w:gridCol w:w="941"/>
        <w:gridCol w:w="1353"/>
        <w:gridCol w:w="1353"/>
        <w:gridCol w:w="1122"/>
      </w:tblGrid>
      <w:tr w:rsidR="00C65DDC" w:rsidRPr="00C65DDC" w14:paraId="57E1B243" w14:textId="77777777" w:rsidTr="00064F09">
        <w:trPr>
          <w:trHeight w:val="1200"/>
          <w:jc w:val="center"/>
        </w:trPr>
        <w:tc>
          <w:tcPr>
            <w:tcW w:w="18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6E0B4"/>
            <w:vAlign w:val="center"/>
            <w:hideMark/>
          </w:tcPr>
          <w:p w14:paraId="2ADFB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Județ</w:t>
            </w:r>
          </w:p>
        </w:tc>
        <w:tc>
          <w:tcPr>
            <w:tcW w:w="22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6E0B4"/>
            <w:vAlign w:val="center"/>
            <w:hideMark/>
          </w:tcPr>
          <w:p w14:paraId="64CBF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UAT</w:t>
            </w:r>
          </w:p>
        </w:tc>
        <w:tc>
          <w:tcPr>
            <w:tcW w:w="7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6E0B4"/>
            <w:vAlign w:val="center"/>
            <w:hideMark/>
          </w:tcPr>
          <w:p w14:paraId="00447B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Mediu</w:t>
            </w:r>
          </w:p>
        </w:tc>
        <w:tc>
          <w:tcPr>
            <w:tcW w:w="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6E0B4"/>
            <w:vAlign w:val="center"/>
            <w:hideMark/>
          </w:tcPr>
          <w:p w14:paraId="5E39E8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Pop. 65+ cu nevoi de ILD</w:t>
            </w:r>
          </w:p>
        </w:tc>
        <w:tc>
          <w:tcPr>
            <w:tcW w:w="135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6E0B4"/>
            <w:vAlign w:val="center"/>
            <w:hideMark/>
          </w:tcPr>
          <w:p w14:paraId="6EA889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CZ (10.03.2023)</w:t>
            </w:r>
          </w:p>
        </w:tc>
        <w:tc>
          <w:tcPr>
            <w:tcW w:w="135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6E0B4"/>
            <w:vAlign w:val="center"/>
            <w:hideMark/>
          </w:tcPr>
          <w:p w14:paraId="52AD53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UID (10.03.2023)</w:t>
            </w:r>
          </w:p>
        </w:tc>
        <w:tc>
          <w:tcPr>
            <w:tcW w:w="11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6E0B4"/>
            <w:hideMark/>
          </w:tcPr>
          <w:p w14:paraId="5E615A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Nr. ordine prioritizare ((cz,uid)=0; PV&gt;691)</w:t>
            </w:r>
          </w:p>
        </w:tc>
      </w:tr>
      <w:tr w:rsidR="00C65DDC" w:rsidRPr="00C65DDC" w14:paraId="122A3C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08C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64F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Râmnicu Vâlcea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7437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66D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9.695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28B3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7717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D26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C65DDC" w:rsidRPr="00C65DDC" w14:paraId="542C14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FC4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19C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Focșani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F9A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515A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7.364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1302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4128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9CF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C65DDC" w:rsidRPr="00C65DDC" w14:paraId="3155F6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03A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1D3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E8B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C1B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5.804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262F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E992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9BA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C65DDC" w:rsidRPr="00C65DDC" w14:paraId="69004E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012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943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Slatina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518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ADE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76CB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739C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B6E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C65DDC" w:rsidRPr="00C65DDC" w14:paraId="784636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293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6D2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E3F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05F3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4.483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6CC7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3187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CBB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C65DDC" w:rsidRPr="00C65DDC" w14:paraId="1446E0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1DE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3B1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A7A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CC9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8E99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A554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FED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</w:tr>
      <w:tr w:rsidR="00C65DDC" w:rsidRPr="00C65DDC" w14:paraId="025577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D6B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B0F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F15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B7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4.001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C15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2D3E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F6B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C65DDC" w:rsidRPr="00C65DDC" w14:paraId="1C7C81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6E2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B9F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Tecuci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64D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96B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3.936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A529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457C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5DA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C65DDC" w:rsidRPr="00C65DDC" w14:paraId="48901F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090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6BF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Voluntari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68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557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3.580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1F6B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5B52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A85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</w:tr>
      <w:tr w:rsidR="00C65DDC" w:rsidRPr="00C65DDC" w14:paraId="154D67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0C4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7FA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Câmpulung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D0D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7B8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678E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D345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F7F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C65DDC" w:rsidRPr="00C65DDC" w14:paraId="119E7B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C20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689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Sighișoara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91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148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90F0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6614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2CA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</w:t>
            </w:r>
          </w:p>
        </w:tc>
      </w:tr>
      <w:tr w:rsidR="00C65DDC" w:rsidRPr="00C65DDC" w14:paraId="3557F5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A5B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839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Pașcani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38D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07C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3.144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79C3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3F2A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280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</w:tr>
      <w:tr w:rsidR="00C65DDC" w:rsidRPr="00C65DDC" w14:paraId="1353F8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CA3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C3F1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Râmnicu Sărat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170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606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7345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5018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B81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</w:tr>
      <w:tr w:rsidR="00C65DDC" w:rsidRPr="00C65DDC" w14:paraId="3A000D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3A8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41B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4C99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3B0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2.975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84E0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AF0F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CF9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</w:tr>
      <w:tr w:rsidR="00C65DDC" w:rsidRPr="00C65DDC" w14:paraId="6716D7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EDD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E71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BEB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9C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2.777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E4A5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A1DA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C1C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</w:tr>
      <w:tr w:rsidR="00C65DDC" w:rsidRPr="00C65DDC" w14:paraId="415B07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53F4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B76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Curtea de Argeș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40C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38C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2.773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641D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B9F7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5D1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</w:t>
            </w:r>
          </w:p>
        </w:tc>
      </w:tr>
      <w:tr w:rsidR="00C65DDC" w:rsidRPr="00C65DDC" w14:paraId="02BEB8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9CE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F2EC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Caracal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624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DFF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2.765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23A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200F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117B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</w:t>
            </w:r>
          </w:p>
        </w:tc>
      </w:tr>
      <w:tr w:rsidR="00C65DDC" w:rsidRPr="00C65DDC" w14:paraId="7838CB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806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E7B2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Oltenița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4D0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740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2.625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CC5B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E59F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270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</w:t>
            </w:r>
          </w:p>
        </w:tc>
      </w:tr>
      <w:tr w:rsidR="00C65DDC" w:rsidRPr="00C65DDC" w14:paraId="780647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915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107C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AD0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476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2.339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66F8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58C2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29E3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</w:t>
            </w:r>
          </w:p>
        </w:tc>
      </w:tr>
      <w:tr w:rsidR="00C65DDC" w:rsidRPr="00C65DDC" w14:paraId="776414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4CC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641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Fălticeni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15B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02E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2776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39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558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</w:tr>
      <w:tr w:rsidR="00C65DDC" w:rsidRPr="00C65DDC" w14:paraId="0F92CE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94D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637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1EC5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2CF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2.066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20BE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37AB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5D5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</w:tr>
      <w:tr w:rsidR="00C65DDC" w:rsidRPr="00C65DDC" w14:paraId="749ADC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B74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20B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F9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18A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2.040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6D0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FFF5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FC3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</w:tr>
      <w:tr w:rsidR="00C65DDC" w:rsidRPr="00C65DDC" w14:paraId="27D1DE7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BDB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A94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Codlea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E56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073C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2.032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AD2D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C1DD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B1F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</w:t>
            </w:r>
          </w:p>
        </w:tc>
      </w:tr>
      <w:tr w:rsidR="00C65DDC" w:rsidRPr="00C65DDC" w14:paraId="52CA54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109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48D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Câmpulung Moldovenesc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7BC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AEE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1.998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77C5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E167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3CC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</w:t>
            </w:r>
          </w:p>
        </w:tc>
      </w:tr>
      <w:tr w:rsidR="00C65DDC" w:rsidRPr="00C65DDC" w14:paraId="4C5B47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800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065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Băicoi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392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6DB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1.962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D0E0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BBB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5F91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</w:t>
            </w:r>
          </w:p>
        </w:tc>
      </w:tr>
      <w:tr w:rsidR="00C65DDC" w:rsidRPr="00C65DDC" w14:paraId="01652A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04D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3DC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0D5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101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1.940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8A56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23AE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029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</w:t>
            </w:r>
          </w:p>
        </w:tc>
      </w:tr>
      <w:tr w:rsidR="00C65DDC" w:rsidRPr="00C65DDC" w14:paraId="784E44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8C7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CAE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27F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6F0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1.936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AD2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D245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34D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</w:t>
            </w:r>
          </w:p>
        </w:tc>
      </w:tr>
      <w:tr w:rsidR="00C65DDC" w:rsidRPr="00C65DDC" w14:paraId="349E8E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951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895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Pantelimon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1C2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233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1.931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0D2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9587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7BD4C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</w:t>
            </w:r>
          </w:p>
        </w:tc>
      </w:tr>
      <w:tr w:rsidR="00C65DDC" w:rsidRPr="00C65DDC" w14:paraId="4252D5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494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0FA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Buhuși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9A0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0385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2BDA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7495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1DAC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</w:t>
            </w:r>
          </w:p>
        </w:tc>
      </w:tr>
      <w:tr w:rsidR="00C65DDC" w:rsidRPr="00C65DDC" w14:paraId="764E0E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ECF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075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6C2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BB1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0705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5A93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A27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</w:tr>
      <w:tr w:rsidR="00C65DDC" w:rsidRPr="00C65DDC" w14:paraId="2DFFA0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757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E2F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117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5D0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90FA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E879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7C0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</w:tr>
      <w:tr w:rsidR="00C65DDC" w:rsidRPr="00C65DDC" w14:paraId="34C15D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684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C58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B8C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545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5468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3211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F54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</w:t>
            </w:r>
          </w:p>
        </w:tc>
      </w:tr>
      <w:tr w:rsidR="00C65DDC" w:rsidRPr="00C65DDC" w14:paraId="2281A0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AD9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1EE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Buftea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908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B16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AD9B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3C33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8EB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</w:t>
            </w:r>
          </w:p>
        </w:tc>
      </w:tr>
      <w:tr w:rsidR="00C65DDC" w:rsidRPr="00C65DDC" w14:paraId="41612A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9EC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BFE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Cisnădie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EC1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246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6E7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342A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058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</w:t>
            </w:r>
          </w:p>
        </w:tc>
      </w:tr>
      <w:tr w:rsidR="00C65DDC" w:rsidRPr="00C65DDC" w14:paraId="710883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8B7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462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2AD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01C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75A7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AFE8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DD8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</w:t>
            </w:r>
          </w:p>
        </w:tc>
      </w:tr>
      <w:tr w:rsidR="00C65DDC" w:rsidRPr="00C65DDC" w14:paraId="1A557C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ABF9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0EE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Corabia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946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31D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1B38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492B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598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</w:t>
            </w:r>
          </w:p>
        </w:tc>
      </w:tr>
      <w:tr w:rsidR="00C65DDC" w:rsidRPr="00C65DDC" w14:paraId="74C6E1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A41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0113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Popești-Leordeni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3C5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BE8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483E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A408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9C7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</w:t>
            </w:r>
          </w:p>
        </w:tc>
      </w:tr>
      <w:tr w:rsidR="00C65DDC" w:rsidRPr="00C65DDC" w14:paraId="7A8F8C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D506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6F8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Dăbuleni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081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DA5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7250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7B71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CD2E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</w:t>
            </w:r>
          </w:p>
        </w:tc>
      </w:tr>
      <w:tr w:rsidR="00C65DDC" w:rsidRPr="00C65DDC" w14:paraId="17720D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366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BAB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Vatra Dornei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479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BF4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0398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F3D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1FB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</w:t>
            </w:r>
          </w:p>
        </w:tc>
      </w:tr>
      <w:tr w:rsidR="00C65DDC" w:rsidRPr="00C65DDC" w14:paraId="57E511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E8C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202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Bocșa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522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C41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13E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A58C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3C7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</w:tr>
      <w:tr w:rsidR="00C65DDC" w:rsidRPr="00C65DDC" w14:paraId="0C4C42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45D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342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7DF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CDC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1.691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9DF6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02D6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8AE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</w:t>
            </w:r>
          </w:p>
        </w:tc>
      </w:tr>
      <w:tr w:rsidR="00C65DDC" w:rsidRPr="00C65DDC" w14:paraId="3C7C4E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700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0A0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93A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D9F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1.686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A731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35BD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5DA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</w:t>
            </w:r>
          </w:p>
        </w:tc>
      </w:tr>
      <w:tr w:rsidR="00C65DDC" w:rsidRPr="00C65DDC" w14:paraId="07F3D3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268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3D2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Vișeu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040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307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1.626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9E3D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9D98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7A6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</w:t>
            </w:r>
          </w:p>
        </w:tc>
      </w:tr>
      <w:tr w:rsidR="00C65DDC" w:rsidRPr="00C65DDC" w14:paraId="573870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C72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DFF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Calafat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C5B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011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1.623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101D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421E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109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</w:t>
            </w:r>
          </w:p>
        </w:tc>
      </w:tr>
      <w:tr w:rsidR="00C65DDC" w:rsidRPr="00C65DDC" w14:paraId="48B531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DA6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34B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Zimnicea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F4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0A7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98A8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97A0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2E1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</w:t>
            </w:r>
          </w:p>
        </w:tc>
      </w:tr>
      <w:tr w:rsidR="00C65DDC" w:rsidRPr="00C65DDC" w14:paraId="06EDDA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521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5A3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Mureș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185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814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1.581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FB6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6D11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8E6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</w:t>
            </w:r>
          </w:p>
        </w:tc>
      </w:tr>
      <w:tr w:rsidR="00C65DDC" w:rsidRPr="00C65DDC" w14:paraId="25624B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B77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1AF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92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5CC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1.561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856E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E87E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FE5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</w:t>
            </w:r>
          </w:p>
        </w:tc>
      </w:tr>
      <w:tr w:rsidR="00C65DDC" w:rsidRPr="00C65DDC" w14:paraId="01C7E3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C67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9AB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Humorului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B95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28A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F351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9B13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98D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</w:t>
            </w:r>
          </w:p>
        </w:tc>
      </w:tr>
      <w:tr w:rsidR="00C65DDC" w:rsidRPr="00C65DDC" w14:paraId="1EA6BD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A46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9C1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Simeria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56C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487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1.511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4FD3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135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E02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</w:t>
            </w:r>
          </w:p>
        </w:tc>
      </w:tr>
      <w:tr w:rsidR="00C65DDC" w:rsidRPr="00C65DDC" w14:paraId="002B1E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013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8D7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Sinaia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2F8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650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9DF7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273C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1F3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</w:tr>
      <w:tr w:rsidR="00C65DDC" w:rsidRPr="00C65DDC" w14:paraId="64A8CD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67B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C4C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Râșnov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F5D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212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1.502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286F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4B68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F99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</w:t>
            </w:r>
          </w:p>
        </w:tc>
      </w:tr>
      <w:tr w:rsidR="00C65DDC" w:rsidRPr="00C65DDC" w14:paraId="59CE10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EFF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674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Pucioasa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D13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112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022C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60A6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0C9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</w:t>
            </w:r>
          </w:p>
        </w:tc>
      </w:tr>
      <w:tr w:rsidR="00C65DDC" w:rsidRPr="00C65DDC" w14:paraId="1A01FC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189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9DE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Adjud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593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EA7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3B2F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ABBE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718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</w:t>
            </w:r>
          </w:p>
        </w:tc>
      </w:tr>
      <w:tr w:rsidR="00C65DDC" w:rsidRPr="00C65DDC" w14:paraId="437E73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D48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30AE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99D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080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AF1F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531C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3CC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</w:t>
            </w:r>
          </w:p>
        </w:tc>
      </w:tr>
      <w:tr w:rsidR="00C65DDC" w:rsidRPr="00C65DDC" w14:paraId="07E125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35C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921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803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B12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63B6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6372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D89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</w:t>
            </w:r>
          </w:p>
        </w:tc>
      </w:tr>
      <w:tr w:rsidR="00C65DDC" w:rsidRPr="00C65DDC" w14:paraId="37B55F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69F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7C0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72F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7F2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C0DE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2776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704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</w:t>
            </w:r>
          </w:p>
        </w:tc>
      </w:tr>
      <w:tr w:rsidR="00C65DDC" w:rsidRPr="00C65DDC" w14:paraId="22EA85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541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422B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Sprie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994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22F9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1.377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D50B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1AAC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878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</w:t>
            </w:r>
          </w:p>
        </w:tc>
      </w:tr>
      <w:tr w:rsidR="00C65DDC" w:rsidRPr="00C65DDC" w14:paraId="0BF443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BD4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4BF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61E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B9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1.376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034B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6518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8DB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</w:t>
            </w:r>
          </w:p>
        </w:tc>
      </w:tr>
      <w:tr w:rsidR="00C65DDC" w:rsidRPr="00C65DDC" w14:paraId="59FF2E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F4A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B68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E09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17C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BCF1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767F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42C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</w:t>
            </w:r>
          </w:p>
        </w:tc>
      </w:tr>
      <w:tr w:rsidR="00C65DDC" w:rsidRPr="00C65DDC" w14:paraId="4677AE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AD9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7C2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Motru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C58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776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5692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39A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FFA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</w:t>
            </w:r>
          </w:p>
        </w:tc>
      </w:tr>
      <w:tr w:rsidR="00C65DDC" w:rsidRPr="00C65DDC" w14:paraId="44895C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DCD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D61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Chiajna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196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5BD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71C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DAE0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A01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</w:t>
            </w:r>
          </w:p>
        </w:tc>
      </w:tr>
      <w:tr w:rsidR="00C65DDC" w:rsidRPr="00C65DDC" w14:paraId="0305C0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943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FF7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Lăpuș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918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4A9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2DCB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D597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A9C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</w:t>
            </w:r>
          </w:p>
        </w:tc>
      </w:tr>
      <w:tr w:rsidR="00C65DDC" w:rsidRPr="00C65DDC" w14:paraId="1F0BBE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D5E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8C4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Șimleu Silvaniei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8DC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9D9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D0A9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F5C7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263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</w:t>
            </w:r>
          </w:p>
        </w:tc>
      </w:tr>
      <w:tr w:rsidR="00C65DDC" w:rsidRPr="00C65DDC" w14:paraId="5195A7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8F6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D3E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Ovidiu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7DC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A02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E3F1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B92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981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</w:t>
            </w:r>
          </w:p>
        </w:tc>
      </w:tr>
      <w:tr w:rsidR="00C65DDC" w:rsidRPr="00C65DDC" w14:paraId="0515D7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896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3D8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6DF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17D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9904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3D2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9AB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</w:t>
            </w:r>
          </w:p>
        </w:tc>
      </w:tr>
      <w:tr w:rsidR="00C65DDC" w:rsidRPr="00C65DDC" w14:paraId="4DDC97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214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E81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Ocna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B578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FE9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500C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F9FE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1D2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</w:t>
            </w:r>
          </w:p>
        </w:tc>
      </w:tr>
      <w:tr w:rsidR="00C65DDC" w:rsidRPr="00C65DDC" w14:paraId="67B75FA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557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AD9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Otopeni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4072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F77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12DA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4489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25C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</w:t>
            </w:r>
          </w:p>
        </w:tc>
      </w:tr>
      <w:tr w:rsidR="00C65DDC" w:rsidRPr="00C65DDC" w14:paraId="5C71D0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C7B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194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Sânnicolau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8DE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275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2A2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0DD9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04E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</w:t>
            </w:r>
          </w:p>
        </w:tc>
      </w:tr>
      <w:tr w:rsidR="00C65DDC" w:rsidRPr="00C65DDC" w14:paraId="424046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120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497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Comarnic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CA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AE7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589C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67ED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E73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</w:t>
            </w:r>
          </w:p>
        </w:tc>
      </w:tr>
      <w:tr w:rsidR="00C65DDC" w:rsidRPr="00C65DDC" w14:paraId="2E73CD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5B3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537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Nehoiu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012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33C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097D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0F14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8D6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</w:tr>
      <w:tr w:rsidR="00C65DDC" w:rsidRPr="00C65DDC" w14:paraId="1AC367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53A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ED4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BD5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0FB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B7E8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5B42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4EB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</w:t>
            </w:r>
          </w:p>
        </w:tc>
      </w:tr>
      <w:tr w:rsidR="00C65DDC" w:rsidRPr="00C65DDC" w14:paraId="45502A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5435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B5E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6C1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177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1E7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E91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AE1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</w:t>
            </w:r>
          </w:p>
        </w:tc>
      </w:tr>
      <w:tr w:rsidR="00C65DDC" w:rsidRPr="00C65DDC" w14:paraId="6702E1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A82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A79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EE1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F55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23F9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273C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B13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</w:t>
            </w:r>
          </w:p>
        </w:tc>
      </w:tr>
      <w:tr w:rsidR="00C65DDC" w:rsidRPr="00C65DDC" w14:paraId="44720A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288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CF9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Negrești-Oaș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661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731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C21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29EB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AF3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</w:t>
            </w:r>
          </w:p>
        </w:tc>
      </w:tr>
      <w:tr w:rsidR="00C65DDC" w:rsidRPr="00C65DDC" w14:paraId="6BA19A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BAA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C66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Sascut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0C1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215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D3A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48B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EBB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</w:t>
            </w:r>
          </w:p>
        </w:tc>
      </w:tr>
      <w:tr w:rsidR="00C65DDC" w:rsidRPr="00C65DDC" w14:paraId="6B55DD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7FB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7D7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Chitila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3DA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154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9697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3F96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A5D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</w:t>
            </w:r>
          </w:p>
        </w:tc>
      </w:tr>
      <w:tr w:rsidR="00C65DDC" w:rsidRPr="00C65DDC" w14:paraId="67B8E3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D68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E95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64B2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7B0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B1B3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615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5E6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</w:t>
            </w:r>
          </w:p>
        </w:tc>
      </w:tr>
      <w:tr w:rsidR="00C65DDC" w:rsidRPr="00C65DDC" w14:paraId="20DE2E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0491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B50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Măneciu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258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136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71DE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6E4A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64A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</w:t>
            </w:r>
          </w:p>
        </w:tc>
      </w:tr>
      <w:tr w:rsidR="00C65DDC" w:rsidRPr="00C65DDC" w14:paraId="41ED97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EFF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B67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00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782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DEE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13F4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798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</w:t>
            </w:r>
          </w:p>
        </w:tc>
      </w:tr>
      <w:tr w:rsidR="00C65DDC" w:rsidRPr="00C65DDC" w14:paraId="041A1E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646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2CE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Eforie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989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6BBC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3C73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2A71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E42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</w:t>
            </w:r>
          </w:p>
        </w:tc>
      </w:tr>
      <w:tr w:rsidR="00C65DDC" w:rsidRPr="00C65DDC" w14:paraId="0D6CFE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181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5D5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Moldova Nouă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980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FC6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2D20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982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C41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</w:t>
            </w:r>
          </w:p>
        </w:tc>
      </w:tr>
      <w:tr w:rsidR="00C65DDC" w:rsidRPr="00C65DDC" w14:paraId="2919F8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482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109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Oravița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502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F6D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C051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FCF3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797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</w:t>
            </w:r>
          </w:p>
        </w:tc>
      </w:tr>
      <w:tr w:rsidR="00C65DDC" w:rsidRPr="00C65DDC" w14:paraId="7AE47B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022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A7B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3B2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572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69E1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0FD6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7A2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</w:t>
            </w:r>
          </w:p>
        </w:tc>
      </w:tr>
      <w:tr w:rsidR="00C65DDC" w:rsidRPr="00C65DDC" w14:paraId="302747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D58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1FD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CD7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4F6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B7C7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7AC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4CC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</w:t>
            </w:r>
          </w:p>
        </w:tc>
      </w:tr>
      <w:tr w:rsidR="00C65DDC" w:rsidRPr="00C65DDC" w14:paraId="0FC2C2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AC3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280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Orbeasca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65A4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21E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7251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AB1D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9907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</w:t>
            </w:r>
          </w:p>
        </w:tc>
      </w:tr>
      <w:tr w:rsidR="00C65DDC" w:rsidRPr="00C65DDC" w14:paraId="49491B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997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89E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Beiuș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558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09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B66D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8457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03A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</w:t>
            </w:r>
          </w:p>
        </w:tc>
      </w:tr>
      <w:tr w:rsidR="00C65DDC" w:rsidRPr="00C65DDC" w14:paraId="744367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5BC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263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C40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4F6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4B3E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14B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C96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</w:t>
            </w:r>
          </w:p>
        </w:tc>
      </w:tr>
      <w:tr w:rsidR="00C65DDC" w:rsidRPr="00C65DDC" w14:paraId="01669E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02B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6BB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Videle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3C2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E91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02B6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27E8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0C5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</w:t>
            </w:r>
          </w:p>
        </w:tc>
      </w:tr>
      <w:tr w:rsidR="00C65DDC" w:rsidRPr="00C65DDC" w14:paraId="7D4C58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A2A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E62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Dolhasca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585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387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C556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9C80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796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</w:t>
            </w:r>
          </w:p>
        </w:tc>
      </w:tr>
      <w:tr w:rsidR="00C65DDC" w:rsidRPr="00C65DDC" w14:paraId="400DE1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800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9E4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Vladimirescu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8CD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118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14B0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BF5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018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</w:t>
            </w:r>
          </w:p>
        </w:tc>
      </w:tr>
      <w:tr w:rsidR="00C65DDC" w:rsidRPr="00C65DDC" w14:paraId="695C9A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DFE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BF7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Răzvad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1FA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E2A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5EFD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2D58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7C4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</w:t>
            </w:r>
          </w:p>
        </w:tc>
      </w:tr>
      <w:tr w:rsidR="00C65DDC" w:rsidRPr="00C65DDC" w14:paraId="2B7BC0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F11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AFC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Hațeg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E08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785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907D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207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768F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</w:t>
            </w:r>
          </w:p>
        </w:tc>
      </w:tr>
      <w:tr w:rsidR="00C65DDC" w:rsidRPr="00C65DDC" w14:paraId="0DA8E5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CA2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533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Darabani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EB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100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2C0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A206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1C8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</w:t>
            </w:r>
          </w:p>
        </w:tc>
      </w:tr>
      <w:tr w:rsidR="00C65DDC" w:rsidRPr="00C65DDC" w14:paraId="6DFF71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2A2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770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763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E3C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429F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E5B7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B0C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</w:t>
            </w:r>
          </w:p>
        </w:tc>
      </w:tr>
      <w:tr w:rsidR="00C65DDC" w:rsidRPr="00C65DDC" w14:paraId="4B6777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0CE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D4F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Sovata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F13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74E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1B4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24E2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3C9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</w:t>
            </w:r>
          </w:p>
        </w:tc>
      </w:tr>
      <w:tr w:rsidR="00C65DDC" w:rsidRPr="00C65DDC" w14:paraId="57324C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BA5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5CD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Valu lui Traian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247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E31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ED80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672C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F41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</w:t>
            </w:r>
          </w:p>
        </w:tc>
      </w:tr>
      <w:tr w:rsidR="00C65DDC" w:rsidRPr="00C65DDC" w14:paraId="7376F4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774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31C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Bragadiru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137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CAB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2113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FB07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BE4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</w:t>
            </w:r>
          </w:p>
        </w:tc>
      </w:tr>
      <w:tr w:rsidR="00C65DDC" w:rsidRPr="00C65DDC" w14:paraId="112E45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9728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712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Puchenii Mari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3F8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E597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EA1D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7C3C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2A6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</w:t>
            </w:r>
          </w:p>
        </w:tc>
      </w:tr>
      <w:tr w:rsidR="00C65DDC" w:rsidRPr="00C65DDC" w14:paraId="0F4E2B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E0E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088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Miroslava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B92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AAB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409B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8D6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4FC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</w:t>
            </w:r>
          </w:p>
        </w:tc>
      </w:tr>
      <w:tr w:rsidR="00C65DDC" w:rsidRPr="00C65DDC" w14:paraId="6AF3D2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4DC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55A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Matca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5A3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125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5148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529C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DB2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</w:tr>
      <w:tr w:rsidR="00C65DDC" w:rsidRPr="00C65DDC" w14:paraId="4A69E7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501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CB6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Călugărească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4FD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200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6C4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0A5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4A3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</w:t>
            </w:r>
          </w:p>
        </w:tc>
      </w:tr>
      <w:tr w:rsidR="00C65DDC" w:rsidRPr="00C65DDC" w14:paraId="4D305F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86C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86F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B4D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965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A0EE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D86A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395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</w:t>
            </w:r>
          </w:p>
        </w:tc>
      </w:tr>
      <w:tr w:rsidR="00C65DDC" w:rsidRPr="00C65DDC" w14:paraId="7390E0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BDF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FA3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Drăgănești-Olt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A10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14A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95A3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A084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630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</w:t>
            </w:r>
          </w:p>
        </w:tc>
      </w:tr>
      <w:tr w:rsidR="00C65DDC" w:rsidRPr="00C65DDC" w14:paraId="5FFF8C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4E8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956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Iernut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027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AED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770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CE0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1EA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</w:t>
            </w:r>
          </w:p>
        </w:tc>
      </w:tr>
      <w:tr w:rsidR="00C65DDC" w:rsidRPr="00C65DDC" w14:paraId="5D6F0C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182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C30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Urlați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F6C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493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7AB2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1516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EFA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</w:t>
            </w:r>
          </w:p>
        </w:tc>
      </w:tr>
      <w:tr w:rsidR="00C65DDC" w:rsidRPr="00C65DDC" w14:paraId="32A21C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07F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768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Pașii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48D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314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295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35D7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648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</w:t>
            </w:r>
          </w:p>
        </w:tc>
      </w:tr>
      <w:tr w:rsidR="00C65DDC" w:rsidRPr="00C65DDC" w14:paraId="4CE128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CCA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6DE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Moțăței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1F0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43B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524E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95E5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B38D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</w:t>
            </w:r>
          </w:p>
        </w:tc>
      </w:tr>
      <w:tr w:rsidR="00C65DDC" w:rsidRPr="00C65DDC" w14:paraId="768BAA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831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FCDB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Boldești-Scăeni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EC0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897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1A88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459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276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</w:tr>
      <w:tr w:rsidR="00C65DDC" w:rsidRPr="00C65DDC" w14:paraId="1F7B8D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CE0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CFE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lui Mihai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C9A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62B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4FD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888D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8D8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</w:t>
            </w:r>
          </w:p>
        </w:tc>
      </w:tr>
      <w:tr w:rsidR="00C65DDC" w:rsidRPr="00C65DDC" w14:paraId="7E6341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8C0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0ED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Strehaia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055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AA8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EB01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93C6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056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</w:t>
            </w:r>
          </w:p>
        </w:tc>
      </w:tr>
      <w:tr w:rsidR="00C65DDC" w:rsidRPr="00C65DDC" w14:paraId="4413CB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80F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A28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Cumpăna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349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97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34AD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3A8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0A9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</w:t>
            </w:r>
          </w:p>
        </w:tc>
      </w:tr>
      <w:tr w:rsidR="00C65DDC" w:rsidRPr="00C65DDC" w14:paraId="2BEE95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333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56E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Vicovu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122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9F8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DF09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8E24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049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</w:t>
            </w:r>
          </w:p>
        </w:tc>
      </w:tr>
      <w:tr w:rsidR="00C65DDC" w:rsidRPr="00C65DDC" w14:paraId="538661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ADC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9C8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AEE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06B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E357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A3C2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92F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</w:t>
            </w:r>
          </w:p>
        </w:tc>
      </w:tr>
      <w:tr w:rsidR="00C65DDC" w:rsidRPr="00C65DDC" w14:paraId="466023F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D15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9C3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6317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E1A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C20C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72D2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53A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</w:t>
            </w:r>
          </w:p>
        </w:tc>
      </w:tr>
      <w:tr w:rsidR="00C65DDC" w:rsidRPr="00C65DDC" w14:paraId="4272C6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18E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1A8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Baraolt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DF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A05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FB65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6522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1AB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</w:t>
            </w:r>
          </w:p>
        </w:tc>
      </w:tr>
      <w:tr w:rsidR="00C65DDC" w:rsidRPr="00C65DDC" w14:paraId="6A6A53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170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928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Vidra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AA2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D75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73AE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ED2A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BB3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</w:t>
            </w:r>
          </w:p>
        </w:tc>
      </w:tr>
      <w:tr w:rsidR="00C65DDC" w:rsidRPr="00C65DDC" w14:paraId="64BBC9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428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344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0D1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559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770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7345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7AC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</w:tr>
      <w:tr w:rsidR="00C65DDC" w:rsidRPr="00C65DDC" w14:paraId="3AFC27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F96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D8C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Pechea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3BD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850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3F86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1712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233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</w:t>
            </w:r>
          </w:p>
        </w:tc>
      </w:tr>
      <w:tr w:rsidR="00C65DDC" w:rsidRPr="00C65DDC" w14:paraId="20E08D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718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561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Bolintin-Vale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4E9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52C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88BB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888D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22E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</w:t>
            </w:r>
          </w:p>
        </w:tc>
      </w:tr>
      <w:tr w:rsidR="00C65DDC" w:rsidRPr="00C65DDC" w14:paraId="4407EE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8C1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526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151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536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BC44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AF09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BD0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</w:tr>
      <w:tr w:rsidR="00C65DDC" w:rsidRPr="00C65DDC" w14:paraId="204210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549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1FF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3AC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037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CE48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C5DA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204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</w:t>
            </w:r>
          </w:p>
        </w:tc>
      </w:tr>
      <w:tr w:rsidR="00C65DDC" w:rsidRPr="00C65DDC" w14:paraId="551931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CF9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784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Chirnogi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DFB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3CD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221E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09F2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9E33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</w:t>
            </w:r>
          </w:p>
        </w:tc>
      </w:tr>
      <w:tr w:rsidR="00C65DDC" w:rsidRPr="00C65DDC" w14:paraId="088480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FC6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F29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Flămânzi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80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791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16FB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B0EC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49A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</w:t>
            </w:r>
          </w:p>
        </w:tc>
      </w:tr>
      <w:tr w:rsidR="00C65DDC" w:rsidRPr="00C65DDC" w14:paraId="31B95A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3C6D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E2C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CCE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7E7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7440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E880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732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</w:t>
            </w:r>
          </w:p>
        </w:tc>
      </w:tr>
      <w:tr w:rsidR="00C65DDC" w:rsidRPr="00C65DDC" w14:paraId="723577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2E2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DCE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A88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008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066C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8244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8AD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</w:tr>
      <w:tr w:rsidR="00C65DDC" w:rsidRPr="00C65DDC" w14:paraId="0A8B2F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AB2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48A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DE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EEE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30C0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670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CB2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</w:t>
            </w:r>
          </w:p>
        </w:tc>
      </w:tr>
      <w:tr w:rsidR="00C65DDC" w:rsidRPr="00C65DDC" w14:paraId="1EE3BE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C5B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927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Bascov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7858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6E4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FCA3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15BF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BC7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</w:t>
            </w:r>
          </w:p>
        </w:tc>
      </w:tr>
      <w:tr w:rsidR="00C65DDC" w:rsidRPr="00C65DDC" w14:paraId="0BD4F8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1B8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2DA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Șcheia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FA7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2DE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20C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EAC1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AC7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</w:t>
            </w:r>
          </w:p>
        </w:tc>
      </w:tr>
      <w:tr w:rsidR="00C65DDC" w:rsidRPr="00C65DDC" w14:paraId="76B0DA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727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4E6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9B0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AC2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8F2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DDE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A93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</w:t>
            </w:r>
          </w:p>
        </w:tc>
      </w:tr>
      <w:tr w:rsidR="00C65DDC" w:rsidRPr="00C65DDC" w14:paraId="7E3052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05E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62B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996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07E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31DC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63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172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</w:tr>
      <w:tr w:rsidR="00C65DDC" w:rsidRPr="00C65DDC" w14:paraId="144B8C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6DD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FFB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292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E65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5868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078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117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</w:t>
            </w:r>
          </w:p>
        </w:tc>
      </w:tr>
      <w:tr w:rsidR="00C65DDC" w:rsidRPr="00C65DDC" w14:paraId="721E34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A12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A1F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Scornicești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1B0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14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3EA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43C1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BE4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</w:t>
            </w:r>
          </w:p>
        </w:tc>
      </w:tr>
      <w:tr w:rsidR="00C65DDC" w:rsidRPr="00C65DDC" w14:paraId="3D6715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BE86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F19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Jilava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045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B10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53B5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584C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1A2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</w:tr>
      <w:tr w:rsidR="00C65DDC" w:rsidRPr="00C65DDC" w14:paraId="369F76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38C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363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84BB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A03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E0E3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7470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A76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</w:t>
            </w:r>
          </w:p>
        </w:tc>
      </w:tr>
      <w:tr w:rsidR="00C65DDC" w:rsidRPr="00C65DDC" w14:paraId="38FE19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CC4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745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Ineu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41F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9CF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DD9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D100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482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</w:t>
            </w:r>
          </w:p>
        </w:tc>
      </w:tr>
      <w:tr w:rsidR="00C65DDC" w:rsidRPr="00C65DDC" w14:paraId="6E47AB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432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6BB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CB0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4A7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EF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3D27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20D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</w:tr>
      <w:tr w:rsidR="00C65DDC" w:rsidRPr="00C65DDC" w14:paraId="085845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DA1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ABF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Prejmer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A8D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816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061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DA34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AED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</w:t>
            </w:r>
          </w:p>
        </w:tc>
      </w:tr>
      <w:tr w:rsidR="00C65DDC" w:rsidRPr="00C65DDC" w14:paraId="7F640C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C47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E8F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Țăndărei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092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36E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BAF5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5FBF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D87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</w:t>
            </w:r>
          </w:p>
        </w:tc>
      </w:tr>
      <w:tr w:rsidR="00C65DDC" w:rsidRPr="00C65DDC" w14:paraId="0D3CE0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250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5DD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031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846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871A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1306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528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</w:t>
            </w:r>
          </w:p>
        </w:tc>
      </w:tr>
      <w:tr w:rsidR="00C65DDC" w:rsidRPr="00C65DDC" w14:paraId="7DACA1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A8B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936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724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FAA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536B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4E8C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25D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</w:t>
            </w:r>
          </w:p>
        </w:tc>
      </w:tr>
      <w:tr w:rsidR="00C65DDC" w:rsidRPr="00C65DDC" w14:paraId="36E71B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9EC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9A9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Blejoi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9A7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8D7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4033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F559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32F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</w:tr>
      <w:tr w:rsidR="00C65DDC" w:rsidRPr="00C65DDC" w14:paraId="295F39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0F86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096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Vorona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647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A9C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DF97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CCC0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365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</w:t>
            </w:r>
          </w:p>
        </w:tc>
      </w:tr>
      <w:tr w:rsidR="00C65DDC" w:rsidRPr="00C65DDC" w14:paraId="46A7CE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DB1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4FB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139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691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A2B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3D5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F68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</w:t>
            </w:r>
          </w:p>
        </w:tc>
      </w:tr>
      <w:tr w:rsidR="00C65DDC" w:rsidRPr="00C65DDC" w14:paraId="31EAB7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2FE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964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Pătârlagele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C47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0D4C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41BE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35A0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694E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</w:t>
            </w:r>
          </w:p>
        </w:tc>
      </w:tr>
      <w:tr w:rsidR="00C65DDC" w:rsidRPr="00C65DDC" w14:paraId="5A08CB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EC3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DE6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Zlatna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7549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77D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D652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6BA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E0A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</w:t>
            </w:r>
          </w:p>
        </w:tc>
      </w:tr>
      <w:tr w:rsidR="00C65DDC" w:rsidRPr="00C65DDC" w14:paraId="34DDD9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596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787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Măicănești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48F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13D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3D32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B88E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9EA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</w:t>
            </w:r>
          </w:p>
        </w:tc>
      </w:tr>
      <w:tr w:rsidR="00C65DDC" w:rsidRPr="00C65DDC" w14:paraId="11161B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9E0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9E6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Beclean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C9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38C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CF2F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D58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9DD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</w:tr>
      <w:tr w:rsidR="00C65DDC" w:rsidRPr="00C65DDC" w14:paraId="58E052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AB8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DEF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F35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1CC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9CD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25E9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C54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</w:t>
            </w:r>
          </w:p>
        </w:tc>
      </w:tr>
      <w:tr w:rsidR="00C65DDC" w:rsidRPr="00C65DDC" w14:paraId="6229512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06C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F3D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Recaș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4FE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9B1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3A41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FD5A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5A4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</w:t>
            </w:r>
          </w:p>
        </w:tc>
      </w:tr>
      <w:tr w:rsidR="00C65DDC" w:rsidRPr="00C65DDC" w14:paraId="5624DC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B45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3FF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C91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11E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8201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8534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9BE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</w:tr>
      <w:tr w:rsidR="00C65DDC" w:rsidRPr="00C65DDC" w14:paraId="6C8EB5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332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D3C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Peretu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FE5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937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7510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0625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BC7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</w:tr>
      <w:tr w:rsidR="00C65DDC" w:rsidRPr="00C65DDC" w14:paraId="510A8B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4E9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EA0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E4A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DB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1B3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8D20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B5E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</w:t>
            </w:r>
          </w:p>
        </w:tc>
      </w:tr>
      <w:tr w:rsidR="00C65DDC" w:rsidRPr="00C65DDC" w14:paraId="1C9DB3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A0F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BCA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Vidra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43E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A2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803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DBA0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89D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</w:t>
            </w:r>
          </w:p>
        </w:tc>
      </w:tr>
      <w:tr w:rsidR="00C65DDC" w:rsidRPr="00C65DDC" w14:paraId="485636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398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C0C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Stanciului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E48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484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48F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90D9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F40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</w:t>
            </w:r>
          </w:p>
        </w:tc>
      </w:tr>
      <w:tr w:rsidR="00C65DDC" w:rsidRPr="00C65DDC" w14:paraId="41DE22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FA9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4A2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A8A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5AA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569E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1E0F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C29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</w:tr>
      <w:tr w:rsidR="00C65DDC" w:rsidRPr="00C65DDC" w14:paraId="5CFF73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505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BE0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EA8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BFD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6F41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25A1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FD0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</w:t>
            </w:r>
          </w:p>
        </w:tc>
      </w:tr>
      <w:tr w:rsidR="00C65DDC" w:rsidRPr="00C65DDC" w14:paraId="5DD846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35C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222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DD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4C5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0E1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841E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299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</w:t>
            </w:r>
          </w:p>
        </w:tc>
      </w:tr>
      <w:tr w:rsidR="00C65DDC" w:rsidRPr="00C65DDC" w14:paraId="64E7E4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DFD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6C0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Cudalbi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7634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237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D84A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AFB7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C5B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</w:tr>
      <w:tr w:rsidR="00C65DDC" w:rsidRPr="00C65DDC" w14:paraId="377497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642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939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Sâncraiu de Mureș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61E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C01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20A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3969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C8A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</w:t>
            </w:r>
          </w:p>
        </w:tc>
      </w:tr>
      <w:tr w:rsidR="00C65DDC" w:rsidRPr="00C65DDC" w14:paraId="365CB9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E5C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756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Roznov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E61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39A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FF92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A55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7CA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</w:t>
            </w:r>
          </w:p>
        </w:tc>
      </w:tr>
      <w:tr w:rsidR="00C65DDC" w:rsidRPr="00C65DDC" w14:paraId="37046D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47D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731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Botoroaga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DA7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D6C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A713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E3B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B06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</w:tr>
      <w:tr w:rsidR="00C65DDC" w:rsidRPr="00C65DDC" w14:paraId="54B47D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9B1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F1C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Moisei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A37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E56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B1AD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6509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E56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</w:tr>
      <w:tr w:rsidR="00C65DDC" w:rsidRPr="00C65DDC" w14:paraId="0A0BDE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64B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511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Filipeștii de Pădure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A40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C8B9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86D7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FC39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1AE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</w:t>
            </w:r>
          </w:p>
        </w:tc>
      </w:tr>
      <w:tr w:rsidR="00C65DDC" w:rsidRPr="00C65DDC" w14:paraId="527D9E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927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19F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CFE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9EA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AB4F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1482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CE6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</w:t>
            </w:r>
          </w:p>
        </w:tc>
      </w:tr>
      <w:tr w:rsidR="00C65DDC" w:rsidRPr="00C65DDC" w14:paraId="78D477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105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A09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Florești-Stoenești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10D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FC5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F5D1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83D9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854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</w:tr>
      <w:tr w:rsidR="00C65DDC" w:rsidRPr="00C65DDC" w14:paraId="734ED4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51D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05D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Răucești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EE9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ADA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D56F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2890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C8D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</w:t>
            </w:r>
          </w:p>
        </w:tc>
      </w:tr>
      <w:tr w:rsidR="00C65DDC" w:rsidRPr="00C65DDC" w14:paraId="18D001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782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5D2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AF9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A08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F69C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CDC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22E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</w:t>
            </w:r>
          </w:p>
        </w:tc>
      </w:tr>
      <w:tr w:rsidR="00C65DDC" w:rsidRPr="00C65DDC" w14:paraId="241739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396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7822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Sângeorz-Băi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B60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1D9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FF00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B233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71F0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</w:t>
            </w:r>
          </w:p>
        </w:tc>
      </w:tr>
      <w:tr w:rsidR="00C65DDC" w:rsidRPr="00C65DDC" w14:paraId="01BFBD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981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F04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Huedin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172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916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D82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7C2F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404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</w:tr>
      <w:tr w:rsidR="00C65DDC" w:rsidRPr="00C65DDC" w14:paraId="1DC181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7E0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622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Șomcuta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F4F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82C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C3D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FB4C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1F1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</w:t>
            </w:r>
          </w:p>
        </w:tc>
      </w:tr>
      <w:tr w:rsidR="00C65DDC" w:rsidRPr="00C65DDC" w14:paraId="206B90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AE9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A19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029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5C9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0D8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8052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9B9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</w:tr>
      <w:tr w:rsidR="00C65DDC" w:rsidRPr="00C65DDC" w14:paraId="25F6B8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A61F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56A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DAE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93D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5C8E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D4F7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290D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</w:tr>
      <w:tr w:rsidR="00C65DDC" w:rsidRPr="00C65DDC" w14:paraId="47CF91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281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7CB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9CD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60D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2837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D9F7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7BC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</w:tr>
      <w:tr w:rsidR="00C65DDC" w:rsidRPr="00C65DDC" w14:paraId="042960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224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975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Tășnad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3E8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C89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DC61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93A3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2DD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</w:tr>
      <w:tr w:rsidR="00C65DDC" w:rsidRPr="00C65DDC" w14:paraId="5BB84D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953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412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Mihail Kogălniceanu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379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260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968E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E199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050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</w:tr>
      <w:tr w:rsidR="00C65DDC" w:rsidRPr="00C65DDC" w14:paraId="000D84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91B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193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Tismana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F51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426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7A56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4BF2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C82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</w:tr>
      <w:tr w:rsidR="00C65DDC" w:rsidRPr="00C65DDC" w14:paraId="50979C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586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82F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Ivești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9F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9C5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07EF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75C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BC44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</w:tr>
      <w:tr w:rsidR="00C65DDC" w:rsidRPr="00C65DDC" w14:paraId="7A884C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41F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AF8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Dofteana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DB3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4A60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338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73CC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B2E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</w:tr>
      <w:tr w:rsidR="00C65DDC" w:rsidRPr="00C65DDC" w14:paraId="20C940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104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865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97E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6EE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6858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0B60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8EBB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</w:tr>
      <w:tr w:rsidR="00C65DDC" w:rsidRPr="00C65DDC" w14:paraId="6C3AAE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A68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F3C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Sărmașu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D1B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3CE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F79C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5A1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D1A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</w:tr>
      <w:tr w:rsidR="00C65DDC" w:rsidRPr="00C65DDC" w14:paraId="0AB025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48DA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366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Vânători-Neamț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661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6FA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E5EE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ECEE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9802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</w:t>
            </w:r>
          </w:p>
        </w:tc>
      </w:tr>
      <w:tr w:rsidR="00C65DDC" w:rsidRPr="00C65DDC" w14:paraId="479B42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D0E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D32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Gruiu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55F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ECE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12AB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36E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FB9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</w:tr>
      <w:tr w:rsidR="00C65DDC" w:rsidRPr="00C65DDC" w14:paraId="16488A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FD3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BD0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A31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506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6AEA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394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211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</w:tr>
      <w:tr w:rsidR="00C65DDC" w:rsidRPr="00C65DDC" w14:paraId="68899D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F58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7E3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Sângeorgiu de Mureș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FAA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5D1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AD65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1918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47A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</w:t>
            </w:r>
          </w:p>
        </w:tc>
      </w:tr>
      <w:tr w:rsidR="00C65DDC" w:rsidRPr="00C65DDC" w14:paraId="575544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964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49C5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Doftanei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B02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D014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B41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DCE6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9334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</w:t>
            </w:r>
          </w:p>
        </w:tc>
      </w:tr>
      <w:tr w:rsidR="00C65DDC" w:rsidRPr="00C65DDC" w14:paraId="2BCEA3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AD1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1B7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ADD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AFA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98A2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9E6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942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</w:t>
            </w:r>
          </w:p>
        </w:tc>
      </w:tr>
      <w:tr w:rsidR="00C65DDC" w:rsidRPr="00C65DDC" w14:paraId="3FCA97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F1D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422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Havârna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65C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B8DD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14ED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EE0E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A31E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</w:t>
            </w:r>
          </w:p>
        </w:tc>
      </w:tr>
      <w:tr w:rsidR="00C65DDC" w:rsidRPr="00C65DDC" w14:paraId="60A0FC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D23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881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838C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330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5B31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941F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4CC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</w:tr>
      <w:tr w:rsidR="00C65DDC" w:rsidRPr="00C65DDC" w14:paraId="7BC8F7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114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711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Islaz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640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442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2AC6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08D1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BDA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</w:tr>
      <w:tr w:rsidR="00C65DDC" w:rsidRPr="00C65DDC" w14:paraId="031347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237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6AE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43A1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780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19F5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E584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5E0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</w:t>
            </w:r>
          </w:p>
        </w:tc>
      </w:tr>
      <w:tr w:rsidR="00C65DDC" w:rsidRPr="00C65DDC" w14:paraId="6C84C9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9FF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F12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12E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DFA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3B02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E58B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6D2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</w:tr>
      <w:tr w:rsidR="00C65DDC" w:rsidRPr="00C65DDC" w14:paraId="705D40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60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A4A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A6A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107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BEE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DF9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D5E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</w:tr>
      <w:tr w:rsidR="00C65DDC" w:rsidRPr="00C65DDC" w14:paraId="682014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446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53D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ED1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848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826F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06DB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E4A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</w:tr>
      <w:tr w:rsidR="00C65DDC" w:rsidRPr="00C65DDC" w14:paraId="5B7B00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3A6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0D3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Ariceștii Rahtivani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AB8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249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1911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CCAC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2B2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</w:tr>
      <w:tr w:rsidR="00C65DDC" w:rsidRPr="00C65DDC" w14:paraId="32191A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C0D5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285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Târgșoru Vechi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438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A50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703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F546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DCE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</w:t>
            </w:r>
          </w:p>
        </w:tc>
      </w:tr>
      <w:tr w:rsidR="00C65DDC" w:rsidRPr="00C65DDC" w14:paraId="6CA867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EA2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7A9E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87E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58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916D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29B5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1E40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</w:tr>
      <w:tr w:rsidR="00C65DDC" w:rsidRPr="00C65DDC" w14:paraId="0DB7D3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7B1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CD4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664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8BA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25BA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6363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93C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</w:tr>
      <w:tr w:rsidR="00C65DDC" w:rsidRPr="00C65DDC" w14:paraId="4A8A57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EDC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D1E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Sânmartin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312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913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BA2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7AC6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9C4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</w:tr>
      <w:tr w:rsidR="00C65DDC" w:rsidRPr="00C65DDC" w14:paraId="4A311F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EBB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AFD8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Pogoanele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204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2B7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6B7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8C79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811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</w:tr>
      <w:tr w:rsidR="00C65DDC" w:rsidRPr="00C65DDC" w14:paraId="172E20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4B0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676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343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1AA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4EFF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A210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CC7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</w:tr>
      <w:tr w:rsidR="00C65DDC" w:rsidRPr="00C65DDC" w14:paraId="7E5110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79A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0FD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Sadova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E93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CE8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C799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6135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6EF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</w:tr>
      <w:tr w:rsidR="00C65DDC" w:rsidRPr="00C65DDC" w14:paraId="343566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3D7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7BC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Aghireșu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5FA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4F6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709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F6CD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8A5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</w:t>
            </w:r>
          </w:p>
        </w:tc>
      </w:tr>
      <w:tr w:rsidR="00C65DDC" w:rsidRPr="00C65DDC" w14:paraId="6235B9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6E7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F15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996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8C8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CDED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2871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772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</w:t>
            </w:r>
          </w:p>
        </w:tc>
      </w:tr>
      <w:tr w:rsidR="00C65DDC" w:rsidRPr="00C65DDC" w14:paraId="12A9A5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286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E17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C8B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262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F654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1960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6E2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</w:tr>
      <w:tr w:rsidR="00C65DDC" w:rsidRPr="00C65DDC" w14:paraId="6A9829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BC1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45C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Șelimbăr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202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D960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4691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4650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6B4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</w:tr>
      <w:tr w:rsidR="00C65DDC" w:rsidRPr="00C65DDC" w14:paraId="3BBA68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B50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9F3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489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726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FCFB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4F18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A0F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</w:tr>
      <w:tr w:rsidR="00C65DDC" w:rsidRPr="00C65DDC" w14:paraId="450B82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F42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66E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Frâncești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B73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D0FF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DD00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6769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56EE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</w:tr>
      <w:tr w:rsidR="00C65DDC" w:rsidRPr="00C65DDC" w14:paraId="5405A0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A8B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7B8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FD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392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354E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150D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6C5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</w:tr>
      <w:tr w:rsidR="00C65DDC" w:rsidRPr="00C65DDC" w14:paraId="41E65D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732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138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CCB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558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032A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8B3B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E0D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</w:tr>
      <w:tr w:rsidR="00C65DDC" w:rsidRPr="00C65DDC" w14:paraId="4805B3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DFA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4A1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Daneți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20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3EA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F5C4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7187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628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</w:tr>
      <w:tr w:rsidR="00C65DDC" w:rsidRPr="00C65DDC" w14:paraId="60C831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F5D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409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Chișineu-Criș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60B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3BA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166A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F4A2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2C9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</w:tr>
      <w:tr w:rsidR="00C65DDC" w:rsidRPr="00C65DDC" w14:paraId="1505E4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A10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6B2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Ocniței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A0D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240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C988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87E3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82A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</w:tr>
      <w:tr w:rsidR="00C65DDC" w:rsidRPr="00C65DDC" w14:paraId="0C6BED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C61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784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Zorleni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E89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B15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52A6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0D7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77D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</w:t>
            </w:r>
          </w:p>
        </w:tc>
      </w:tr>
      <w:tr w:rsidR="00C65DDC" w:rsidRPr="00C65DDC" w14:paraId="67FB6F2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430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2A7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Bumbești-Jiu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DCD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7E3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70F2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02DC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2A3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</w:t>
            </w:r>
          </w:p>
        </w:tc>
      </w:tr>
      <w:tr w:rsidR="00C65DDC" w:rsidRPr="00C65DDC" w14:paraId="78080C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442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4C6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Holboca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1A8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7E9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2D01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A6CD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E23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</w:t>
            </w:r>
          </w:p>
        </w:tc>
      </w:tr>
      <w:tr w:rsidR="00C65DDC" w:rsidRPr="00C65DDC" w14:paraId="76CA47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329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E8B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Fârtățești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151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44E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82F8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8AE8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DC7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</w:tr>
      <w:tr w:rsidR="00C65DDC" w:rsidRPr="00C65DDC" w14:paraId="1E2631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52E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89B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6D1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1DB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E338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E837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9BCD7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</w:tr>
      <w:tr w:rsidR="00C65DDC" w:rsidRPr="00C65DDC" w14:paraId="1E8988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1BB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F12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Tulucești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0CE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7A1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4BFF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8BF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D75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</w:t>
            </w:r>
          </w:p>
        </w:tc>
      </w:tr>
      <w:tr w:rsidR="00C65DDC" w:rsidRPr="00C65DDC" w14:paraId="179DAD2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AF1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F83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 Roșie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DF9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7F8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B281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3A1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D3D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</w:tr>
      <w:tr w:rsidR="00C65DDC" w:rsidRPr="00C65DDC" w14:paraId="2DD1D1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752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9D8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 Șoimului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5B9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165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2847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5E89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CB7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</w:tr>
      <w:tr w:rsidR="00C65DDC" w:rsidRPr="00C65DDC" w14:paraId="418977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A9F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279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Cobadin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017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830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2C8D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2FFF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683A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</w:tr>
      <w:tr w:rsidR="00C65DDC" w:rsidRPr="00C65DDC" w14:paraId="23F06D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DE9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6A5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757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D85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1E5A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80B9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4A2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</w:tr>
      <w:tr w:rsidR="00C65DDC" w:rsidRPr="00C65DDC" w14:paraId="35AC80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AD83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8FD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Cornu Luncii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F50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88F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1D14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99EA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C68A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</w:tr>
      <w:tr w:rsidR="00C65DDC" w:rsidRPr="00C65DDC" w14:paraId="27232F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525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691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Vărbilău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624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8107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F782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4971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C94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</w:tr>
      <w:tr w:rsidR="00C65DDC" w:rsidRPr="00C65DDC" w14:paraId="61393A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2C0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A6F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Seini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EDD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107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B1B5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9235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B03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</w:tr>
      <w:tr w:rsidR="00C65DDC" w:rsidRPr="00C65DDC" w14:paraId="41BB4E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279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9B2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47C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8D3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F82D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718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C9C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</w:tr>
      <w:tr w:rsidR="00C65DDC" w:rsidRPr="00C65DDC" w14:paraId="528DD5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329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A32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Teiuș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C30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D32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3788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8672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105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</w:tr>
      <w:tr w:rsidR="00C65DDC" w:rsidRPr="00C65DDC" w14:paraId="170B5B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51A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DEE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Roata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69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DD2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17A2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B3FE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D6F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</w:tr>
      <w:tr w:rsidR="00C65DDC" w:rsidRPr="00C65DDC" w14:paraId="758A7C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AC8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7B4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88F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430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004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4FB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34E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</w:tr>
      <w:tr w:rsidR="00C65DDC" w:rsidRPr="00C65DDC" w14:paraId="22C69D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19F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48D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B3B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EE4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51CA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E522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78E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</w:tr>
      <w:tr w:rsidR="00C65DDC" w:rsidRPr="00C65DDC" w14:paraId="047D86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D99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FAC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Smeeni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63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4F4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C58D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D9AF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184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</w:tr>
      <w:tr w:rsidR="00C65DDC" w:rsidRPr="00C65DDC" w14:paraId="7BF26B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8E7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E28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Leordeni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FB5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5CC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FA8D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18C2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F98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</w:tr>
      <w:tr w:rsidR="00C65DDC" w:rsidRPr="00C65DDC" w14:paraId="7094CD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222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FB7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Șegarcea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2F2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742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3FF2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673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302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</w:t>
            </w:r>
          </w:p>
        </w:tc>
      </w:tr>
      <w:tr w:rsidR="00C65DDC" w:rsidRPr="00C65DDC" w14:paraId="107C4B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DE5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914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9A7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E59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E32D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663E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35C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</w:tr>
      <w:tr w:rsidR="00C65DDC" w:rsidRPr="00C65DDC" w14:paraId="49E98C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94E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438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33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25E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0473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C7B0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C12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</w:tr>
      <w:tr w:rsidR="00C65DDC" w:rsidRPr="00C65DDC" w14:paraId="7664AC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FB0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848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Colceag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2A7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57D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B83E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33E8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C1A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</w:tr>
      <w:tr w:rsidR="00C65DDC" w:rsidRPr="00C65DDC" w14:paraId="1CB643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E66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45B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Potlogi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B81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69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6185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4B5D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A69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</w:t>
            </w:r>
          </w:p>
        </w:tc>
      </w:tr>
      <w:tr w:rsidR="00C65DDC" w:rsidRPr="00C65DDC" w14:paraId="4C621E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FDD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7AD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Răducăneni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DAB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8FA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7ED4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A6D5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47D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</w:tr>
      <w:tr w:rsidR="00C65DDC" w:rsidRPr="00C65DDC" w14:paraId="4DFB65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3C9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AB4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Nădlac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D69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CCB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9B0C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3D9E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676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</w:tr>
      <w:tr w:rsidR="00C65DDC" w:rsidRPr="00C65DDC" w14:paraId="4A4A9D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4E1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69D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Tărlungeni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9F2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95C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8F0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A4DD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653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</w:tr>
      <w:tr w:rsidR="00C65DDC" w:rsidRPr="00C65DDC" w14:paraId="523B1E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83D7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A6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Arbore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2F96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EF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116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F04F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504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</w:tr>
      <w:tr w:rsidR="00C65DDC" w:rsidRPr="00C65DDC" w14:paraId="2AF264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FB0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D2C9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8E5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21A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C13C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2B0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544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</w:tr>
      <w:tr w:rsidR="00C65DDC" w:rsidRPr="00C65DDC" w14:paraId="751816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F46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1EE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Domnești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A81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6A0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6D22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DF8B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F564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</w:tr>
      <w:tr w:rsidR="00C65DDC" w:rsidRPr="00C65DDC" w14:paraId="57B613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E81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4D0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Amara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34B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4AD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DD8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23F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4B8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</w:tr>
      <w:tr w:rsidR="00C65DDC" w:rsidRPr="00C65DDC" w14:paraId="383EE2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2FE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E7D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7B8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452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4A78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F2B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A27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</w:tr>
      <w:tr w:rsidR="00C65DDC" w:rsidRPr="00C65DDC" w14:paraId="20DA1B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C6C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E27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Horezu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CC11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AAD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34DB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E6A4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3A8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</w:t>
            </w:r>
          </w:p>
        </w:tc>
      </w:tr>
      <w:tr w:rsidR="00C65DDC" w:rsidRPr="00C65DDC" w14:paraId="6E6334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05C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83F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591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965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A419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8470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EDBC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</w:tr>
      <w:tr w:rsidR="00C65DDC" w:rsidRPr="00C65DDC" w14:paraId="6BABA5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809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7A9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Pipirig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559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480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A396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D99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704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</w:tr>
      <w:tr w:rsidR="00C65DDC" w:rsidRPr="00C65DDC" w14:paraId="3CE547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1AB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02B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Modelu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391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0F98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54C2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A3B6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0C6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</w:tr>
      <w:tr w:rsidR="00C65DDC" w:rsidRPr="00C65DDC" w14:paraId="263CE0F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7C2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C12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0ED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D33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69A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8600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1A7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</w:tr>
      <w:tr w:rsidR="00C65DDC" w:rsidRPr="00C65DDC" w14:paraId="6E817C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008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1FD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Pârscov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6CE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9E4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B184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26EB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14D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</w:tr>
      <w:tr w:rsidR="00C65DDC" w:rsidRPr="00C65DDC" w14:paraId="1354AE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481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30C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Afumați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18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9E8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D49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EE1B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DA8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</w:tr>
      <w:tr w:rsidR="00C65DDC" w:rsidRPr="00C65DDC" w14:paraId="2309A7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B2D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9D6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Albești-Paleologu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178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6F1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5320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08B7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66B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</w:tr>
      <w:tr w:rsidR="00C65DDC" w:rsidRPr="00C65DDC" w14:paraId="402C7F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F26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E2D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Făget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55A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E6A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4B5A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CAA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3728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</w:t>
            </w:r>
          </w:p>
        </w:tc>
      </w:tr>
      <w:tr w:rsidR="00C65DDC" w:rsidRPr="00C65DDC" w14:paraId="2ACCB7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1C7D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55B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Călugăreni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041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B34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52E5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9B8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5CA9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</w:tr>
      <w:tr w:rsidR="00C65DDC" w:rsidRPr="00C65DDC" w14:paraId="660F30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C00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BEB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Mărăcineni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693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337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41C1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B453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C80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</w:tr>
      <w:tr w:rsidR="00C65DDC" w:rsidRPr="00C65DDC" w14:paraId="0434FB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0D9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3D6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8E8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55AC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BF81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D9E2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37C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</w:tr>
      <w:tr w:rsidR="00C65DDC" w:rsidRPr="00C65DDC" w14:paraId="6E2E03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461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BE0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Tătăruși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D7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558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2B4B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F235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D28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</w:tr>
      <w:tr w:rsidR="00C65DDC" w:rsidRPr="00C65DDC" w14:paraId="3250D1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387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AC6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7BDC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176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C6FB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E08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E5A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</w:tr>
      <w:tr w:rsidR="00C65DDC" w:rsidRPr="00C65DDC" w14:paraId="3F2980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B56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4E8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Helegiu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0DF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F85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13A0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05FF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C49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</w:tr>
      <w:tr w:rsidR="00C65DDC" w:rsidRPr="00C65DDC" w14:paraId="3368D7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FF5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70D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568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1C22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65B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EF40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7EB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</w:tr>
      <w:tr w:rsidR="00C65DDC" w:rsidRPr="00C65DDC" w14:paraId="12099F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D6A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7D9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Mânăstirea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DFB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386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16DB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ECDA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890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</w:tr>
      <w:tr w:rsidR="00C65DDC" w:rsidRPr="00C65DDC" w14:paraId="683254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AC3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EFF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Țigănești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96F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71F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83B2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5558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369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</w:tr>
      <w:tr w:rsidR="00C65DDC" w:rsidRPr="00C65DDC" w14:paraId="4EF328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06A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451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B6B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A85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68E1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943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CBE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</w:tr>
      <w:tr w:rsidR="00C65DDC" w:rsidRPr="00C65DDC" w14:paraId="6D2140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A38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05F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ED7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7C2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347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B534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0AE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</w:tr>
      <w:tr w:rsidR="00C65DDC" w:rsidRPr="00C65DDC" w14:paraId="559EE0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0D0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301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9C8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34B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2DFC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2F63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C64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</w:tr>
      <w:tr w:rsidR="00C65DDC" w:rsidRPr="00C65DDC" w14:paraId="7E8C12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C66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A03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Pârjol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F76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003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51EB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C1AF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2F7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</w:tr>
      <w:tr w:rsidR="00C65DDC" w:rsidRPr="00C65DDC" w14:paraId="14FC01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65D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AD2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Dragalina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A11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F35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B6A2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ECF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AD2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</w:t>
            </w:r>
          </w:p>
        </w:tc>
      </w:tr>
      <w:tr w:rsidR="00C65DDC" w:rsidRPr="00C65DDC" w14:paraId="46EFD1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73C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750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Cotnari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51E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CF8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FC6D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EF3B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5D8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</w:tr>
      <w:tr w:rsidR="00C65DDC" w:rsidRPr="00C65DDC" w14:paraId="6A78F7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2B1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4E4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Mălini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D1D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5ED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FF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313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61A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</w:tr>
      <w:tr w:rsidR="00C65DDC" w:rsidRPr="00C65DDC" w14:paraId="49964C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DF2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344B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714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BC0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B514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F03F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1D0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</w:tr>
      <w:tr w:rsidR="00C65DDC" w:rsidRPr="00C65DDC" w14:paraId="7859D4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589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0D5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7B6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CA4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8D3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E3DD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90C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</w:t>
            </w:r>
          </w:p>
        </w:tc>
      </w:tr>
      <w:tr w:rsidR="00C65DDC" w:rsidRPr="00C65DDC" w14:paraId="675C39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4C1E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927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D00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565A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E8C0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1D9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2F2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</w:tr>
      <w:tr w:rsidR="00C65DDC" w:rsidRPr="00C65DDC" w14:paraId="2926A2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9DB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122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Tăuții-Măgherăuș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924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A57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7A7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816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65D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</w:tr>
      <w:tr w:rsidR="00C65DDC" w:rsidRPr="00C65DDC" w14:paraId="779029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3F8F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227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22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874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6B3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1C57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B15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</w:t>
            </w:r>
          </w:p>
        </w:tc>
      </w:tr>
      <w:tr w:rsidR="00C65DDC" w:rsidRPr="00C65DDC" w14:paraId="25AD0F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667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6A5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Adunații-Copăceni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FE0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0AC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7894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F75E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FE2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</w:tr>
      <w:tr w:rsidR="00C65DDC" w:rsidRPr="00C65DDC" w14:paraId="016E42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49E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436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B26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145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E3B8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1F9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BC1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</w:tr>
      <w:tr w:rsidR="00C65DDC" w:rsidRPr="00C65DDC" w14:paraId="775A8D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A29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074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I.L. Caragiale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A8B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441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B815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154D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4F4D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</w:tr>
      <w:tr w:rsidR="00C65DDC" w:rsidRPr="00C65DDC" w14:paraId="35F234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6B3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B65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Eminescu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677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41E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F038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A61F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295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</w:tr>
      <w:tr w:rsidR="00C65DDC" w:rsidRPr="00C65DDC" w14:paraId="221D7B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B63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3EF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E11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58F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B33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D05F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81F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</w:tr>
      <w:tr w:rsidR="00C65DDC" w:rsidRPr="00C65DDC" w14:paraId="4B92C4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0B2A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58A0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Săbăoani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EFA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D40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67A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071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1BF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</w:tr>
      <w:tr w:rsidR="00C65DDC" w:rsidRPr="00C65DDC" w14:paraId="0EEDA7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8E4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AA0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Radovanu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9FF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C40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D5D6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915A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09D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</w:tr>
      <w:tr w:rsidR="00C65DDC" w:rsidRPr="00C65DDC" w14:paraId="68C1791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DCA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D6E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Maglavit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F8D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6E8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2822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9FD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49E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</w:tr>
      <w:tr w:rsidR="00C65DDC" w:rsidRPr="00C65DDC" w14:paraId="6924BE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F01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85B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Corbii Mari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0C94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264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B382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A85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2081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</w:tr>
      <w:tr w:rsidR="00C65DDC" w:rsidRPr="00C65DDC" w14:paraId="42268B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691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923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5E1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8E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EF23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3C88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9BF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</w:tr>
      <w:tr w:rsidR="00C65DDC" w:rsidRPr="00C65DDC" w14:paraId="12EE4F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568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D8E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B25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812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2AD7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A58D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3DE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</w:tr>
      <w:tr w:rsidR="00C65DDC" w:rsidRPr="00C65DDC" w14:paraId="3E8EE6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B48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D48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Asău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55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3B3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CA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6BA9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0CB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</w:tr>
      <w:tr w:rsidR="00C65DDC" w:rsidRPr="00C65DDC" w14:paraId="238086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C21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9DA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65D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B875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8847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342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42A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</w:tr>
      <w:tr w:rsidR="00C65DDC" w:rsidRPr="00C65DDC" w14:paraId="742488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EBB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DEE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1AF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9C0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DA3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6F30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3FE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</w:tr>
      <w:tr w:rsidR="00C65DDC" w:rsidRPr="00C65DDC" w14:paraId="409167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E97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F5E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32E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86E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27D8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A85B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055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</w:tr>
      <w:tr w:rsidR="00C65DDC" w:rsidRPr="00C65DDC" w14:paraId="66ABE7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C1C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0DB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1A9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E34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0BC9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41F6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713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</w:tr>
      <w:tr w:rsidR="00C65DDC" w:rsidRPr="00C65DDC" w14:paraId="6DBD73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7EC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7D1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57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5776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5A02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23D6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A32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</w:tr>
      <w:tr w:rsidR="00C65DDC" w:rsidRPr="00C65DDC" w14:paraId="4A9624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B80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C5F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C04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959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9759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4315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48A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</w:tr>
      <w:tr w:rsidR="00C65DDC" w:rsidRPr="00C65DDC" w14:paraId="72B7B5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640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5D8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0C9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8C5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6BAE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135D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7125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</w:tr>
      <w:tr w:rsidR="00C65DDC" w:rsidRPr="00C65DDC" w14:paraId="03A3C4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463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1CD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6A2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FC7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CE84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BC84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F6F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</w:tr>
      <w:tr w:rsidR="00C65DDC" w:rsidRPr="00C65DDC" w14:paraId="67C01C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9E9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DCD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Bosanci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A8E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856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FF37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EEBC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A5E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</w:tr>
      <w:tr w:rsidR="00C65DDC" w:rsidRPr="00C65DDC" w14:paraId="1137B91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31E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E0D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Preutești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409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9BE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0B1A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5CC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002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</w:t>
            </w:r>
          </w:p>
        </w:tc>
      </w:tr>
      <w:tr w:rsidR="00C65DDC" w:rsidRPr="00C65DDC" w14:paraId="27A53F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414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F68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D4D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1EB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BA3A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6736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0B6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</w:tr>
      <w:tr w:rsidR="00C65DDC" w:rsidRPr="00C65DDC" w14:paraId="6E5224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315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623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Joseni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AD2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A40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953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F42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C68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</w:tr>
      <w:tr w:rsidR="00C65DDC" w:rsidRPr="00C65DDC" w14:paraId="28A10C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A77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6AA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Viziru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E1C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97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0A73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FD71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EDB0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</w:tr>
      <w:tr w:rsidR="00C65DDC" w:rsidRPr="00C65DDC" w14:paraId="1F5D84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9C1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5EE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Sândominic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28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735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5A1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132B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9D1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</w:tr>
      <w:tr w:rsidR="00C65DDC" w:rsidRPr="00C65DDC" w14:paraId="34C14BC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0C8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71E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9E0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3E8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1055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B5E0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9C6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</w:tr>
      <w:tr w:rsidR="00C65DDC" w:rsidRPr="00C65DDC" w14:paraId="4CDA17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425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CBD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F02A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C5D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B242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B8C7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AFF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</w:t>
            </w:r>
          </w:p>
        </w:tc>
      </w:tr>
      <w:tr w:rsidR="00C65DDC" w:rsidRPr="00C65DDC" w14:paraId="461E9E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2E3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DC8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Viteazu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DB9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B25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4B8D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8CB3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BE5D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</w:t>
            </w:r>
          </w:p>
        </w:tc>
      </w:tr>
      <w:tr w:rsidR="00C65DDC" w:rsidRPr="00C65DDC" w14:paraId="18F858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3B7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253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Topoloveni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91F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921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CB7C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8214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F15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</w:tr>
      <w:tr w:rsidR="00C65DDC" w:rsidRPr="00C65DDC" w14:paraId="2A011C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7AB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76D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 Mărunt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377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CD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0A9E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F5B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612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</w:tr>
      <w:tr w:rsidR="00C65DDC" w:rsidRPr="00C65DDC" w14:paraId="5F7630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6D7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A2E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5D4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997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E47A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34DF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276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</w:tr>
      <w:tr w:rsidR="00C65DDC" w:rsidRPr="00C65DDC" w14:paraId="1D0E38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C38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3D1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Tileagd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D4A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01E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2B25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381C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F81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</w:tr>
      <w:tr w:rsidR="00C65DDC" w:rsidRPr="00C65DDC" w14:paraId="2FA093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BE1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2882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Ghiroda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FEC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0B7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8502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C6A7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6FA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</w:tr>
      <w:tr w:rsidR="00C65DDC" w:rsidRPr="00C65DDC" w14:paraId="1975FF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C91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42F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Novaci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039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D59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940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B7B7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665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</w:tr>
      <w:tr w:rsidR="00C65DDC" w:rsidRPr="00C65DDC" w14:paraId="4A3A1C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3B6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D2F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Feldru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6B7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3E6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6C3E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A804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2AB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</w:t>
            </w:r>
          </w:p>
        </w:tc>
      </w:tr>
      <w:tr w:rsidR="00C65DDC" w:rsidRPr="00C65DDC" w14:paraId="7388C8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1F9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935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DA9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36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E6CD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6D38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D21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</w:tr>
      <w:tr w:rsidR="00C65DDC" w:rsidRPr="00C65DDC" w14:paraId="00B318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2E6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459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Tufești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C13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531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B29E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65D9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94A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</w:tr>
      <w:tr w:rsidR="00C65DDC" w:rsidRPr="00C65DDC" w14:paraId="21472F2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AF6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FDF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Cărbunești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CC4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A2C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3B9D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076B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030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</w:t>
            </w:r>
          </w:p>
        </w:tc>
      </w:tr>
      <w:tr w:rsidR="00C65DDC" w:rsidRPr="00C65DDC" w14:paraId="5E6A8C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936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AAB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5F3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AF7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1AA8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B140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203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</w:tr>
      <w:tr w:rsidR="00C65DDC" w:rsidRPr="00C65DDC" w14:paraId="6E9A42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5CD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6AB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Cordun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9FC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A19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01E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BEBD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1E7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</w:tr>
      <w:tr w:rsidR="00C65DDC" w:rsidRPr="00C65DDC" w14:paraId="45EC06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7F4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D97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6E4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DBF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3957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CC25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3BC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</w:tr>
      <w:tr w:rsidR="00C65DDC" w:rsidRPr="00C65DDC" w14:paraId="166C64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F7A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450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C55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80E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D098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73E6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FA4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</w:tr>
      <w:tr w:rsidR="00C65DDC" w:rsidRPr="00C65DDC" w14:paraId="572D33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46C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DB12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Bragadiru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FB6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AD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CD18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0A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FB6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</w:tr>
      <w:tr w:rsidR="00C65DDC" w:rsidRPr="00C65DDC" w14:paraId="018BA4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EAA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AE8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66B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E9A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7F9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F821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3829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</w:tr>
      <w:tr w:rsidR="00C65DDC" w:rsidRPr="00C65DDC" w14:paraId="567A87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949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B21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Săcălaz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A5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84E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556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3733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9B6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</w:tr>
      <w:tr w:rsidR="00C65DDC" w:rsidRPr="00C65DDC" w14:paraId="2744E7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AFD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95B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7E1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8F0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660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0E54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FA0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</w:tr>
      <w:tr w:rsidR="00C65DDC" w:rsidRPr="00C65DDC" w14:paraId="6B8164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69C2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385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8D7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029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6BC5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71E4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9F8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</w:tr>
      <w:tr w:rsidR="00C65DDC" w:rsidRPr="00C65DDC" w14:paraId="1C63B2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7F4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454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Agăș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783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476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1DF3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0444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3C4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324</w:t>
            </w:r>
          </w:p>
        </w:tc>
      </w:tr>
      <w:tr w:rsidR="00C65DDC" w:rsidRPr="00C65DDC" w14:paraId="7813BC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16B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F13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Ighiu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E4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6F5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87DE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725C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4B0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</w:t>
            </w:r>
          </w:p>
        </w:tc>
      </w:tr>
      <w:tr w:rsidR="00C65DDC" w:rsidRPr="00C65DDC" w14:paraId="01E39E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1BC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F22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Dragodana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2D78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399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C8C1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B2FC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10D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</w:tr>
      <w:tr w:rsidR="00C65DDC" w:rsidRPr="00C65DDC" w14:paraId="68B2AE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06A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0442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Ciupercenii Noi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FFA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DF1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57FD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B40D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873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</w:tr>
      <w:tr w:rsidR="00C65DDC" w:rsidRPr="00C65DDC" w14:paraId="6060D6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D5F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A26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985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787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54D6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AA27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CD7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</w:tr>
      <w:tr w:rsidR="00C65DDC" w:rsidRPr="00C65DDC" w14:paraId="14B162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EA2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495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87C9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C0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6D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032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A14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</w:tr>
      <w:tr w:rsidR="00C65DDC" w:rsidRPr="00C65DDC" w14:paraId="110426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D50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927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96D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687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54B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A7A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4B12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</w:tr>
      <w:tr w:rsidR="00C65DDC" w:rsidRPr="00C65DDC" w14:paraId="1D6EFA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A70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8C6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Scobinți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ACC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949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76ED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7217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C26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</w:tr>
      <w:tr w:rsidR="00C65DDC" w:rsidRPr="00C65DDC" w14:paraId="1C4DB6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D63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7A0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5356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329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0D6F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71BC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A25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</w:tr>
      <w:tr w:rsidR="00C65DDC" w:rsidRPr="00C65DDC" w14:paraId="51A0F5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163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5AE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Poșta Câlnău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8FC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ACE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5F6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FB75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FBE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</w:tr>
      <w:tr w:rsidR="00C65DDC" w:rsidRPr="00C65DDC" w14:paraId="2F480A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59B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B98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343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603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14BC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7FFF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87AE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334</w:t>
            </w:r>
          </w:p>
        </w:tc>
      </w:tr>
      <w:tr w:rsidR="00C65DDC" w:rsidRPr="00C65DDC" w14:paraId="0030B5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458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E58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Vinga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03E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04A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878A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D8CB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781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</w:tr>
      <w:tr w:rsidR="00C65DDC" w:rsidRPr="00C65DDC" w14:paraId="5484DDC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E25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C72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Amărăștii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522E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87D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5D0E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F6F0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1CC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</w:tr>
      <w:tr w:rsidR="00C65DDC" w:rsidRPr="00C65DDC" w14:paraId="34FE15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C2B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646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Maieru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144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C74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23BD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2D58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AF9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</w:tr>
      <w:tr w:rsidR="00C65DDC" w:rsidRPr="00C65DDC" w14:paraId="7E5518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ABE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138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Trifești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C8B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7D2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314D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70A1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558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</w:tr>
      <w:tr w:rsidR="00C65DDC" w:rsidRPr="00C65DDC" w14:paraId="61C9C3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18A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C26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0E9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ECD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8E73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DFB0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554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</w:t>
            </w:r>
          </w:p>
        </w:tc>
      </w:tr>
      <w:tr w:rsidR="00C65DDC" w:rsidRPr="00C65DDC" w14:paraId="0DA1EA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BA2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7FB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CD3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BEE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CFD0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8E42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916A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</w:tr>
      <w:tr w:rsidR="00C65DDC" w:rsidRPr="00C65DDC" w14:paraId="351829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9A0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8BD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Vlăhița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1B9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7A2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CE3B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C465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81D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</w:tr>
      <w:tr w:rsidR="00C65DDC" w:rsidRPr="00C65DDC" w14:paraId="469241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18D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1D6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4C6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66D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B6B0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97D0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2F2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</w:tr>
      <w:tr w:rsidR="00C65DDC" w:rsidRPr="00C65DDC" w14:paraId="26E9E6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C75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D5A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Șotânga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347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709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82EF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23EE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719E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</w:t>
            </w:r>
          </w:p>
        </w:tc>
      </w:tr>
      <w:tr w:rsidR="00C65DDC" w:rsidRPr="00C65DDC" w14:paraId="0B429D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61D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B87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Coșereni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9B8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33C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CD60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EE1C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472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</w:tr>
      <w:tr w:rsidR="00C65DDC" w:rsidRPr="00C65DDC" w14:paraId="45CA0E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CF2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745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AFE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C13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4754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90C8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A2AD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</w:tr>
      <w:tr w:rsidR="00C65DDC" w:rsidRPr="00C65DDC" w14:paraId="5F5895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334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1EC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Coțușca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A74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02BC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FA5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EA9C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D70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</w:tr>
      <w:tr w:rsidR="00C65DDC" w:rsidRPr="00C65DDC" w14:paraId="086D0C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65BA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8DA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D2F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61A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6BFA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C9E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D7F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</w:tr>
      <w:tr w:rsidR="00C65DDC" w:rsidRPr="00C65DDC" w14:paraId="770572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277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E3C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Săgeata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535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43D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D60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1635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17C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</w:tr>
      <w:tr w:rsidR="00C65DDC" w:rsidRPr="00C65DDC" w14:paraId="525002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6CC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DA9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Crasna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E19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74E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3D3E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A4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EE0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</w:t>
            </w:r>
          </w:p>
        </w:tc>
      </w:tr>
      <w:tr w:rsidR="00C65DDC" w:rsidRPr="00C65DDC" w14:paraId="21D261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387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AE5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168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DB2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892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0E53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478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</w:tr>
      <w:tr w:rsidR="00C65DDC" w:rsidRPr="00C65DDC" w14:paraId="59A3AB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5D7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95F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AE8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30E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346A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DE56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3C5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</w:t>
            </w:r>
          </w:p>
        </w:tc>
      </w:tr>
      <w:tr w:rsidR="00C65DDC" w:rsidRPr="00C65DDC" w14:paraId="03B77F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D10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9B2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Băiculești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FD35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726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91E9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C116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956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</w:tr>
      <w:tr w:rsidR="00C65DDC" w:rsidRPr="00C65DDC" w14:paraId="786918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9DD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0AB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E9D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06C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CCFB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C94D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30E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</w:tr>
      <w:tr w:rsidR="00C65DDC" w:rsidRPr="00C65DDC" w14:paraId="4F5EC3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2A0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12E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Medieșu Aurit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069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D7CB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A464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B704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2C2A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</w:tr>
      <w:tr w:rsidR="00C65DDC" w:rsidRPr="00C65DDC" w14:paraId="46FBBE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894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25D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8C4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740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A041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8C4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B99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</w:tr>
      <w:tr w:rsidR="00C65DDC" w:rsidRPr="00C65DDC" w14:paraId="6A4136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387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201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Sarichioi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DC1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91B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B9B3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3508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549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</w:tr>
      <w:tr w:rsidR="00C65DDC" w:rsidRPr="00C65DDC" w14:paraId="4D3ADD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40B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536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2D8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18D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FB3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39CF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8F3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</w:t>
            </w:r>
          </w:p>
        </w:tc>
      </w:tr>
      <w:tr w:rsidR="00C65DDC" w:rsidRPr="00C65DDC" w14:paraId="20CED4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D2A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939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AF6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102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1A64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9DD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209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</w:t>
            </w:r>
          </w:p>
        </w:tc>
      </w:tr>
      <w:tr w:rsidR="00C65DDC" w:rsidRPr="00C65DDC" w14:paraId="681188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545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A12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Însurăței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C45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ADA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A56D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67C6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6FE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</w:tr>
      <w:tr w:rsidR="00C65DDC" w:rsidRPr="00C65DDC" w14:paraId="4A1D97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B62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EEE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C52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D315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E43D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070A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823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</w:tr>
      <w:tr w:rsidR="00C65DDC" w:rsidRPr="00C65DDC" w14:paraId="31D79D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A0E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565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064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6E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012A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BDC2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6C9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</w:tr>
      <w:tr w:rsidR="00C65DDC" w:rsidRPr="00C65DDC" w14:paraId="3660EB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4F8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E84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Techirghiol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B50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DA6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3B61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1D92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966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</w:t>
            </w:r>
          </w:p>
        </w:tc>
      </w:tr>
      <w:tr w:rsidR="00C65DDC" w:rsidRPr="00C65DDC" w14:paraId="60C751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735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55B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Albeștii de Argeș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7317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BD2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96BF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3B97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F61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</w:tr>
      <w:tr w:rsidR="00C65DDC" w:rsidRPr="00C65DDC" w14:paraId="633D8A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D1A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3F5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Frumos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654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D6F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49E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3398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5BE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</w:tr>
      <w:tr w:rsidR="00C65DDC" w:rsidRPr="00C65DDC" w14:paraId="165428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4CA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878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Ditrău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DFE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EB6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2339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4D3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02B1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</w:tr>
      <w:tr w:rsidR="00C65DDC" w:rsidRPr="00C65DDC" w14:paraId="173015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CFF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108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Crevedia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0CC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F91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4620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4875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712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</w:tr>
      <w:tr w:rsidR="00C65DDC" w:rsidRPr="00C65DDC" w14:paraId="27872F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C3D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BC43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Rucăr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DD0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DA3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9C97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76A8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055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</w:tr>
      <w:tr w:rsidR="00C65DDC" w:rsidRPr="00C65DDC" w14:paraId="5C67A4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364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17C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Râmnicului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980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CFCF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4732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7AF0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6045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</w:tr>
      <w:tr w:rsidR="00C65DDC" w:rsidRPr="00C65DDC" w14:paraId="5C1E1B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F0D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363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Sebiș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730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DE4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737E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D288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735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</w:tr>
      <w:tr w:rsidR="00C65DDC" w:rsidRPr="00C65DDC" w14:paraId="6A33BB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6D9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36E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7AC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3EA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048A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48E9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318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</w:tr>
      <w:tr w:rsidR="00C65DDC" w:rsidRPr="00C65DDC" w14:paraId="76245D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AB9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257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17F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503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6601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677A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23B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</w:tr>
      <w:tr w:rsidR="00C65DDC" w:rsidRPr="00C65DDC" w14:paraId="2683D8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097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FFC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33D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A04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E6F2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0B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E18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</w:tr>
      <w:tr w:rsidR="00C65DDC" w:rsidRPr="00C65DDC" w14:paraId="11781F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4AE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042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Lespezi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CD1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B01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B411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1E58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6F5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</w:tr>
      <w:tr w:rsidR="00C65DDC" w:rsidRPr="00C65DDC" w14:paraId="3BAA7B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D1C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A32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Grumăzești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3AC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0A41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9191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9053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9DC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</w:tr>
      <w:tr w:rsidR="00C65DDC" w:rsidRPr="00C65DDC" w14:paraId="63D92A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521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118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31C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149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0A0C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7E00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778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</w:tr>
      <w:tr w:rsidR="00C65DDC" w:rsidRPr="00C65DDC" w14:paraId="64C2D1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199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4B8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433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FD6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0AB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327C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E5C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</w:tr>
      <w:tr w:rsidR="00C65DDC" w:rsidRPr="00C65DDC" w14:paraId="20CC5D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D31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40F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Ceuașu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50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2F6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AB28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5049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09A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</w:t>
            </w:r>
          </w:p>
        </w:tc>
      </w:tr>
      <w:tr w:rsidR="00C65DDC" w:rsidRPr="00C65DDC" w14:paraId="0E8A9B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B50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609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Ghimpați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DA8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439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B137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B7BD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01B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</w:tr>
      <w:tr w:rsidR="00C65DDC" w:rsidRPr="00C65DDC" w14:paraId="6D3D25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E98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E30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Filipeștii de Târg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5B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6F4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8EF6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9425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47F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</w:t>
            </w:r>
          </w:p>
        </w:tc>
      </w:tr>
      <w:tr w:rsidR="00C65DDC" w:rsidRPr="00C65DDC" w14:paraId="56D422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C308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BB5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Dumitrești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A5F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41E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A47B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2B81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30B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</w:tr>
      <w:tr w:rsidR="00C65DDC" w:rsidRPr="00C65DDC" w14:paraId="699528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940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4DD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570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AA4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647A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CF5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2BD4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</w:tr>
      <w:tr w:rsidR="00C65DDC" w:rsidRPr="00C65DDC" w14:paraId="7577C4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0E9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637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Copalnic-Mănăștur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4E6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2BB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EE45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DAE1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CC1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382</w:t>
            </w:r>
          </w:p>
        </w:tc>
      </w:tr>
      <w:tr w:rsidR="00C65DDC" w:rsidRPr="00C65DDC" w14:paraId="3777AB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F75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BE3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FC4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ECD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B876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9789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48D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</w:tr>
      <w:tr w:rsidR="00C65DDC" w:rsidRPr="00C65DDC" w14:paraId="33DF77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1EF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831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Drajna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02F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CA2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5729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F28F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864A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</w:tr>
      <w:tr w:rsidR="00C65DDC" w:rsidRPr="00C65DDC" w14:paraId="26C153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884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E04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Bâlteni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069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84F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9702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4EE0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F8C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</w:tr>
      <w:tr w:rsidR="00C65DDC" w:rsidRPr="00C65DDC" w14:paraId="216FA6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F01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3A9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FD4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A5E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38F5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799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AD9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386</w:t>
            </w:r>
          </w:p>
        </w:tc>
      </w:tr>
      <w:tr w:rsidR="00C65DDC" w:rsidRPr="00C65DDC" w14:paraId="5995D8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C37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A85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Brastavățu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B71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F8A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DB5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D1B7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BF4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</w:tr>
      <w:tr w:rsidR="00C65DDC" w:rsidRPr="00C65DDC" w14:paraId="1D4EA5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54F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E14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Drăgănești-Vlașca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83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68E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A99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A786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BC6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</w:tr>
      <w:tr w:rsidR="00C65DDC" w:rsidRPr="00C65DDC" w14:paraId="73B157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A7B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96B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Tudor Vladimirescu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DAE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E05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AC92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79B3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3D6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</w:tr>
      <w:tr w:rsidR="00C65DDC" w:rsidRPr="00C65DDC" w14:paraId="48702C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360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834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2B2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419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B7BE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0AA7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A0C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390</w:t>
            </w:r>
          </w:p>
        </w:tc>
      </w:tr>
      <w:tr w:rsidR="00C65DDC" w:rsidRPr="00C65DDC" w14:paraId="380240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559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50D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Poienarii Burchii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0A0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37C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4C07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584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006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</w:tr>
      <w:tr w:rsidR="00C65DDC" w:rsidRPr="00C65DDC" w14:paraId="3D68B0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652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96E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C1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733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BA6E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4007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980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</w:tr>
      <w:tr w:rsidR="00C65DDC" w:rsidRPr="00C65DDC" w14:paraId="5F559E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5AF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5A5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9F0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A7B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D03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BF5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4A8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</w:tr>
      <w:tr w:rsidR="00C65DDC" w:rsidRPr="00C65DDC" w14:paraId="14948A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C6E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B04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Tălmaciu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B48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A9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4F6A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B4F4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6DF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394</w:t>
            </w:r>
          </w:p>
        </w:tc>
      </w:tr>
      <w:tr w:rsidR="00C65DDC" w:rsidRPr="00C65DDC" w14:paraId="013D0B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BA2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745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F4D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B766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DFC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954D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B5F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</w:t>
            </w:r>
          </w:p>
        </w:tc>
      </w:tr>
      <w:tr w:rsidR="00C65DDC" w:rsidRPr="00C65DDC" w14:paraId="011EC4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F28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34B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EF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560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509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9911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5DA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</w:tr>
      <w:tr w:rsidR="00C65DDC" w:rsidRPr="00C65DDC" w14:paraId="1037C5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6A5D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4AD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B81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6CE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0CC9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8EC3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DEA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397</w:t>
            </w:r>
          </w:p>
        </w:tc>
      </w:tr>
      <w:tr w:rsidR="00C65DDC" w:rsidRPr="00C65DDC" w14:paraId="6554FD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7E5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ED8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247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2F0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6F0E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AD2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2BC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</w:t>
            </w:r>
          </w:p>
        </w:tc>
      </w:tr>
      <w:tr w:rsidR="00C65DDC" w:rsidRPr="00C65DDC" w14:paraId="451275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42C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8A7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Suharău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2BD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146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A59E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DF6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421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</w:tr>
      <w:tr w:rsidR="00C65DDC" w:rsidRPr="00C65DDC" w14:paraId="7CC0F9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514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948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213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4ED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A7DE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0EA9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433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</w:tr>
      <w:tr w:rsidR="00C65DDC" w:rsidRPr="00C65DDC" w14:paraId="59FB797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D69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472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Crasna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CD4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8CE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8CF0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F906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7CCE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</w:tr>
      <w:tr w:rsidR="00C65DDC" w:rsidRPr="00C65DDC" w14:paraId="39F943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073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F32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AF2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170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51CF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8A7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D58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</w:tr>
      <w:tr w:rsidR="00C65DDC" w:rsidRPr="00C65DDC" w14:paraId="7EAB99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B09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DFC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Gorgota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202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7C0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653C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BE74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8E3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</w:t>
            </w:r>
          </w:p>
        </w:tc>
      </w:tr>
      <w:tr w:rsidR="00C65DDC" w:rsidRPr="00C65DDC" w14:paraId="19CE5D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FA8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3A3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Podoleni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EFF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DED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EE31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E340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53F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</w:t>
            </w:r>
          </w:p>
        </w:tc>
      </w:tr>
      <w:tr w:rsidR="00C65DDC" w:rsidRPr="00C65DDC" w14:paraId="51CB0C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DDC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906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C6E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603E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3BE4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B740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267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</w:tr>
      <w:tr w:rsidR="00C65DDC" w:rsidRPr="00C65DDC" w14:paraId="5A5CBC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322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2DD2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F64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2DB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7A3D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990D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378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</w:tr>
      <w:tr w:rsidR="00C65DDC" w:rsidRPr="00C65DDC" w14:paraId="04F0AC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A07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7F2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Popricani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AF2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4EE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3985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BD18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FFA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</w:tr>
      <w:tr w:rsidR="00C65DDC" w:rsidRPr="00C65DDC" w14:paraId="73EC2D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0C6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D39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DA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13D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89A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8CFA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A75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</w:tr>
      <w:tr w:rsidR="00C65DDC" w:rsidRPr="00C65DDC" w14:paraId="51C301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C49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86B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Adămuș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6B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AE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F688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CE1E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76F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</w:t>
            </w:r>
          </w:p>
        </w:tc>
      </w:tr>
      <w:tr w:rsidR="00C65DDC" w:rsidRPr="00C65DDC" w14:paraId="6E9133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047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6DB1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9B9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4AC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3CE9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CA4D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CCF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</w:tr>
      <w:tr w:rsidR="00C65DDC" w:rsidRPr="00C65DDC" w14:paraId="500E3F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A39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5F9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Lehliu-Gară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093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277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AE3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E91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B5A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</w:tr>
      <w:tr w:rsidR="00C65DDC" w:rsidRPr="00C65DDC" w14:paraId="7ED885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9A54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0D5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Ziduri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108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88A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EE90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259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E7F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</w:tr>
      <w:tr w:rsidR="00C65DDC" w:rsidRPr="00C65DDC" w14:paraId="10DFE5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CDC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850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E39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14F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C25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0FE4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565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</w:tr>
      <w:tr w:rsidR="00C65DDC" w:rsidRPr="00C65DDC" w14:paraId="298EFC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14E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316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Pănet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C21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9D1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2A70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19B8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AEA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</w:t>
            </w:r>
          </w:p>
        </w:tc>
      </w:tr>
      <w:tr w:rsidR="00C65DDC" w:rsidRPr="00C65DDC" w14:paraId="4B40B8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6FC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C938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Comișani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1AE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625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309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47AF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0F4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</w:tr>
      <w:tr w:rsidR="00C65DDC" w:rsidRPr="00C65DDC" w14:paraId="6CEFE7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3BF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6B9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Podu Iloaiei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23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B72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11BB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9D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0BD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</w:t>
            </w:r>
          </w:p>
        </w:tc>
      </w:tr>
      <w:tr w:rsidR="00C65DDC" w:rsidRPr="00C65DDC" w14:paraId="74093D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8F1A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2B1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Hărman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10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705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5EBD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8D99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8CD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</w:tr>
      <w:tr w:rsidR="00C65DDC" w:rsidRPr="00C65DDC" w14:paraId="6AD517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7F0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39E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Zvoriștea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6AA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B77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1324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5F6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5FB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</w:tr>
      <w:tr w:rsidR="00C65DDC" w:rsidRPr="00C65DDC" w14:paraId="2844B4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455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F8F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6B7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144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23A7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0D0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31F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</w:tr>
      <w:tr w:rsidR="00C65DDC" w:rsidRPr="00C65DDC" w14:paraId="0AA96B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255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EFD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F0F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18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8CC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D73A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504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</w:t>
            </w:r>
          </w:p>
        </w:tc>
      </w:tr>
      <w:tr w:rsidR="00C65DDC" w:rsidRPr="00C65DDC" w14:paraId="370D40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C7C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715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Glodeanu-Siliștea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1A1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8F6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D4AA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94ED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9C8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</w:tr>
      <w:tr w:rsidR="00C65DDC" w:rsidRPr="00C65DDC" w14:paraId="07545F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68C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26F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Pâncota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5F5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9B6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133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D281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0F5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</w:tr>
      <w:tr w:rsidR="00C65DDC" w:rsidRPr="00C65DDC" w14:paraId="544920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D76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D4E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Mârzănești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D91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BC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DF58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56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974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</w:tr>
      <w:tr w:rsidR="00C65DDC" w:rsidRPr="00C65DDC" w14:paraId="278258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E77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6AD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Umbrărești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6DB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A4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3B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761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DDF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</w:t>
            </w:r>
          </w:p>
        </w:tc>
      </w:tr>
      <w:tr w:rsidR="00C65DDC" w:rsidRPr="00C65DDC" w14:paraId="1F030E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F2A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070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Lacului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58A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270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03F4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BD9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B47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425</w:t>
            </w:r>
          </w:p>
        </w:tc>
      </w:tr>
      <w:tr w:rsidR="00C65DDC" w:rsidRPr="00C65DDC" w14:paraId="0CAB07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EFA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136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cel Bun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386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8B9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8143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0F59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119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</w:tr>
      <w:tr w:rsidR="00C65DDC" w:rsidRPr="00C65DDC" w14:paraId="0DA9C1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2A5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0AD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823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E27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F792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C654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2EF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</w:tr>
      <w:tr w:rsidR="00C65DDC" w:rsidRPr="00C65DDC" w14:paraId="57DCFA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0B3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92B1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Tuzla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04D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A29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F6D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7CDA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CB2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</w:tr>
      <w:tr w:rsidR="00C65DDC" w:rsidRPr="00C65DDC" w14:paraId="34A0CB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8EC9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4F3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Bujor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943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C84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E52C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E3F8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5A5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</w:tr>
      <w:tr w:rsidR="00C65DDC" w:rsidRPr="00C65DDC" w14:paraId="16C181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964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C84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Girov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F82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68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1A36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BA51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2C4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</w:tr>
      <w:tr w:rsidR="00C65DDC" w:rsidRPr="00C65DDC" w14:paraId="61C90A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6FE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EDF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2F6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CEA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34E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25AD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AE0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</w:tr>
      <w:tr w:rsidR="00C65DDC" w:rsidRPr="00C65DDC" w14:paraId="3B989F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488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615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Marginea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D2E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0AF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B48D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A743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F81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</w:t>
            </w:r>
          </w:p>
        </w:tc>
      </w:tr>
      <w:tr w:rsidR="00C65DDC" w:rsidRPr="00C65DDC" w14:paraId="7A5A12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DA9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3DF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C038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D3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362F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BA01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99B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433</w:t>
            </w:r>
          </w:p>
        </w:tc>
      </w:tr>
      <w:tr w:rsidR="00C65DDC" w:rsidRPr="00C65DDC" w14:paraId="44A525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22D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228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Piatra-Olt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B77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34B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6ADB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70CB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DA9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434</w:t>
            </w:r>
          </w:p>
        </w:tc>
      </w:tr>
      <w:tr w:rsidR="00C65DDC" w:rsidRPr="00C65DDC" w14:paraId="5E88D8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347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211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E3F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FFC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AB92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121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178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</w:tr>
      <w:tr w:rsidR="00C65DDC" w:rsidRPr="00C65DDC" w14:paraId="690625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ABA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F450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Suraia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09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A04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B890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8414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C76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</w:tr>
      <w:tr w:rsidR="00C65DDC" w:rsidRPr="00C65DDC" w14:paraId="626C5B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220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9BF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9652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C0F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5111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21A5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4EB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</w:tr>
      <w:tr w:rsidR="00C65DDC" w:rsidRPr="00C65DDC" w14:paraId="54EB1F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F303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58E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Glodeanu Sărat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F8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0F9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CFC4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BBA5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DC9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438</w:t>
            </w:r>
          </w:p>
        </w:tc>
      </w:tr>
      <w:tr w:rsidR="00C65DDC" w:rsidRPr="00C65DDC" w14:paraId="6CAE67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847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8B76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C44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C99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A34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A939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1F9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</w:t>
            </w:r>
          </w:p>
        </w:tc>
      </w:tr>
      <w:tr w:rsidR="00C65DDC" w:rsidRPr="00C65DDC" w14:paraId="6A9FFC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771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F13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BDD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EAF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690C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0B7C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901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</w:tr>
      <w:tr w:rsidR="00C65DDC" w:rsidRPr="00C65DDC" w14:paraId="4B1AE8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E9D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441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Moieciu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F5E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F97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1960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93D9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1A4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</w:tr>
      <w:tr w:rsidR="00C65DDC" w:rsidRPr="00C65DDC" w14:paraId="4A1889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501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10D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Vișeu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F7F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90A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7343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FB6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1A8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</w:tr>
      <w:tr w:rsidR="00C65DDC" w:rsidRPr="00C65DDC" w14:paraId="0B7EDF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7AE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3D8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173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7FB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D904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8996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7BB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</w:t>
            </w:r>
          </w:p>
        </w:tc>
      </w:tr>
      <w:tr w:rsidR="00C65DDC" w:rsidRPr="00C65DDC" w14:paraId="12E8D5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0F0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348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Galicea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041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C84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04C1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70D3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51D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</w:tr>
      <w:tr w:rsidR="00C65DDC" w:rsidRPr="00C65DDC" w14:paraId="5E4DF4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D89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8C5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Clinceni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B72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E89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A218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88AB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B61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</w:tr>
      <w:tr w:rsidR="00C65DDC" w:rsidRPr="00C65DDC" w14:paraId="0C2F3D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93D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5F4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E1F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878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E3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2A34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400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</w:tr>
      <w:tr w:rsidR="00C65DDC" w:rsidRPr="00C65DDC" w14:paraId="12DD6F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2E8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10C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C3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A13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A7E8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9267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9B5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</w:tr>
      <w:tr w:rsidR="00C65DDC" w:rsidRPr="00C65DDC" w14:paraId="6C96E1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5B2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171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Bolintin-Deal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592A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E07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F047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F3B6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FB3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</w:tr>
      <w:tr w:rsidR="00C65DDC" w:rsidRPr="00C65DDC" w14:paraId="7E2C9A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EC6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59F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Prundu Bârgăului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684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D82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D08A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51E3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F2E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</w:tr>
      <w:tr w:rsidR="00C65DDC" w:rsidRPr="00C65DDC" w14:paraId="51C975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21D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120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Celaru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7E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8B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4B6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9F6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750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</w:tr>
      <w:tr w:rsidR="00C65DDC" w:rsidRPr="00C65DDC" w14:paraId="364D52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B57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A28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Moara Vlăsiei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A50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0D4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B594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13EC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2DF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</w:t>
            </w:r>
          </w:p>
        </w:tc>
      </w:tr>
      <w:tr w:rsidR="00C65DDC" w:rsidRPr="00C65DDC" w14:paraId="5F50B1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4AF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A8C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Scoarța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2AF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70C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878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4894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E6E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</w:tr>
      <w:tr w:rsidR="00C65DDC" w:rsidRPr="00C65DDC" w14:paraId="7FA7D8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FBD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15C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Poienile de sub Munte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7E3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5E7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A28F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5CA7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9F7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</w:tr>
      <w:tr w:rsidR="00C65DDC" w:rsidRPr="00C65DDC" w14:paraId="732CEE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605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15C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Fundulea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11F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FB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79F4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973C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461E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454</w:t>
            </w:r>
          </w:p>
        </w:tc>
      </w:tr>
      <w:tr w:rsidR="00C65DDC" w:rsidRPr="00C65DDC" w14:paraId="5C1A52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784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65C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Șipote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F9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59A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E344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C463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86E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</w:tr>
      <w:tr w:rsidR="00C65DDC" w:rsidRPr="00C65DDC" w14:paraId="59C5FB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E12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722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25F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916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F9F6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79D9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68D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456</w:t>
            </w:r>
          </w:p>
        </w:tc>
      </w:tr>
      <w:tr w:rsidR="00C65DDC" w:rsidRPr="00C65DDC" w14:paraId="741F0E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81C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E20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8F8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562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8499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107A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9DD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</w:tr>
      <w:tr w:rsidR="00C65DDC" w:rsidRPr="00C65DDC" w14:paraId="17357C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BC2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C02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Gurghiu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E653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6E8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E6FD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90F9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8AF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458</w:t>
            </w:r>
          </w:p>
        </w:tc>
      </w:tr>
      <w:tr w:rsidR="00C65DDC" w:rsidRPr="00C65DDC" w14:paraId="79DBF7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3B8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E12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Trușești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69B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566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310C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B5B3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84E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</w:tr>
      <w:tr w:rsidR="00C65DDC" w:rsidRPr="00C65DDC" w14:paraId="39F634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D4B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A42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Țifești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0C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03C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D25E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6CE7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AB6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</w:tr>
      <w:tr w:rsidR="00C65DDC" w:rsidRPr="00C65DDC" w14:paraId="0C9532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B42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44F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Jucu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B53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E42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CC08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71B9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828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</w:t>
            </w:r>
          </w:p>
        </w:tc>
      </w:tr>
      <w:tr w:rsidR="00C65DDC" w:rsidRPr="00C65DDC" w14:paraId="4571D0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687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B7A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5BB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4F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3D46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B442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5C4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</w:tr>
      <w:tr w:rsidR="00C65DDC" w:rsidRPr="00C65DDC" w14:paraId="0F0528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CAF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283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Șărmășag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403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CFF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C4D9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D099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3E7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463</w:t>
            </w:r>
          </w:p>
        </w:tc>
      </w:tr>
      <w:tr w:rsidR="00C65DDC" w:rsidRPr="00C65DDC" w14:paraId="73DD6E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EC68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47C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33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04C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934D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1C64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E10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</w:tr>
      <w:tr w:rsidR="00C65DDC" w:rsidRPr="00C65DDC" w14:paraId="5A1357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735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970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Mârșani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C89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700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0DCF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B36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69D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465</w:t>
            </w:r>
          </w:p>
        </w:tc>
      </w:tr>
      <w:tr w:rsidR="00C65DDC" w:rsidRPr="00C65DDC" w14:paraId="1548F3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FA4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80C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Rupea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00C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A4F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1A25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1557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059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</w:tr>
      <w:tr w:rsidR="00C65DDC" w:rsidRPr="00C65DDC" w14:paraId="73F12D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FCF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4BE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Ipotești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CB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3CD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C6B7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74A6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411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467</w:t>
            </w:r>
          </w:p>
        </w:tc>
      </w:tr>
      <w:tr w:rsidR="00C65DDC" w:rsidRPr="00C65DDC" w14:paraId="0F680B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40F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5DC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Rușețu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4A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121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8BED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2705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CE1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</w:tr>
      <w:tr w:rsidR="00C65DDC" w:rsidRPr="00C65DDC" w14:paraId="6DC376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FEA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585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Variaș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DF0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30C1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77BD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B6AA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8DB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</w:t>
            </w:r>
          </w:p>
        </w:tc>
      </w:tr>
      <w:tr w:rsidR="00C65DDC" w:rsidRPr="00C65DDC" w14:paraId="6A038D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72A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FD7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Jijila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BC1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31E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FA29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0B84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DC6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</w:tr>
      <w:tr w:rsidR="00C65DDC" w:rsidRPr="00C65DDC" w14:paraId="0A7EE8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F25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C93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0B6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7A0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6ADF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7A3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34E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</w:t>
            </w:r>
          </w:p>
        </w:tc>
      </w:tr>
      <w:tr w:rsidR="00C65DDC" w:rsidRPr="00C65DDC" w14:paraId="36C19C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A7C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C3D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575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AE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5A33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743D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DEF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</w:tr>
      <w:tr w:rsidR="00C65DDC" w:rsidRPr="00C65DDC" w14:paraId="589BE8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EE8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CC8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C.A. Rosetti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647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D2F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E2E5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81DF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AD4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</w:t>
            </w:r>
          </w:p>
        </w:tc>
      </w:tr>
      <w:tr w:rsidR="00C65DDC" w:rsidRPr="00C65DDC" w14:paraId="1E977D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FB3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E8A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Poroschia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8E9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70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8BEA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AC52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6C8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</w:t>
            </w:r>
          </w:p>
        </w:tc>
      </w:tr>
      <w:tr w:rsidR="00C65DDC" w:rsidRPr="00C65DDC" w14:paraId="3E9033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6A7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6E8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Sihlea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D73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2D0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3F1D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5145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ECD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475</w:t>
            </w:r>
          </w:p>
        </w:tc>
      </w:tr>
      <w:tr w:rsidR="00C65DDC" w:rsidRPr="00C65DDC" w14:paraId="7F3BE4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A6C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38E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Tisău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CFD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7A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A587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5654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59A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</w:t>
            </w:r>
          </w:p>
        </w:tc>
      </w:tr>
      <w:tr w:rsidR="00C65DDC" w:rsidRPr="00C65DDC" w14:paraId="33B616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05D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74C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01D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925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AEEA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5C83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C68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</w:t>
            </w:r>
          </w:p>
        </w:tc>
      </w:tr>
      <w:tr w:rsidR="00C65DDC" w:rsidRPr="00C65DDC" w14:paraId="0BD2B5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D8A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B17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E96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367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12F1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B830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EAD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478</w:t>
            </w:r>
          </w:p>
        </w:tc>
      </w:tr>
      <w:tr w:rsidR="00C65DDC" w:rsidRPr="00C65DDC" w14:paraId="62F894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B26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586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7C0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1D2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80B5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CA1A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830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479</w:t>
            </w:r>
          </w:p>
        </w:tc>
      </w:tr>
      <w:tr w:rsidR="00C65DDC" w:rsidRPr="00C65DDC" w14:paraId="1CD649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63E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531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Gârbovi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F41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7A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9C52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A68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697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</w:tr>
      <w:tr w:rsidR="00C65DDC" w:rsidRPr="00C65DDC" w14:paraId="226918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40D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453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769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A43C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B047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BD2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620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481</w:t>
            </w:r>
          </w:p>
        </w:tc>
      </w:tr>
      <w:tr w:rsidR="00C65DDC" w:rsidRPr="00C65DDC" w14:paraId="6016DC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CBE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A15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183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31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8E77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80FA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2B2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482</w:t>
            </w:r>
          </w:p>
        </w:tc>
      </w:tr>
      <w:tr w:rsidR="00C65DDC" w:rsidRPr="00C65DDC" w14:paraId="2B664F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5BA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4E3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DA5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0DB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62F4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463E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DFC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</w:tr>
      <w:tr w:rsidR="00C65DDC" w:rsidRPr="00C65DDC" w14:paraId="07D5C1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594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451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Giarmata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B8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766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4D5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A396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427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484</w:t>
            </w:r>
          </w:p>
        </w:tc>
      </w:tr>
      <w:tr w:rsidR="00C65DDC" w:rsidRPr="00C65DDC" w14:paraId="688221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564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D2AD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Miercurea Nirajului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4B9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573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9EC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8D29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6C5E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</w:tr>
      <w:tr w:rsidR="00C65DDC" w:rsidRPr="00C65DDC" w14:paraId="4B5B41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109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7A3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24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7D1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1D75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EFF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F1E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486</w:t>
            </w:r>
          </w:p>
        </w:tc>
      </w:tr>
      <w:tr w:rsidR="00C65DDC" w:rsidRPr="00C65DDC" w14:paraId="3DC4B7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A38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3FE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 Decembrie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E98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39A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742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7A38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119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487</w:t>
            </w:r>
          </w:p>
        </w:tc>
      </w:tr>
      <w:tr w:rsidR="00C65DDC" w:rsidRPr="00C65DDC" w14:paraId="6AC517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329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511D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Stâlpeni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DAC0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293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1FF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AC55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846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</w:tr>
      <w:tr w:rsidR="00C65DDC" w:rsidRPr="00C65DDC" w14:paraId="3A6A78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15D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78D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08C1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5A3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B0AD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0EA9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207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489</w:t>
            </w:r>
          </w:p>
        </w:tc>
      </w:tr>
      <w:tr w:rsidR="00C65DDC" w:rsidRPr="00C65DDC" w14:paraId="6E2838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B68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731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5EF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AA1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A5A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DE4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1C9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</w:tr>
      <w:tr w:rsidR="00C65DDC" w:rsidRPr="00C65DDC" w14:paraId="550E5F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173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0F9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Frasin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B14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1B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DC8B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386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579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</w:tr>
      <w:tr w:rsidR="00C65DDC" w:rsidRPr="00C65DDC" w14:paraId="176205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ADE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1F9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Berezeni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D13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0B7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3E6A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766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042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</w:t>
            </w:r>
          </w:p>
        </w:tc>
      </w:tr>
      <w:tr w:rsidR="00C65DDC" w:rsidRPr="00C65DDC" w14:paraId="7CB499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160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E11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9D32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6E2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4ACF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F95E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437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493</w:t>
            </w:r>
          </w:p>
        </w:tc>
      </w:tr>
      <w:tr w:rsidR="00C65DDC" w:rsidRPr="00C65DDC" w14:paraId="424422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6CD9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87E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Broșteni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A1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4F0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611E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D6E4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B02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494</w:t>
            </w:r>
          </w:p>
        </w:tc>
      </w:tr>
      <w:tr w:rsidR="00C65DDC" w:rsidRPr="00C65DDC" w14:paraId="58E4F8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AA1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97A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C48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423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0A14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CD75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B79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</w:t>
            </w:r>
          </w:p>
        </w:tc>
      </w:tr>
      <w:tr w:rsidR="00C65DDC" w:rsidRPr="00C65DDC" w14:paraId="51273A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D04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41E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Agigea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095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97E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C6CC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A931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54F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</w:tr>
      <w:tr w:rsidR="00C65DDC" w:rsidRPr="00C65DDC" w14:paraId="28E9D5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068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43F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Creangă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29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EED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9547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DC7A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FEA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497</w:t>
            </w:r>
          </w:p>
        </w:tc>
      </w:tr>
      <w:tr w:rsidR="00C65DDC" w:rsidRPr="00C65DDC" w14:paraId="6E4DB7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F3D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D365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BB4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626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14A5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232C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E57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</w:t>
            </w:r>
          </w:p>
        </w:tc>
      </w:tr>
      <w:tr w:rsidR="00C65DDC" w:rsidRPr="00C65DDC" w14:paraId="39A75E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023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EF9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Moșnița Nouă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49A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F8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412C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524F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E3A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499</w:t>
            </w:r>
          </w:p>
        </w:tc>
      </w:tr>
      <w:tr w:rsidR="00C65DDC" w:rsidRPr="00C65DDC" w14:paraId="2A8D64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7D7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3CB2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Miroslovești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770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91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D796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AAD7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E39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</w:tr>
      <w:tr w:rsidR="00C65DDC" w:rsidRPr="00C65DDC" w14:paraId="3A9C57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F4A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2C3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Cochirleanca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458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B51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ED58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A4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B75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501</w:t>
            </w:r>
          </w:p>
        </w:tc>
      </w:tr>
      <w:tr w:rsidR="00C65DDC" w:rsidRPr="00C65DDC" w14:paraId="0D1808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D055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3DA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Gătaia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AE2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FF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265E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B0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6BC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502</w:t>
            </w:r>
          </w:p>
        </w:tc>
      </w:tr>
      <w:tr w:rsidR="00C65DDC" w:rsidRPr="00C65DDC" w14:paraId="5CC91E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C12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9B8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Furculești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F8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9A3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780A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3C3E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8D6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503</w:t>
            </w:r>
          </w:p>
        </w:tc>
      </w:tr>
      <w:tr w:rsidR="00C65DDC" w:rsidRPr="00C65DDC" w14:paraId="38C8BB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0F9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788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Vânju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D3B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7CF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19E7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C336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AEB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</w:t>
            </w:r>
          </w:p>
        </w:tc>
      </w:tr>
      <w:tr w:rsidR="00C65DDC" w:rsidRPr="00C65DDC" w14:paraId="710F11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4CE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547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Ceanu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B77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E4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ADC1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F42D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3D9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505</w:t>
            </w:r>
          </w:p>
        </w:tc>
      </w:tr>
      <w:tr w:rsidR="00C65DDC" w:rsidRPr="00C65DDC" w14:paraId="582770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3DD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990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Sânandrei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590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75B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E57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F26F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84B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506</w:t>
            </w:r>
          </w:p>
        </w:tc>
      </w:tr>
      <w:tr w:rsidR="00C65DDC" w:rsidRPr="00C65DDC" w14:paraId="39142C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589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5CD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Vitioarei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9A3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3BC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E74E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BCE1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1E4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</w:tr>
      <w:tr w:rsidR="00C65DDC" w:rsidRPr="00C65DDC" w14:paraId="62BC12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364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355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251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F5D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3E3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F826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CAB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</w:t>
            </w:r>
          </w:p>
        </w:tc>
      </w:tr>
      <w:tr w:rsidR="00C65DDC" w:rsidRPr="00C65DDC" w14:paraId="72C87E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2EC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2E2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Radomirești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69C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116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E702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692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3DB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</w:tr>
      <w:tr w:rsidR="00C65DDC" w:rsidRPr="00C65DDC" w14:paraId="706EAB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9BBF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FB4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AC1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FE3A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1028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E0CA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310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</w:t>
            </w:r>
          </w:p>
        </w:tc>
      </w:tr>
      <w:tr w:rsidR="00C65DDC" w:rsidRPr="00C65DDC" w14:paraId="30F82F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F4F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D35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549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C83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8A05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1416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E34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</w:t>
            </w:r>
          </w:p>
        </w:tc>
      </w:tr>
      <w:tr w:rsidR="00C65DDC" w:rsidRPr="00C65DDC" w14:paraId="4B4E73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BCE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5A3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Săliștea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F97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448B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A8D2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9A44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F17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</w:t>
            </w:r>
          </w:p>
        </w:tc>
      </w:tr>
      <w:tr w:rsidR="00C65DDC" w:rsidRPr="00C65DDC" w14:paraId="764A7E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8EE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2C1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Zetea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54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248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B6D5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39A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969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</w:t>
            </w:r>
          </w:p>
        </w:tc>
      </w:tr>
      <w:tr w:rsidR="00C65DDC" w:rsidRPr="00C65DDC" w14:paraId="360B4A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F3F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BCE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Teiului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F5C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9B0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9645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B71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8FC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514</w:t>
            </w:r>
          </w:p>
        </w:tc>
      </w:tr>
      <w:tr w:rsidR="00C65DDC" w:rsidRPr="00C65DDC" w14:paraId="081BC5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59E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BE3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Feleacu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D12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EF5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E0D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3E9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838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</w:t>
            </w:r>
          </w:p>
        </w:tc>
      </w:tr>
      <w:tr w:rsidR="00C65DDC" w:rsidRPr="00C65DDC" w14:paraId="647871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BA9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8FD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Lungulețu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1FE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A32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9D2C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C8DC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285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</w:t>
            </w:r>
          </w:p>
        </w:tc>
      </w:tr>
      <w:tr w:rsidR="00C65DDC" w:rsidRPr="00C65DDC" w14:paraId="404D60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023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EDA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Agapia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E12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5E0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F049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488B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A27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517</w:t>
            </w:r>
          </w:p>
        </w:tc>
      </w:tr>
      <w:tr w:rsidR="00C65DDC" w:rsidRPr="00C65DDC" w14:paraId="60AE09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CC8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E22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Letea Veche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15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777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7993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2CF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B99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</w:t>
            </w:r>
          </w:p>
        </w:tc>
      </w:tr>
      <w:tr w:rsidR="00C65DDC" w:rsidRPr="00C65DDC" w14:paraId="71C736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930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3C2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73F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5BA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692A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8163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4D4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</w:tr>
      <w:tr w:rsidR="00C65DDC" w:rsidRPr="00C65DDC" w14:paraId="2D5C62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76E5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473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Bezdead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FA9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425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0FE2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BB8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92C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520</w:t>
            </w:r>
          </w:p>
        </w:tc>
      </w:tr>
      <w:tr w:rsidR="00C65DDC" w:rsidRPr="00C65DDC" w14:paraId="56064F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E29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C75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36E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C2A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F22C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A591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DACD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521</w:t>
            </w:r>
          </w:p>
        </w:tc>
      </w:tr>
      <w:tr w:rsidR="00C65DDC" w:rsidRPr="00C65DDC" w14:paraId="65080A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236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3A0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EBF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38F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C44E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F133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397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522</w:t>
            </w:r>
          </w:p>
        </w:tc>
      </w:tr>
      <w:tr w:rsidR="00C65DDC" w:rsidRPr="00C65DDC" w14:paraId="4CD7E6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5EB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80E2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Vaideeni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CA2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376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6767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0A8F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A33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523</w:t>
            </w:r>
          </w:p>
        </w:tc>
      </w:tr>
      <w:tr w:rsidR="00C65DDC" w:rsidRPr="00C65DDC" w14:paraId="4F413D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B9D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904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Săvădisla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ED1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AF1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1C54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ECBB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683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</w:tr>
      <w:tr w:rsidR="00C65DDC" w:rsidRPr="00C65DDC" w14:paraId="337F4A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490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A15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Petricani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E14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72B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083E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62A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AD1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525</w:t>
            </w:r>
          </w:p>
        </w:tc>
      </w:tr>
      <w:tr w:rsidR="00C65DDC" w:rsidRPr="00C65DDC" w14:paraId="705A49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5F2C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0C9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Podu Turcului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0F9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502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71D6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4BCA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372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526</w:t>
            </w:r>
          </w:p>
        </w:tc>
      </w:tr>
      <w:tr w:rsidR="00C65DDC" w:rsidRPr="00C65DDC" w14:paraId="4E3EA9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07C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607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Sânpetru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6FB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495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27EB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720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982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</w:t>
            </w:r>
          </w:p>
        </w:tc>
      </w:tr>
      <w:tr w:rsidR="00C65DDC" w:rsidRPr="00C65DDC" w14:paraId="380AFB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4F4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4EF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Lechința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D01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B1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DF3A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C66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3E8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</w:tr>
      <w:tr w:rsidR="00C65DDC" w:rsidRPr="00C65DDC" w14:paraId="174708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47E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9F8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3ADE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833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2E53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55C1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FAE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</w:t>
            </w:r>
          </w:p>
        </w:tc>
      </w:tr>
      <w:tr w:rsidR="00C65DDC" w:rsidRPr="00C65DDC" w14:paraId="7A6BBD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786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5BF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Mănăstirea Cașin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E0B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83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389D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F8AB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773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</w:tr>
      <w:tr w:rsidR="00C65DDC" w:rsidRPr="00C65DDC" w14:paraId="35BE37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829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C3A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Țibucani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C0A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FA4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40BF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FEA8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2CB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</w:t>
            </w:r>
          </w:p>
        </w:tc>
      </w:tr>
      <w:tr w:rsidR="00C65DDC" w:rsidRPr="00C65DDC" w14:paraId="52CA86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554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14A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Seacă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C24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D07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D571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815E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8C7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</w:t>
            </w:r>
          </w:p>
        </w:tc>
      </w:tr>
      <w:tr w:rsidR="00C65DDC" w:rsidRPr="00C65DDC" w14:paraId="3097C4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4E8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674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Căiuți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381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E35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74CC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DE88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433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</w:tr>
      <w:tr w:rsidR="00C65DDC" w:rsidRPr="00C65DDC" w14:paraId="25D1F6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AA9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E4D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060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754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137E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F2DB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878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</w:tr>
      <w:tr w:rsidR="00C65DDC" w:rsidRPr="00C65DDC" w14:paraId="18C6B4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DDFD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5C0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Mătăsaru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9FC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A42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BA68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4C8D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79D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</w:t>
            </w:r>
          </w:p>
        </w:tc>
      </w:tr>
      <w:tr w:rsidR="00C65DDC" w:rsidRPr="00C65DDC" w14:paraId="2AA5EB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927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BF7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Grebănu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EC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B95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E979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ED38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163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</w:t>
            </w:r>
          </w:p>
        </w:tc>
      </w:tr>
      <w:tr w:rsidR="00C65DDC" w:rsidRPr="00C65DDC" w14:paraId="6A2FEB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992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FA4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Ciolpani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81D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0AD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2719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B74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D13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</w:t>
            </w:r>
          </w:p>
        </w:tc>
      </w:tr>
      <w:tr w:rsidR="00C65DDC" w:rsidRPr="00C65DDC" w14:paraId="07BF8C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CE7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4B7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50D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A59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02D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A71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CB3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538</w:t>
            </w:r>
          </w:p>
        </w:tc>
      </w:tr>
      <w:tr w:rsidR="00C65DDC" w:rsidRPr="00C65DDC" w14:paraId="7F20B0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276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76C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Satulung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553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A76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808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C39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9AF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539</w:t>
            </w:r>
          </w:p>
        </w:tc>
      </w:tr>
      <w:tr w:rsidR="00C65DDC" w:rsidRPr="00C65DDC" w14:paraId="3B1175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0F5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57C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Tătărăștii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6EA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13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A1A5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4CD8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FCB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540</w:t>
            </w:r>
          </w:p>
        </w:tc>
      </w:tr>
      <w:tr w:rsidR="00C65DDC" w:rsidRPr="00C65DDC" w14:paraId="3D149F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6A8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CAD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9C4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23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636F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C430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437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541</w:t>
            </w:r>
          </w:p>
        </w:tc>
      </w:tr>
      <w:tr w:rsidR="00C65DDC" w:rsidRPr="00C65DDC" w14:paraId="1E95F1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9CD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CE4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Stulpicani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5A9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EF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681E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8F2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E74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542</w:t>
            </w:r>
          </w:p>
        </w:tc>
      </w:tr>
      <w:tr w:rsidR="00C65DDC" w:rsidRPr="00C65DDC" w14:paraId="6DD8A8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76D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ECF7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Pângărați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AEC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B6E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138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28B8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E09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543</w:t>
            </w:r>
          </w:p>
        </w:tc>
      </w:tr>
      <w:tr w:rsidR="00C65DDC" w:rsidRPr="00C65DDC" w14:paraId="063AAB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7CE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B30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Câmpina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098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43A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FD70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E2A6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FBA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544</w:t>
            </w:r>
          </w:p>
        </w:tc>
      </w:tr>
      <w:tr w:rsidR="00C65DDC" w:rsidRPr="00C65DDC" w14:paraId="55DC64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17E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FC9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Lungă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7BF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B1F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9303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F570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373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</w:t>
            </w:r>
          </w:p>
        </w:tc>
      </w:tr>
      <w:tr w:rsidR="00C65DDC" w:rsidRPr="00C65DDC" w14:paraId="01E278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383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DA7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Diosig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EAF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6B7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3C05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A5B5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928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</w:t>
            </w:r>
          </w:p>
        </w:tc>
      </w:tr>
      <w:tr w:rsidR="00C65DDC" w:rsidRPr="00C65DDC" w14:paraId="1FDCCB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7B1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6E8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Potcoava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2D2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DE8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9D23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6338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9AD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547</w:t>
            </w:r>
          </w:p>
        </w:tc>
      </w:tr>
      <w:tr w:rsidR="00C65DDC" w:rsidRPr="00C65DDC" w14:paraId="63BDDE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001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AD3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Mitreni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384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90A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F7A9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1F74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B80C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548</w:t>
            </w:r>
          </w:p>
        </w:tc>
      </w:tr>
      <w:tr w:rsidR="00C65DDC" w:rsidRPr="00C65DDC" w14:paraId="728FEC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12F1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B1C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Oinacu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6C2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E08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76BE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7412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896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</w:t>
            </w:r>
          </w:p>
        </w:tc>
      </w:tr>
      <w:tr w:rsidR="00C65DDC" w:rsidRPr="00C65DDC" w14:paraId="034576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1A9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101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F74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DF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CB66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39F4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381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550</w:t>
            </w:r>
          </w:p>
        </w:tc>
      </w:tr>
      <w:tr w:rsidR="00C65DDC" w:rsidRPr="00C65DDC" w14:paraId="197A37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F08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34A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Costuleni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254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E9F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727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0B48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5AF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</w:t>
            </w:r>
          </w:p>
        </w:tc>
      </w:tr>
      <w:tr w:rsidR="00C65DDC" w:rsidRPr="00C65DDC" w14:paraId="182911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173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879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D63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BF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2333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7409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E8A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552</w:t>
            </w:r>
          </w:p>
        </w:tc>
      </w:tr>
      <w:tr w:rsidR="00C65DDC" w:rsidRPr="00C65DDC" w14:paraId="6F4369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BC4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C7F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Troianul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AA9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8BC5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313E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2D9D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C39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</w:t>
            </w:r>
          </w:p>
        </w:tc>
      </w:tr>
      <w:tr w:rsidR="00C65DDC" w:rsidRPr="00C65DDC" w14:paraId="506233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F04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644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Vințu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CA2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45CA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7C0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3CC1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688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</w:t>
            </w:r>
          </w:p>
        </w:tc>
      </w:tr>
      <w:tr w:rsidR="00C65DDC" w:rsidRPr="00C65DDC" w14:paraId="0210DF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F85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6C3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Vicovu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915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4CD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B6BD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872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FB7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555</w:t>
            </w:r>
          </w:p>
        </w:tc>
      </w:tr>
      <w:tr w:rsidR="00C65DDC" w:rsidRPr="00C65DDC" w14:paraId="2A680D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976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F57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Zăpodeni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ED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CF9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0C1A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580C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F692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</w:t>
            </w:r>
          </w:p>
        </w:tc>
      </w:tr>
      <w:tr w:rsidR="00C65DDC" w:rsidRPr="00C65DDC" w14:paraId="2993D5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6D2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123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B9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F62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22D9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0F95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029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</w:t>
            </w:r>
          </w:p>
        </w:tc>
      </w:tr>
      <w:tr w:rsidR="00C65DDC" w:rsidRPr="00C65DDC" w14:paraId="425AEA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C14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C10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Săliște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385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F8C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D53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7AE9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F4F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558</w:t>
            </w:r>
          </w:p>
        </w:tc>
      </w:tr>
      <w:tr w:rsidR="00C65DDC" w:rsidRPr="00C65DDC" w14:paraId="16C519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8A1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494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779C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46C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BBCF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226F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086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559</w:t>
            </w:r>
          </w:p>
        </w:tc>
      </w:tr>
      <w:tr w:rsidR="00C65DDC" w:rsidRPr="00C65DDC" w14:paraId="31EA22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F6C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453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Horodniceni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442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94B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03FA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B756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86D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</w:t>
            </w:r>
          </w:p>
        </w:tc>
      </w:tr>
      <w:tr w:rsidR="00C65DDC" w:rsidRPr="00C65DDC" w14:paraId="22F301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D42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E9D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B71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8F8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E4AF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2290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058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561</w:t>
            </w:r>
          </w:p>
        </w:tc>
      </w:tr>
      <w:tr w:rsidR="00C65DDC" w:rsidRPr="00C65DDC" w14:paraId="737DBD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C8B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A03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Bixad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226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361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5EF4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C9B2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7DD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</w:t>
            </w:r>
          </w:p>
        </w:tc>
      </w:tr>
      <w:tr w:rsidR="00C65DDC" w:rsidRPr="00C65DDC" w14:paraId="4A5586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923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9F3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4A6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676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ABAE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464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D6D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563</w:t>
            </w:r>
          </w:p>
        </w:tc>
      </w:tr>
      <w:tr w:rsidR="00C65DDC" w:rsidRPr="00C65DDC" w14:paraId="2EFE53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891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24B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Tritenii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033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BDD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9C6F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69F0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FE9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564</w:t>
            </w:r>
          </w:p>
        </w:tc>
      </w:tr>
      <w:tr w:rsidR="00C65DDC" w:rsidRPr="00C65DDC" w14:paraId="031847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A18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51A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A3A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7B3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DDD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6C27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729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</w:t>
            </w:r>
          </w:p>
        </w:tc>
      </w:tr>
      <w:tr w:rsidR="00C65DDC" w:rsidRPr="00C65DDC" w14:paraId="7C6128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149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074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Lopătari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2A7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E24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B80E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23CB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484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566</w:t>
            </w:r>
          </w:p>
        </w:tc>
      </w:tr>
      <w:tr w:rsidR="00C65DDC" w:rsidRPr="00C65DDC" w14:paraId="4F20E1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4D7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A88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Lețcani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574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52F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CF00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4B8B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EAF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567</w:t>
            </w:r>
          </w:p>
        </w:tc>
      </w:tr>
      <w:tr w:rsidR="00C65DDC" w:rsidRPr="00C65DDC" w14:paraId="74B53E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619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5AE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E1B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519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4134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95FF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74C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568</w:t>
            </w:r>
          </w:p>
        </w:tc>
      </w:tr>
      <w:tr w:rsidR="00C65DDC" w:rsidRPr="00C65DDC" w14:paraId="0BB90E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767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AFA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Sânmihaiu Român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B9A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1D0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0FEF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6CE5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ED0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569</w:t>
            </w:r>
          </w:p>
        </w:tc>
      </w:tr>
      <w:tr w:rsidR="00C65DDC" w:rsidRPr="00C65DDC" w14:paraId="0053E1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BF1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824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Mireșu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0E9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415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CCB5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55BD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6AE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</w:t>
            </w:r>
          </w:p>
        </w:tc>
      </w:tr>
      <w:tr w:rsidR="00C65DDC" w:rsidRPr="00C65DDC" w14:paraId="270096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236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EB8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868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36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CCDD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5860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1E2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</w:tr>
      <w:tr w:rsidR="00C65DDC" w:rsidRPr="00C65DDC" w14:paraId="4A3809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B69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DA1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555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329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BB8E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6035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654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572</w:t>
            </w:r>
          </w:p>
        </w:tc>
      </w:tr>
      <w:tr w:rsidR="00C65DDC" w:rsidRPr="00C65DDC" w14:paraId="6F9EDD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3AE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B9B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Uricani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B27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E33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8FCB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7263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C29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573</w:t>
            </w:r>
          </w:p>
        </w:tc>
      </w:tr>
      <w:tr w:rsidR="00C65DDC" w:rsidRPr="00C65DDC" w14:paraId="7EDE59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D80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AEE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Tămășeni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D66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14F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808F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FE2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745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574</w:t>
            </w:r>
          </w:p>
        </w:tc>
      </w:tr>
      <w:tr w:rsidR="00C65DDC" w:rsidRPr="00C65DDC" w14:paraId="4A5ED4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B08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FD3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Osica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0B1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2762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E8AC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2F15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955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</w:t>
            </w:r>
          </w:p>
        </w:tc>
      </w:tr>
      <w:tr w:rsidR="00C65DDC" w:rsidRPr="00C65DDC" w14:paraId="2081DF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C11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6B7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Ruginoasa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F4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B1C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64E8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4AA8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0C1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</w:t>
            </w:r>
          </w:p>
        </w:tc>
      </w:tr>
      <w:tr w:rsidR="00C65DDC" w:rsidRPr="00C65DDC" w14:paraId="2C0208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3A9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949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Tărtășești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4CD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2161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A60D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72AB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78B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577</w:t>
            </w:r>
          </w:p>
        </w:tc>
      </w:tr>
      <w:tr w:rsidR="00C65DDC" w:rsidRPr="00C65DDC" w14:paraId="22423C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0F5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1BA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B6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B37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FDF1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23F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B24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578</w:t>
            </w:r>
          </w:p>
        </w:tc>
      </w:tr>
      <w:tr w:rsidR="00C65DDC" w:rsidRPr="00C65DDC" w14:paraId="2171D4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4C6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602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Chiscani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CA9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AA9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6C8F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D24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5FE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579</w:t>
            </w:r>
          </w:p>
        </w:tc>
      </w:tr>
      <w:tr w:rsidR="00C65DDC" w:rsidRPr="00C65DDC" w14:paraId="21F530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AE6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7C8F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85A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9D7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9131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19F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F69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580</w:t>
            </w:r>
          </w:p>
        </w:tc>
      </w:tr>
      <w:tr w:rsidR="00C65DDC" w:rsidRPr="00C65DDC" w14:paraId="7092B0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8D3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31A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Râfov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E5B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9B0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B010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776A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B1C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581</w:t>
            </w:r>
          </w:p>
        </w:tc>
      </w:tr>
      <w:tr w:rsidR="00C65DDC" w:rsidRPr="00C65DDC" w14:paraId="6FA053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C2E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924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97F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D9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395A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4E67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4E9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582</w:t>
            </w:r>
          </w:p>
        </w:tc>
      </w:tr>
      <w:tr w:rsidR="00C65DDC" w:rsidRPr="00C65DDC" w14:paraId="75B4FC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2F9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9DA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Stolniceni-Prăjescu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ABF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845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87A4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C30E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18BA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</w:t>
            </w:r>
          </w:p>
        </w:tc>
      </w:tr>
      <w:tr w:rsidR="00C65DDC" w:rsidRPr="00C65DDC" w14:paraId="33A4E1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592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794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Predeal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18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C2D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41AA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37E4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7D5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584</w:t>
            </w:r>
          </w:p>
        </w:tc>
      </w:tr>
      <w:tr w:rsidR="00C65DDC" w:rsidRPr="00C65DDC" w14:paraId="13FB0A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5E4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DD4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Fierbinți-Târg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0FE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5C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5789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453A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1E4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</w:t>
            </w:r>
          </w:p>
        </w:tc>
      </w:tr>
      <w:tr w:rsidR="00C65DDC" w:rsidRPr="00C65DDC" w14:paraId="57635D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967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A34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Făcăeni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490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946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69B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D7D0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8BD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586</w:t>
            </w:r>
          </w:p>
        </w:tc>
      </w:tr>
      <w:tr w:rsidR="00C65DDC" w:rsidRPr="00C65DDC" w14:paraId="00EB31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44E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43E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Tiha Bârgăului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01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2AD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A8C8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2FEE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E73B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587</w:t>
            </w:r>
          </w:p>
        </w:tc>
      </w:tr>
      <w:tr w:rsidR="00C65DDC" w:rsidRPr="00C65DDC" w14:paraId="41A629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E85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F16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Șimnicu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8F2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2A9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B92B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D54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EB5E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588</w:t>
            </w:r>
          </w:p>
        </w:tc>
      </w:tr>
      <w:tr w:rsidR="00C65DDC" w:rsidRPr="00C65DDC" w14:paraId="0CAFA8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2C2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8FB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ECE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8C6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35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863F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FD2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</w:tr>
      <w:tr w:rsidR="00C65DDC" w:rsidRPr="00C65DDC" w14:paraId="023578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ABF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7FA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2C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B8F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6C9B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8DF0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FD7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590</w:t>
            </w:r>
          </w:p>
        </w:tc>
      </w:tr>
      <w:tr w:rsidR="00C65DDC" w:rsidRPr="00C65DDC" w14:paraId="74BBAF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6FA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DB7A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714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325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1F71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5BEA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082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591</w:t>
            </w:r>
          </w:p>
        </w:tc>
      </w:tr>
      <w:tr w:rsidR="00C65DDC" w:rsidRPr="00C65DDC" w14:paraId="6499AE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73B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8E9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512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513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29EE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BB8F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0CD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592</w:t>
            </w:r>
          </w:p>
        </w:tc>
      </w:tr>
      <w:tr w:rsidR="00C65DDC" w:rsidRPr="00C65DDC" w14:paraId="7F2DB9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6D2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898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Săsciori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03D6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51CD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6D3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FA93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772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</w:t>
            </w:r>
          </w:p>
        </w:tc>
      </w:tr>
      <w:tr w:rsidR="00C65DDC" w:rsidRPr="00C65DDC" w14:paraId="00697B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67A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8F3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Hotarele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46E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FA7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06D4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0C39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C9E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</w:t>
            </w:r>
          </w:p>
        </w:tc>
      </w:tr>
      <w:tr w:rsidR="00C65DDC" w:rsidRPr="00C65DDC" w14:paraId="264E73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01D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72E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Tudora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259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C5F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6D0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CFBC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5B9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</w:tr>
      <w:tr w:rsidR="00C65DDC" w:rsidRPr="00C65DDC" w14:paraId="6724C8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B7C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89A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Zagon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C30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550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B407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8A13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EC8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</w:t>
            </w:r>
          </w:p>
        </w:tc>
      </w:tr>
      <w:tr w:rsidR="00C65DDC" w:rsidRPr="00C65DDC" w14:paraId="22E992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A24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8AD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AB5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7C6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8C4A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1404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F876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597</w:t>
            </w:r>
          </w:p>
        </w:tc>
      </w:tr>
      <w:tr w:rsidR="00C65DDC" w:rsidRPr="00C65DDC" w14:paraId="50EB15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66C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989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95E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523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D82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E0B8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F90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598</w:t>
            </w:r>
          </w:p>
        </w:tc>
      </w:tr>
      <w:tr w:rsidR="00C65DDC" w:rsidRPr="00C65DDC" w14:paraId="1030C8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55C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88A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2CF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428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A447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64D2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A93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599</w:t>
            </w:r>
          </w:p>
        </w:tc>
      </w:tr>
      <w:tr w:rsidR="00C65DDC" w:rsidRPr="00C65DDC" w14:paraId="3156F3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CBF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C46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Ivănești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DA2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226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26A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3A3C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014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600</w:t>
            </w:r>
          </w:p>
        </w:tc>
      </w:tr>
      <w:tr w:rsidR="00C65DDC" w:rsidRPr="00C65DDC" w14:paraId="678E93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E1F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B02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Ernei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2FA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4060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B67D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0531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560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</w:tr>
      <w:tr w:rsidR="00C65DDC" w:rsidRPr="00C65DDC" w14:paraId="7C8C55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6D6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213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010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682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1C2D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086B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B39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602</w:t>
            </w:r>
          </w:p>
        </w:tc>
      </w:tr>
      <w:tr w:rsidR="00C65DDC" w:rsidRPr="00C65DDC" w14:paraId="2C72ED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8EC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837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Bârgăuani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A236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1483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08F7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1338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053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603</w:t>
            </w:r>
          </w:p>
        </w:tc>
      </w:tr>
      <w:tr w:rsidR="00C65DDC" w:rsidRPr="00C65DDC" w14:paraId="206F7F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671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F5E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Corbeanca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FED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52A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A399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457F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DDD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604</w:t>
            </w:r>
          </w:p>
        </w:tc>
      </w:tr>
      <w:tr w:rsidR="00C65DDC" w:rsidRPr="00C65DDC" w14:paraId="70A775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D2A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045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Odobești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56C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F76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9DD2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8ED6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82D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605</w:t>
            </w:r>
          </w:p>
        </w:tc>
      </w:tr>
      <w:tr w:rsidR="00C65DDC" w:rsidRPr="00C65DDC" w14:paraId="7F8910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919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5C6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C63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F79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27D9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D32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18A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606</w:t>
            </w:r>
          </w:p>
        </w:tc>
      </w:tr>
      <w:tr w:rsidR="00C65DDC" w:rsidRPr="00C65DDC" w14:paraId="6886C3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800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1D8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852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3A59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97AC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C017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144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607</w:t>
            </w:r>
          </w:p>
        </w:tc>
      </w:tr>
      <w:tr w:rsidR="00C65DDC" w:rsidRPr="00C65DDC" w14:paraId="119638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9EF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F46E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Vața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09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0B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D585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7B84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1CF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608</w:t>
            </w:r>
          </w:p>
        </w:tc>
      </w:tr>
      <w:tr w:rsidR="00C65DDC" w:rsidRPr="00C65DDC" w14:paraId="15E627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E24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AAB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Tetoiu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60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E4D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4B8C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576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F33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609</w:t>
            </w:r>
          </w:p>
        </w:tc>
      </w:tr>
      <w:tr w:rsidR="00C65DDC" w:rsidRPr="00C65DDC" w14:paraId="30A369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AD9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899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2BE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B6C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5A58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09D5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E95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610</w:t>
            </w:r>
          </w:p>
        </w:tc>
      </w:tr>
      <w:tr w:rsidR="00C65DDC" w:rsidRPr="00C65DDC" w14:paraId="5323B2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9C8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24D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Izbiceni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C5F5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DB7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47D0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E16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AC4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</w:t>
            </w:r>
          </w:p>
        </w:tc>
      </w:tr>
      <w:tr w:rsidR="00C65DDC" w:rsidRPr="00C65DDC" w14:paraId="5C2798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344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B85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Sântana de Mureș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A9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022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74DE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508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29C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</w:t>
            </w:r>
          </w:p>
        </w:tc>
      </w:tr>
      <w:tr w:rsidR="00C65DDC" w:rsidRPr="00C65DDC" w14:paraId="61743D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A9D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EE9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Feldioara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B4F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99A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499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DE3B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059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</w:t>
            </w:r>
          </w:p>
        </w:tc>
      </w:tr>
      <w:tr w:rsidR="00C65DDC" w:rsidRPr="00C65DDC" w14:paraId="3E58E3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810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FC3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Jegălia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024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45D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56AD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4A9A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591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614</w:t>
            </w:r>
          </w:p>
        </w:tc>
      </w:tr>
      <w:tr w:rsidR="00C65DDC" w:rsidRPr="00C65DDC" w14:paraId="075B5E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E1B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978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Bonțida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ECA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E08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D5F8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B92A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1E0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615</w:t>
            </w:r>
          </w:p>
        </w:tc>
      </w:tr>
      <w:tr w:rsidR="00C65DDC" w:rsidRPr="00C65DDC" w14:paraId="6A827E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722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1AF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Ștorobăneasa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06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60E8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C3C6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60F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722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616</w:t>
            </w:r>
          </w:p>
        </w:tc>
      </w:tr>
      <w:tr w:rsidR="00C65DDC" w:rsidRPr="00C65DDC" w14:paraId="7E870D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2B01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F30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Peciu Nou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3C5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385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6E5D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133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A3D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617</w:t>
            </w:r>
          </w:p>
        </w:tc>
      </w:tr>
      <w:tr w:rsidR="00C65DDC" w:rsidRPr="00C65DDC" w14:paraId="2304C6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16C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8920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C5D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0EC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F856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09CE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3EF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</w:t>
            </w:r>
          </w:p>
        </w:tc>
      </w:tr>
      <w:tr w:rsidR="00C65DDC" w:rsidRPr="00C65DDC" w14:paraId="0B7B5B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CF8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584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24A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3D8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5C8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8A0E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818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619</w:t>
            </w:r>
          </w:p>
        </w:tc>
      </w:tr>
      <w:tr w:rsidR="00C65DDC" w:rsidRPr="00C65DDC" w14:paraId="5C0162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18A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FE9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Rădășeni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04C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44B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516E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12A2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75D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620</w:t>
            </w:r>
          </w:p>
        </w:tc>
      </w:tr>
      <w:tr w:rsidR="00C65DDC" w:rsidRPr="00C65DDC" w14:paraId="0FCEBC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E11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E5D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F80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42E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7933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C4F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A03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621</w:t>
            </w:r>
          </w:p>
        </w:tc>
      </w:tr>
      <w:tr w:rsidR="00C65DDC" w:rsidRPr="00C65DDC" w14:paraId="72B882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E25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CB9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FC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3F4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9B94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8AD9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2D1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622</w:t>
            </w:r>
          </w:p>
        </w:tc>
      </w:tr>
      <w:tr w:rsidR="00C65DDC" w:rsidRPr="00C65DDC" w14:paraId="54C658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76F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B5F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Rusănești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5F9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CD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F34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6C89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CFC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623</w:t>
            </w:r>
          </w:p>
        </w:tc>
      </w:tr>
      <w:tr w:rsidR="00C65DDC" w:rsidRPr="00C65DDC" w14:paraId="63B9C7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56F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8A3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Surduc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36B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CC07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4A38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63EB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D18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624</w:t>
            </w:r>
          </w:p>
        </w:tc>
      </w:tr>
      <w:tr w:rsidR="00C65DDC" w:rsidRPr="00C65DDC" w14:paraId="3D4A4F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49F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70E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D7F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C5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A49D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4BCD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945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625</w:t>
            </w:r>
          </w:p>
        </w:tc>
      </w:tr>
      <w:tr w:rsidR="00C65DDC" w:rsidRPr="00C65DDC" w14:paraId="19EE48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764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916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Josenii Bârgăului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02D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801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7BBB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CC05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FD06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</w:t>
            </w:r>
          </w:p>
        </w:tc>
      </w:tr>
      <w:tr w:rsidR="00C65DDC" w:rsidRPr="00C65DDC" w14:paraId="70CE16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0D3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891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Greci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7DF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E6F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F99E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429C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A81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</w:t>
            </w:r>
          </w:p>
        </w:tc>
      </w:tr>
      <w:tr w:rsidR="00C65DDC" w:rsidRPr="00C65DDC" w14:paraId="1B2B26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9C2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7F0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Șeica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AB5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48A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0948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1D45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FF8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628</w:t>
            </w:r>
          </w:p>
        </w:tc>
      </w:tr>
      <w:tr w:rsidR="00C65DDC" w:rsidRPr="00C65DDC" w14:paraId="1ED105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DC7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C9E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907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F00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75B3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6CC8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39D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629</w:t>
            </w:r>
          </w:p>
        </w:tc>
      </w:tr>
      <w:tr w:rsidR="00C65DDC" w:rsidRPr="00C65DDC" w14:paraId="0743F7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D6F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CCD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E48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4B7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557A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4380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C26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630</w:t>
            </w:r>
          </w:p>
        </w:tc>
      </w:tr>
      <w:tr w:rsidR="00C65DDC" w:rsidRPr="00C65DDC" w14:paraId="10422D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EE2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075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E8D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B7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71AC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EBA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FAB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</w:t>
            </w:r>
          </w:p>
        </w:tc>
      </w:tr>
      <w:tr w:rsidR="00C65DDC" w:rsidRPr="00C65DDC" w14:paraId="37342B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853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BD0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307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0E3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C6C6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CC91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21C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</w:t>
            </w:r>
          </w:p>
        </w:tc>
      </w:tr>
      <w:tr w:rsidR="00C65DDC" w:rsidRPr="00C65DDC" w14:paraId="3AAB3F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35C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A3D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Iclod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549C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821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2133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BCC5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212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</w:t>
            </w:r>
          </w:p>
        </w:tc>
      </w:tr>
      <w:tr w:rsidR="00C65DDC" w:rsidRPr="00C65DDC" w14:paraId="2F517D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08B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2E8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Cajvana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FCF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BD8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9EA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38C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36B8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634</w:t>
            </w:r>
          </w:p>
        </w:tc>
      </w:tr>
      <w:tr w:rsidR="00C65DDC" w:rsidRPr="00C65DDC" w14:paraId="179404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84B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DCC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Hangu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16F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7AF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2D29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A925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2F6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635</w:t>
            </w:r>
          </w:p>
        </w:tc>
      </w:tr>
      <w:tr w:rsidR="00C65DDC" w:rsidRPr="00C65DDC" w14:paraId="0BFE72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C22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079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Herculane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B57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129D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40F6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7B8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218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</w:t>
            </w:r>
          </w:p>
        </w:tc>
      </w:tr>
      <w:tr w:rsidR="00C65DDC" w:rsidRPr="00C65DDC" w14:paraId="7E4015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78B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141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ECB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740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7233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D4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9A8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</w:t>
            </w:r>
          </w:p>
        </w:tc>
      </w:tr>
      <w:tr w:rsidR="00C65DDC" w:rsidRPr="00C65DDC" w14:paraId="019E18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6B2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D78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Rodna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A9E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B4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00A6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0540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0FE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638</w:t>
            </w:r>
          </w:p>
        </w:tc>
      </w:tr>
      <w:tr w:rsidR="00C65DDC" w:rsidRPr="00C65DDC" w14:paraId="688107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FBF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422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Dudeștii Vechi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7AF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C44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5DAF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2960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95A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639</w:t>
            </w:r>
          </w:p>
        </w:tc>
      </w:tr>
      <w:tr w:rsidR="00C65DDC" w:rsidRPr="00C65DDC" w14:paraId="6750B4F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7DF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DF2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Galda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09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899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F53E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228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469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</w:t>
            </w:r>
          </w:p>
        </w:tc>
      </w:tr>
      <w:tr w:rsidR="00C65DDC" w:rsidRPr="00C65DDC" w14:paraId="5A8EF1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C2C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2DA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Periam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C91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FBF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0402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E839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DFF3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641</w:t>
            </w:r>
          </w:p>
        </w:tc>
      </w:tr>
      <w:tr w:rsidR="00C65DDC" w:rsidRPr="00C65DDC" w14:paraId="03A494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55B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2CE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Olănești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7F0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2F8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9C29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F39C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7F2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</w:tr>
      <w:tr w:rsidR="00C65DDC" w:rsidRPr="00C65DDC" w14:paraId="67E3CB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009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780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Corund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471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3AE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0154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0CC4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90C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</w:t>
            </w:r>
          </w:p>
        </w:tc>
      </w:tr>
      <w:tr w:rsidR="00C65DDC" w:rsidRPr="00C65DDC" w14:paraId="5CEB8A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2E6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032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Ciumani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CBE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088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CFE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05FE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62B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</w:t>
            </w:r>
          </w:p>
        </w:tc>
      </w:tr>
      <w:tr w:rsidR="00C65DDC" w:rsidRPr="00C65DDC" w14:paraId="713A98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FA0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FFB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F40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B23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19E6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BA41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F41C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645</w:t>
            </w:r>
          </w:p>
        </w:tc>
      </w:tr>
      <w:tr w:rsidR="00C65DDC" w:rsidRPr="00C65DDC" w14:paraId="342082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BE0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010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Fulga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23A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773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D0BA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8A2F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E06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646</w:t>
            </w:r>
          </w:p>
        </w:tc>
      </w:tr>
      <w:tr w:rsidR="00C65DDC" w:rsidRPr="00C65DDC" w14:paraId="097E37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32B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14D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Sânzieni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5D8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718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FB40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D4E7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C981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647</w:t>
            </w:r>
          </w:p>
        </w:tc>
      </w:tr>
      <w:tr w:rsidR="00C65DDC" w:rsidRPr="00C65DDC" w14:paraId="3B8C8B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3296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34A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Lipănești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8CA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2F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7AC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B749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217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</w:tr>
      <w:tr w:rsidR="00C65DDC" w:rsidRPr="00C65DDC" w14:paraId="6E5313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C8A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647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954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5CE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2480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4F82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5AB8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649</w:t>
            </w:r>
          </w:p>
        </w:tc>
      </w:tr>
      <w:tr w:rsidR="00C65DDC" w:rsidRPr="00C65DDC" w14:paraId="39264E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E53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E57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1DA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17C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76C0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C66E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D70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</w:t>
            </w:r>
          </w:p>
        </w:tc>
      </w:tr>
      <w:tr w:rsidR="00C65DDC" w:rsidRPr="00C65DDC" w14:paraId="35623F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D08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52E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Ceptura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416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5BE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98E9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41A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9EE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</w:t>
            </w:r>
          </w:p>
        </w:tc>
      </w:tr>
      <w:tr w:rsidR="00C65DDC" w:rsidRPr="00C65DDC" w14:paraId="3979762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C20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4A1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Văcărești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E7E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895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01D9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F90F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E96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652</w:t>
            </w:r>
          </w:p>
        </w:tc>
      </w:tr>
      <w:tr w:rsidR="00C65DDC" w:rsidRPr="00C65DDC" w14:paraId="6A89F4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57C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8C9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Cuza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29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5F2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FC1D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402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BE60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653</w:t>
            </w:r>
          </w:p>
        </w:tc>
      </w:tr>
      <w:tr w:rsidR="00C65DDC" w:rsidRPr="00C65DDC" w14:paraId="65A9CC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795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E89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Milișăuți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A71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3BF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8705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0F0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CAA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</w:t>
            </w:r>
          </w:p>
        </w:tc>
      </w:tr>
      <w:tr w:rsidR="00C65DDC" w:rsidRPr="00C65DDC" w14:paraId="52644D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1F1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00A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Straja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AF0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C44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C072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03FE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D09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</w:tr>
      <w:tr w:rsidR="00C65DDC" w:rsidRPr="00C65DDC" w14:paraId="67CD0F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19D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FBC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Frătăuții Vechi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544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5A0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6C0E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6C14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4C1B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</w:t>
            </w:r>
          </w:p>
        </w:tc>
      </w:tr>
      <w:tr w:rsidR="00C65DDC" w:rsidRPr="00C65DDC" w14:paraId="5C1CDD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B74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725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6C7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58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2F9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9681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EF29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657</w:t>
            </w:r>
          </w:p>
        </w:tc>
      </w:tr>
      <w:tr w:rsidR="00C65DDC" w:rsidRPr="00C65DDC" w14:paraId="6CA3D1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6ED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F83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Barcea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35E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CEB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D403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8457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4A8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658</w:t>
            </w:r>
          </w:p>
        </w:tc>
      </w:tr>
      <w:tr w:rsidR="00C65DDC" w:rsidRPr="00C65DDC" w14:paraId="784A2F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9E2C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078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Goicea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3F5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BB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95FA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A990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EB6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659</w:t>
            </w:r>
          </w:p>
        </w:tc>
      </w:tr>
      <w:tr w:rsidR="00C65DDC" w:rsidRPr="00C65DDC" w14:paraId="209811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0FCD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A63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Slătioara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4C2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F96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C7A9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B7EA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5B1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</w:t>
            </w:r>
          </w:p>
        </w:tc>
      </w:tr>
      <w:tr w:rsidR="00C65DDC" w:rsidRPr="00C65DDC" w14:paraId="427A53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1F6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97E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Șuții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71C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BA8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4D6B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1492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F89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661</w:t>
            </w:r>
          </w:p>
        </w:tc>
      </w:tr>
      <w:tr w:rsidR="00C65DDC" w:rsidRPr="00C65DDC" w14:paraId="1A081B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144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5A3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060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65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79F0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0047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DAF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</w:t>
            </w:r>
          </w:p>
        </w:tc>
      </w:tr>
      <w:tr w:rsidR="00C65DDC" w:rsidRPr="00C65DDC" w14:paraId="2AB511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14C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5B7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D0D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25B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9BB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08B5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E85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663</w:t>
            </w:r>
          </w:p>
        </w:tc>
      </w:tr>
      <w:tr w:rsidR="00C65DDC" w:rsidRPr="00C65DDC" w14:paraId="7E4F2C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5E30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1DE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Moldovei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47F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116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BF1C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BCC7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08C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</w:tr>
      <w:tr w:rsidR="00C65DDC" w:rsidRPr="00C65DDC" w14:paraId="438267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889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057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Ciacova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443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B9C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1C0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C5F4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2CA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</w:t>
            </w:r>
          </w:p>
        </w:tc>
      </w:tr>
      <w:tr w:rsidR="00C65DDC" w:rsidRPr="00C65DDC" w14:paraId="674302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CE52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23A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Păltinoasa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33B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062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CF49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472C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4B4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666</w:t>
            </w:r>
          </w:p>
        </w:tc>
      </w:tr>
      <w:tr w:rsidR="00C65DDC" w:rsidRPr="00C65DDC" w14:paraId="40BA24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F1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E8E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Mușătești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A60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DBC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FD84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C87B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1D4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667</w:t>
            </w:r>
          </w:p>
        </w:tc>
      </w:tr>
      <w:tr w:rsidR="00C65DDC" w:rsidRPr="00C65DDC" w14:paraId="00F9DF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4BE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E9F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Segarcea-Vale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A19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D55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84D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799D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9D6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668</w:t>
            </w:r>
          </w:p>
        </w:tc>
      </w:tr>
      <w:tr w:rsidR="00C65DDC" w:rsidRPr="00C65DDC" w14:paraId="71D5D9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FF1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FDC5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Cerașu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AC0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744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1A8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40D0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8F9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669</w:t>
            </w:r>
          </w:p>
        </w:tc>
      </w:tr>
      <w:tr w:rsidR="00C65DDC" w:rsidRPr="00C65DDC" w14:paraId="7CE19F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CB3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2F5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Erbiceni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CB0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023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F20D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F8E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EDD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670</w:t>
            </w:r>
          </w:p>
        </w:tc>
      </w:tr>
      <w:tr w:rsidR="00C65DDC" w:rsidRPr="00C65DDC" w14:paraId="5FA88D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ACEF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DE4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 August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04BF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1D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41A6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971A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E3B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671</w:t>
            </w:r>
          </w:p>
        </w:tc>
      </w:tr>
      <w:tr w:rsidR="00C65DDC" w:rsidRPr="00C65DDC" w14:paraId="220EF1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6F4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CAE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Rădăuți-Prut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A87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BBE4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34D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2839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CA0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672</w:t>
            </w:r>
          </w:p>
        </w:tc>
      </w:tr>
      <w:tr w:rsidR="00C65DDC" w:rsidRPr="00C65DDC" w14:paraId="6EF8322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3D6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82B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Măldăeni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AF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63F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C75B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11C9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314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673</w:t>
            </w:r>
          </w:p>
        </w:tc>
      </w:tr>
      <w:tr w:rsidR="00C65DDC" w:rsidRPr="00C65DDC" w14:paraId="717432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A7F3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71C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Bălțătești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A10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9CB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A53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B9A9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587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674</w:t>
            </w:r>
          </w:p>
        </w:tc>
      </w:tr>
      <w:tr w:rsidR="00C65DDC" w:rsidRPr="00C65DDC" w14:paraId="690C0B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A9A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761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2A3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5C0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9B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48DE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3B8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675</w:t>
            </w:r>
          </w:p>
        </w:tc>
      </w:tr>
      <w:tr w:rsidR="00C65DDC" w:rsidRPr="00C65DDC" w14:paraId="76CC39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D5A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757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A06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A0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9780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3B9D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28D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</w:t>
            </w:r>
          </w:p>
        </w:tc>
      </w:tr>
      <w:tr w:rsidR="00C65DDC" w:rsidRPr="00C65DDC" w14:paraId="71A429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10C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E37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B7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F4F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E02A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CF6C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CDA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677</w:t>
            </w:r>
          </w:p>
        </w:tc>
      </w:tr>
      <w:tr w:rsidR="00C65DDC" w:rsidRPr="00C65DDC" w14:paraId="00BB1F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037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C3DF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Cojocna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2D5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CBA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F31E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F433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A2F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678</w:t>
            </w:r>
          </w:p>
        </w:tc>
      </w:tr>
      <w:tr w:rsidR="00C65DDC" w:rsidRPr="00C65DDC" w14:paraId="79713D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EB9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0A97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 Golești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215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EA5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8260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C2AA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D33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</w:t>
            </w:r>
          </w:p>
        </w:tc>
      </w:tr>
      <w:tr w:rsidR="00C65DDC" w:rsidRPr="00C65DDC" w14:paraId="2A139C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9D2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EC1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Starchiojd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649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D47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3224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BBD2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517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680</w:t>
            </w:r>
          </w:p>
        </w:tc>
      </w:tr>
      <w:tr w:rsidR="00C65DDC" w:rsidRPr="00C65DDC" w14:paraId="145ACE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C90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1BA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Bălăușeri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0E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EF2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80E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D8A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52D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681</w:t>
            </w:r>
          </w:p>
        </w:tc>
      </w:tr>
      <w:tr w:rsidR="00C65DDC" w:rsidRPr="00C65DDC" w14:paraId="4BB38F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FFD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F22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022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FD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1F28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56AE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453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682</w:t>
            </w:r>
          </w:p>
        </w:tc>
      </w:tr>
      <w:tr w:rsidR="00C65DDC" w:rsidRPr="00C65DDC" w14:paraId="3112AC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A22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002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Finta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99E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522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6D29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DD4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967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683</w:t>
            </w:r>
          </w:p>
        </w:tc>
      </w:tr>
      <w:tr w:rsidR="00C65DDC" w:rsidRPr="00C65DDC" w14:paraId="09D686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716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C6B6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BF1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E3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CC4E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E82C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2DD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</w:t>
            </w:r>
          </w:p>
        </w:tc>
      </w:tr>
      <w:tr w:rsidR="00C65DDC" w:rsidRPr="00C65DDC" w14:paraId="212E27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022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EEB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Homocea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B4C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D8A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980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43CA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253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685</w:t>
            </w:r>
          </w:p>
        </w:tc>
      </w:tr>
      <w:tr w:rsidR="00C65DDC" w:rsidRPr="00C65DDC" w14:paraId="7A47E5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931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F88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Văii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4D2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B03B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486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2A87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FD3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686</w:t>
            </w:r>
          </w:p>
        </w:tc>
      </w:tr>
      <w:tr w:rsidR="00C65DDC" w:rsidRPr="00C65DDC" w14:paraId="4190F5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273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511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Căpușu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0B3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175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E392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76C1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9E9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687</w:t>
            </w:r>
          </w:p>
        </w:tc>
      </w:tr>
      <w:tr w:rsidR="00C65DDC" w:rsidRPr="00C65DDC" w14:paraId="1EC292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7E0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AE9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D5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72D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4A08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3C95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079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688</w:t>
            </w:r>
          </w:p>
        </w:tc>
      </w:tr>
      <w:tr w:rsidR="00C65DDC" w:rsidRPr="00C65DDC" w14:paraId="55D5F6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884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1B0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B9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632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0ACC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4ACF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08A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</w:t>
            </w:r>
          </w:p>
        </w:tc>
      </w:tr>
      <w:tr w:rsidR="00C65DDC" w:rsidRPr="00C65DDC" w14:paraId="5E8E5F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BA8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A45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720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9B6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057F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EAED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55A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690</w:t>
            </w:r>
          </w:p>
        </w:tc>
      </w:tr>
      <w:tr w:rsidR="00C65DDC" w:rsidRPr="00C65DDC" w14:paraId="4730B4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077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E00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Manasia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99A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799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48AE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5846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0A0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691</w:t>
            </w:r>
          </w:p>
        </w:tc>
      </w:tr>
      <w:tr w:rsidR="00C65DDC" w:rsidRPr="00C65DDC" w14:paraId="1495A6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D73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D83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Mateești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B8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9C8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ECC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6260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765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692</w:t>
            </w:r>
          </w:p>
        </w:tc>
      </w:tr>
      <w:tr w:rsidR="00C65DDC" w:rsidRPr="00C65DDC" w14:paraId="27D356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A9F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AD2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5E9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723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280C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672D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59E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</w:t>
            </w:r>
          </w:p>
        </w:tc>
      </w:tr>
      <w:tr w:rsidR="00C65DDC" w:rsidRPr="00C65DDC" w14:paraId="69DBFA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F56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A0B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8E6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B46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EEA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496B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505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694</w:t>
            </w:r>
          </w:p>
        </w:tc>
      </w:tr>
      <w:tr w:rsidR="00C65DDC" w:rsidRPr="00C65DDC" w14:paraId="703804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27A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D7F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B10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9CC6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74C1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1EE2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056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695</w:t>
            </w:r>
          </w:p>
        </w:tc>
      </w:tr>
      <w:tr w:rsidR="00C65DDC" w:rsidRPr="00C65DDC" w14:paraId="2033B6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C19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E36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Bucecea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229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E1D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A29B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38EC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3CC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696</w:t>
            </w:r>
          </w:p>
        </w:tc>
      </w:tr>
      <w:tr w:rsidR="00C65DDC" w:rsidRPr="00C65DDC" w14:paraId="458053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6B0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BD2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805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012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FAFC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55F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E37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697</w:t>
            </w:r>
          </w:p>
        </w:tc>
      </w:tr>
      <w:tr w:rsidR="00C65DDC" w:rsidRPr="00C65DDC" w14:paraId="7C0FF9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78F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8F4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Crăcăoani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714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C34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024C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3235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80B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698</w:t>
            </w:r>
          </w:p>
        </w:tc>
      </w:tr>
      <w:tr w:rsidR="00C65DDC" w:rsidRPr="00C65DDC" w14:paraId="5A8498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848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75B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69F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35D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9682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1B8D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09F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699</w:t>
            </w:r>
          </w:p>
        </w:tc>
      </w:tr>
      <w:tr w:rsidR="00C65DDC" w:rsidRPr="00C65DDC" w14:paraId="588C97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555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9D4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Jilavele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5CB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A6D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A96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DD3F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209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700</w:t>
            </w:r>
          </w:p>
        </w:tc>
      </w:tr>
      <w:tr w:rsidR="00C65DDC" w:rsidRPr="00C65DDC" w14:paraId="048CCF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3E9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F33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Melinești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737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8B25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1A06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7EB3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765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701</w:t>
            </w:r>
          </w:p>
        </w:tc>
      </w:tr>
      <w:tr w:rsidR="00C65DDC" w:rsidRPr="00C65DDC" w14:paraId="0A99D0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0683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52C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DA9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AA7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E825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E919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2B7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702</w:t>
            </w:r>
          </w:p>
        </w:tc>
      </w:tr>
      <w:tr w:rsidR="00C65DDC" w:rsidRPr="00C65DDC" w14:paraId="32E6BA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080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53A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Chiojdu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2D2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A2F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C7EF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45D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62B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703</w:t>
            </w:r>
          </w:p>
        </w:tc>
      </w:tr>
      <w:tr w:rsidR="00C65DDC" w:rsidRPr="00C65DDC" w14:paraId="1D28F2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94F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337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29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12D6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BE3E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76A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72D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704</w:t>
            </w:r>
          </w:p>
        </w:tc>
      </w:tr>
      <w:tr w:rsidR="00C65DDC" w:rsidRPr="00C65DDC" w14:paraId="39B2EF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9D7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407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Dolhești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D6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9AD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1629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3335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5B6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</w:t>
            </w:r>
          </w:p>
        </w:tc>
      </w:tr>
      <w:tr w:rsidR="00C65DDC" w:rsidRPr="00C65DDC" w14:paraId="365708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5EF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488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A8B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51B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00DA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D6C6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C3E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706</w:t>
            </w:r>
          </w:p>
        </w:tc>
      </w:tr>
      <w:tr w:rsidR="00C65DDC" w:rsidRPr="00C65DDC" w14:paraId="4FB87B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561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CC51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721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1FB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0DFB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8255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D6B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707</w:t>
            </w:r>
          </w:p>
        </w:tc>
      </w:tr>
      <w:tr w:rsidR="00C65DDC" w:rsidRPr="00C65DDC" w14:paraId="38CD60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E2B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375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Șicula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0A5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418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CBF5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9C19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BEA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708</w:t>
            </w:r>
          </w:p>
        </w:tc>
      </w:tr>
      <w:tr w:rsidR="00C65DDC" w:rsidRPr="00C65DDC" w14:paraId="3280F6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313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0F43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9F6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AE3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D4C0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DD02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62F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</w:t>
            </w:r>
          </w:p>
        </w:tc>
      </w:tr>
      <w:tr w:rsidR="00C65DDC" w:rsidRPr="00C65DDC" w14:paraId="68314A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17B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DFA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F8D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533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F418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6454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A26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710</w:t>
            </w:r>
          </w:p>
        </w:tc>
      </w:tr>
      <w:tr w:rsidR="00C65DDC" w:rsidRPr="00C65DDC" w14:paraId="028B99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8BC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568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Șintereag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062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3E6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6E7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921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C1F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711</w:t>
            </w:r>
          </w:p>
        </w:tc>
      </w:tr>
      <w:tr w:rsidR="00C65DDC" w:rsidRPr="00C65DDC" w14:paraId="564C1B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3AE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E12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DFA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6ED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B817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584E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966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712</w:t>
            </w:r>
          </w:p>
        </w:tc>
      </w:tr>
      <w:tr w:rsidR="00C65DDC" w:rsidRPr="00C65DDC" w14:paraId="676410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5C7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863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Cogealac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DC2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6E6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700B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770C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603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713</w:t>
            </w:r>
          </w:p>
        </w:tc>
      </w:tr>
      <w:tr w:rsidR="00C65DDC" w:rsidRPr="00C65DDC" w14:paraId="66F4F6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CC2A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82E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Rebrișoara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375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F4A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7AD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5A17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A06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714</w:t>
            </w:r>
          </w:p>
        </w:tc>
      </w:tr>
      <w:tr w:rsidR="00C65DDC" w:rsidRPr="00C65DDC" w14:paraId="467E61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D76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3B6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Glăvile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0C5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2C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FAC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5B30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D3F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715</w:t>
            </w:r>
          </w:p>
        </w:tc>
      </w:tr>
      <w:tr w:rsidR="00C65DDC" w:rsidRPr="00C65DDC" w14:paraId="691124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185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028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BA1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1D8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1B2C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774A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CD4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</w:t>
            </w:r>
          </w:p>
        </w:tc>
      </w:tr>
      <w:tr w:rsidR="00C65DDC" w:rsidRPr="00C65DDC" w14:paraId="2A3112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C3CA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AC3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Berești-Tazlău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017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579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C71E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E723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342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717</w:t>
            </w:r>
          </w:p>
        </w:tc>
      </w:tr>
      <w:tr w:rsidR="00C65DDC" w:rsidRPr="00C65DDC" w14:paraId="1434A5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FFD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9D8E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Hălăucești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74F8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A7D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3763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FB9D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82B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</w:t>
            </w:r>
          </w:p>
        </w:tc>
      </w:tr>
      <w:tr w:rsidR="00C65DDC" w:rsidRPr="00C65DDC" w14:paraId="3E1858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6EB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63DD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Cislău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60A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F8A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0BC3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4810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7E6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</w:t>
            </w:r>
          </w:p>
        </w:tc>
      </w:tr>
      <w:tr w:rsidR="00C65DDC" w:rsidRPr="00C65DDC" w14:paraId="3846F9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5E9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333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Certeze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4F7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072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A753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3B24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321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</w:t>
            </w:r>
          </w:p>
        </w:tc>
      </w:tr>
      <w:tr w:rsidR="00C65DDC" w:rsidRPr="00C65DDC" w14:paraId="0E6BE0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CB2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7F9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0C7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381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05F6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D5C9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E49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721</w:t>
            </w:r>
          </w:p>
        </w:tc>
      </w:tr>
      <w:tr w:rsidR="00C65DDC" w:rsidRPr="00C65DDC" w14:paraId="49815D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840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D58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B9D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E58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6EDB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F6B1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3E5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722</w:t>
            </w:r>
          </w:p>
        </w:tc>
      </w:tr>
      <w:tr w:rsidR="00C65DDC" w:rsidRPr="00C65DDC" w14:paraId="78789D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166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E5F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0AC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888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AE08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8935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AB4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723</w:t>
            </w:r>
          </w:p>
        </w:tc>
      </w:tr>
      <w:tr w:rsidR="00C65DDC" w:rsidRPr="00C65DDC" w14:paraId="484E08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6CF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8AA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168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068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68D2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52F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40C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</w:t>
            </w:r>
          </w:p>
        </w:tc>
      </w:tr>
      <w:tr w:rsidR="00C65DDC" w:rsidRPr="00C65DDC" w14:paraId="3E2ED2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9C3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E9E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Ghimbav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297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D61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2824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0F09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593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</w:t>
            </w:r>
          </w:p>
        </w:tc>
      </w:tr>
      <w:tr w:rsidR="00C65DDC" w:rsidRPr="00C65DDC" w14:paraId="575F0F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2C8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34F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018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735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7964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0501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479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</w:t>
            </w:r>
          </w:p>
        </w:tc>
      </w:tr>
      <w:tr w:rsidR="00C65DDC" w:rsidRPr="00C65DDC" w14:paraId="42DC4A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3FF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BC2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Corcova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A65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EBD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7865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E7CC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CDE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727</w:t>
            </w:r>
          </w:p>
        </w:tc>
      </w:tr>
      <w:tr w:rsidR="00C65DDC" w:rsidRPr="00C65DDC" w14:paraId="327819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FA5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022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Hlipiceni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E3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C5D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A6F2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C2B1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F1C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728</w:t>
            </w:r>
          </w:p>
        </w:tc>
      </w:tr>
      <w:tr w:rsidR="00C65DDC" w:rsidRPr="00C65DDC" w14:paraId="1F460E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F22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82D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Brâncovenești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25B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C69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A845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79C8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31CD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</w:t>
            </w:r>
          </w:p>
        </w:tc>
      </w:tr>
      <w:tr w:rsidR="00C65DDC" w:rsidRPr="00C65DDC" w14:paraId="4372DD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050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C42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Gurahonț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A21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73C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B45E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CD3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D79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730</w:t>
            </w:r>
          </w:p>
        </w:tc>
      </w:tr>
      <w:tr w:rsidR="00C65DDC" w:rsidRPr="00C65DDC" w14:paraId="4A077C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2EC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CF7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Codăești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A95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A6C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6A5B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3B31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94B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731</w:t>
            </w:r>
          </w:p>
        </w:tc>
      </w:tr>
      <w:tr w:rsidR="00C65DDC" w:rsidRPr="00C65DDC" w14:paraId="5BF017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BC9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BC7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35F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1BDB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C1A1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4BAB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065B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732</w:t>
            </w:r>
          </w:p>
        </w:tc>
      </w:tr>
      <w:tr w:rsidR="00C65DDC" w:rsidRPr="00C65DDC" w14:paraId="10EA00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B10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68B6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Plopșoru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923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1B1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E169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8F30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2B2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733</w:t>
            </w:r>
          </w:p>
        </w:tc>
      </w:tr>
      <w:tr w:rsidR="00C65DDC" w:rsidRPr="00C65DDC" w14:paraId="490880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F6D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74F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E11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4D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E4A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1F93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1C7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</w:t>
            </w:r>
          </w:p>
        </w:tc>
      </w:tr>
      <w:tr w:rsidR="00C65DDC" w:rsidRPr="00C65DDC" w14:paraId="47ECF5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ECB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8C0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Zăbala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E1A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9D8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16B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3CC6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764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735</w:t>
            </w:r>
          </w:p>
        </w:tc>
      </w:tr>
      <w:tr w:rsidR="00C65DDC" w:rsidRPr="00C65DDC" w14:paraId="6152BE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19B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317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8EB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34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F419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50B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6AF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736</w:t>
            </w:r>
          </w:p>
        </w:tc>
      </w:tr>
      <w:tr w:rsidR="00C65DDC" w:rsidRPr="00C65DDC" w14:paraId="04BF9B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3EF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98A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9A2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CD0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133A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B49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0F3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737</w:t>
            </w:r>
          </w:p>
        </w:tc>
      </w:tr>
      <w:tr w:rsidR="00C65DDC" w:rsidRPr="00C65DDC" w14:paraId="09A530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789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31D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Jidvei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D46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8DE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A293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0EA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1C3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738</w:t>
            </w:r>
          </w:p>
        </w:tc>
      </w:tr>
      <w:tr w:rsidR="00C65DDC" w:rsidRPr="00C65DDC" w14:paraId="2E8302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82C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078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Limanu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366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D9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88EB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B3D7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EBB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</w:t>
            </w:r>
          </w:p>
        </w:tc>
      </w:tr>
      <w:tr w:rsidR="00C65DDC" w:rsidRPr="00C65DDC" w14:paraId="30D632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1AD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90F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Livada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D62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349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D71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8928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3C3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740</w:t>
            </w:r>
          </w:p>
        </w:tc>
      </w:tr>
      <w:tr w:rsidR="00C65DDC" w:rsidRPr="00C65DDC" w14:paraId="529B6C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373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AA0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Vânătorii Mici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06E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B80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0BFA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9792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996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741</w:t>
            </w:r>
          </w:p>
        </w:tc>
      </w:tr>
      <w:tr w:rsidR="00C65DDC" w:rsidRPr="00C65DDC" w14:paraId="6AC816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79C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CED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Abrud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5A4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19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D905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B4A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1A8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742</w:t>
            </w:r>
          </w:p>
        </w:tc>
      </w:tr>
      <w:tr w:rsidR="00C65DDC" w:rsidRPr="00C65DDC" w14:paraId="1E759B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3D7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B78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Milcovul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8E7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631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B276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75D0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93D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</w:t>
            </w:r>
          </w:p>
        </w:tc>
      </w:tr>
      <w:tr w:rsidR="00C65DDC" w:rsidRPr="00C65DDC" w14:paraId="3CD704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A18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B7C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Vârtoape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656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DD9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8EF2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FFA5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26E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744</w:t>
            </w:r>
          </w:p>
        </w:tc>
      </w:tr>
      <w:tr w:rsidR="00C65DDC" w:rsidRPr="00C65DDC" w14:paraId="2C017C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35C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1DB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Daneș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DF1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1D1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1617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98AB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9C6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745</w:t>
            </w:r>
          </w:p>
        </w:tc>
      </w:tr>
      <w:tr w:rsidR="00C65DDC" w:rsidRPr="00C65DDC" w14:paraId="6F89AA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AEE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F77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Grănicești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6A2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9F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EFA2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2EE0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F35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746</w:t>
            </w:r>
          </w:p>
        </w:tc>
      </w:tr>
      <w:tr w:rsidR="00C65DDC" w:rsidRPr="00C65DDC" w14:paraId="4658F4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8B5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E5C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0A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27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AE62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F3AB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8B6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747</w:t>
            </w:r>
          </w:p>
        </w:tc>
      </w:tr>
      <w:tr w:rsidR="00C65DDC" w:rsidRPr="00C65DDC" w14:paraId="36C57E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5C2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C2C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C1E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9D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8F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B8F5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A122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</w:t>
            </w:r>
          </w:p>
        </w:tc>
      </w:tr>
      <w:tr w:rsidR="00C65DDC" w:rsidRPr="00C65DDC" w14:paraId="08F663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327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9B4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1E0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3E0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DA91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17C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A9BC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</w:t>
            </w:r>
          </w:p>
        </w:tc>
      </w:tr>
      <w:tr w:rsidR="00C65DDC" w:rsidRPr="00C65DDC" w14:paraId="38127AE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4BF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090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Rona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107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70B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0B22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3035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798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750</w:t>
            </w:r>
          </w:p>
        </w:tc>
      </w:tr>
      <w:tr w:rsidR="00C65DDC" w:rsidRPr="00C65DDC" w14:paraId="64299C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1D3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9F7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007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A0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08A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F77E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E70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</w:tr>
      <w:tr w:rsidR="00C65DDC" w:rsidRPr="00C65DDC" w14:paraId="006A37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E26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98B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Țintești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2A7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F64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C081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41AC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B7D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752</w:t>
            </w:r>
          </w:p>
        </w:tc>
      </w:tr>
      <w:tr w:rsidR="00C65DDC" w:rsidRPr="00C65DDC" w14:paraId="2FC8C1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FAF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FC1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Crișcior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524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512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CCDA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E4BD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317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753</w:t>
            </w:r>
          </w:p>
        </w:tc>
      </w:tr>
      <w:tr w:rsidR="00C65DDC" w:rsidRPr="00C65DDC" w14:paraId="229C42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0EC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939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Țânțăreni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00A9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D0A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D99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4158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03E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754</w:t>
            </w:r>
          </w:p>
        </w:tc>
      </w:tr>
      <w:tr w:rsidR="00C65DDC" w:rsidRPr="00C65DDC" w14:paraId="66321A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A20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67B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Posești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E07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6F4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8E70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7061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A53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755</w:t>
            </w:r>
          </w:p>
        </w:tc>
      </w:tr>
      <w:tr w:rsidR="00C65DDC" w:rsidRPr="00C65DDC" w14:paraId="690FB1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74F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468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08C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BE9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E2A9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9871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230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756</w:t>
            </w:r>
          </w:p>
        </w:tc>
      </w:tr>
      <w:tr w:rsidR="00C65DDC" w:rsidRPr="00C65DDC" w14:paraId="6C3419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A46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C3B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Miercurea Sibiului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1EE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29B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B072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1232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53F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757</w:t>
            </w:r>
          </w:p>
        </w:tc>
      </w:tr>
      <w:tr w:rsidR="00C65DDC" w:rsidRPr="00C65DDC" w14:paraId="451690C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AF6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0F8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C33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F87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EAB3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F4C0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465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758</w:t>
            </w:r>
          </w:p>
        </w:tc>
      </w:tr>
      <w:tr w:rsidR="00C65DDC" w:rsidRPr="00C65DDC" w14:paraId="547E05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C38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5E7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Roseți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C70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157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1CEA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6679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2F4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759</w:t>
            </w:r>
          </w:p>
        </w:tc>
      </w:tr>
      <w:tr w:rsidR="00C65DDC" w:rsidRPr="00C65DDC" w14:paraId="0F8C83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20F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0BC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CE1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4DC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78CB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1670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18B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760</w:t>
            </w:r>
          </w:p>
        </w:tc>
      </w:tr>
      <w:tr w:rsidR="00C65DDC" w:rsidRPr="00C65DDC" w14:paraId="0EE02A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810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BD9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Dragomirești-Vale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943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171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7AE9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633F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15D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</w:t>
            </w:r>
          </w:p>
        </w:tc>
      </w:tr>
      <w:tr w:rsidR="00C65DDC" w:rsidRPr="00C65DDC" w14:paraId="0EF76C7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65E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0FE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12E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B30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1370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CD75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AD9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762</w:t>
            </w:r>
          </w:p>
        </w:tc>
      </w:tr>
      <w:tr w:rsidR="00C65DDC" w:rsidRPr="00C65DDC" w14:paraId="469DB2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98F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D467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D5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990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715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4A78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630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763</w:t>
            </w:r>
          </w:p>
        </w:tc>
      </w:tr>
      <w:tr w:rsidR="00C65DDC" w:rsidRPr="00C65DDC" w14:paraId="337397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621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EE3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Independența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85D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B4E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A1A2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E717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AEB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764</w:t>
            </w:r>
          </w:p>
        </w:tc>
      </w:tr>
      <w:tr w:rsidR="00C65DDC" w:rsidRPr="00C65DDC" w14:paraId="27CB59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48E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BD2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E47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FC0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F567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C9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6A8D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765</w:t>
            </w:r>
          </w:p>
        </w:tc>
      </w:tr>
      <w:tr w:rsidR="00C65DDC" w:rsidRPr="00C65DDC" w14:paraId="32BFEE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01F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BD3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BD2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BC2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DC1B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28C9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B56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766</w:t>
            </w:r>
          </w:p>
        </w:tc>
      </w:tr>
      <w:tr w:rsidR="00C65DDC" w:rsidRPr="00C65DDC" w14:paraId="22AD89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4B4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4AF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24C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FEE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235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7282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9EB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767</w:t>
            </w:r>
          </w:p>
        </w:tc>
      </w:tr>
      <w:tr w:rsidR="00C65DDC" w:rsidRPr="00C65DDC" w14:paraId="212EB4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214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73D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A24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95E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3A23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5E80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71B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768</w:t>
            </w:r>
          </w:p>
        </w:tc>
      </w:tr>
      <w:tr w:rsidR="00C65DDC" w:rsidRPr="00C65DDC" w14:paraId="206DAB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C901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FAA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Vinderei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14D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EB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166C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5B3C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612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769</w:t>
            </w:r>
          </w:p>
        </w:tc>
      </w:tr>
      <w:tr w:rsidR="00C65DDC" w:rsidRPr="00C65DDC" w14:paraId="239707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647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37C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Glăvănești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2C4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0771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8C02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3CC7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6A2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770</w:t>
            </w:r>
          </w:p>
        </w:tc>
      </w:tr>
      <w:tr w:rsidR="00C65DDC" w:rsidRPr="00C65DDC" w14:paraId="3577EC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E03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7A5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Gighera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9CA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500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8155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A9B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CEF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771</w:t>
            </w:r>
          </w:p>
        </w:tc>
      </w:tr>
      <w:tr w:rsidR="00C65DDC" w:rsidRPr="00C65DDC" w14:paraId="3EE0A7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54F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1E8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C5A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5BB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E515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8537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5A0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772</w:t>
            </w:r>
          </w:p>
        </w:tc>
      </w:tr>
      <w:tr w:rsidR="00C65DDC" w:rsidRPr="00C65DDC" w14:paraId="5ECB29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8C26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55A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Buntești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23D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443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A2EE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9D7D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E37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773</w:t>
            </w:r>
          </w:p>
        </w:tc>
      </w:tr>
      <w:tr w:rsidR="00C65DDC" w:rsidRPr="00C65DDC" w14:paraId="5B15CA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578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58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Răchitoasa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A31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79F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FF2F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C34D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FCF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774</w:t>
            </w:r>
          </w:p>
        </w:tc>
      </w:tr>
      <w:tr w:rsidR="00C65DDC" w:rsidRPr="00C65DDC" w14:paraId="1B4A2A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9C0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E7A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Secusigiu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B21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8FE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1808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0C4C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F93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</w:t>
            </w:r>
          </w:p>
        </w:tc>
      </w:tr>
      <w:tr w:rsidR="00C65DDC" w:rsidRPr="00C65DDC" w14:paraId="1B1452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6E2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5EE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14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DB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AEA5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164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F21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776</w:t>
            </w:r>
          </w:p>
        </w:tc>
      </w:tr>
      <w:tr w:rsidR="00C65DDC" w:rsidRPr="00C65DDC" w14:paraId="2F0798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BA0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2B1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Baba 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650B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29A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A3A9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A29E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54F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777</w:t>
            </w:r>
          </w:p>
        </w:tc>
      </w:tr>
      <w:tr w:rsidR="00C65DDC" w:rsidRPr="00C65DDC" w14:paraId="2D43FB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6C3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590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161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90C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4C23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F600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7AE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778</w:t>
            </w:r>
          </w:p>
        </w:tc>
      </w:tr>
      <w:tr w:rsidR="00C65DDC" w:rsidRPr="00C65DDC" w14:paraId="2AB5C52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579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14A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Pădureni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C73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A1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7A2D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2183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361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779</w:t>
            </w:r>
          </w:p>
        </w:tc>
      </w:tr>
      <w:tr w:rsidR="00C65DDC" w:rsidRPr="00C65DDC" w14:paraId="3458DD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9CE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4F04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Brăduț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A00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1D3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06B2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010C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B4F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780</w:t>
            </w:r>
          </w:p>
        </w:tc>
      </w:tr>
      <w:tr w:rsidR="00C65DDC" w:rsidRPr="00C65DDC" w14:paraId="1011D0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17E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F1D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FCB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EBA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A83D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3A7E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6B4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781</w:t>
            </w:r>
          </w:p>
        </w:tc>
      </w:tr>
      <w:tr w:rsidR="00C65DDC" w:rsidRPr="00C65DDC" w14:paraId="5B7B2F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B05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BC3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Hodac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003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20E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5118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221C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EA2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782</w:t>
            </w:r>
          </w:p>
        </w:tc>
      </w:tr>
      <w:tr w:rsidR="00C65DDC" w:rsidRPr="00C65DDC" w14:paraId="1F09E5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B26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C7A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Slatina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D21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8C3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DA53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C30D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88F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783</w:t>
            </w:r>
          </w:p>
        </w:tc>
      </w:tr>
      <w:tr w:rsidR="00C65DDC" w:rsidRPr="00C65DDC" w14:paraId="63A87D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C28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252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Mintiu Gherlii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0704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C60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29A8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1F15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B6C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784</w:t>
            </w:r>
          </w:p>
        </w:tc>
      </w:tr>
      <w:tr w:rsidR="00C65DDC" w:rsidRPr="00C65DDC" w14:paraId="2A387C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C69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9E8C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D74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4E0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14B5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7D78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047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785</w:t>
            </w:r>
          </w:p>
        </w:tc>
      </w:tr>
      <w:tr w:rsidR="00C65DDC" w:rsidRPr="00C65DDC" w14:paraId="5CDF50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EB4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F11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Crângeni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AC14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B9F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116A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213B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48E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786</w:t>
            </w:r>
          </w:p>
        </w:tc>
      </w:tr>
      <w:tr w:rsidR="00C65DDC" w:rsidRPr="00C65DDC" w14:paraId="7AAEEE0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160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27D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48B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834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BA37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022B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7BB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787</w:t>
            </w:r>
          </w:p>
        </w:tc>
      </w:tr>
      <w:tr w:rsidR="00C65DDC" w:rsidRPr="00C65DDC" w14:paraId="6CEE3D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E97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F9D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Movila Miresii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781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0B6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77A3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BCB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E24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788</w:t>
            </w:r>
          </w:p>
        </w:tc>
      </w:tr>
      <w:tr w:rsidR="00C65DDC" w:rsidRPr="00C65DDC" w14:paraId="373A6C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37D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B7B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Bălțați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64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E23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9761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7E75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574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789</w:t>
            </w:r>
          </w:p>
        </w:tc>
      </w:tr>
      <w:tr w:rsidR="00C65DDC" w:rsidRPr="00C65DDC" w14:paraId="012A11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593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2FF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Rediu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F90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C82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A269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B453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E2A6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790</w:t>
            </w:r>
          </w:p>
        </w:tc>
      </w:tr>
      <w:tr w:rsidR="00C65DDC" w:rsidRPr="00C65DDC" w14:paraId="5984A4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5F2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FFD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F80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7A0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DB3C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F82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DDE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791</w:t>
            </w:r>
          </w:p>
        </w:tc>
      </w:tr>
      <w:tr w:rsidR="00C65DDC" w:rsidRPr="00C65DDC" w14:paraId="619FC2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10B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95C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B35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73C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36DF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39DC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273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792</w:t>
            </w:r>
          </w:p>
        </w:tc>
      </w:tr>
      <w:tr w:rsidR="00C65DDC" w:rsidRPr="00C65DDC" w14:paraId="08D6E2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0DF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9F8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C71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3BE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A769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793F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8DE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793</w:t>
            </w:r>
          </w:p>
        </w:tc>
      </w:tr>
      <w:tr w:rsidR="00C65DDC" w:rsidRPr="00C65DDC" w14:paraId="78296E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8D4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A68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Icușești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B47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3AF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8B28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AAF1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294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</w:t>
            </w:r>
          </w:p>
        </w:tc>
      </w:tr>
      <w:tr w:rsidR="00C65DDC" w:rsidRPr="00C65DDC" w14:paraId="5FD664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063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BED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220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111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17CF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12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211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795</w:t>
            </w:r>
          </w:p>
        </w:tc>
      </w:tr>
      <w:tr w:rsidR="00C65DDC" w:rsidRPr="00C65DDC" w14:paraId="3E4AA4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8AC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0B2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A4B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6ED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3610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2C4B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E7E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796</w:t>
            </w:r>
          </w:p>
        </w:tc>
      </w:tr>
      <w:tr w:rsidR="00C65DDC" w:rsidRPr="00C65DDC" w14:paraId="5C33BE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4EA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F78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15A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7C3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AC3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4DBB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5D2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797</w:t>
            </w:r>
          </w:p>
        </w:tc>
      </w:tr>
      <w:tr w:rsidR="00C65DDC" w:rsidRPr="00C65DDC" w14:paraId="5331F8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BC5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8D9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Fundu Moldovei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3F8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55E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8BC6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3944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384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798</w:t>
            </w:r>
          </w:p>
        </w:tc>
      </w:tr>
      <w:tr w:rsidR="00C65DDC" w:rsidRPr="00C65DDC" w14:paraId="5779E7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6BF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2BB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06E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0C8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E47D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A0CB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C91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799</w:t>
            </w:r>
          </w:p>
        </w:tc>
      </w:tr>
      <w:tr w:rsidR="00C65DDC" w:rsidRPr="00C65DDC" w14:paraId="43AF7D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6D5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46D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Gherăseni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79C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0B7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DF56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126F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22C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800</w:t>
            </w:r>
          </w:p>
        </w:tc>
      </w:tr>
      <w:tr w:rsidR="00C65DDC" w:rsidRPr="00C65DDC" w14:paraId="7AE363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94B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7ED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74E3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D67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8EA5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7E30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488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801</w:t>
            </w:r>
          </w:p>
        </w:tc>
      </w:tr>
      <w:tr w:rsidR="00C65DDC" w:rsidRPr="00C65DDC" w14:paraId="1A8EAB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A92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3AD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73C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8396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3C7A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3F90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192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802</w:t>
            </w:r>
          </w:p>
        </w:tc>
      </w:tr>
      <w:tr w:rsidR="00C65DDC" w:rsidRPr="00C65DDC" w14:paraId="52CF35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5CBE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645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Jurilovca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3FA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41F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0BFB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B774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98E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803</w:t>
            </w:r>
          </w:p>
        </w:tc>
      </w:tr>
      <w:tr w:rsidR="00C65DDC" w:rsidRPr="00C65DDC" w14:paraId="71192F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52A5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AE56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Argetoaia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3CC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79F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4AE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654D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CFC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804</w:t>
            </w:r>
          </w:p>
        </w:tc>
      </w:tr>
      <w:tr w:rsidR="00C65DDC" w:rsidRPr="00C65DDC" w14:paraId="445D56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148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922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BEF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37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5353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B0B3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CBE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805</w:t>
            </w:r>
          </w:p>
        </w:tc>
      </w:tr>
      <w:tr w:rsidR="00C65DDC" w:rsidRPr="00C65DDC" w14:paraId="06C985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B05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455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Devesel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DF5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B3A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D6AE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F9F2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6FC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806</w:t>
            </w:r>
          </w:p>
        </w:tc>
      </w:tr>
      <w:tr w:rsidR="00C65DDC" w:rsidRPr="00C65DDC" w14:paraId="7A877B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5C7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7DE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Ruginești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52B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7B6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389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D068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F0B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807</w:t>
            </w:r>
          </w:p>
        </w:tc>
      </w:tr>
      <w:tr w:rsidR="00C65DDC" w:rsidRPr="00C65DDC" w14:paraId="36054B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62A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039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Vatra Moldoviței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0E2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808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DD5F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9AB8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909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808</w:t>
            </w:r>
          </w:p>
        </w:tc>
      </w:tr>
      <w:tr w:rsidR="00C65DDC" w:rsidRPr="00C65DDC" w14:paraId="290C36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CE0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DCE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George Enescu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A95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8B2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32F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52B3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F11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</w:t>
            </w:r>
          </w:p>
        </w:tc>
      </w:tr>
      <w:tr w:rsidR="00C65DDC" w:rsidRPr="00C65DDC" w14:paraId="2D4DC4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5D2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8CB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Corbului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B2D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420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38B2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3028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FBC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810</w:t>
            </w:r>
          </w:p>
        </w:tc>
      </w:tr>
      <w:tr w:rsidR="00C65DDC" w:rsidRPr="00C65DDC" w14:paraId="4A382E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A33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BA2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98B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3C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577C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4738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06A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811</w:t>
            </w:r>
          </w:p>
        </w:tc>
      </w:tr>
      <w:tr w:rsidR="00C65DDC" w:rsidRPr="00C65DDC" w14:paraId="2A953D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A9F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888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Rast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8FD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C71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A889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AA5F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5B3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812</w:t>
            </w:r>
          </w:p>
        </w:tc>
      </w:tr>
      <w:tr w:rsidR="00C65DDC" w:rsidRPr="00C65DDC" w14:paraId="6835EE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904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16E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Ghidigeni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A52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294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3E5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EE26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42C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813</w:t>
            </w:r>
          </w:p>
        </w:tc>
      </w:tr>
      <w:tr w:rsidR="00C65DDC" w:rsidRPr="00C65DDC" w14:paraId="321598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E90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895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F5B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ACD9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212C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A268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06E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814</w:t>
            </w:r>
          </w:p>
        </w:tc>
      </w:tr>
      <w:tr w:rsidR="00C65DDC" w:rsidRPr="00C65DDC" w14:paraId="0D4EAD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4AC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468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Străoane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B19A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D81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BEEC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95A7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DAF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815</w:t>
            </w:r>
          </w:p>
        </w:tc>
      </w:tr>
      <w:tr w:rsidR="00C65DDC" w:rsidRPr="00C65DDC" w14:paraId="172A3B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431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E96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Munteni-Buzău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77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CC4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1CD1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AE4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92A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816</w:t>
            </w:r>
          </w:p>
        </w:tc>
      </w:tr>
      <w:tr w:rsidR="00C65DDC" w:rsidRPr="00C65DDC" w14:paraId="4A4906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732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D63D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Țibana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141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009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79C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EF7C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5F7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817</w:t>
            </w:r>
          </w:p>
        </w:tc>
      </w:tr>
      <w:tr w:rsidR="00C65DDC" w:rsidRPr="00C65DDC" w14:paraId="493537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A56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BFE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Bicazu Ardelean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A0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281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307F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6E6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054B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818</w:t>
            </w:r>
          </w:p>
        </w:tc>
      </w:tr>
      <w:tr w:rsidR="00C65DDC" w:rsidRPr="00C65DDC" w14:paraId="2A245E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B0C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BAC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Gârcina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56F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A95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7C5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9BD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1DA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819</w:t>
            </w:r>
          </w:p>
        </w:tc>
      </w:tr>
      <w:tr w:rsidR="00C65DDC" w:rsidRPr="00C65DDC" w14:paraId="7D65C3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7F5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849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Mărăcineni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A77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5A4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D7B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1A37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2A5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820</w:t>
            </w:r>
          </w:p>
        </w:tc>
      </w:tr>
      <w:tr w:rsidR="00C65DDC" w:rsidRPr="00C65DDC" w14:paraId="2DDBAA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BFB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4B9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Zimandu Nou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326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970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1F4F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2B55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F24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821</w:t>
            </w:r>
          </w:p>
        </w:tc>
      </w:tr>
      <w:tr w:rsidR="00C65DDC" w:rsidRPr="00C65DDC" w14:paraId="07848C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A25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A64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Cireșu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2BF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155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996F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5C30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B73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822</w:t>
            </w:r>
          </w:p>
        </w:tc>
      </w:tr>
      <w:tr w:rsidR="00C65DDC" w:rsidRPr="00C65DDC" w14:paraId="453479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4BE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C94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Ozun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3C5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A97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E7E6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934A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F03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823</w:t>
            </w:r>
          </w:p>
        </w:tc>
      </w:tr>
      <w:tr w:rsidR="00C65DDC" w:rsidRPr="00C65DDC" w14:paraId="56AFBC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C98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F3D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Strâmtura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807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6D6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711A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15DE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2D3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824</w:t>
            </w:r>
          </w:p>
        </w:tc>
      </w:tr>
      <w:tr w:rsidR="00C65DDC" w:rsidRPr="00C65DDC" w14:paraId="74AE47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E83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145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B94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EA7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C721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4CDF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A0A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825</w:t>
            </w:r>
          </w:p>
        </w:tc>
      </w:tr>
      <w:tr w:rsidR="00C65DDC" w:rsidRPr="00C65DDC" w14:paraId="2863D5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F55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400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Spermezeu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58D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2CA5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D3C8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D0F7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3F8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826</w:t>
            </w:r>
          </w:p>
        </w:tc>
      </w:tr>
      <w:tr w:rsidR="00C65DDC" w:rsidRPr="00C65DDC" w14:paraId="069D42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950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155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Peștișani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925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0D1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543A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4EB1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BBD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827</w:t>
            </w:r>
          </w:p>
        </w:tc>
      </w:tr>
      <w:tr w:rsidR="00C65DDC" w:rsidRPr="00C65DDC" w14:paraId="71B753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1CE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6EC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Ghimeș-Făget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E2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BAB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051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62C6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960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828</w:t>
            </w:r>
          </w:p>
        </w:tc>
      </w:tr>
      <w:tr w:rsidR="00C65DDC" w:rsidRPr="00C65DDC" w14:paraId="2ACF2C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626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281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Vrâncioaia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A9B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475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C8D0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F3CF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034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829</w:t>
            </w:r>
          </w:p>
        </w:tc>
      </w:tr>
      <w:tr w:rsidR="00C65DDC" w:rsidRPr="00C65DDC" w14:paraId="66A1DC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D81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680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Suciu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931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C09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40F9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A70F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D0B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830</w:t>
            </w:r>
          </w:p>
        </w:tc>
      </w:tr>
      <w:tr w:rsidR="00C65DDC" w:rsidRPr="00C65DDC" w14:paraId="4F1206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261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66E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115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085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B050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FCA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F90A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831</w:t>
            </w:r>
          </w:p>
        </w:tc>
      </w:tr>
      <w:tr w:rsidR="00C65DDC" w:rsidRPr="00C65DDC" w14:paraId="18AC07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56B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B5C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Berislăvești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C42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9B6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1E75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8DB3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D72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832</w:t>
            </w:r>
          </w:p>
        </w:tc>
      </w:tr>
      <w:tr w:rsidR="00C65DDC" w:rsidRPr="00C65DDC" w14:paraId="5CF299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32E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F33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1C9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A28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7317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552C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E58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833</w:t>
            </w:r>
          </w:p>
        </w:tc>
      </w:tr>
      <w:tr w:rsidR="00C65DDC" w:rsidRPr="00C65DDC" w14:paraId="341828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51C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239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Moțca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2CD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53B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8EE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1AB9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5CE7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834</w:t>
            </w:r>
          </w:p>
        </w:tc>
      </w:tr>
      <w:tr w:rsidR="00C65DDC" w:rsidRPr="00C65DDC" w14:paraId="763FD1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358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176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Ghergheasa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990C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134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8EE4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E3CD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A73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835</w:t>
            </w:r>
          </w:p>
        </w:tc>
      </w:tr>
      <w:tr w:rsidR="00C65DDC" w:rsidRPr="00C65DDC" w14:paraId="5FA1EF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F17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61D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Șoimuș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E2F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EA0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C4F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D4CA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85A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836</w:t>
            </w:r>
          </w:p>
        </w:tc>
      </w:tr>
      <w:tr w:rsidR="00C65DDC" w:rsidRPr="00C65DDC" w14:paraId="7472F5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FE1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3CC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Lupșanu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F75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54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01EF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4A58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F30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837</w:t>
            </w:r>
          </w:p>
        </w:tc>
      </w:tr>
      <w:tr w:rsidR="00C65DDC" w:rsidRPr="00C65DDC" w14:paraId="795207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052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7FA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Cacica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E71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7EF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722F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9E3D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C26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838</w:t>
            </w:r>
          </w:p>
        </w:tc>
      </w:tr>
      <w:tr w:rsidR="00C65DDC" w:rsidRPr="00C65DDC" w14:paraId="0DD37E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99D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F80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Rășinari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91A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AD2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6755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59CA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124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839</w:t>
            </w:r>
          </w:p>
        </w:tc>
      </w:tr>
      <w:tr w:rsidR="00C65DDC" w:rsidRPr="00C65DDC" w14:paraId="1A92F6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6E4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8DF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Vorniceni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15F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C5C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AEFD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31AA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64C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840</w:t>
            </w:r>
          </w:p>
        </w:tc>
      </w:tr>
      <w:tr w:rsidR="00C65DDC" w:rsidRPr="00C65DDC" w14:paraId="16DDB6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427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622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Padeș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3FC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E5B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5E37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807D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146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841</w:t>
            </w:r>
          </w:p>
        </w:tc>
      </w:tr>
      <w:tr w:rsidR="00C65DDC" w:rsidRPr="00C65DDC" w14:paraId="5250BA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01C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703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Hălmagiu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3D0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049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6D8F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36FB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AC4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842</w:t>
            </w:r>
          </w:p>
        </w:tc>
      </w:tr>
      <w:tr w:rsidR="00C65DDC" w:rsidRPr="00C65DDC" w14:paraId="036112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F44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E04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Dorobanțu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CE6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AFA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2A36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7ED6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F594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843</w:t>
            </w:r>
          </w:p>
        </w:tc>
      </w:tr>
      <w:tr w:rsidR="00C65DDC" w:rsidRPr="00C65DDC" w14:paraId="11ABA1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066D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84E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7A4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B3F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7DD4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4C5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168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844</w:t>
            </w:r>
          </w:p>
        </w:tc>
      </w:tr>
      <w:tr w:rsidR="00C65DDC" w:rsidRPr="00C65DDC" w14:paraId="2641BE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333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E0E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Hereclean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0A0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EF7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0FDE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E1C5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6246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845</w:t>
            </w:r>
          </w:p>
        </w:tc>
      </w:tr>
      <w:tr w:rsidR="00C65DDC" w:rsidRPr="00C65DDC" w14:paraId="752767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4159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9F2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Stăncuța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667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DCB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A87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5E39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867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846</w:t>
            </w:r>
          </w:p>
        </w:tc>
      </w:tr>
      <w:tr w:rsidR="00C65DDC" w:rsidRPr="00C65DDC" w14:paraId="63DE23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CD73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BD6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16C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BC9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FEC4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D359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A0A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847</w:t>
            </w:r>
          </w:p>
        </w:tc>
      </w:tr>
      <w:tr w:rsidR="00C65DDC" w:rsidRPr="00C65DDC" w14:paraId="727FB9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D33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D63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EBB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E35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3AB7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9015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B1A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848</w:t>
            </w:r>
          </w:p>
        </w:tc>
      </w:tr>
      <w:tr w:rsidR="00C65DDC" w:rsidRPr="00C65DDC" w14:paraId="5A13F6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F41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CCF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Bivolari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BE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DF9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794E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B475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B30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849</w:t>
            </w:r>
          </w:p>
        </w:tc>
      </w:tr>
      <w:tr w:rsidR="00C65DDC" w:rsidRPr="00C65DDC" w14:paraId="2E9B72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489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0CC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Plenița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2CF4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3C2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451B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3DB0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83F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850</w:t>
            </w:r>
          </w:p>
        </w:tc>
      </w:tr>
      <w:tr w:rsidR="00C65DDC" w:rsidRPr="00C65DDC" w14:paraId="08A2D6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8BD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684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Bahna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0AE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3C0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AD83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89C0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DDB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851</w:t>
            </w:r>
          </w:p>
        </w:tc>
      </w:tr>
      <w:tr w:rsidR="00C65DDC" w:rsidRPr="00C65DDC" w14:paraId="761D5F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0F5A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069C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Pleșoiu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AC9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6C1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4A1B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073F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A76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852</w:t>
            </w:r>
          </w:p>
        </w:tc>
      </w:tr>
      <w:tr w:rsidR="00C65DDC" w:rsidRPr="00C65DDC" w14:paraId="4A43D7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7C1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288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Dridu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124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0D3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4F7F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DC84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826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853</w:t>
            </w:r>
          </w:p>
        </w:tc>
      </w:tr>
      <w:tr w:rsidR="00C65DDC" w:rsidRPr="00C65DDC" w14:paraId="6698A2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A9B2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756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Brusturi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D49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6BB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F332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9CA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3BB4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854</w:t>
            </w:r>
          </w:p>
        </w:tc>
      </w:tr>
      <w:tr w:rsidR="00C65DDC" w:rsidRPr="00C65DDC" w14:paraId="2B7DC2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63B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085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Supur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DE0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362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C3A4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7A62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4C9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855</w:t>
            </w:r>
          </w:p>
        </w:tc>
      </w:tr>
      <w:tr w:rsidR="00C65DDC" w:rsidRPr="00C65DDC" w14:paraId="2729E9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89B7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26A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Scânteia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AA2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F0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35D6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801B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C05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856</w:t>
            </w:r>
          </w:p>
        </w:tc>
      </w:tr>
      <w:tr w:rsidR="00C65DDC" w:rsidRPr="00C65DDC" w14:paraId="16355B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D09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F61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49D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A63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5291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A59F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188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857</w:t>
            </w:r>
          </w:p>
        </w:tc>
      </w:tr>
      <w:tr w:rsidR="00C65DDC" w:rsidRPr="00C65DDC" w14:paraId="46841E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877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968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Sărmaș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49C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7A0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D3F1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F17B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339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858</w:t>
            </w:r>
          </w:p>
        </w:tc>
      </w:tr>
      <w:tr w:rsidR="00C65DDC" w:rsidRPr="00C65DDC" w14:paraId="0C1561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345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9FC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D6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4E4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AF1D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0F76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70E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859</w:t>
            </w:r>
          </w:p>
        </w:tc>
      </w:tr>
      <w:tr w:rsidR="00C65DDC" w:rsidRPr="00C65DDC" w14:paraId="67AD33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9F5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D79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A03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C71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3D99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2545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E13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860</w:t>
            </w:r>
          </w:p>
        </w:tc>
      </w:tr>
      <w:tr w:rsidR="00C65DDC" w:rsidRPr="00C65DDC" w14:paraId="306D4F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78E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34A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Vintilă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EBB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0D2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632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06D0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D6F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861</w:t>
            </w:r>
          </w:p>
        </w:tc>
      </w:tr>
      <w:tr w:rsidR="00C65DDC" w:rsidRPr="00C65DDC" w14:paraId="11AB29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4CD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8A6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361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189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46D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8D06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F2B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862</w:t>
            </w:r>
          </w:p>
        </w:tc>
      </w:tr>
      <w:tr w:rsidR="00C65DDC" w:rsidRPr="00C65DDC" w14:paraId="36B39C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5EEA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F5A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Fărcașele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F84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6E7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C5F5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EBA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611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863</w:t>
            </w:r>
          </w:p>
        </w:tc>
      </w:tr>
      <w:tr w:rsidR="00C65DDC" w:rsidRPr="00C65DDC" w14:paraId="54150A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580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F2E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7A1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730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CC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6D90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146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</w:t>
            </w:r>
          </w:p>
        </w:tc>
      </w:tr>
      <w:tr w:rsidR="00C65DDC" w:rsidRPr="00C65DDC" w14:paraId="244096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6F7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F7A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Iordăcheanu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4E3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FF8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82B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9914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09C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865</w:t>
            </w:r>
          </w:p>
        </w:tc>
      </w:tr>
      <w:tr w:rsidR="00C65DDC" w:rsidRPr="00C65DDC" w14:paraId="5E711F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0F2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393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Măxineni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DA9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964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A54E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C517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653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866</w:t>
            </w:r>
          </w:p>
        </w:tc>
      </w:tr>
      <w:tr w:rsidR="00C65DDC" w:rsidRPr="00C65DDC" w14:paraId="15A24D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6BE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629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31F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41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693B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361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190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867</w:t>
            </w:r>
          </w:p>
        </w:tc>
      </w:tr>
      <w:tr w:rsidR="00C65DDC" w:rsidRPr="00C65DDC" w14:paraId="49388B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82E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63C3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Independența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8C1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FA6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252D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5B8D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CF5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868</w:t>
            </w:r>
          </w:p>
        </w:tc>
      </w:tr>
      <w:tr w:rsidR="00C65DDC" w:rsidRPr="00C65DDC" w14:paraId="11D7DC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DDB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C5A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Stolnici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36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512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D34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AB41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22DE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869</w:t>
            </w:r>
          </w:p>
        </w:tc>
      </w:tr>
      <w:tr w:rsidR="00C65DDC" w:rsidRPr="00C65DDC" w14:paraId="5A21E6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4FF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A1B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Tulnici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8F0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CEC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722A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CACE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795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870</w:t>
            </w:r>
          </w:p>
        </w:tc>
      </w:tr>
      <w:tr w:rsidR="00C65DDC" w:rsidRPr="00C65DDC" w14:paraId="2A9313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1E7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67C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579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0DD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690C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0643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C84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871</w:t>
            </w:r>
          </w:p>
        </w:tc>
      </w:tr>
      <w:tr w:rsidR="00C65DDC" w:rsidRPr="00C65DDC" w14:paraId="39BC7C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83B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05C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Jariștea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FC8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DD3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7818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5238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631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872</w:t>
            </w:r>
          </w:p>
        </w:tc>
      </w:tr>
      <w:tr w:rsidR="00C65DDC" w:rsidRPr="00C65DDC" w14:paraId="331D00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39F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61D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Aramă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AB0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5C8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FF9E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636F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A3F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873</w:t>
            </w:r>
          </w:p>
        </w:tc>
      </w:tr>
      <w:tr w:rsidR="00C65DDC" w:rsidRPr="00C65DDC" w14:paraId="7B97CD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230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D35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Sita Buzăului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E53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0505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F91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8F44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1E9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874</w:t>
            </w:r>
          </w:p>
        </w:tc>
      </w:tr>
      <w:tr w:rsidR="00C65DDC" w:rsidRPr="00C65DDC" w14:paraId="383552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D3A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73F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Brezoaele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498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33D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B9D0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87A2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6CAC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875</w:t>
            </w:r>
          </w:p>
        </w:tc>
      </w:tr>
      <w:tr w:rsidR="00C65DDC" w:rsidRPr="00C65DDC" w14:paraId="62EA54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FD9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497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46D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A7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E940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4BB9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9B8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876</w:t>
            </w:r>
          </w:p>
        </w:tc>
      </w:tr>
      <w:tr w:rsidR="00C65DDC" w:rsidRPr="00C65DDC" w14:paraId="5A66AE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A7D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8FB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Scrioaștea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43B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8E6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0026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E4DD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9C2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877</w:t>
            </w:r>
          </w:p>
        </w:tc>
      </w:tr>
      <w:tr w:rsidR="00C65DDC" w:rsidRPr="00C65DDC" w14:paraId="23A494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3A0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064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FF5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78E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2FCA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76C2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7F8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878</w:t>
            </w:r>
          </w:p>
        </w:tc>
      </w:tr>
      <w:tr w:rsidR="00C65DDC" w:rsidRPr="00C65DDC" w14:paraId="75F5F7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CEC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780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Lazuri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69A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611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32FE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4F10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5B8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879</w:t>
            </w:r>
          </w:p>
        </w:tc>
      </w:tr>
      <w:tr w:rsidR="00C65DDC" w:rsidRPr="00C65DDC" w14:paraId="2537F7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C7F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1A59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6EE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5BB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B8A2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31D7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4D7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880</w:t>
            </w:r>
          </w:p>
        </w:tc>
      </w:tr>
      <w:tr w:rsidR="00C65DDC" w:rsidRPr="00C65DDC" w14:paraId="3EFDF9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8C4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70D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Cujmir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B1B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568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E937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01E3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783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</w:t>
            </w:r>
          </w:p>
        </w:tc>
      </w:tr>
      <w:tr w:rsidR="00C65DDC" w:rsidRPr="00C65DDC" w14:paraId="6B1F21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CA8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F4B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Brusturi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109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DF9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49F3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FF3B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5CE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882</w:t>
            </w:r>
          </w:p>
        </w:tc>
      </w:tr>
      <w:tr w:rsidR="00C65DDC" w:rsidRPr="00C65DDC" w14:paraId="3F37C9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767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6F7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Saelele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007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3B3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D954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808E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82F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883</w:t>
            </w:r>
          </w:p>
        </w:tc>
      </w:tr>
      <w:tr w:rsidR="00C65DDC" w:rsidRPr="00C65DDC" w14:paraId="5E7E9C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C73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44F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Nojorid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17A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5C5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0A94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FD8E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7B8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884</w:t>
            </w:r>
          </w:p>
        </w:tc>
      </w:tr>
      <w:tr w:rsidR="00C65DDC" w:rsidRPr="00C65DDC" w14:paraId="742F38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1AD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7AF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47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379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4C1D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15A1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0B2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885</w:t>
            </w:r>
          </w:p>
        </w:tc>
      </w:tr>
      <w:tr w:rsidR="00C65DDC" w:rsidRPr="00C65DDC" w14:paraId="652F42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6EA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883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Fier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9A2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51A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5F4B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D6D5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6F2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886</w:t>
            </w:r>
          </w:p>
        </w:tc>
      </w:tr>
      <w:tr w:rsidR="00C65DDC" w:rsidRPr="00C65DDC" w14:paraId="219694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38A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B54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397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A38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4029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8654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787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887</w:t>
            </w:r>
          </w:p>
        </w:tc>
      </w:tr>
      <w:tr w:rsidR="00C65DDC" w:rsidRPr="00C65DDC" w14:paraId="542B66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6A3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E3E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011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ACB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7FC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FC05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F34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888</w:t>
            </w:r>
          </w:p>
        </w:tc>
      </w:tr>
      <w:tr w:rsidR="00C65DDC" w:rsidRPr="00C65DDC" w14:paraId="4D3D94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CB0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FC6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Șugatag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BE0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D2A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EDB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13DD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DE7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889</w:t>
            </w:r>
          </w:p>
        </w:tc>
      </w:tr>
      <w:tr w:rsidR="00C65DDC" w:rsidRPr="00C65DDC" w14:paraId="16C760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16E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879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2648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18C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6E40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BFB4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2D7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890</w:t>
            </w:r>
          </w:p>
        </w:tc>
      </w:tr>
      <w:tr w:rsidR="00C65DDC" w:rsidRPr="00C65DDC" w14:paraId="06F0B6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2E7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D03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Crișului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D22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4C1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6DE0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4B59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563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891</w:t>
            </w:r>
          </w:p>
        </w:tc>
      </w:tr>
      <w:tr w:rsidR="00C65DDC" w:rsidRPr="00C65DDC" w14:paraId="086E1E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4D8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34B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2FF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939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BC9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DB7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32C2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892</w:t>
            </w:r>
          </w:p>
        </w:tc>
      </w:tr>
      <w:tr w:rsidR="00C65DDC" w:rsidRPr="00C65DDC" w14:paraId="6506F2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590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4D6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Conachi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0B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046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ABC9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E7F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F32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893</w:t>
            </w:r>
          </w:p>
        </w:tc>
      </w:tr>
      <w:tr w:rsidR="00C65DDC" w:rsidRPr="00C65DDC" w14:paraId="220018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676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DF7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Chiochiș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812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7EB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921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5FD5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017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894</w:t>
            </w:r>
          </w:p>
        </w:tc>
      </w:tr>
      <w:tr w:rsidR="00C65DDC" w:rsidRPr="00C65DDC" w14:paraId="41FAEC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B1E5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B090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Șaru Dornei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D63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DF7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97A5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406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575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895</w:t>
            </w:r>
          </w:p>
        </w:tc>
      </w:tr>
      <w:tr w:rsidR="00C65DDC" w:rsidRPr="00C65DDC" w14:paraId="0476E7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97D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347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E40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B58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FABB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EFB9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AEF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896</w:t>
            </w:r>
          </w:p>
        </w:tc>
      </w:tr>
      <w:tr w:rsidR="00C65DDC" w:rsidRPr="00C65DDC" w14:paraId="7290EB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5EB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48A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DF3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423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3E6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00A9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D5E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897</w:t>
            </w:r>
          </w:p>
        </w:tc>
      </w:tr>
      <w:tr w:rsidR="00C65DDC" w:rsidRPr="00C65DDC" w14:paraId="19A3CD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9ED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3AC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Sohatu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B24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469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1323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4859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DBF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898</w:t>
            </w:r>
          </w:p>
        </w:tc>
      </w:tr>
      <w:tr w:rsidR="00C65DDC" w:rsidRPr="00C65DDC" w14:paraId="5542E5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074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E94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D2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40C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9008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AC6B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34E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899</w:t>
            </w:r>
          </w:p>
        </w:tc>
      </w:tr>
      <w:tr w:rsidR="00C65DDC" w:rsidRPr="00C65DDC" w14:paraId="017B62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B7C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C3A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Topraisar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8CC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812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8CA6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DA6C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286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900</w:t>
            </w:r>
          </w:p>
        </w:tc>
      </w:tr>
      <w:tr w:rsidR="00C65DDC" w:rsidRPr="00C65DDC" w14:paraId="685030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4B9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0F2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Tichilești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10A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9A7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6990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DB8F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480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901</w:t>
            </w:r>
          </w:p>
        </w:tc>
      </w:tr>
      <w:tr w:rsidR="00C65DDC" w:rsidRPr="00C65DDC" w14:paraId="1F0FBE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92C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2A4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Hălchiu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799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9EA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2E0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40B8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B1E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902</w:t>
            </w:r>
          </w:p>
        </w:tc>
      </w:tr>
      <w:tr w:rsidR="00C65DDC" w:rsidRPr="00C65DDC" w14:paraId="64DF86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9D3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B48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CEE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475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3FE4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1E36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D4A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903</w:t>
            </w:r>
          </w:p>
        </w:tc>
      </w:tr>
      <w:tr w:rsidR="00C65DDC" w:rsidRPr="00C65DDC" w14:paraId="14CE5E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C67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65D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4CC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4DA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7FE7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D160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AA3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904</w:t>
            </w:r>
          </w:p>
        </w:tc>
      </w:tr>
      <w:tr w:rsidR="00C65DDC" w:rsidRPr="00C65DDC" w14:paraId="131348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A40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A66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Bengești-Ciocadia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3D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0A1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1E06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8E8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F80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905</w:t>
            </w:r>
          </w:p>
        </w:tc>
      </w:tr>
      <w:tr w:rsidR="00C65DDC" w:rsidRPr="00C65DDC" w14:paraId="0E562A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0BA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878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Strejești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71E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6B3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6F86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92D3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4C9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906</w:t>
            </w:r>
          </w:p>
        </w:tc>
      </w:tr>
      <w:tr w:rsidR="00C65DDC" w:rsidRPr="00C65DDC" w14:paraId="65280AA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657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9D1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Colibași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ECE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670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330B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45EB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7AB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907</w:t>
            </w:r>
          </w:p>
        </w:tc>
      </w:tr>
      <w:tr w:rsidR="00C65DDC" w:rsidRPr="00C65DDC" w14:paraId="431A39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C85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67B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Albota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6BC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20B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E44C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265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8DD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908</w:t>
            </w:r>
          </w:p>
        </w:tc>
      </w:tr>
      <w:tr w:rsidR="00C65DDC" w:rsidRPr="00C65DDC" w14:paraId="2CE46E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947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A20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Ciolănești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2C1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2B4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DFDC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2ABC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A62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909</w:t>
            </w:r>
          </w:p>
        </w:tc>
      </w:tr>
      <w:tr w:rsidR="00C65DDC" w:rsidRPr="00C65DDC" w14:paraId="352FA9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7D5E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60B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7F5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25C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A352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B1C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820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910</w:t>
            </w:r>
          </w:p>
        </w:tc>
      </w:tr>
      <w:tr w:rsidR="00C65DDC" w:rsidRPr="00C65DDC" w14:paraId="747BE4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D0A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109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Urecheni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36C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6C8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6E6B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17D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361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911</w:t>
            </w:r>
          </w:p>
        </w:tc>
      </w:tr>
      <w:tr w:rsidR="00C65DDC" w:rsidRPr="00C65DDC" w14:paraId="3F79D2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39B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2D3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B744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EDE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2A3F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D28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91A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912</w:t>
            </w:r>
          </w:p>
        </w:tc>
      </w:tr>
      <w:tr w:rsidR="00C65DDC" w:rsidRPr="00C65DDC" w14:paraId="0B1394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FB0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191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Pătulele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51E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973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5062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E4D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5DF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913</w:t>
            </w:r>
          </w:p>
        </w:tc>
      </w:tr>
      <w:tr w:rsidR="00C65DDC" w:rsidRPr="00C65DDC" w14:paraId="13DCAD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3D7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07F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4BB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6A8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738E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31A0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CC7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914</w:t>
            </w:r>
          </w:p>
        </w:tc>
      </w:tr>
      <w:tr w:rsidR="00C65DDC" w:rsidRPr="00C65DDC" w14:paraId="283A71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75B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0F7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Pomezeu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01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8DE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2C0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9C75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9D9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915</w:t>
            </w:r>
          </w:p>
        </w:tc>
      </w:tr>
      <w:tr w:rsidR="00C65DDC" w:rsidRPr="00C65DDC" w14:paraId="2A6DBC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406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387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Doicești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1A3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95C5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B7D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5882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F1E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916</w:t>
            </w:r>
          </w:p>
        </w:tc>
      </w:tr>
      <w:tr w:rsidR="00C65DDC" w:rsidRPr="00C65DDC" w14:paraId="67B5FF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F71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AA8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B8D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79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2466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6E54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512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917</w:t>
            </w:r>
          </w:p>
        </w:tc>
      </w:tr>
      <w:tr w:rsidR="00C65DDC" w:rsidRPr="00C65DDC" w14:paraId="3E514D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AD3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D45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59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4FA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22C2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9907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F3A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918</w:t>
            </w:r>
          </w:p>
        </w:tc>
      </w:tr>
      <w:tr w:rsidR="00C65DDC" w:rsidRPr="00C65DDC" w14:paraId="43DE71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43F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97C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Nucarilor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098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4C0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1808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118A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826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</w:t>
            </w:r>
          </w:p>
        </w:tc>
      </w:tr>
      <w:tr w:rsidR="00C65DDC" w:rsidRPr="00C65DDC" w14:paraId="6220BA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782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F58D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Târlișua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D6F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0C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A8E3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1BAA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A8A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920</w:t>
            </w:r>
          </w:p>
        </w:tc>
      </w:tr>
      <w:tr w:rsidR="00C65DDC" w:rsidRPr="00C65DDC" w14:paraId="512E34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E65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140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Ghioroc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E56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9C6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2729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7485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A85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921</w:t>
            </w:r>
          </w:p>
        </w:tc>
      </w:tr>
      <w:tr w:rsidR="00C65DDC" w:rsidRPr="00C65DDC" w14:paraId="0AF20F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485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B40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Păstrăveni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E7D1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63E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7BF5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78D2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26CF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922</w:t>
            </w:r>
          </w:p>
        </w:tc>
      </w:tr>
      <w:tr w:rsidR="00C65DDC" w:rsidRPr="00C65DDC" w14:paraId="6B435D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9CF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97C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Rediu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A72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5FB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036A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161A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4AB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923</w:t>
            </w:r>
          </w:p>
        </w:tc>
      </w:tr>
      <w:tr w:rsidR="00C65DDC" w:rsidRPr="00C65DDC" w14:paraId="11D9B4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5A4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D32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Niculițel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DD3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D251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lang w:val="ro-RO" w:eastAsia="ro-RO"/>
              </w:rPr>
              <w:t>450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9CF0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CF83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DFB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924</w:t>
            </w:r>
          </w:p>
        </w:tc>
      </w:tr>
      <w:tr w:rsidR="00C65DDC" w:rsidRPr="00C65DDC" w14:paraId="7E128D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C91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648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Mehadia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9D8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28F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98D7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9EC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9C3E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925</w:t>
            </w:r>
          </w:p>
        </w:tc>
      </w:tr>
      <w:tr w:rsidR="00C65DDC" w:rsidRPr="00C65DDC" w14:paraId="215659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A1A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BD5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1C5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06B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229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BAB1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619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926</w:t>
            </w:r>
          </w:p>
        </w:tc>
      </w:tr>
      <w:tr w:rsidR="00C65DDC" w:rsidRPr="00C65DDC" w14:paraId="080BAE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7F4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42F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B83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420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8B2F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977E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9EA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927</w:t>
            </w:r>
          </w:p>
        </w:tc>
      </w:tr>
      <w:tr w:rsidR="00C65DDC" w:rsidRPr="00C65DDC" w14:paraId="63CF8D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141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7D3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 Duca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8EA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DA2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712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D25A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309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</w:t>
            </w:r>
          </w:p>
        </w:tc>
      </w:tr>
      <w:tr w:rsidR="00C65DDC" w:rsidRPr="00C65DDC" w14:paraId="6E64E0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C01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D4E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734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01F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D039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3EFC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88F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929</w:t>
            </w:r>
          </w:p>
        </w:tc>
      </w:tr>
      <w:tr w:rsidR="00C65DDC" w:rsidRPr="00C65DDC" w14:paraId="505CC6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174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518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BFB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EE20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76C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A910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F80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</w:t>
            </w:r>
          </w:p>
        </w:tc>
      </w:tr>
      <w:tr w:rsidR="00C65DDC" w:rsidRPr="00C65DDC" w14:paraId="235A44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2DB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DC0B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Pietroasele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14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E6E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B137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A916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6E5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931</w:t>
            </w:r>
          </w:p>
        </w:tc>
      </w:tr>
      <w:tr w:rsidR="00C65DDC" w:rsidRPr="00C65DDC" w14:paraId="4F7E98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B7D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9A1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071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14F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0B2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6B20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A65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932</w:t>
            </w:r>
          </w:p>
        </w:tc>
      </w:tr>
      <w:tr w:rsidR="00C65DDC" w:rsidRPr="00C65DDC" w14:paraId="2DA3E9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E06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765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Somova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C89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87D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985B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EA0B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A42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933</w:t>
            </w:r>
          </w:p>
        </w:tc>
      </w:tr>
      <w:tr w:rsidR="00C65DDC" w:rsidRPr="00C65DDC" w14:paraId="1876A7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1F6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8DB6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Berzunți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1EE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71B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C56E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23C5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C8C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934</w:t>
            </w:r>
          </w:p>
        </w:tc>
      </w:tr>
      <w:tr w:rsidR="00C65DDC" w:rsidRPr="00C65DDC" w14:paraId="01657C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F7F6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9BE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A97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F8C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4ED6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840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CB9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935</w:t>
            </w:r>
          </w:p>
        </w:tc>
      </w:tr>
      <w:tr w:rsidR="00C65DDC" w:rsidRPr="00C65DDC" w14:paraId="75ED89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33A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F588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Biharia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CC7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7A1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6B31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68FE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7E3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</w:t>
            </w:r>
          </w:p>
        </w:tc>
      </w:tr>
      <w:tr w:rsidR="00C65DDC" w:rsidRPr="00C65DDC" w14:paraId="5DCF3D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F83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68B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Bistrița Bârgăului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5CD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4FD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BDC3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F897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4E2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937</w:t>
            </w:r>
          </w:p>
        </w:tc>
      </w:tr>
      <w:tr w:rsidR="00C65DDC" w:rsidRPr="00C65DDC" w14:paraId="1035F7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AF3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EA6A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Criș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614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2B7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D79D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CA48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4D9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938</w:t>
            </w:r>
          </w:p>
        </w:tc>
      </w:tr>
      <w:tr w:rsidR="00C65DDC" w:rsidRPr="00C65DDC" w14:paraId="195932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346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F06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Ogrezeni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C9C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F65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5758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DC22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644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</w:t>
            </w:r>
          </w:p>
        </w:tc>
      </w:tr>
      <w:tr w:rsidR="00C65DDC" w:rsidRPr="00C65DDC" w14:paraId="14198D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A99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2FC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Podenii Noi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CF0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69A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56F9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B7AD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629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940</w:t>
            </w:r>
          </w:p>
        </w:tc>
      </w:tr>
      <w:tr w:rsidR="00C65DDC" w:rsidRPr="00C65DDC" w14:paraId="162493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7A2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B37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Lupului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AB8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565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44F3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2D92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6531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941</w:t>
            </w:r>
          </w:p>
        </w:tc>
      </w:tr>
      <w:tr w:rsidR="00C65DDC" w:rsidRPr="00C65DDC" w14:paraId="635331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3315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4B7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Oteșani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C98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177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A52F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21C6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660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942</w:t>
            </w:r>
          </w:p>
        </w:tc>
      </w:tr>
      <w:tr w:rsidR="00C65DDC" w:rsidRPr="00C65DDC" w14:paraId="179B08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FD4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001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618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814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656E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526D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E00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943</w:t>
            </w:r>
          </w:p>
        </w:tc>
      </w:tr>
      <w:tr w:rsidR="00C65DDC" w:rsidRPr="00C65DDC" w14:paraId="69C20D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7BF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841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Hida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598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94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14DD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90DB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C2F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944</w:t>
            </w:r>
          </w:p>
        </w:tc>
      </w:tr>
      <w:tr w:rsidR="00C65DDC" w:rsidRPr="00C65DDC" w14:paraId="729CFD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623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5C3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Bocicoiu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72E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0A3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4096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D378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9B6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</w:t>
            </w:r>
          </w:p>
        </w:tc>
      </w:tr>
      <w:tr w:rsidR="00C65DDC" w:rsidRPr="00C65DDC" w14:paraId="6508CD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BB3B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2A6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Soveja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E88E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74B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E041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2FA2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C5B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946</w:t>
            </w:r>
          </w:p>
        </w:tc>
      </w:tr>
      <w:tr w:rsidR="00C65DDC" w:rsidRPr="00C65DDC" w14:paraId="5C06D9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793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F84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Vulcana-Pandele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7674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F5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469F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69CA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9EC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947</w:t>
            </w:r>
          </w:p>
        </w:tc>
      </w:tr>
      <w:tr w:rsidR="00C65DDC" w:rsidRPr="00C65DDC" w14:paraId="5D362C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C81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91E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Iancu Jianu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B18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550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472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187D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B89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948</w:t>
            </w:r>
          </w:p>
        </w:tc>
      </w:tr>
      <w:tr w:rsidR="00C65DDC" w:rsidRPr="00C65DDC" w14:paraId="2212C4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E8B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6F6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Axente Sever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CEEF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A05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0300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3250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F87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949</w:t>
            </w:r>
          </w:p>
        </w:tc>
      </w:tr>
      <w:tr w:rsidR="00C65DDC" w:rsidRPr="00C65DDC" w14:paraId="6C15BB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409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620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E56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70F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A4FB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007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0DE4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950</w:t>
            </w:r>
          </w:p>
        </w:tc>
      </w:tr>
      <w:tr w:rsidR="00C65DDC" w:rsidRPr="00C65DDC" w14:paraId="429CC4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C84E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8C6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24E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252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81A3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7AAB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EE6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951</w:t>
            </w:r>
          </w:p>
        </w:tc>
      </w:tr>
      <w:tr w:rsidR="00C65DDC" w:rsidRPr="00C65DDC" w14:paraId="70025A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160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DAD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Motoșeni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C71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170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1F9F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469A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0F0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952</w:t>
            </w:r>
          </w:p>
        </w:tc>
      </w:tr>
      <w:tr w:rsidR="00C65DDC" w:rsidRPr="00C65DDC" w14:paraId="6ED746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CB9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E53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8B2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85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DA52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9228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A73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953</w:t>
            </w:r>
          </w:p>
        </w:tc>
      </w:tr>
      <w:tr w:rsidR="00C65DDC" w:rsidRPr="00C65DDC" w14:paraId="3B7FCD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C17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E800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Frăsinet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0F9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0B3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61C9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7281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FAF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954</w:t>
            </w:r>
          </w:p>
        </w:tc>
      </w:tr>
      <w:tr w:rsidR="00C65DDC" w:rsidRPr="00C65DDC" w14:paraId="78F1E7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F63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403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Costișa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51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5BD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B071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ED44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93B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955</w:t>
            </w:r>
          </w:p>
        </w:tc>
      </w:tr>
      <w:tr w:rsidR="00C65DDC" w:rsidRPr="00C65DDC" w14:paraId="4F3B11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3D3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311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Garoafa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150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0A1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4A8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906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EB1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956</w:t>
            </w:r>
          </w:p>
        </w:tc>
      </w:tr>
      <w:tr w:rsidR="00C65DDC" w:rsidRPr="00C65DDC" w14:paraId="1AD12D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FC8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316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40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3F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60AB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960D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194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957</w:t>
            </w:r>
          </w:p>
        </w:tc>
      </w:tr>
      <w:tr w:rsidR="00C65DDC" w:rsidRPr="00C65DDC" w14:paraId="4EC833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BB3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A4C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29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1D5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4B0B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0F54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E9F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958</w:t>
            </w:r>
          </w:p>
        </w:tc>
      </w:tr>
      <w:tr w:rsidR="00C65DDC" w:rsidRPr="00C65DDC" w14:paraId="466CB5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8B8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9CF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Andrieșeni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730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C8B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4790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771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164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959</w:t>
            </w:r>
          </w:p>
        </w:tc>
      </w:tr>
      <w:tr w:rsidR="00C65DDC" w:rsidRPr="00C65DDC" w14:paraId="4218C5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E3D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BA4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9FC8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DBC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5305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026E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870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960</w:t>
            </w:r>
          </w:p>
        </w:tc>
      </w:tr>
      <w:tr w:rsidR="00C65DDC" w:rsidRPr="00C65DDC" w14:paraId="0D4C16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AAD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0DD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Zăbrani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168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015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A51E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8E12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1A6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961</w:t>
            </w:r>
          </w:p>
        </w:tc>
      </w:tr>
      <w:tr w:rsidR="00C65DDC" w:rsidRPr="00C65DDC" w14:paraId="1FEDA9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383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A35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Suhaia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31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669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CC1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CBB9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555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962</w:t>
            </w:r>
          </w:p>
        </w:tc>
      </w:tr>
      <w:tr w:rsidR="00C65DDC" w:rsidRPr="00C65DDC" w14:paraId="391620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A0D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32B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6F1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C5B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9128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CAE4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F33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963</w:t>
            </w:r>
          </w:p>
        </w:tc>
      </w:tr>
      <w:tr w:rsidR="00C65DDC" w:rsidRPr="00C65DDC" w14:paraId="7813EE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F85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421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2C2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D2F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A40A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3007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CC3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964</w:t>
            </w:r>
          </w:p>
        </w:tc>
      </w:tr>
      <w:tr w:rsidR="00C65DDC" w:rsidRPr="00C65DDC" w14:paraId="3B9C9C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080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DD7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Gogoșu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174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EA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1B7E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DB2F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946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965</w:t>
            </w:r>
          </w:p>
        </w:tc>
      </w:tr>
      <w:tr w:rsidR="00C65DDC" w:rsidRPr="00C65DDC" w14:paraId="65AB75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213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078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528D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F5C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7D40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1CFC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813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966</w:t>
            </w:r>
          </w:p>
        </w:tc>
      </w:tr>
      <w:tr w:rsidR="00C65DDC" w:rsidRPr="00C65DDC" w14:paraId="32D3E30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C42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016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Adâncata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D11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31D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CD3A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733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391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967</w:t>
            </w:r>
          </w:p>
        </w:tc>
      </w:tr>
      <w:tr w:rsidR="00C65DDC" w:rsidRPr="00C65DDC" w14:paraId="3E1B69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979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ED9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693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50B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F9FB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262B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A81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968</w:t>
            </w:r>
          </w:p>
        </w:tc>
      </w:tr>
      <w:tr w:rsidR="00C65DDC" w:rsidRPr="00C65DDC" w14:paraId="03E066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67E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509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Turburea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00A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A0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5F72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B9B1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3FE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969</w:t>
            </w:r>
          </w:p>
        </w:tc>
      </w:tr>
      <w:tr w:rsidR="00C65DDC" w:rsidRPr="00C65DDC" w14:paraId="327532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21E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DC2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31C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7D4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C69B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58E4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B85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970</w:t>
            </w:r>
          </w:p>
        </w:tc>
      </w:tr>
      <w:tr w:rsidR="00C65DDC" w:rsidRPr="00C65DDC" w14:paraId="2040DE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282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22E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Neculce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3C3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675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3ADE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A24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836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971</w:t>
            </w:r>
          </w:p>
        </w:tc>
      </w:tr>
      <w:tr w:rsidR="00C65DDC" w:rsidRPr="00C65DDC" w14:paraId="58010B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8EC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47F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Măstăcani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63D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135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29DD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2241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5FC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972</w:t>
            </w:r>
          </w:p>
        </w:tc>
      </w:tr>
      <w:tr w:rsidR="00C65DDC" w:rsidRPr="00C65DDC" w14:paraId="1D4C97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BBB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BBD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F4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43A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976E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692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AE5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973</w:t>
            </w:r>
          </w:p>
        </w:tc>
      </w:tr>
      <w:tr w:rsidR="00C65DDC" w:rsidRPr="00C65DDC" w14:paraId="415D01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405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81F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Trivalea-Moșteni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96F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C66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F5B4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0B66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DA4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974</w:t>
            </w:r>
          </w:p>
        </w:tc>
      </w:tr>
      <w:tr w:rsidR="00C65DDC" w:rsidRPr="00C65DDC" w14:paraId="675C9F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E9A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2CD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030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095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9DB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6D89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3F6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975</w:t>
            </w:r>
          </w:p>
        </w:tc>
      </w:tr>
      <w:tr w:rsidR="00C65DDC" w:rsidRPr="00C65DDC" w14:paraId="6084ED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AF7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8CE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45D3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BED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2B0D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A22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461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976</w:t>
            </w:r>
          </w:p>
        </w:tc>
      </w:tr>
      <w:tr w:rsidR="00C65DDC" w:rsidRPr="00C65DDC" w14:paraId="5C40BD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CF3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BE4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Afumați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0E9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FB9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0A1E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4D8A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06D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977</w:t>
            </w:r>
          </w:p>
        </w:tc>
      </w:tr>
      <w:tr w:rsidR="00C65DDC" w:rsidRPr="00C65DDC" w14:paraId="2AD7E2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FCA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F4C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Bocsig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3DB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8BC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46D7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CB0B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CDA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978</w:t>
            </w:r>
          </w:p>
        </w:tc>
      </w:tr>
      <w:tr w:rsidR="00C65DDC" w:rsidRPr="00C65DDC" w14:paraId="58300F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84B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4C8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95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3C8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F955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55C5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097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979</w:t>
            </w:r>
          </w:p>
        </w:tc>
      </w:tr>
      <w:tr w:rsidR="00C65DDC" w:rsidRPr="00C65DDC" w14:paraId="190BE3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93D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74F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1EA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439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A7CE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B2FB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CE6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980</w:t>
            </w:r>
          </w:p>
        </w:tc>
      </w:tr>
      <w:tr w:rsidR="00C65DDC" w:rsidRPr="00C65DDC" w14:paraId="5CC69D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5E4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93E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Hemeiuș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BEB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F37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013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A0E4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BC1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981</w:t>
            </w:r>
          </w:p>
        </w:tc>
      </w:tr>
      <w:tr w:rsidR="00C65DDC" w:rsidRPr="00C65DDC" w14:paraId="7FB9C7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720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C23A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Cupșeni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EE8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B3C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BF11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0542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328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</w:t>
            </w:r>
          </w:p>
        </w:tc>
      </w:tr>
      <w:tr w:rsidR="00C65DDC" w:rsidRPr="00C65DDC" w14:paraId="236F80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D22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0BC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Scânteia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C37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995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1871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C89D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F97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983</w:t>
            </w:r>
          </w:p>
        </w:tc>
      </w:tr>
      <w:tr w:rsidR="00C65DDC" w:rsidRPr="00C65DDC" w14:paraId="780662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163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4605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C86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E76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D83E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D1E1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6F8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984</w:t>
            </w:r>
          </w:p>
        </w:tc>
      </w:tr>
      <w:tr w:rsidR="00C65DDC" w:rsidRPr="00C65DDC" w14:paraId="756DCE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3FC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ADE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D1E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A93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61E2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38F8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C70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985</w:t>
            </w:r>
          </w:p>
        </w:tc>
      </w:tr>
      <w:tr w:rsidR="00C65DDC" w:rsidRPr="00C65DDC" w14:paraId="606D46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905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1C2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Spanțov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022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820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EB49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73F5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A238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986</w:t>
            </w:r>
          </w:p>
        </w:tc>
      </w:tr>
      <w:tr w:rsidR="00C65DDC" w:rsidRPr="00C65DDC" w14:paraId="4D2FBB4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183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3A5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191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C6B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E1B9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A484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15F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987</w:t>
            </w:r>
          </w:p>
        </w:tc>
      </w:tr>
      <w:tr w:rsidR="00C65DDC" w:rsidRPr="00C65DDC" w14:paraId="711544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10A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BA4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Vârvoru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E7E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224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D9B7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5699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848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988</w:t>
            </w:r>
          </w:p>
        </w:tc>
      </w:tr>
      <w:tr w:rsidR="00C65DDC" w:rsidRPr="00C65DDC" w14:paraId="17FDDE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3BB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192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Moroeni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8062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0C6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A99F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5662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002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989</w:t>
            </w:r>
          </w:p>
        </w:tc>
      </w:tr>
      <w:tr w:rsidR="00C65DDC" w:rsidRPr="00C65DDC" w14:paraId="511630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108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9E8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434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228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7F6F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B7F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28E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990</w:t>
            </w:r>
          </w:p>
        </w:tc>
      </w:tr>
      <w:tr w:rsidR="00C65DDC" w:rsidRPr="00C65DDC" w14:paraId="36A2BA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3BE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131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Trotuș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5B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A90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D3F1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F05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44B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991</w:t>
            </w:r>
          </w:p>
        </w:tc>
      </w:tr>
      <w:tr w:rsidR="00C65DDC" w:rsidRPr="00C65DDC" w14:paraId="3D9098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1C7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390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Teslui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3B1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B2A7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E34C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F528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A65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992</w:t>
            </w:r>
          </w:p>
        </w:tc>
      </w:tr>
      <w:tr w:rsidR="00C65DDC" w:rsidRPr="00C65DDC" w14:paraId="2FE9AE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ED3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486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052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D57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EAF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A884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889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993</w:t>
            </w:r>
          </w:p>
        </w:tc>
      </w:tr>
      <w:tr w:rsidR="00C65DDC" w:rsidRPr="00C65DDC" w14:paraId="67B102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D45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1D1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Măciuca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0B5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D7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9EB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F8E7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CD2F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994</w:t>
            </w:r>
          </w:p>
        </w:tc>
      </w:tr>
      <w:tr w:rsidR="00C65DDC" w:rsidRPr="00C65DDC" w14:paraId="017795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BC4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F5D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Sântandrei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237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EAF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9EEA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A9BD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6B7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995</w:t>
            </w:r>
          </w:p>
        </w:tc>
      </w:tr>
      <w:tr w:rsidR="00C65DDC" w:rsidRPr="00C65DDC" w14:paraId="186CEE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7C0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9D69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Cervenia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EAC2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412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DE94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F3B0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2C7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996</w:t>
            </w:r>
          </w:p>
        </w:tc>
      </w:tr>
      <w:tr w:rsidR="00C65DDC" w:rsidRPr="00C65DDC" w14:paraId="5C7000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855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B56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289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FB3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A7D5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ABDC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8D5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997</w:t>
            </w:r>
          </w:p>
        </w:tc>
      </w:tr>
      <w:tr w:rsidR="00C65DDC" w:rsidRPr="00C65DDC" w14:paraId="08EFC9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5A5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E30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EE3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982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CCD5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1A1F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F70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998</w:t>
            </w:r>
          </w:p>
        </w:tc>
      </w:tr>
      <w:tr w:rsidR="00C65DDC" w:rsidRPr="00C65DDC" w14:paraId="290AFF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84B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D4D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Adâncata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2EC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95B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F652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D803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D93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999</w:t>
            </w:r>
          </w:p>
        </w:tc>
      </w:tr>
      <w:tr w:rsidR="00C65DDC" w:rsidRPr="00C65DDC" w14:paraId="3338C6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BAF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167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Mărunței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CADB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562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EDDA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1A3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F27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1.000</w:t>
            </w:r>
          </w:p>
        </w:tc>
      </w:tr>
      <w:tr w:rsidR="00C65DDC" w:rsidRPr="00C65DDC" w14:paraId="004843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ABD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ED43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A9C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FBF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04BC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0F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C04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1.001</w:t>
            </w:r>
          </w:p>
        </w:tc>
      </w:tr>
      <w:tr w:rsidR="00C65DDC" w:rsidRPr="00C65DDC" w14:paraId="7486BD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07C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9BD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Grojdibodu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942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950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CE5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E57C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DB0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1.002</w:t>
            </w:r>
          </w:p>
        </w:tc>
      </w:tr>
      <w:tr w:rsidR="00C65DDC" w:rsidRPr="00C65DDC" w14:paraId="2BC2CC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23CA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C50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Cilieni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928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D95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69D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360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759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1.003</w:t>
            </w:r>
          </w:p>
        </w:tc>
      </w:tr>
      <w:tr w:rsidR="00C65DDC" w:rsidRPr="00C65DDC" w14:paraId="01A8D6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CCC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BAC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294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261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A771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B996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C17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1.004</w:t>
            </w:r>
          </w:p>
        </w:tc>
      </w:tr>
      <w:tr w:rsidR="00C65DDC" w:rsidRPr="00C65DDC" w14:paraId="3636A4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5E6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498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Frumosu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0E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114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A4CC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5E9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112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1.005</w:t>
            </w:r>
          </w:p>
        </w:tc>
      </w:tr>
      <w:tr w:rsidR="00C65DDC" w:rsidRPr="00C65DDC" w14:paraId="33C541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D2E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E8F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Coșteiu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BB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E10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2244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A65B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AD6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1.006</w:t>
            </w:r>
          </w:p>
        </w:tc>
      </w:tr>
      <w:tr w:rsidR="00C65DDC" w:rsidRPr="00C65DDC" w14:paraId="7C447A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0B7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49B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Poienarii de Muscel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21A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75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779A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81E9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F41E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1.007</w:t>
            </w:r>
          </w:p>
        </w:tc>
      </w:tr>
      <w:tr w:rsidR="00C65DDC" w:rsidRPr="00C65DDC" w14:paraId="44DA59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185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02A1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CB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5DD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851B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8CC7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C74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1.008</w:t>
            </w:r>
          </w:p>
        </w:tc>
      </w:tr>
      <w:tr w:rsidR="00C65DDC" w:rsidRPr="00C65DDC" w14:paraId="3EC57D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6F2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EB9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Hănțești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C35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8DC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3105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B967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A65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1.009</w:t>
            </w:r>
          </w:p>
        </w:tc>
      </w:tr>
      <w:tr w:rsidR="00C65DDC" w:rsidRPr="00C65DDC" w14:paraId="0D76E8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87B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8FE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748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59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2321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B914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C70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1.010</w:t>
            </w:r>
          </w:p>
        </w:tc>
      </w:tr>
      <w:tr w:rsidR="00C65DDC" w:rsidRPr="00C65DDC" w14:paraId="643150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B8A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A3C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CEC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3E1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7EB8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843F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8DA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1.011</w:t>
            </w:r>
          </w:p>
        </w:tc>
      </w:tr>
      <w:tr w:rsidR="00C65DDC" w:rsidRPr="00C65DDC" w14:paraId="011855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73B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8A1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A92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AE2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5567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63BA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536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1.012</w:t>
            </w:r>
          </w:p>
        </w:tc>
      </w:tr>
      <w:tr w:rsidR="00C65DDC" w:rsidRPr="00C65DDC" w14:paraId="5CE307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8477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761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FFF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F3F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4637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CEC0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237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1.013</w:t>
            </w:r>
          </w:p>
        </w:tc>
      </w:tr>
      <w:tr w:rsidR="00C65DDC" w:rsidRPr="00C65DDC" w14:paraId="128A88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EAE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D77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Fârțănești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F34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AB1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56CC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FB41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8C0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1.014</w:t>
            </w:r>
          </w:p>
        </w:tc>
      </w:tr>
      <w:tr w:rsidR="00C65DDC" w:rsidRPr="00C65DDC" w14:paraId="676448E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07D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2D9F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Culciu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4A4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392E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B611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C319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561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1.015</w:t>
            </w:r>
          </w:p>
        </w:tc>
      </w:tr>
      <w:tr w:rsidR="00C65DDC" w:rsidRPr="00C65DDC" w14:paraId="68FA16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4DC1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B8D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Sânpetru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A1B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A6F5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12D8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F626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AC7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1.016</w:t>
            </w:r>
          </w:p>
        </w:tc>
      </w:tr>
      <w:tr w:rsidR="00C65DDC" w:rsidRPr="00C65DDC" w14:paraId="72EF5C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F2D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08E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Blejești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761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6ED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D6F4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71A1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E5B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1.017</w:t>
            </w:r>
          </w:p>
        </w:tc>
      </w:tr>
      <w:tr w:rsidR="00C65DDC" w:rsidRPr="00C65DDC" w14:paraId="7663B4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343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03E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2D0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350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1E43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0684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060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1.018</w:t>
            </w:r>
          </w:p>
        </w:tc>
      </w:tr>
      <w:tr w:rsidR="00C65DDC" w:rsidRPr="00C65DDC" w14:paraId="26B1C3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AE4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664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Vasilați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9D2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BB6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630D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1589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EA2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1.019</w:t>
            </w:r>
          </w:p>
        </w:tc>
      </w:tr>
      <w:tr w:rsidR="00C65DDC" w:rsidRPr="00C65DDC" w14:paraId="301930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946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C3E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Orțișoara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BB7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F26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F3CB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C526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10C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1.020</w:t>
            </w:r>
          </w:p>
        </w:tc>
      </w:tr>
      <w:tr w:rsidR="00C65DDC" w:rsidRPr="00C65DDC" w14:paraId="7E8099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C46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84B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Solonț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8FF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FD7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14F6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315D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9F5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1.021</w:t>
            </w:r>
          </w:p>
        </w:tc>
      </w:tr>
      <w:tr w:rsidR="00C65DDC" w:rsidRPr="00C65DDC" w14:paraId="26F106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F5F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11A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Batăr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5CB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CD3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6F91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1D2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179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1.022</w:t>
            </w:r>
          </w:p>
        </w:tc>
      </w:tr>
      <w:tr w:rsidR="00C65DDC" w:rsidRPr="00C65DDC" w14:paraId="4718F2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941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749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B27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7C0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D350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B5A7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8BF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1.023</w:t>
            </w:r>
          </w:p>
        </w:tc>
      </w:tr>
      <w:tr w:rsidR="00C65DDC" w:rsidRPr="00C65DDC" w14:paraId="7750D6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179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3DB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Largă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6DB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C1D4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F425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4E56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6C7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1.024</w:t>
            </w:r>
          </w:p>
        </w:tc>
      </w:tr>
      <w:tr w:rsidR="00C65DDC" w:rsidRPr="00C65DDC" w14:paraId="7075FB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989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AB1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Mogoșești-Siret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EF8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165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B276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6B84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2E2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1.025</w:t>
            </w:r>
          </w:p>
        </w:tc>
      </w:tr>
      <w:tr w:rsidR="00C65DDC" w:rsidRPr="00C65DDC" w14:paraId="127906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CEC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9B2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754C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FEB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FB35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47A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312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1.026</w:t>
            </w:r>
          </w:p>
        </w:tc>
      </w:tr>
      <w:tr w:rsidR="00C65DDC" w:rsidRPr="00C65DDC" w14:paraId="59F513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393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F48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BF9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0C6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649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4927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AC5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1.027</w:t>
            </w:r>
          </w:p>
        </w:tc>
      </w:tr>
      <w:tr w:rsidR="00C65DDC" w:rsidRPr="00C65DDC" w14:paraId="2EABBB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0EA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7E1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Cavnic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C8F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925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0C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7AA5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D67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1.028</w:t>
            </w:r>
          </w:p>
        </w:tc>
      </w:tr>
      <w:tr w:rsidR="00C65DDC" w:rsidRPr="00C65DDC" w14:paraId="61DEA1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8B6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9FC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DB8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2BF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B0FF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4103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01D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1.029</w:t>
            </w:r>
          </w:p>
        </w:tc>
      </w:tr>
      <w:tr w:rsidR="00C65DDC" w:rsidRPr="00C65DDC" w14:paraId="5CC48D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F5CE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60A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Gohor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257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F8B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AC3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5D6E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293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1.030</w:t>
            </w:r>
          </w:p>
        </w:tc>
      </w:tr>
      <w:tr w:rsidR="00C65DDC" w:rsidRPr="00C65DDC" w14:paraId="3FA29C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BAD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C00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Satchinez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99F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0CD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BAC6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6CCE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859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1.031</w:t>
            </w:r>
          </w:p>
        </w:tc>
      </w:tr>
      <w:tr w:rsidR="00C65DDC" w:rsidRPr="00C65DDC" w14:paraId="3C52F3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6D0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716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744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9E1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FDF9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4D9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78E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1.032</w:t>
            </w:r>
          </w:p>
        </w:tc>
      </w:tr>
      <w:tr w:rsidR="00C65DDC" w:rsidRPr="00C65DDC" w14:paraId="196FF8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291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14D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9BB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8ED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A0E7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D9B8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F8F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1.033</w:t>
            </w:r>
          </w:p>
        </w:tc>
      </w:tr>
      <w:tr w:rsidR="00C65DDC" w:rsidRPr="00C65DDC" w14:paraId="5CE4A5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606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CDF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784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48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2776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0A73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0B8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1.034</w:t>
            </w:r>
          </w:p>
        </w:tc>
      </w:tr>
      <w:tr w:rsidR="00C65DDC" w:rsidRPr="00C65DDC" w14:paraId="3F2D47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6CC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E94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D24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BB4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A8A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BB0D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543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1.035</w:t>
            </w:r>
          </w:p>
        </w:tc>
      </w:tr>
      <w:tr w:rsidR="00C65DDC" w:rsidRPr="00C65DDC" w14:paraId="23E81A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273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44C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CC9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3C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EE59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F8B6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7F4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1.036</w:t>
            </w:r>
          </w:p>
        </w:tc>
      </w:tr>
      <w:tr w:rsidR="00C65DDC" w:rsidRPr="00C65DDC" w14:paraId="4093BE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0E0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DCF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Dagâța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FF8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F89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D731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92F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9AC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1.037</w:t>
            </w:r>
          </w:p>
        </w:tc>
      </w:tr>
      <w:tr w:rsidR="00C65DDC" w:rsidRPr="00C65DDC" w14:paraId="3DDDBA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499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299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C50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BC6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98D4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2369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07B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1.038</w:t>
            </w:r>
          </w:p>
        </w:tc>
      </w:tr>
      <w:tr w:rsidR="00C65DDC" w:rsidRPr="00C65DDC" w14:paraId="4A4376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B09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59B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Bățani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89D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D6A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37C1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08E7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AEE2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1.039</w:t>
            </w:r>
          </w:p>
        </w:tc>
      </w:tr>
      <w:tr w:rsidR="00C65DDC" w:rsidRPr="00C65DDC" w14:paraId="19B5DE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401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72C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Măeriște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8B9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C15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03AA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A62B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E12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1.040</w:t>
            </w:r>
          </w:p>
        </w:tc>
      </w:tr>
      <w:tr w:rsidR="00C65DDC" w:rsidRPr="00C65DDC" w14:paraId="68FD47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692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AE5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CFA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DD8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37D2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966B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3ED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1.041</w:t>
            </w:r>
          </w:p>
        </w:tc>
      </w:tr>
      <w:tr w:rsidR="00C65DDC" w:rsidRPr="00C65DDC" w14:paraId="65C7C1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D20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F7D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Bicaz-Chei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7EE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D064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B5B1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562C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0FA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1.042</w:t>
            </w:r>
          </w:p>
        </w:tc>
      </w:tr>
      <w:tr w:rsidR="00C65DDC" w:rsidRPr="00C65DDC" w14:paraId="410FBB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6DE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B46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Nanov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AF8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8EE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424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E7A7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7CB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1.043</w:t>
            </w:r>
          </w:p>
        </w:tc>
      </w:tr>
      <w:tr w:rsidR="00C65DDC" w:rsidRPr="00C65DDC" w14:paraId="436FAB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6AF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305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Răsuceni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596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31D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24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C369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72C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1.044</w:t>
            </w:r>
          </w:p>
        </w:tc>
      </w:tr>
      <w:tr w:rsidR="00C65DDC" w:rsidRPr="00C65DDC" w14:paraId="653951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FD8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73B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Azuga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896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9C5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88E8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3BF9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9BE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1.045</w:t>
            </w:r>
          </w:p>
        </w:tc>
      </w:tr>
      <w:tr w:rsidR="00C65DDC" w:rsidRPr="00C65DDC" w14:paraId="0173F7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77E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386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Glodeni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939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122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7098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AA1A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931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1.046</w:t>
            </w:r>
          </w:p>
        </w:tc>
      </w:tr>
      <w:tr w:rsidR="00C65DDC" w:rsidRPr="00C65DDC" w14:paraId="72E0AE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1E9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EDB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Vârfu Câmpului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87B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0E9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D1F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DCF6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A40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1.047</w:t>
            </w:r>
          </w:p>
        </w:tc>
      </w:tr>
      <w:tr w:rsidR="00C65DDC" w:rsidRPr="00C65DDC" w14:paraId="4A4BB8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E9B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504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Călmățuiu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0C1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774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9FE4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0088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667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1.048</w:t>
            </w:r>
          </w:p>
        </w:tc>
      </w:tr>
      <w:tr w:rsidR="00C65DDC" w:rsidRPr="00C65DDC" w14:paraId="2F4352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660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9F6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Frecăței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8A2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20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7A6D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D626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3E8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1.049</w:t>
            </w:r>
          </w:p>
        </w:tc>
      </w:tr>
      <w:tr w:rsidR="00C65DDC" w:rsidRPr="00C65DDC" w14:paraId="3523D0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F15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206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235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DA8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668A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E0D8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3A9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1.050</w:t>
            </w:r>
          </w:p>
        </w:tc>
      </w:tr>
      <w:tr w:rsidR="00C65DDC" w:rsidRPr="00C65DDC" w14:paraId="200972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7A0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580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Cărpiniș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D4C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8C0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F49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22E8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E4D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1.051</w:t>
            </w:r>
          </w:p>
        </w:tc>
      </w:tr>
      <w:tr w:rsidR="00C65DDC" w:rsidRPr="00C65DDC" w14:paraId="250E6E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A2D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D3A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F26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E37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A286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13A3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FB8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1.052</w:t>
            </w:r>
          </w:p>
        </w:tc>
      </w:tr>
      <w:tr w:rsidR="00C65DDC" w:rsidRPr="00C65DDC" w14:paraId="601E1E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077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300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Teișani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73A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D2E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745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AF42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AAE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1.053</w:t>
            </w:r>
          </w:p>
        </w:tc>
      </w:tr>
      <w:tr w:rsidR="00C65DDC" w:rsidRPr="00C65DDC" w14:paraId="4524AA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3AC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4F7F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Duda-Epureni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82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A90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EC5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73E8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676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1.054</w:t>
            </w:r>
          </w:p>
        </w:tc>
      </w:tr>
      <w:tr w:rsidR="00C65DDC" w:rsidRPr="00C65DDC" w14:paraId="1F3969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782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335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Odoreu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EF7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A56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D551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9A4F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43F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1.055</w:t>
            </w:r>
          </w:p>
        </w:tc>
      </w:tr>
      <w:tr w:rsidR="00C65DDC" w:rsidRPr="00C65DDC" w14:paraId="273F87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399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706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Moftin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0F8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963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344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211C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9A5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1.056</w:t>
            </w:r>
          </w:p>
        </w:tc>
      </w:tr>
      <w:tr w:rsidR="00C65DDC" w:rsidRPr="00C65DDC" w14:paraId="690F25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FFD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AF1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83E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D47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A84D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9FB1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A53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1.057</w:t>
            </w:r>
          </w:p>
        </w:tc>
      </w:tr>
      <w:tr w:rsidR="00C65DDC" w:rsidRPr="00C65DDC" w14:paraId="045775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76C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A1D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Berești-Meria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431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A6A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2431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7997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358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1.058</w:t>
            </w:r>
          </w:p>
        </w:tc>
      </w:tr>
      <w:tr w:rsidR="00C65DDC" w:rsidRPr="00C65DDC" w14:paraId="283334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770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263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F82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333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702E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A672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22E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1.059</w:t>
            </w:r>
          </w:p>
        </w:tc>
      </w:tr>
      <w:tr w:rsidR="00C65DDC" w:rsidRPr="00C65DDC" w14:paraId="7AEC80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B2B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422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Roată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E42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816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1BC6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9D46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ADB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1.060</w:t>
            </w:r>
          </w:p>
        </w:tc>
      </w:tr>
      <w:tr w:rsidR="00C65DDC" w:rsidRPr="00C65DDC" w14:paraId="22E995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BB4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9BC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Gologanu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135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A34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2442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11ED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193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1.061</w:t>
            </w:r>
          </w:p>
        </w:tc>
      </w:tr>
      <w:tr w:rsidR="00C65DDC" w:rsidRPr="00C65DDC" w14:paraId="7A88D1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28B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C22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Șagu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5A7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426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723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175B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07C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1.062</w:t>
            </w:r>
          </w:p>
        </w:tc>
      </w:tr>
      <w:tr w:rsidR="00C65DDC" w:rsidRPr="00C65DDC" w14:paraId="53FDC7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8EB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687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99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65E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69E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4439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120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1.063</w:t>
            </w:r>
          </w:p>
        </w:tc>
      </w:tr>
      <w:tr w:rsidR="00C65DDC" w:rsidRPr="00C65DDC" w14:paraId="2F35F7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BAC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A28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Ciochina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AFC9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264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711D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800E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C8B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1.064</w:t>
            </w:r>
          </w:p>
        </w:tc>
      </w:tr>
      <w:tr w:rsidR="00C65DDC" w:rsidRPr="00C65DDC" w14:paraId="545CD5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520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9F3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Vitănești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BFAE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18C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A5B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266D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087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1.065</w:t>
            </w:r>
          </w:p>
        </w:tc>
      </w:tr>
      <w:tr w:rsidR="00C65DDC" w:rsidRPr="00C65DDC" w14:paraId="6038ED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3B7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5E1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Stoicănești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519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F01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9390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0A00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F6EC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1.066</w:t>
            </w:r>
          </w:p>
        </w:tc>
      </w:tr>
      <w:tr w:rsidR="00C65DDC" w:rsidRPr="00C65DDC" w14:paraId="73A25E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6DB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854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7D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478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76B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32A6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AAE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1.067</w:t>
            </w:r>
          </w:p>
        </w:tc>
      </w:tr>
      <w:tr w:rsidR="00C65DDC" w:rsidRPr="00C65DDC" w14:paraId="343897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036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BE5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Sagna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C55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5667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DDB1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DD7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28E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1.068</w:t>
            </w:r>
          </w:p>
        </w:tc>
      </w:tr>
      <w:tr w:rsidR="00C65DDC" w:rsidRPr="00C65DDC" w14:paraId="2E8766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7F5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E2C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40D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181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D30A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33D3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782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1.069</w:t>
            </w:r>
          </w:p>
        </w:tc>
      </w:tr>
      <w:tr w:rsidR="00C65DDC" w:rsidRPr="00C65DDC" w14:paraId="0CA237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6C9B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403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Bârnova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7F9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A44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369E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9D1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7FA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1.070</w:t>
            </w:r>
          </w:p>
        </w:tc>
      </w:tr>
      <w:tr w:rsidR="00C65DDC" w:rsidRPr="00C65DDC" w14:paraId="4AE9AC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B8D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EB4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7A2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2EA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9ACC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A90A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5DB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1.071</w:t>
            </w:r>
          </w:p>
        </w:tc>
      </w:tr>
      <w:tr w:rsidR="00C65DDC" w:rsidRPr="00C65DDC" w14:paraId="157E3A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13A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234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Bretea Română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6B7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82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6FA0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5BA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4D9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1.072</w:t>
            </w:r>
          </w:p>
        </w:tc>
      </w:tr>
      <w:tr w:rsidR="00C65DDC" w:rsidRPr="00C65DDC" w14:paraId="4B02462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07F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6B6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Vlăsinești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2BE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613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063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F069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DA8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1.073</w:t>
            </w:r>
          </w:p>
        </w:tc>
      </w:tr>
      <w:tr w:rsidR="00C65DDC" w:rsidRPr="00C65DDC" w14:paraId="70A2CB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AB5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FBB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Fărcașa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26D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A01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8BD0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3C3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BDD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1.074</w:t>
            </w:r>
          </w:p>
        </w:tc>
      </w:tr>
      <w:tr w:rsidR="00C65DDC" w:rsidRPr="00C65DDC" w14:paraId="201CCC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C31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B57F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Tarcău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49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537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0EBF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CDE7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ED2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1.075</w:t>
            </w:r>
          </w:p>
        </w:tc>
      </w:tr>
      <w:tr w:rsidR="00C65DDC" w:rsidRPr="00C65DDC" w14:paraId="564EE7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226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2A1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Pufești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A7F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19F6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0D35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D25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F8C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1.076</w:t>
            </w:r>
          </w:p>
        </w:tc>
      </w:tr>
      <w:tr w:rsidR="00C65DDC" w:rsidRPr="00C65DDC" w14:paraId="4CD4E4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131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C46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B03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C1CB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9872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5BD7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AC8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1.077</w:t>
            </w:r>
          </w:p>
        </w:tc>
      </w:tr>
      <w:tr w:rsidR="00C65DDC" w:rsidRPr="00C65DDC" w14:paraId="4BDB81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CCE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A75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Țicleni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B33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65D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8DB4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4F3A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886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1.078</w:t>
            </w:r>
          </w:p>
        </w:tc>
      </w:tr>
      <w:tr w:rsidR="00C65DDC" w:rsidRPr="00C65DDC" w14:paraId="04E8F7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8F1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814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Bujoreni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F8B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8B9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8B73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CA0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EC9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1.079</w:t>
            </w:r>
          </w:p>
        </w:tc>
      </w:tr>
      <w:tr w:rsidR="00C65DDC" w:rsidRPr="00C65DDC" w14:paraId="1BF527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7F0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E6B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Someș-Odorhei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F01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2B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FDCF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156C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101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1.080</w:t>
            </w:r>
          </w:p>
        </w:tc>
      </w:tr>
      <w:tr w:rsidR="00C65DDC" w:rsidRPr="00C65DDC" w14:paraId="236492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ECE1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505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Cozieni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9C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56D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9CB1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BC1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D16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1.081</w:t>
            </w:r>
          </w:p>
        </w:tc>
      </w:tr>
      <w:tr w:rsidR="00C65DDC" w:rsidRPr="00C65DDC" w14:paraId="35F67D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4991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89F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Căldăraru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1B9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37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895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F3BB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E2D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1.082</w:t>
            </w:r>
          </w:p>
        </w:tc>
      </w:tr>
      <w:tr w:rsidR="00C65DDC" w:rsidRPr="00C65DDC" w14:paraId="52D207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F92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412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F43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A63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BC22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9297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BFB0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1.083</w:t>
            </w:r>
          </w:p>
        </w:tc>
      </w:tr>
      <w:tr w:rsidR="00C65DDC" w:rsidRPr="00C65DDC" w14:paraId="428CC9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AB1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BE5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Galbenu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E74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31B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BD95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0F0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1DC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1.084</w:t>
            </w:r>
          </w:p>
        </w:tc>
      </w:tr>
      <w:tr w:rsidR="00C65DDC" w:rsidRPr="00C65DDC" w14:paraId="3422CA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ADA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8EC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AFB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06C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EC20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B37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29C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1.085</w:t>
            </w:r>
          </w:p>
        </w:tc>
      </w:tr>
      <w:tr w:rsidR="00C65DDC" w:rsidRPr="00C65DDC" w14:paraId="43AC72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C29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55C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8EC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FC6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E5A7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4B0A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31B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1.086</w:t>
            </w:r>
          </w:p>
        </w:tc>
      </w:tr>
      <w:tr w:rsidR="00C65DDC" w:rsidRPr="00C65DDC" w14:paraId="47B5CF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56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B9B7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56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1BA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03C6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DB8C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645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1.087</w:t>
            </w:r>
          </w:p>
        </w:tc>
      </w:tr>
      <w:tr w:rsidR="00C65DDC" w:rsidRPr="00C65DDC" w14:paraId="6C9A2B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D53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EAC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Ghelința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BD3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9F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0F4D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16AE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363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1.088</w:t>
            </w:r>
          </w:p>
        </w:tc>
      </w:tr>
      <w:tr w:rsidR="00C65DDC" w:rsidRPr="00C65DDC" w14:paraId="0B3EF0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4FC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83B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0DFE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D03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E1E8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9F4F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AE0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1.089</w:t>
            </w:r>
          </w:p>
        </w:tc>
      </w:tr>
      <w:tr w:rsidR="00C65DDC" w:rsidRPr="00C65DDC" w14:paraId="6C3CDC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C99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C25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Scundu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F085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C6F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695F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840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D51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1.090</w:t>
            </w:r>
          </w:p>
        </w:tc>
      </w:tr>
      <w:tr w:rsidR="00C65DDC" w:rsidRPr="00C65DDC" w14:paraId="7E264F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46D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FCC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Negru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F50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67D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DB88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194E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5FC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1.091</w:t>
            </w:r>
          </w:p>
        </w:tc>
      </w:tr>
      <w:tr w:rsidR="00C65DDC" w:rsidRPr="00C65DDC" w14:paraId="742B26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484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2448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Strunga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614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24C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4A55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CD44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0F9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1.092</w:t>
            </w:r>
          </w:p>
        </w:tc>
      </w:tr>
      <w:tr w:rsidR="00C65DDC" w:rsidRPr="00C65DDC" w14:paraId="2F0016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67B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07B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3F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46D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D2D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EC76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CAF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1.093</w:t>
            </w:r>
          </w:p>
        </w:tc>
      </w:tr>
      <w:tr w:rsidR="00C65DDC" w:rsidRPr="00C65DDC" w14:paraId="77E716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730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8C4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Teghii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DE77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089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CC77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18C6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05A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1.094</w:t>
            </w:r>
          </w:p>
        </w:tc>
      </w:tr>
      <w:tr w:rsidR="00C65DDC" w:rsidRPr="00C65DDC" w14:paraId="32C8CE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5309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0EB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Meteș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F43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65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1A8B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B31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138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1.095</w:t>
            </w:r>
          </w:p>
        </w:tc>
      </w:tr>
      <w:tr w:rsidR="00C65DDC" w:rsidRPr="00C65DDC" w14:paraId="1B7C42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D08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FBA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160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14D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B7F7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A7B1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D88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1.096</w:t>
            </w:r>
          </w:p>
        </w:tc>
      </w:tr>
      <w:tr w:rsidR="00C65DDC" w:rsidRPr="00C65DDC" w14:paraId="74D64B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907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E62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Mândra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AC2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CFA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9334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59B1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40E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1.097</w:t>
            </w:r>
          </w:p>
        </w:tc>
      </w:tr>
      <w:tr w:rsidR="00C65DDC" w:rsidRPr="00C65DDC" w14:paraId="62C015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827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EEC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4F8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949B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0F0C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563B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C7E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1.098</w:t>
            </w:r>
          </w:p>
        </w:tc>
      </w:tr>
      <w:tr w:rsidR="00C65DDC" w:rsidRPr="00C65DDC" w14:paraId="209CAE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7A0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EBC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379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083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B85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F465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DE5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1.099</w:t>
            </w:r>
          </w:p>
        </w:tc>
      </w:tr>
      <w:tr w:rsidR="00C65DDC" w:rsidRPr="00C65DDC" w14:paraId="3EA95B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555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4FC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E08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259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454A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4923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260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1.100</w:t>
            </w:r>
          </w:p>
        </w:tc>
      </w:tr>
      <w:tr w:rsidR="00C65DDC" w:rsidRPr="00C65DDC" w14:paraId="13E00C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F06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F5B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Suplacu de Barcău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FFD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F77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FD8D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29CE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13D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1.101</w:t>
            </w:r>
          </w:p>
        </w:tc>
      </w:tr>
      <w:tr w:rsidR="00C65DDC" w:rsidRPr="00C65DDC" w14:paraId="033A18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2C4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B0B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7F67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E7D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2217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E8EB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12D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1.102</w:t>
            </w:r>
          </w:p>
        </w:tc>
      </w:tr>
      <w:tr w:rsidR="00C65DDC" w:rsidRPr="00C65DDC" w14:paraId="584375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9D2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DE12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0B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F7E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C087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217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25E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1.103</w:t>
            </w:r>
          </w:p>
        </w:tc>
      </w:tr>
      <w:tr w:rsidR="00C65DDC" w:rsidRPr="00C65DDC" w14:paraId="51EF47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849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1DA3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Rebricea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709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B03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AD1E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89C0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F2F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1.104</w:t>
            </w:r>
          </w:p>
        </w:tc>
      </w:tr>
      <w:tr w:rsidR="00C65DDC" w:rsidRPr="00C65DDC" w14:paraId="0B7172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9404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6DB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778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1FA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D5E0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1F8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491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1.105</w:t>
            </w:r>
          </w:p>
        </w:tc>
      </w:tr>
      <w:tr w:rsidR="00C65DDC" w:rsidRPr="00C65DDC" w14:paraId="176682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042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78C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0737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C43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336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FD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E60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1.106</w:t>
            </w:r>
          </w:p>
        </w:tc>
      </w:tr>
      <w:tr w:rsidR="00C65DDC" w:rsidRPr="00C65DDC" w14:paraId="7A5FD3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924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7E8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DD3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37E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E4C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85FB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CB5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1.107</w:t>
            </w:r>
          </w:p>
        </w:tc>
      </w:tr>
      <w:tr w:rsidR="00C65DDC" w:rsidRPr="00C65DDC" w14:paraId="7DBBE5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225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CFF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Vârfurile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C13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D9E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F84F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0EB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4FD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1.108</w:t>
            </w:r>
          </w:p>
        </w:tc>
      </w:tr>
      <w:tr w:rsidR="00C65DDC" w:rsidRPr="00C65DDC" w14:paraId="087132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14E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7AF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Comloșu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5B3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D04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FAB5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1595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952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1.109</w:t>
            </w:r>
          </w:p>
        </w:tc>
      </w:tr>
      <w:tr w:rsidR="00C65DDC" w:rsidRPr="00C65DDC" w14:paraId="1B10A1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869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033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090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81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DAFE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6FD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65C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1.110</w:t>
            </w:r>
          </w:p>
        </w:tc>
      </w:tr>
      <w:tr w:rsidR="00C65DDC" w:rsidRPr="00C65DDC" w14:paraId="39DDDE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DC7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105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7EA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2D5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E6A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FD45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81A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1.111</w:t>
            </w:r>
          </w:p>
        </w:tc>
      </w:tr>
      <w:tr w:rsidR="00C65DDC" w:rsidRPr="00C65DDC" w14:paraId="17B63F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559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2F5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Tansa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07F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E8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1D79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B971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FCD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1.112</w:t>
            </w:r>
          </w:p>
        </w:tc>
      </w:tr>
      <w:tr w:rsidR="00C65DDC" w:rsidRPr="00C65DDC" w14:paraId="3C715A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F4A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818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E41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0CA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63B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F684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EB3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1.113</w:t>
            </w:r>
          </w:p>
        </w:tc>
      </w:tr>
      <w:tr w:rsidR="00C65DDC" w:rsidRPr="00C65DDC" w14:paraId="0F799F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31B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CDA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Fălcoiu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84E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96D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EBEF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50A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2BD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1.114</w:t>
            </w:r>
          </w:p>
        </w:tc>
      </w:tr>
      <w:tr w:rsidR="00C65DDC" w:rsidRPr="00C65DDC" w14:paraId="447999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857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A91F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C6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457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3A8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2DB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D5E9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1.115</w:t>
            </w:r>
          </w:p>
        </w:tc>
      </w:tr>
      <w:tr w:rsidR="00C65DDC" w:rsidRPr="00C65DDC" w14:paraId="6B4216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F2B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757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084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071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826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6C59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538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1.116</w:t>
            </w:r>
          </w:p>
        </w:tc>
      </w:tr>
      <w:tr w:rsidR="00C65DDC" w:rsidRPr="00C65DDC" w14:paraId="1E084B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3E8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6D0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6AE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B1C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C01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9308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6BF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1.117</w:t>
            </w:r>
          </w:p>
        </w:tc>
      </w:tr>
      <w:tr w:rsidR="00C65DDC" w:rsidRPr="00C65DDC" w14:paraId="3DCD26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3D3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DA6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A4D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AAD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A0E1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EA22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D75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1.118</w:t>
            </w:r>
          </w:p>
        </w:tc>
      </w:tr>
      <w:tr w:rsidR="00C65DDC" w:rsidRPr="00C65DDC" w14:paraId="24F3A1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7D1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4F1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474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AC3B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7F21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35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42E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1.119</w:t>
            </w:r>
          </w:p>
        </w:tc>
      </w:tr>
      <w:tr w:rsidR="00C65DDC" w:rsidRPr="00C65DDC" w14:paraId="2C5CAE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576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939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371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9FD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659E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7B80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D80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1.120</w:t>
            </w:r>
          </w:p>
        </w:tc>
      </w:tr>
      <w:tr w:rsidR="00C65DDC" w:rsidRPr="00C65DDC" w14:paraId="1F3794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15C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99A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Dobrosloveni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B11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B73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4A5B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B1B7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B8A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1.121</w:t>
            </w:r>
          </w:p>
        </w:tc>
      </w:tr>
      <w:tr w:rsidR="00C65DDC" w:rsidRPr="00C65DDC" w14:paraId="2CA66A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804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7EE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 Doja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4E05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747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EE35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9A11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C14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1.122</w:t>
            </w:r>
          </w:p>
        </w:tc>
      </w:tr>
      <w:tr w:rsidR="00C65DDC" w:rsidRPr="00C65DDC" w14:paraId="076B55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026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EA9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Crușeț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717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8DA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C106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2AD7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56D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1.123</w:t>
            </w:r>
          </w:p>
        </w:tc>
      </w:tr>
      <w:tr w:rsidR="00C65DDC" w:rsidRPr="00C65DDC" w14:paraId="6E9448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219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DD1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Cașin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6E5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A0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BF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6EC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543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1.124</w:t>
            </w:r>
          </w:p>
        </w:tc>
      </w:tr>
      <w:tr w:rsidR="00C65DDC" w:rsidRPr="00C65DDC" w14:paraId="7AC953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99D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6B0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Logrești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C50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36E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CD7C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2503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345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1.125</w:t>
            </w:r>
          </w:p>
        </w:tc>
      </w:tr>
      <w:tr w:rsidR="00C65DDC" w:rsidRPr="00C65DDC" w14:paraId="4CA3F5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2CF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2E7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DF4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703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844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5CD6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A33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1.126</w:t>
            </w:r>
          </w:p>
        </w:tc>
      </w:tr>
      <w:tr w:rsidR="00C65DDC" w:rsidRPr="00C65DDC" w14:paraId="046385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F89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7E6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B19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DC6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3B7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929E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73E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1.127</w:t>
            </w:r>
          </w:p>
        </w:tc>
      </w:tr>
      <w:tr w:rsidR="00C65DDC" w:rsidRPr="00C65DDC" w14:paraId="4814F4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6F6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B27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AB6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070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6318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AAA8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545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1.128</w:t>
            </w:r>
          </w:p>
        </w:tc>
      </w:tr>
      <w:tr w:rsidR="00C65DDC" w:rsidRPr="00C65DDC" w14:paraId="411D79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5FD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5D1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Zătreni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5A0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6C1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D41C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54F6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9C3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1.129</w:t>
            </w:r>
          </w:p>
        </w:tc>
      </w:tr>
      <w:tr w:rsidR="00C65DDC" w:rsidRPr="00C65DDC" w14:paraId="247C4A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12D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DB95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B40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F6A6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AA3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357C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418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1.130</w:t>
            </w:r>
          </w:p>
        </w:tc>
      </w:tr>
      <w:tr w:rsidR="00C65DDC" w:rsidRPr="00C65DDC" w14:paraId="2AEAA1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844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51D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9C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CC7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B4E1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3C11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268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1.131</w:t>
            </w:r>
          </w:p>
        </w:tc>
      </w:tr>
      <w:tr w:rsidR="00C65DDC" w:rsidRPr="00C65DDC" w14:paraId="34BA52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89D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088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Prisăcani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21F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09B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B234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85E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90D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1.132</w:t>
            </w:r>
          </w:p>
        </w:tc>
      </w:tr>
      <w:tr w:rsidR="00C65DDC" w:rsidRPr="00C65DDC" w14:paraId="598D1CE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04A7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5E6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Țigănași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1CA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4F5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A37B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BECC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026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1.133</w:t>
            </w:r>
          </w:p>
        </w:tc>
      </w:tr>
      <w:tr w:rsidR="00C65DDC" w:rsidRPr="00C65DDC" w14:paraId="476269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B77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D0D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386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A4C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230C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B56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41B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1.134</w:t>
            </w:r>
          </w:p>
        </w:tc>
      </w:tr>
      <w:tr w:rsidR="00C65DDC" w:rsidRPr="00C65DDC" w14:paraId="070B51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0E3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417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Nucet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031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2A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D1D6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2C91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8FA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1.135</w:t>
            </w:r>
          </w:p>
        </w:tc>
      </w:tr>
      <w:tr w:rsidR="00C65DDC" w:rsidRPr="00C65DDC" w14:paraId="2769AF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CE7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152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Ceplenița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086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C8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ED5B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DE58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AF2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1.136</w:t>
            </w:r>
          </w:p>
        </w:tc>
      </w:tr>
      <w:tr w:rsidR="00C65DDC" w:rsidRPr="00C65DDC" w14:paraId="15F63C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AB1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46B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Dragului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19D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9E4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1F7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38D7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4D2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1.137</w:t>
            </w:r>
          </w:p>
        </w:tc>
      </w:tr>
      <w:tr w:rsidR="00C65DDC" w:rsidRPr="00C65DDC" w14:paraId="12F359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785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C30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Carpen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F68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4BD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0353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A1F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59A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1.138</w:t>
            </w:r>
          </w:p>
        </w:tc>
      </w:tr>
      <w:tr w:rsidR="00C65DDC" w:rsidRPr="00C65DDC" w14:paraId="2DAF7C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C3C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959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Cociuba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9D0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9D3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F101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D550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53C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1.139</w:t>
            </w:r>
          </w:p>
        </w:tc>
      </w:tr>
      <w:tr w:rsidR="00C65DDC" w:rsidRPr="00C65DDC" w14:paraId="2C0FF5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3DE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B05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Bălăcița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57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3E2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E2CD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03F8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9D3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1.140</w:t>
            </w:r>
          </w:p>
        </w:tc>
      </w:tr>
      <w:tr w:rsidR="00C65DDC" w:rsidRPr="00C65DDC" w14:paraId="7B6003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8DD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163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Castranova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A89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ABA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40FE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D78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F53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1.141</w:t>
            </w:r>
          </w:p>
        </w:tc>
      </w:tr>
      <w:tr w:rsidR="00C65DDC" w:rsidRPr="00C65DDC" w14:paraId="1A254E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887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A09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Galicea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31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6BB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0BBF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B5E6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66F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1.142</w:t>
            </w:r>
          </w:p>
        </w:tc>
      </w:tr>
      <w:tr w:rsidR="00C65DDC" w:rsidRPr="00C65DDC" w14:paraId="281A1B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5BD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E73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92B4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9A3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963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85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4B6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1.143</w:t>
            </w:r>
          </w:p>
        </w:tc>
      </w:tr>
      <w:tr w:rsidR="00C65DDC" w:rsidRPr="00C65DDC" w14:paraId="14FA1B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179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EF0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Putineiu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9B9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C9D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C0D4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A2A5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4BD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1.144</w:t>
            </w:r>
          </w:p>
        </w:tc>
      </w:tr>
      <w:tr w:rsidR="00C65DDC" w:rsidRPr="00C65DDC" w14:paraId="73C42D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F00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E97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Muereasca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64C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BB8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01A9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E159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69F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1.145</w:t>
            </w:r>
          </w:p>
        </w:tc>
      </w:tr>
      <w:tr w:rsidR="00C65DDC" w:rsidRPr="00C65DDC" w14:paraId="7A3400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47D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E14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Grivița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45F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B92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042F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C2C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F58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1.146</w:t>
            </w:r>
          </w:p>
        </w:tc>
      </w:tr>
      <w:tr w:rsidR="00C65DDC" w:rsidRPr="00C65DDC" w14:paraId="7179B0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53F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168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21C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9DE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52E9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C383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ED4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1.147</w:t>
            </w:r>
          </w:p>
        </w:tc>
      </w:tr>
      <w:tr w:rsidR="00C65DDC" w:rsidRPr="00C65DDC" w14:paraId="4108B3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8AF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0C9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Volovăț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654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665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E1A4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237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F64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1.148</w:t>
            </w:r>
          </w:p>
        </w:tc>
      </w:tr>
      <w:tr w:rsidR="00C65DDC" w:rsidRPr="00C65DDC" w14:paraId="3194F6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DC5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63F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AFB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0C7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0C06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5702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90F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1.149</w:t>
            </w:r>
          </w:p>
        </w:tc>
      </w:tr>
      <w:tr w:rsidR="00C65DDC" w:rsidRPr="00C65DDC" w14:paraId="3D56B9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252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B33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988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FBF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48F8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6109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799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1.150</w:t>
            </w:r>
          </w:p>
        </w:tc>
      </w:tr>
      <w:tr w:rsidR="00C65DDC" w:rsidRPr="00C65DDC" w14:paraId="53EC37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287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8A5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DB8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0E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96D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7F0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300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1.151</w:t>
            </w:r>
          </w:p>
        </w:tc>
      </w:tr>
      <w:tr w:rsidR="00C65DDC" w:rsidRPr="00C65DDC" w14:paraId="06012E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BCD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6C9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Broscăuți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5F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771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2248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3F95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11E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1.152</w:t>
            </w:r>
          </w:p>
        </w:tc>
      </w:tr>
      <w:tr w:rsidR="00C65DDC" w:rsidRPr="00C65DDC" w14:paraId="2B11F3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57E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D27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434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6B2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754C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0516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58A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1.153</w:t>
            </w:r>
          </w:p>
        </w:tc>
      </w:tr>
      <w:tr w:rsidR="00C65DDC" w:rsidRPr="00C65DDC" w14:paraId="574519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5ED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D12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D82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A6F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AAE9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CFD9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D1A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1.154</w:t>
            </w:r>
          </w:p>
        </w:tc>
      </w:tr>
      <w:tr w:rsidR="00C65DDC" w:rsidRPr="00C65DDC" w14:paraId="43DD03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DFC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C33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Sibiului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DA7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6F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D01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8A0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9FE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1.155</w:t>
            </w:r>
          </w:p>
        </w:tc>
      </w:tr>
      <w:tr w:rsidR="00C65DDC" w:rsidRPr="00C65DDC" w14:paraId="1ABD99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B01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F2B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Vădăstrița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48A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2F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DAB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9226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DD24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1.156</w:t>
            </w:r>
          </w:p>
        </w:tc>
      </w:tr>
      <w:tr w:rsidR="00C65DDC" w:rsidRPr="00C65DDC" w14:paraId="4C4BA6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AD67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CCA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de Arieș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CE6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118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3B8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373D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917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1.157</w:t>
            </w:r>
          </w:p>
        </w:tc>
      </w:tr>
      <w:tr w:rsidR="00C65DDC" w:rsidRPr="00C65DDC" w14:paraId="193808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4B96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AF4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Odobescu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7B1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C0A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B3A1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43FB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1567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1.158</w:t>
            </w:r>
          </w:p>
        </w:tc>
      </w:tr>
      <w:tr w:rsidR="00C65DDC" w:rsidRPr="00C65DDC" w14:paraId="630D4C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C6B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3DF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Reviga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2C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2B2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39F3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2CC8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489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1.159</w:t>
            </w:r>
          </w:p>
        </w:tc>
      </w:tr>
      <w:tr w:rsidR="00C65DDC" w:rsidRPr="00C65DDC" w14:paraId="1A8D2D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21C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75E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D97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F45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DCE4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3640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C34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1.160</w:t>
            </w:r>
          </w:p>
        </w:tc>
      </w:tr>
      <w:tr w:rsidR="00C65DDC" w:rsidRPr="00C65DDC" w14:paraId="5C2507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7EA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CCD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56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0BB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31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1F2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7D0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1.161</w:t>
            </w:r>
          </w:p>
        </w:tc>
      </w:tr>
      <w:tr w:rsidR="00C65DDC" w:rsidRPr="00C65DDC" w14:paraId="7F9CE9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649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D79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Topolog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66D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506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2F70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EF04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4E0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1.162</w:t>
            </w:r>
          </w:p>
        </w:tc>
      </w:tr>
      <w:tr w:rsidR="00C65DDC" w:rsidRPr="00C65DDC" w14:paraId="663DF7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BB4C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7F59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1FF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4DC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F68D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9C1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BF3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1.163</w:t>
            </w:r>
          </w:p>
        </w:tc>
      </w:tr>
      <w:tr w:rsidR="00C65DDC" w:rsidRPr="00C65DDC" w14:paraId="05D6B6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3E2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F44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Prigoria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C97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7DE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0B9C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6FD8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5FF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1.164</w:t>
            </w:r>
          </w:p>
        </w:tc>
      </w:tr>
      <w:tr w:rsidR="00C65DDC" w:rsidRPr="00C65DDC" w14:paraId="4C1F3F4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05E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2D2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Verguleasa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3DA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C863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9469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9809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2E0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1.165</w:t>
            </w:r>
          </w:p>
        </w:tc>
      </w:tr>
      <w:tr w:rsidR="00C65DDC" w:rsidRPr="00C65DDC" w14:paraId="4643A2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C00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3764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22E4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69F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00FF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5C97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041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1.166</w:t>
            </w:r>
          </w:p>
        </w:tc>
      </w:tr>
      <w:tr w:rsidR="00C65DDC" w:rsidRPr="00C65DDC" w14:paraId="4E9C7D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353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670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F37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F8A9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8ADC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2E8E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86A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1.167</w:t>
            </w:r>
          </w:p>
        </w:tc>
      </w:tr>
      <w:tr w:rsidR="00C65DDC" w:rsidRPr="00C65DDC" w14:paraId="247BF2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901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DD4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87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296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5431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053B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603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1.168</w:t>
            </w:r>
          </w:p>
        </w:tc>
      </w:tr>
      <w:tr w:rsidR="00C65DDC" w:rsidRPr="00C65DDC" w14:paraId="341A16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5CD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AEB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Batoș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966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CEA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C09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B12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6E0C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1.169</w:t>
            </w:r>
          </w:p>
        </w:tc>
      </w:tr>
      <w:tr w:rsidR="00C65DDC" w:rsidRPr="00C65DDC" w14:paraId="5548C1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2B3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D16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Hilișeu-Horia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BE4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FAC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6ABF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3CED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43B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1.170</w:t>
            </w:r>
          </w:p>
        </w:tc>
      </w:tr>
      <w:tr w:rsidR="00C65DDC" w:rsidRPr="00C65DDC" w14:paraId="052902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443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B37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272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670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0332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C4C9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1DC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1.171</w:t>
            </w:r>
          </w:p>
        </w:tc>
      </w:tr>
      <w:tr w:rsidR="00C65DDC" w:rsidRPr="00C65DDC" w14:paraId="1655EE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7FF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F4D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Nenciulești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2B2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446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7051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F5F0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FD4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1.172</w:t>
            </w:r>
          </w:p>
        </w:tc>
      </w:tr>
      <w:tr w:rsidR="00C65DDC" w:rsidRPr="00C65DDC" w14:paraId="650E3C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CBE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278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10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FCD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2520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655A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661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1.173</w:t>
            </w:r>
          </w:p>
        </w:tc>
      </w:tr>
      <w:tr w:rsidR="00C65DDC" w:rsidRPr="00C65DDC" w14:paraId="672738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0C5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35A4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Lăzarea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1FA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6F5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D4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A9F6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57C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1.174</w:t>
            </w:r>
          </w:p>
        </w:tc>
      </w:tr>
      <w:tr w:rsidR="00C65DDC" w:rsidRPr="00C65DDC" w14:paraId="4D6BFA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084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D22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Lungani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C03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53C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96D1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E39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13B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1.175</w:t>
            </w:r>
          </w:p>
        </w:tc>
      </w:tr>
      <w:tr w:rsidR="00C65DDC" w:rsidRPr="00C65DDC" w14:paraId="44643C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87C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BE1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FB0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227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759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DE60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438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1.176</w:t>
            </w:r>
          </w:p>
        </w:tc>
      </w:tr>
      <w:tr w:rsidR="00C65DDC" w:rsidRPr="00C65DDC" w14:paraId="4F9328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9A0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3CA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 Tudor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981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482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BAFA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2F23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183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1.177</w:t>
            </w:r>
          </w:p>
        </w:tc>
      </w:tr>
      <w:tr w:rsidR="00C65DDC" w:rsidRPr="00C65DDC" w14:paraId="0F6C85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1A7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5C9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Golăiești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FA9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742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9227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F925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682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1.178</w:t>
            </w:r>
          </w:p>
        </w:tc>
      </w:tr>
      <w:tr w:rsidR="00C65DDC" w:rsidRPr="00C65DDC" w14:paraId="2EBF29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E74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477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Holod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59C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E62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0D1A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DAE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06C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1.179</w:t>
            </w:r>
          </w:p>
        </w:tc>
      </w:tr>
      <w:tr w:rsidR="00C65DDC" w:rsidRPr="00C65DDC" w14:paraId="40D16D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A6BF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FBC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Cocorăștii Mislii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C7C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1C6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564D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E7D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C48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1.180</w:t>
            </w:r>
          </w:p>
        </w:tc>
      </w:tr>
      <w:tr w:rsidR="00C65DDC" w:rsidRPr="00C65DDC" w14:paraId="7ED2F7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1C6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870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D5E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C03C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E0BC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AD5A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81BA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1.181</w:t>
            </w:r>
          </w:p>
        </w:tc>
      </w:tr>
      <w:tr w:rsidR="00C65DDC" w:rsidRPr="00C65DDC" w14:paraId="1C5012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614F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3730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852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B9B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AEC1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43E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04A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1.182</w:t>
            </w:r>
          </w:p>
        </w:tc>
      </w:tr>
      <w:tr w:rsidR="00C65DDC" w:rsidRPr="00C65DDC" w14:paraId="460170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E8F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1F1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Stănișești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1CE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164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E4F8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237A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9FD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1.183</w:t>
            </w:r>
          </w:p>
        </w:tc>
      </w:tr>
      <w:tr w:rsidR="00C65DDC" w:rsidRPr="00C65DDC" w14:paraId="60C202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D5B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721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Hoghiz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AC7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CAC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E8F9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AF2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87C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1.184</w:t>
            </w:r>
          </w:p>
        </w:tc>
      </w:tr>
      <w:tr w:rsidR="00C65DDC" w:rsidRPr="00C65DDC" w14:paraId="2C9A38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01A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FD1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Tulgheș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9F4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4FD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9283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C1B9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E734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1.185</w:t>
            </w:r>
          </w:p>
        </w:tc>
      </w:tr>
      <w:tr w:rsidR="00C65DDC" w:rsidRPr="00C65DDC" w14:paraId="6F782B2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EA7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E2E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Chinteni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AF6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260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CD6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5169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6CE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1.186</w:t>
            </w:r>
          </w:p>
        </w:tc>
      </w:tr>
      <w:tr w:rsidR="00C65DDC" w:rsidRPr="00C65DDC" w14:paraId="2CC2F3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D00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FFD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Podgoria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BDF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ADE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B90D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4FB8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7A3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1.187</w:t>
            </w:r>
          </w:p>
        </w:tc>
      </w:tr>
      <w:tr w:rsidR="00C65DDC" w:rsidRPr="00C65DDC" w14:paraId="57CF694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663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696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Mircea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744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D13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D2E3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7726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F2F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1.188</w:t>
            </w:r>
          </w:p>
        </w:tc>
      </w:tr>
      <w:tr w:rsidR="00C65DDC" w:rsidRPr="00C65DDC" w14:paraId="47F806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749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9D1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Bratovoești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514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E3D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C6E2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E93E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E33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1.189</w:t>
            </w:r>
          </w:p>
        </w:tc>
      </w:tr>
      <w:tr w:rsidR="00C65DDC" w:rsidRPr="00C65DDC" w14:paraId="700AE0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B8B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573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Lehliu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B77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41C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6E17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8002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048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1.190</w:t>
            </w:r>
          </w:p>
        </w:tc>
      </w:tr>
      <w:tr w:rsidR="00C65DDC" w:rsidRPr="00C65DDC" w14:paraId="36C80E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078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F757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62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6C0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C4C7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16CB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C70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1.191</w:t>
            </w:r>
          </w:p>
        </w:tc>
      </w:tr>
      <w:tr w:rsidR="00C65DDC" w:rsidRPr="00C65DDC" w14:paraId="3FE66F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F11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F8B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Mare-Pravăț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504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F9D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69AC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0099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2A7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1.192</w:t>
            </w:r>
          </w:p>
        </w:tc>
      </w:tr>
      <w:tr w:rsidR="00C65DDC" w:rsidRPr="00C65DDC" w14:paraId="380B16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E7D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FE1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Tătărăștii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A78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DD1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CF43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D0D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20E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1.193</w:t>
            </w:r>
          </w:p>
        </w:tc>
      </w:tr>
      <w:tr w:rsidR="00C65DDC" w:rsidRPr="00C65DDC" w14:paraId="21FE35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81E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6CA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FCE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4DA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BC5B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031F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89D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1.194</w:t>
            </w:r>
          </w:p>
        </w:tc>
      </w:tr>
      <w:tr w:rsidR="00C65DDC" w:rsidRPr="00C65DDC" w14:paraId="1D6705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865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D94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Brânceni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8C3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CD4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553A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B3A0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82C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1.195</w:t>
            </w:r>
          </w:p>
        </w:tc>
      </w:tr>
      <w:tr w:rsidR="00C65DDC" w:rsidRPr="00C65DDC" w14:paraId="3E2601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3F16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EDC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Urechești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050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36E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46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F519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E73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1.196</w:t>
            </w:r>
          </w:p>
        </w:tc>
      </w:tr>
      <w:tr w:rsidR="00C65DDC" w:rsidRPr="00C65DDC" w14:paraId="158C6F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3AD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6A8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42E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18E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B66B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222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1E3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1.197</w:t>
            </w:r>
          </w:p>
        </w:tc>
      </w:tr>
      <w:tr w:rsidR="00C65DDC" w:rsidRPr="00C65DDC" w14:paraId="53CD42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65C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4F8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AAA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B76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408D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9214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14E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1.198</w:t>
            </w:r>
          </w:p>
        </w:tc>
      </w:tr>
      <w:tr w:rsidR="00C65DDC" w:rsidRPr="00C65DDC" w14:paraId="55D008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8D1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050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Vetiș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503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228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2862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4B7A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84F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1.199</w:t>
            </w:r>
          </w:p>
        </w:tc>
      </w:tr>
      <w:tr w:rsidR="00C65DDC" w:rsidRPr="00C65DDC" w14:paraId="026109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EEB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A7B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Vetrișoaia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5471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6C4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0CFF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B972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62E7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1.200</w:t>
            </w:r>
          </w:p>
        </w:tc>
      </w:tr>
      <w:tr w:rsidR="00C65DDC" w:rsidRPr="00C65DDC" w14:paraId="67C1BF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5D3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A26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Belinț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032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224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3ED3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4225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C50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1.201</w:t>
            </w:r>
          </w:p>
        </w:tc>
      </w:tr>
      <w:tr w:rsidR="00C65DDC" w:rsidRPr="00C65DDC" w14:paraId="5BB251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781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078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4AC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19B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EDEF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1174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2CD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1.202</w:t>
            </w:r>
          </w:p>
        </w:tc>
      </w:tr>
      <w:tr w:rsidR="00C65DDC" w:rsidRPr="00C65DDC" w14:paraId="4E7005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90B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99B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238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F7B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1452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AAF6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E53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1.203</w:t>
            </w:r>
          </w:p>
        </w:tc>
      </w:tr>
      <w:tr w:rsidR="00C65DDC" w:rsidRPr="00C65DDC" w14:paraId="5639F7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0F3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968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Căianu Mic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5E3E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ED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B3C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A19E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378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1.204</w:t>
            </w:r>
          </w:p>
        </w:tc>
      </w:tr>
      <w:tr w:rsidR="00C65DDC" w:rsidRPr="00C65DDC" w14:paraId="1029F0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664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F8D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111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158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72D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AB69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D37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1.205</w:t>
            </w:r>
          </w:p>
        </w:tc>
      </w:tr>
      <w:tr w:rsidR="00C65DDC" w:rsidRPr="00C65DDC" w14:paraId="12F1C4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C47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1B9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Cândești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3F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6E6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D416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750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298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1.206</w:t>
            </w:r>
          </w:p>
        </w:tc>
      </w:tr>
      <w:tr w:rsidR="00C65DDC" w:rsidRPr="00C65DDC" w14:paraId="602F08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CEB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41B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Viperești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18C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C66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0824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7652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580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1.207</w:t>
            </w:r>
          </w:p>
        </w:tc>
      </w:tr>
      <w:tr w:rsidR="00C65DDC" w:rsidRPr="00C65DDC" w14:paraId="16EE00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C1F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9DE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Gălbinași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46D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062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290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B844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6F0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1.208</w:t>
            </w:r>
          </w:p>
        </w:tc>
      </w:tr>
      <w:tr w:rsidR="00C65DDC" w:rsidRPr="00C65DDC" w14:paraId="5B3D92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86A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825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4A1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D11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D2E9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4D13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773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1.209</w:t>
            </w:r>
          </w:p>
        </w:tc>
      </w:tr>
      <w:tr w:rsidR="00C65DDC" w:rsidRPr="00C65DDC" w14:paraId="12C1B1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840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E6A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Merișani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820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6F1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A0B7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A140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621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1.210</w:t>
            </w:r>
          </w:p>
        </w:tc>
      </w:tr>
      <w:tr w:rsidR="00C65DDC" w:rsidRPr="00C65DDC" w14:paraId="2FBA18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F2B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3EE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Priboieni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422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FED5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4459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19AC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AB3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1.211</w:t>
            </w:r>
          </w:p>
        </w:tc>
      </w:tr>
      <w:tr w:rsidR="00C65DDC" w:rsidRPr="00C65DDC" w14:paraId="412C58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03B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163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Morunglav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E53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3ED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E1B5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029D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411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1.212</w:t>
            </w:r>
          </w:p>
        </w:tc>
      </w:tr>
      <w:tr w:rsidR="00C65DDC" w:rsidRPr="00C65DDC" w14:paraId="31E9DB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3C7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78C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E33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135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1234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8439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DAD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1.213</w:t>
            </w:r>
          </w:p>
        </w:tc>
      </w:tr>
      <w:tr w:rsidR="00C65DDC" w:rsidRPr="00C65DDC" w14:paraId="41F32F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AFA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203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53D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738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B5AA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CBD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9C22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1.214</w:t>
            </w:r>
          </w:p>
        </w:tc>
      </w:tr>
      <w:tr w:rsidR="00C65DDC" w:rsidRPr="00C65DDC" w14:paraId="022BF7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389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60F2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Buhoci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39D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A3A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27C9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5D1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9D5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1.215</w:t>
            </w:r>
          </w:p>
        </w:tc>
      </w:tr>
      <w:tr w:rsidR="00C65DDC" w:rsidRPr="00C65DDC" w14:paraId="0B9DDA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4AF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FBF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38D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B6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31B0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5191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643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1.216</w:t>
            </w:r>
          </w:p>
        </w:tc>
      </w:tr>
      <w:tr w:rsidR="00C65DDC" w:rsidRPr="00C65DDC" w14:paraId="1D996B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F48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2F5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Govora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E75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F36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6DF3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2922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A00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1.217</w:t>
            </w:r>
          </w:p>
        </w:tc>
      </w:tr>
      <w:tr w:rsidR="00C65DDC" w:rsidRPr="00C65DDC" w14:paraId="039140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943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9A8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Hârsești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B3A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879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579A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C742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F7E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1.218</w:t>
            </w:r>
          </w:p>
        </w:tc>
      </w:tr>
      <w:tr w:rsidR="00C65DDC" w:rsidRPr="00C65DDC" w14:paraId="1C644D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335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3C0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Domnești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054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A01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515F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D56A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F3C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1.219</w:t>
            </w:r>
          </w:p>
        </w:tc>
      </w:tr>
      <w:tr w:rsidR="00C65DDC" w:rsidRPr="00C65DDC" w14:paraId="654084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E9D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DCD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Cavadinești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FA4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F8D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DF36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2B4C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3E7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1.220</w:t>
            </w:r>
          </w:p>
        </w:tc>
      </w:tr>
      <w:tr w:rsidR="00C65DDC" w:rsidRPr="00C65DDC" w14:paraId="2A43BA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5C9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C6F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Iedera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BF4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EB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B58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7A7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8D0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1.221</w:t>
            </w:r>
          </w:p>
        </w:tc>
      </w:tr>
      <w:tr w:rsidR="00C65DDC" w:rsidRPr="00C65DDC" w14:paraId="431DE0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23A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7F9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CD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268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B9C8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5AF5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F43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1.222</w:t>
            </w:r>
          </w:p>
        </w:tc>
      </w:tr>
      <w:tr w:rsidR="00C65DDC" w:rsidRPr="00C65DDC" w14:paraId="227316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39F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ABC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EF2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66C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61DA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02E2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BE5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1.223</w:t>
            </w:r>
          </w:p>
        </w:tc>
      </w:tr>
      <w:tr w:rsidR="00C65DDC" w:rsidRPr="00C65DDC" w14:paraId="680D56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2082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AFE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Gostavățu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387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93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26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0C76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D0B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1.224</w:t>
            </w:r>
          </w:p>
        </w:tc>
      </w:tr>
      <w:tr w:rsidR="00C65DDC" w:rsidRPr="00C65DDC" w14:paraId="00EBDF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1AF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9D0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Lueta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E81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54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92B9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DD7A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116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1.225</w:t>
            </w:r>
          </w:p>
        </w:tc>
      </w:tr>
      <w:tr w:rsidR="00C65DDC" w:rsidRPr="00C65DDC" w14:paraId="6ED80D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CDD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9BD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Tigveni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635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D77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6FE3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7846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CC6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1.226</w:t>
            </w:r>
          </w:p>
        </w:tc>
      </w:tr>
      <w:tr w:rsidR="00C65DDC" w:rsidRPr="00C65DDC" w14:paraId="0CAD88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9F2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9DE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Slănic-Moldova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C8F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EFB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9D25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C5F1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788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1.227</w:t>
            </w:r>
          </w:p>
        </w:tc>
      </w:tr>
      <w:tr w:rsidR="00C65DDC" w:rsidRPr="00C65DDC" w14:paraId="50A77B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CA9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4D7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Ghindăoani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419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355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98A1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C78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77B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1.228</w:t>
            </w:r>
          </w:p>
        </w:tc>
      </w:tr>
      <w:tr w:rsidR="00C65DDC" w:rsidRPr="00C65DDC" w14:paraId="705699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0AE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850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Crăciunești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E40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F22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CD9F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6605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07A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1.229</w:t>
            </w:r>
          </w:p>
        </w:tc>
      </w:tr>
      <w:tr w:rsidR="00C65DDC" w:rsidRPr="00C65DDC" w14:paraId="6FB976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CB8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2EB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Barcani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D80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1E1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A06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81FA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1DF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1.230</w:t>
            </w:r>
          </w:p>
        </w:tc>
      </w:tr>
      <w:tr w:rsidR="00C65DDC" w:rsidRPr="00C65DDC" w14:paraId="3615DE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085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65E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3F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992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985A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C473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8D05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1.231</w:t>
            </w:r>
          </w:p>
        </w:tc>
      </w:tr>
      <w:tr w:rsidR="00C65DDC" w:rsidRPr="00C65DDC" w14:paraId="67088B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0574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434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8D1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AAD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4C00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AE92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9BD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1.232</w:t>
            </w:r>
          </w:p>
        </w:tc>
      </w:tr>
      <w:tr w:rsidR="00C65DDC" w:rsidRPr="00C65DDC" w14:paraId="1FBA53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491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625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Berzovia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C05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F4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D9BF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93A7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42C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1.233</w:t>
            </w:r>
          </w:p>
        </w:tc>
      </w:tr>
      <w:tr w:rsidR="00C65DDC" w:rsidRPr="00C65DDC" w14:paraId="1ADD9E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13D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EED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8F1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765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A79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A8E3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BE9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1.234</w:t>
            </w:r>
          </w:p>
        </w:tc>
      </w:tr>
      <w:tr w:rsidR="00C65DDC" w:rsidRPr="00C65DDC" w14:paraId="665DCF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286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44E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Talpa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DB0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A69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D0F7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B705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6F1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1.235</w:t>
            </w:r>
          </w:p>
        </w:tc>
      </w:tr>
      <w:tr w:rsidR="00C65DDC" w:rsidRPr="00C65DDC" w14:paraId="10AADF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E26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DED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Brețcu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AF35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EE4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AA8F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5EA6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438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1.236</w:t>
            </w:r>
          </w:p>
        </w:tc>
      </w:tr>
      <w:tr w:rsidR="00C65DDC" w:rsidRPr="00C65DDC" w14:paraId="0C8319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8CD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F2E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824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F2F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149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FC42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D51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1.237</w:t>
            </w:r>
          </w:p>
        </w:tc>
      </w:tr>
      <w:tr w:rsidR="00C65DDC" w:rsidRPr="00C65DDC" w14:paraId="2ABFE9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5E5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2C7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Oprișor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2F8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1BEA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FE27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2FEA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F99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1.238</w:t>
            </w:r>
          </w:p>
        </w:tc>
      </w:tr>
      <w:tr w:rsidR="00C65DDC" w:rsidRPr="00C65DDC" w14:paraId="694430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99A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B3F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Bordușani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2A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30B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414E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75A3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A3A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1.239</w:t>
            </w:r>
          </w:p>
        </w:tc>
      </w:tr>
      <w:tr w:rsidR="00C65DDC" w:rsidRPr="00C65DDC" w14:paraId="7C2111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46D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DEE0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Zăvoaia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0A8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B8A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05CA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28D8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E69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1.240</w:t>
            </w:r>
          </w:p>
        </w:tc>
      </w:tr>
      <w:tr w:rsidR="00C65DDC" w:rsidRPr="00C65DDC" w14:paraId="36E30B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C7E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BF1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586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CDCB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FA64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DD74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BEF5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1.241</w:t>
            </w:r>
          </w:p>
        </w:tc>
      </w:tr>
      <w:tr w:rsidR="00C65DDC" w:rsidRPr="00C65DDC" w14:paraId="644F94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D00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20B4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Craiva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885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5E2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761F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9F85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C29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1.242</w:t>
            </w:r>
          </w:p>
        </w:tc>
      </w:tr>
      <w:tr w:rsidR="00C65DDC" w:rsidRPr="00C65DDC" w14:paraId="7A0F23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EC4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5DA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Singureni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835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2F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6AFE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A4E4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178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1.243</w:t>
            </w:r>
          </w:p>
        </w:tc>
      </w:tr>
      <w:tr w:rsidR="00C65DDC" w:rsidRPr="00C65DDC" w14:paraId="18D49E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E9D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CA5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Avrămeni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AA4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661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1373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3564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6236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1.244</w:t>
            </w:r>
          </w:p>
        </w:tc>
      </w:tr>
      <w:tr w:rsidR="00C65DDC" w:rsidRPr="00C65DDC" w14:paraId="51C11E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569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80F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38B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D95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A539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A5D5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F98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1.245</w:t>
            </w:r>
          </w:p>
        </w:tc>
      </w:tr>
      <w:tr w:rsidR="00C65DDC" w:rsidRPr="00C65DDC" w14:paraId="2D72BC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2E0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714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Matei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57B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446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4296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A769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2D0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1.246</w:t>
            </w:r>
          </w:p>
        </w:tc>
      </w:tr>
      <w:tr w:rsidR="00C65DDC" w:rsidRPr="00C65DDC" w14:paraId="2F459D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13F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246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Laslea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D15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585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573D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E71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5F3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1.247</w:t>
            </w:r>
          </w:p>
        </w:tc>
      </w:tr>
      <w:tr w:rsidR="00C65DDC" w:rsidRPr="00C65DDC" w14:paraId="3C73BB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823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BE7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D76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6FE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D97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C0D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DF3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1.248</w:t>
            </w:r>
          </w:p>
        </w:tc>
      </w:tr>
      <w:tr w:rsidR="00C65DDC" w:rsidRPr="00C65DDC" w14:paraId="497812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E53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75D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325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2E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53B1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CB56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CF8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1.249</w:t>
            </w:r>
          </w:p>
        </w:tc>
      </w:tr>
      <w:tr w:rsidR="00C65DDC" w:rsidRPr="00C65DDC" w14:paraId="153A4D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6761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466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9B5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56E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CB04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6608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ED6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1.250</w:t>
            </w:r>
          </w:p>
        </w:tc>
      </w:tr>
      <w:tr w:rsidR="00C65DDC" w:rsidRPr="00C65DDC" w14:paraId="31658F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BAF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263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Făurei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F85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2CF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0D0C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9911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934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1.251</w:t>
            </w:r>
          </w:p>
        </w:tc>
      </w:tr>
      <w:tr w:rsidR="00C65DDC" w:rsidRPr="00C65DDC" w14:paraId="0F8BCB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95A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AC1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D15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FE0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0BE9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E2F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FA9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1.252</w:t>
            </w:r>
          </w:p>
        </w:tc>
      </w:tr>
      <w:tr w:rsidR="00C65DDC" w:rsidRPr="00C65DDC" w14:paraId="458C11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7AE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67F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560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041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A620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3549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0AF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1.253</w:t>
            </w:r>
          </w:p>
        </w:tc>
      </w:tr>
      <w:tr w:rsidR="00C65DDC" w:rsidRPr="00C65DDC" w14:paraId="478445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688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AA0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Letca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299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9A5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6D80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DCFB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CB9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1.254</w:t>
            </w:r>
          </w:p>
        </w:tc>
      </w:tr>
      <w:tr w:rsidR="00C65DDC" w:rsidRPr="00C65DDC" w14:paraId="0CF099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75AF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02A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Ivești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3B2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A18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B4F7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75FA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104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1.255</w:t>
            </w:r>
          </w:p>
        </w:tc>
      </w:tr>
      <w:tr w:rsidR="00C65DDC" w:rsidRPr="00C65DDC" w14:paraId="3EFBEB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BD3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218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Pojejena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A8E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062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1554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45DE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7BA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1.256</w:t>
            </w:r>
          </w:p>
        </w:tc>
      </w:tr>
      <w:tr w:rsidR="00C65DDC" w:rsidRPr="00C65DDC" w14:paraId="233BBD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8C4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6F1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Săvârșin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AEB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A3F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D1F1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3BC6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730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1.257</w:t>
            </w:r>
          </w:p>
        </w:tc>
      </w:tr>
      <w:tr w:rsidR="00C65DDC" w:rsidRPr="00C65DDC" w14:paraId="28FA7D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0F4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4CC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9336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17E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A1DE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EAA5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218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1.258</w:t>
            </w:r>
          </w:p>
        </w:tc>
      </w:tr>
      <w:tr w:rsidR="00C65DDC" w:rsidRPr="00C65DDC" w14:paraId="7056ED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FDD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CC5A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99A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5E8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F97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D079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C07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1.259</w:t>
            </w:r>
          </w:p>
        </w:tc>
      </w:tr>
      <w:tr w:rsidR="00C65DDC" w:rsidRPr="00C65DDC" w14:paraId="44831D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77D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E9D6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Ciumeghiu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02A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B52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B98D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B3F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739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1.260</w:t>
            </w:r>
          </w:p>
        </w:tc>
      </w:tr>
      <w:tr w:rsidR="00C65DDC" w:rsidRPr="00C65DDC" w14:paraId="20DC72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A8D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BAD2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Căianu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1D4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324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FCC3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E908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70F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1.261</w:t>
            </w:r>
          </w:p>
        </w:tc>
      </w:tr>
      <w:tr w:rsidR="00C65DDC" w:rsidRPr="00C65DDC" w14:paraId="40D840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9E3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690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Obârșia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751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CDC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B5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3515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8AE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1.262</w:t>
            </w:r>
          </w:p>
        </w:tc>
      </w:tr>
      <w:tr w:rsidR="00C65DDC" w:rsidRPr="00C65DDC" w14:paraId="646216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8ED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E8FE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39F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8A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8F31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5B7F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753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1.263</w:t>
            </w:r>
          </w:p>
        </w:tc>
      </w:tr>
      <w:tr w:rsidR="00C65DDC" w:rsidRPr="00C65DDC" w14:paraId="286FB4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823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6C5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Mândra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5D3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158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8DF1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6859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8AD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1.264</w:t>
            </w:r>
          </w:p>
        </w:tc>
      </w:tr>
      <w:tr w:rsidR="00C65DDC" w:rsidRPr="00C65DDC" w14:paraId="190864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EC9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803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Ruscova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5B5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536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569D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DBCA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E2B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1.265</w:t>
            </w:r>
          </w:p>
        </w:tc>
      </w:tr>
      <w:tr w:rsidR="00C65DDC" w:rsidRPr="00C65DDC" w14:paraId="15D216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11F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740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Șelaru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8C9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D49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3F8E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52F6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1B9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1.266</w:t>
            </w:r>
          </w:p>
        </w:tc>
      </w:tr>
      <w:tr w:rsidR="00C65DDC" w:rsidRPr="00C65DDC" w14:paraId="006453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C30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DE4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Slimnic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93A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BCC3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98AE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73E8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90C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1.267</w:t>
            </w:r>
          </w:p>
        </w:tc>
      </w:tr>
      <w:tr w:rsidR="00C65DDC" w:rsidRPr="00C65DDC" w14:paraId="262C70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9A1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865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Cenad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B2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258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1E31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585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1ED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1.268</w:t>
            </w:r>
          </w:p>
        </w:tc>
      </w:tr>
      <w:tr w:rsidR="00C65DDC" w:rsidRPr="00C65DDC" w14:paraId="10813B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BF0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9DD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7A9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1C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89C9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0D4E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1DA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1.269</w:t>
            </w:r>
          </w:p>
        </w:tc>
      </w:tr>
      <w:tr w:rsidR="00C65DDC" w:rsidRPr="00C65DDC" w14:paraId="2942B0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D62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C52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Produlești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6B6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199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2D2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0FB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D01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1.270</w:t>
            </w:r>
          </w:p>
        </w:tc>
      </w:tr>
      <w:tr w:rsidR="00C65DDC" w:rsidRPr="00C65DDC" w14:paraId="2448EE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2DC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53A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Brâncoveni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198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C6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1BF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12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1B4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1.271</w:t>
            </w:r>
          </w:p>
        </w:tc>
      </w:tr>
      <w:tr w:rsidR="00C65DDC" w:rsidRPr="00C65DDC" w14:paraId="5455BD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D02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35A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Crețeni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C7B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6F0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34FD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E8F9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77C3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1.272</w:t>
            </w:r>
          </w:p>
        </w:tc>
      </w:tr>
      <w:tr w:rsidR="00C65DDC" w:rsidRPr="00C65DDC" w14:paraId="5FDCCCE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C37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C352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47F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2EA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FB92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2235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313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1.273</w:t>
            </w:r>
          </w:p>
        </w:tc>
      </w:tr>
      <w:tr w:rsidR="00C65DDC" w:rsidRPr="00C65DDC" w14:paraId="554807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D94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849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Bobicești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868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BB1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CA8A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2DE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B15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1.274</w:t>
            </w:r>
          </w:p>
        </w:tc>
      </w:tr>
      <w:tr w:rsidR="00C65DDC" w:rsidRPr="00C65DDC" w14:paraId="385C80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96E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BFE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Breznița-Ocol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EE2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C2B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67D3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36F6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B22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1.275</w:t>
            </w:r>
          </w:p>
        </w:tc>
      </w:tr>
      <w:tr w:rsidR="00C65DDC" w:rsidRPr="00C65DDC" w14:paraId="77D1F8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BDF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8D2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Văleni-Dâmbovița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958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34F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FA9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5F33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22D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1.276</w:t>
            </w:r>
          </w:p>
        </w:tc>
      </w:tr>
      <w:tr w:rsidR="00C65DDC" w:rsidRPr="00C65DDC" w14:paraId="5D95B9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F27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E3F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202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DD3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59FF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AF92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917D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1.277</w:t>
            </w:r>
          </w:p>
        </w:tc>
      </w:tr>
      <w:tr w:rsidR="00C65DDC" w:rsidRPr="00C65DDC" w14:paraId="6DE5CB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1FC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FC3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Caliței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6C4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D4F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7EC8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E16D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2AB1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1.278</w:t>
            </w:r>
          </w:p>
        </w:tc>
      </w:tr>
      <w:tr w:rsidR="00C65DDC" w:rsidRPr="00C65DDC" w14:paraId="308160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67E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37F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8EF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9C3F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FE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8269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A7D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1.279</w:t>
            </w:r>
          </w:p>
        </w:tc>
      </w:tr>
      <w:tr w:rsidR="00C65DDC" w:rsidRPr="00C65DDC" w14:paraId="481F59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CBE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FF6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67E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E82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950E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5D24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C68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1.280</w:t>
            </w:r>
          </w:p>
        </w:tc>
      </w:tr>
      <w:tr w:rsidR="00C65DDC" w:rsidRPr="00C65DDC" w14:paraId="256B4A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B4B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472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78B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CAB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26F5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AB3D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B4B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1.281</w:t>
            </w:r>
          </w:p>
        </w:tc>
      </w:tr>
      <w:tr w:rsidR="00C65DDC" w:rsidRPr="00C65DDC" w14:paraId="5B8F01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2FB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84A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Mileanca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C5A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22B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8E42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87A5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EC7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1.282</w:t>
            </w:r>
          </w:p>
        </w:tc>
      </w:tr>
      <w:tr w:rsidR="00C65DDC" w:rsidRPr="00C65DDC" w14:paraId="551C3D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6B7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050D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260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0FB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6CDA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12D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864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1.283</w:t>
            </w:r>
          </w:p>
        </w:tc>
      </w:tr>
      <w:tr w:rsidR="00C65DDC" w:rsidRPr="00C65DDC" w14:paraId="405F99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9EA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59F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Crâmpoia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CF8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09B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9721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FF3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515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1.284</w:t>
            </w:r>
          </w:p>
        </w:tc>
      </w:tr>
      <w:tr w:rsidR="00C65DDC" w:rsidRPr="00C65DDC" w14:paraId="3DB4FB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372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7C0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Porumbacu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322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291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241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79EE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76D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1.285</w:t>
            </w:r>
          </w:p>
        </w:tc>
      </w:tr>
      <w:tr w:rsidR="00C65DDC" w:rsidRPr="00C65DDC" w14:paraId="17DA08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0F2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46C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Biled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D9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A3F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767C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9FEF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ACF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1.286</w:t>
            </w:r>
          </w:p>
        </w:tc>
      </w:tr>
      <w:tr w:rsidR="00C65DDC" w:rsidRPr="00C65DDC" w14:paraId="1B1785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1B3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D00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493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4F4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2D5D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56F7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6057D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1.287</w:t>
            </w:r>
          </w:p>
        </w:tc>
      </w:tr>
      <w:tr w:rsidR="00C65DDC" w:rsidRPr="00C65DDC" w14:paraId="0935FA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E9B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33C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BB6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0BD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5A08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FF9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160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1.288</w:t>
            </w:r>
          </w:p>
        </w:tc>
      </w:tr>
      <w:tr w:rsidR="00C65DDC" w:rsidRPr="00C65DDC" w14:paraId="0EBD80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525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EB1A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Chiselet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F2F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A31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99ED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4352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221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1.289</w:t>
            </w:r>
          </w:p>
        </w:tc>
      </w:tr>
      <w:tr w:rsidR="00C65DDC" w:rsidRPr="00C65DDC" w14:paraId="2EDBBB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3BE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D8E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F40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ABB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56FA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CA8B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8B8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1.290</w:t>
            </w:r>
          </w:p>
        </w:tc>
      </w:tr>
      <w:tr w:rsidR="00C65DDC" w:rsidRPr="00C65DDC" w14:paraId="353480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F61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2FA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455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38A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7D79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9AA4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9DBB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1.291</w:t>
            </w:r>
          </w:p>
        </w:tc>
      </w:tr>
      <w:tr w:rsidR="00C65DDC" w:rsidRPr="00C65DDC" w14:paraId="74E173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288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DFF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Gălăteni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CC2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342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927F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3348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64E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1.292</w:t>
            </w:r>
          </w:p>
        </w:tc>
      </w:tr>
      <w:tr w:rsidR="00C65DDC" w:rsidRPr="00C65DDC" w14:paraId="26C408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82F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842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Șendriceni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76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D92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5462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56F8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D73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1.293</w:t>
            </w:r>
          </w:p>
        </w:tc>
      </w:tr>
      <w:tr w:rsidR="00C65DDC" w:rsidRPr="00C65DDC" w14:paraId="0B9681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7AA6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021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Sacoșu Turcesc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D85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172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332A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FB19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6A9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1.294</w:t>
            </w:r>
          </w:p>
        </w:tc>
      </w:tr>
      <w:tr w:rsidR="00C65DDC" w:rsidRPr="00C65DDC" w14:paraId="4BF893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D0D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8E4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Turcoaia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469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03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70FB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6362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7CD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1.295</w:t>
            </w:r>
          </w:p>
        </w:tc>
      </w:tr>
      <w:tr w:rsidR="00C65DDC" w:rsidRPr="00C65DDC" w14:paraId="74AAC6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FF8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77F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Grivița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1F2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5F6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873A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CCCC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EF6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1.296</w:t>
            </w:r>
          </w:p>
        </w:tc>
      </w:tr>
      <w:tr w:rsidR="00C65DDC" w:rsidRPr="00C65DDC" w14:paraId="732CC2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F2E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EBF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Săpoca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3E8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A513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DE52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0699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70F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1.297</w:t>
            </w:r>
          </w:p>
        </w:tc>
      </w:tr>
      <w:tr w:rsidR="00C65DDC" w:rsidRPr="00C65DDC" w14:paraId="1777D4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75B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B82F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Sănduleni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1E7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940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94EE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7EF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D6F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1.298</w:t>
            </w:r>
          </w:p>
        </w:tc>
      </w:tr>
      <w:tr w:rsidR="00C65DDC" w:rsidRPr="00C65DDC" w14:paraId="57967A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0E23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F60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Găujani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AC6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D5A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8283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F61C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2620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1.299</w:t>
            </w:r>
          </w:p>
        </w:tc>
      </w:tr>
      <w:tr w:rsidR="00C65DDC" w:rsidRPr="00C65DDC" w14:paraId="25CE40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3C5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8A2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Buturugeni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E08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E6A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0016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815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A83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1.300</w:t>
            </w:r>
          </w:p>
        </w:tc>
      </w:tr>
      <w:tr w:rsidR="00C65DDC" w:rsidRPr="00C65DDC" w14:paraId="6FB3A4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EE4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B5D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805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365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237F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D372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C96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1.301</w:t>
            </w:r>
          </w:p>
        </w:tc>
      </w:tr>
      <w:tr w:rsidR="00C65DDC" w:rsidRPr="00C65DDC" w14:paraId="1062B7A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402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B6E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087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834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7414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49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522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1.302</w:t>
            </w:r>
          </w:p>
        </w:tc>
      </w:tr>
      <w:tr w:rsidR="00C65DDC" w:rsidRPr="00C65DDC" w14:paraId="2AD366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B37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C34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CF4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3CD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8C8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E61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DFD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1.303</w:t>
            </w:r>
          </w:p>
        </w:tc>
      </w:tr>
      <w:tr w:rsidR="00C65DDC" w:rsidRPr="00C65DDC" w14:paraId="68BFF7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A3C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C93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FDA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1B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FC5E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D23F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ED5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1.304</w:t>
            </w:r>
          </w:p>
        </w:tc>
      </w:tr>
      <w:tr w:rsidR="00C65DDC" w:rsidRPr="00C65DDC" w14:paraId="5CC648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600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A65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Teremia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3AA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741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A75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1BC9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D35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1.305</w:t>
            </w:r>
          </w:p>
        </w:tc>
      </w:tr>
      <w:tr w:rsidR="00C65DDC" w:rsidRPr="00C65DDC" w14:paraId="67DA99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B28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58D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29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EFA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A0D4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F59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879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1.306</w:t>
            </w:r>
          </w:p>
        </w:tc>
      </w:tr>
      <w:tr w:rsidR="00C65DDC" w:rsidRPr="00C65DDC" w14:paraId="32FBDF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C73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4FB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C31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1E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D636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F9F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60C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1.307</w:t>
            </w:r>
          </w:p>
        </w:tc>
      </w:tr>
      <w:tr w:rsidR="00C65DDC" w:rsidRPr="00C65DDC" w14:paraId="77901B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C1C0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02CC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05B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2A7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71F9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6A9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5EA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1.308</w:t>
            </w:r>
          </w:p>
        </w:tc>
      </w:tr>
      <w:tr w:rsidR="00C65DDC" w:rsidRPr="00C65DDC" w14:paraId="0B7446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8F5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2FB2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Siminicea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B19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FD6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1E0A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828B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E60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1.309</w:t>
            </w:r>
          </w:p>
        </w:tc>
      </w:tr>
      <w:tr w:rsidR="00C65DDC" w:rsidRPr="00C65DDC" w14:paraId="2AD9A9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0A4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F63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Bocșa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EB0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7AB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CDA4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3DD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7EE9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1.310</w:t>
            </w:r>
          </w:p>
        </w:tc>
      </w:tr>
      <w:tr w:rsidR="00C65DDC" w:rsidRPr="00C65DDC" w14:paraId="25F3CD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512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E3E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Ursului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EB6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5681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B3E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0B8B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429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1.311</w:t>
            </w:r>
          </w:p>
        </w:tc>
      </w:tr>
      <w:tr w:rsidR="00C65DDC" w:rsidRPr="00C65DDC" w14:paraId="28289E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1AE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D79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Semlac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60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D99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E681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0351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D10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1.312</w:t>
            </w:r>
          </w:p>
        </w:tc>
      </w:tr>
      <w:tr w:rsidR="00C65DDC" w:rsidRPr="00C65DDC" w14:paraId="260313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AF4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B68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Tomnatic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F20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D7D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3C49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AFE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521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1.313</w:t>
            </w:r>
          </w:p>
        </w:tc>
      </w:tr>
      <w:tr w:rsidR="00C65DDC" w:rsidRPr="00C65DDC" w14:paraId="2AEA4A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D13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3BC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834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FD5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4EEC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E55A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874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1.314</w:t>
            </w:r>
          </w:p>
        </w:tc>
      </w:tr>
      <w:tr w:rsidR="00C65DDC" w:rsidRPr="00C65DDC" w14:paraId="40397C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AC1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F6D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F55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F58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2310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4008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CD2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1.315</w:t>
            </w:r>
          </w:p>
        </w:tc>
      </w:tr>
      <w:tr w:rsidR="00C65DDC" w:rsidRPr="00C65DDC" w14:paraId="56F2BA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278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6E3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Plătărești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2AD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6AE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758F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1BAD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081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1.316</w:t>
            </w:r>
          </w:p>
        </w:tc>
      </w:tr>
      <w:tr w:rsidR="00C65DDC" w:rsidRPr="00C65DDC" w14:paraId="7BA2E5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986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891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Pănătău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635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32F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0F46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08EB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A1E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1.317</w:t>
            </w:r>
          </w:p>
        </w:tc>
      </w:tr>
      <w:tr w:rsidR="00C65DDC" w:rsidRPr="00C65DDC" w14:paraId="6FF0EC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AA9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12A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Răstoaca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4F1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2E4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963A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4D28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3A80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1.318</w:t>
            </w:r>
          </w:p>
        </w:tc>
      </w:tr>
      <w:tr w:rsidR="00C65DDC" w:rsidRPr="00C65DDC" w14:paraId="68CC60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734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9C82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Banului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838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CCB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DE24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258A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324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1.319</w:t>
            </w:r>
          </w:p>
        </w:tc>
      </w:tr>
      <w:tr w:rsidR="00C65DDC" w:rsidRPr="00C65DDC" w14:paraId="594CD6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46F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579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20D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801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974C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678E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C18D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1.320</w:t>
            </w:r>
          </w:p>
        </w:tc>
      </w:tr>
      <w:tr w:rsidR="00C65DDC" w:rsidRPr="00C65DDC" w14:paraId="287919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3C7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A4B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1AB8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704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D6A9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3C02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50F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1.321</w:t>
            </w:r>
          </w:p>
        </w:tc>
      </w:tr>
      <w:tr w:rsidR="00C65DDC" w:rsidRPr="00C65DDC" w14:paraId="21B099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24A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249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CDE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AF7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750E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8C7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A33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1.322</w:t>
            </w:r>
          </w:p>
        </w:tc>
      </w:tr>
      <w:tr w:rsidR="00C65DDC" w:rsidRPr="00C65DDC" w14:paraId="0EA006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D97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80D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Dealu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31F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F67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325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AE4E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CB4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1.323</w:t>
            </w:r>
          </w:p>
        </w:tc>
      </w:tr>
      <w:tr w:rsidR="00C65DDC" w:rsidRPr="00C65DDC" w14:paraId="024FCB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0E8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6C0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Dârvari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EF5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3C18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96B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302C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817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1.324</w:t>
            </w:r>
          </w:p>
        </w:tc>
      </w:tr>
      <w:tr w:rsidR="00C65DDC" w:rsidRPr="00C65DDC" w14:paraId="430E3D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41C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8B1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24D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0A0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BF4D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EDF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F5F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1.325</w:t>
            </w:r>
          </w:p>
        </w:tc>
      </w:tr>
      <w:tr w:rsidR="00C65DDC" w:rsidRPr="00C65DDC" w14:paraId="6CED124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A58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A65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29C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413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E60F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F16D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1DA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1.326</w:t>
            </w:r>
          </w:p>
        </w:tc>
      </w:tr>
      <w:tr w:rsidR="00C65DDC" w:rsidRPr="00C65DDC" w14:paraId="370D49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3CE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10B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Cârlogani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076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81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482B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A762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C2E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1.327</w:t>
            </w:r>
          </w:p>
        </w:tc>
      </w:tr>
      <w:tr w:rsidR="00C65DDC" w:rsidRPr="00C65DDC" w14:paraId="504A11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FB8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B7A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AAD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CF0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FA32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65A6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239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1.328</w:t>
            </w:r>
          </w:p>
        </w:tc>
      </w:tr>
      <w:tr w:rsidR="00C65DDC" w:rsidRPr="00C65DDC" w14:paraId="592B8C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50F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194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Apateu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402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B771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8AE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2B2E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689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1.329</w:t>
            </w:r>
          </w:p>
        </w:tc>
      </w:tr>
      <w:tr w:rsidR="00C65DDC" w:rsidRPr="00C65DDC" w14:paraId="6E8A8B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369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05E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982D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51F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180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DC81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E37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1.330</w:t>
            </w:r>
          </w:p>
        </w:tc>
      </w:tr>
      <w:tr w:rsidR="00C65DDC" w:rsidRPr="00C65DDC" w14:paraId="1DCE46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FAB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BBE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8B1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959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AAF8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1431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D8E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1.331</w:t>
            </w:r>
          </w:p>
        </w:tc>
      </w:tr>
      <w:tr w:rsidR="00C65DDC" w:rsidRPr="00C65DDC" w14:paraId="1B31C8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656A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316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Luizi-Călugăra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566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5231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43DB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475D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D93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1.332</w:t>
            </w:r>
          </w:p>
        </w:tc>
      </w:tr>
      <w:tr w:rsidR="00C65DDC" w:rsidRPr="00C65DDC" w14:paraId="17E8F2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2F8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D9C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Calopăr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CF9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879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0594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106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A95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1.333</w:t>
            </w:r>
          </w:p>
        </w:tc>
      </w:tr>
      <w:tr w:rsidR="00C65DDC" w:rsidRPr="00C65DDC" w14:paraId="238043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8D3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7AB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A99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E78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8DDD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6A7C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52E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1.334</w:t>
            </w:r>
          </w:p>
        </w:tc>
      </w:tr>
      <w:tr w:rsidR="00C65DDC" w:rsidRPr="00C65DDC" w14:paraId="353B38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B79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654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Vladimir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C6C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01F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A46A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99C0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BD2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1.335</w:t>
            </w:r>
          </w:p>
        </w:tc>
      </w:tr>
      <w:tr w:rsidR="00C65DDC" w:rsidRPr="00C65DDC" w14:paraId="17AE79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0A8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96C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Bunești-Averești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293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93A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A31B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6296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866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1.336</w:t>
            </w:r>
          </w:p>
        </w:tc>
      </w:tr>
      <w:tr w:rsidR="00C65DDC" w:rsidRPr="00C65DDC" w14:paraId="053D52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378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012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Bozovici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A05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CE9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E498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C969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0AB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1.337</w:t>
            </w:r>
          </w:p>
        </w:tc>
      </w:tr>
      <w:tr w:rsidR="00C65DDC" w:rsidRPr="00C65DDC" w14:paraId="1B46A4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246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0D9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Nereju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BA3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D30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D45D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173E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4DD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1.338</w:t>
            </w:r>
          </w:p>
        </w:tc>
      </w:tr>
      <w:tr w:rsidR="00C65DDC" w:rsidRPr="00C65DDC" w14:paraId="32EB4B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691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959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Lovrin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79E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34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F955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427F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B1B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1.339</w:t>
            </w:r>
          </w:p>
        </w:tc>
      </w:tr>
      <w:tr w:rsidR="00C65DDC" w:rsidRPr="00C65DDC" w14:paraId="6E3359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48B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45E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Letca Nouă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AF5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2BB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6CA4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E533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D7F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1.340</w:t>
            </w:r>
          </w:p>
        </w:tc>
      </w:tr>
      <w:tr w:rsidR="00C65DDC" w:rsidRPr="00C65DDC" w14:paraId="21FF392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D15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9FE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B0F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C41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5A80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F410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008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1.341</w:t>
            </w:r>
          </w:p>
        </w:tc>
      </w:tr>
      <w:tr w:rsidR="00C65DDC" w:rsidRPr="00C65DDC" w14:paraId="3A40CF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077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F44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Palanca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88B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C17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15CA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F409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695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1.342</w:t>
            </w:r>
          </w:p>
        </w:tc>
      </w:tr>
      <w:tr w:rsidR="00C65DDC" w:rsidRPr="00C65DDC" w14:paraId="07E724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5B5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FD4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Manoleasa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549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A7B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3467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8237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B04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1.343</w:t>
            </w:r>
          </w:p>
        </w:tc>
      </w:tr>
      <w:tr w:rsidR="00C65DDC" w:rsidRPr="00C65DDC" w14:paraId="4CA315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B3B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E33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CBA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82D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1A39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1F53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6ED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1.344</w:t>
            </w:r>
          </w:p>
        </w:tc>
      </w:tr>
      <w:tr w:rsidR="00C65DDC" w:rsidRPr="00C65DDC" w14:paraId="6C216F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935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FF6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FAB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A54A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19F4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B996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5F3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1.345</w:t>
            </w:r>
          </w:p>
        </w:tc>
      </w:tr>
      <w:tr w:rsidR="00C65DDC" w:rsidRPr="00C65DDC" w14:paraId="537FF4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17C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8FB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Lupșa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7D2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BF6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77B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72C6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FD1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1.346</w:t>
            </w:r>
          </w:p>
        </w:tc>
      </w:tr>
      <w:tr w:rsidR="00C65DDC" w:rsidRPr="00C65DDC" w14:paraId="3901B9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E7F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3E6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Cornereva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AF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ADF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362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5725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BF4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1.347</w:t>
            </w:r>
          </w:p>
        </w:tc>
      </w:tr>
      <w:tr w:rsidR="00C65DDC" w:rsidRPr="00C65DDC" w14:paraId="483546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AAF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A58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Ojdula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595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26D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9356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676F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A2F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1.348</w:t>
            </w:r>
          </w:p>
        </w:tc>
      </w:tr>
      <w:tr w:rsidR="00C65DDC" w:rsidRPr="00C65DDC" w14:paraId="1223FD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D52F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D3C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674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327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432F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8481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426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1.349</w:t>
            </w:r>
          </w:p>
        </w:tc>
      </w:tr>
      <w:tr w:rsidR="00C65DDC" w:rsidRPr="00C65DDC" w14:paraId="565653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429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AF6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Aștileu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4F2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495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58D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FE97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0F2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1.350</w:t>
            </w:r>
          </w:p>
        </w:tc>
      </w:tr>
      <w:tr w:rsidR="00C65DDC" w:rsidRPr="00C65DDC" w14:paraId="2ED74B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BA6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046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Scurtu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69C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54E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4E5A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A3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3A0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1.351</w:t>
            </w:r>
          </w:p>
        </w:tc>
      </w:tr>
      <w:tr w:rsidR="00C65DDC" w:rsidRPr="00C65DDC" w14:paraId="73F3AE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70A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60A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Murgași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EFA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E5C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FDD1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50D0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4DE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1.352</w:t>
            </w:r>
          </w:p>
        </w:tc>
      </w:tr>
      <w:tr w:rsidR="00C65DDC" w:rsidRPr="00C65DDC" w14:paraId="69E1FA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394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864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Dersca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760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2B2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F9F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6D1B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9D3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1.353</w:t>
            </w:r>
          </w:p>
        </w:tc>
      </w:tr>
      <w:tr w:rsidR="00C65DDC" w:rsidRPr="00C65DDC" w14:paraId="0C8C0D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49E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BD7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Hulubești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E6F8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87E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7D98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386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0F4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1.354</w:t>
            </w:r>
          </w:p>
        </w:tc>
      </w:tr>
      <w:tr w:rsidR="00C65DDC" w:rsidRPr="00C65DDC" w14:paraId="52EC1A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E51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FD6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Bahnea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C79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47F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EBC6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1EE8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866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1.355</w:t>
            </w:r>
          </w:p>
        </w:tc>
      </w:tr>
      <w:tr w:rsidR="00C65DDC" w:rsidRPr="00C65DDC" w14:paraId="4BA341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3F5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124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Cârligele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FA3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5AE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7E9B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0FDC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55F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1.356</w:t>
            </w:r>
          </w:p>
        </w:tc>
      </w:tr>
      <w:tr w:rsidR="00C65DDC" w:rsidRPr="00C65DDC" w14:paraId="15F996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245B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98D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Poarta Albă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6F5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343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2412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E773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861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1.357</w:t>
            </w:r>
          </w:p>
        </w:tc>
      </w:tr>
      <w:tr w:rsidR="00C65DDC" w:rsidRPr="00C65DDC" w14:paraId="253ABB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08AF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B77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Scutelnici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403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E80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01FE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93A6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7FD3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1.358</w:t>
            </w:r>
          </w:p>
        </w:tc>
      </w:tr>
      <w:tr w:rsidR="00C65DDC" w:rsidRPr="00C65DDC" w14:paraId="46BDE6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987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703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Lopadea Nouă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609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3F3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D83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4049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4395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1.359</w:t>
            </w:r>
          </w:p>
        </w:tc>
      </w:tr>
      <w:tr w:rsidR="00C65DDC" w:rsidRPr="00C65DDC" w14:paraId="7EBCEF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E83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950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Mănăstirea Humorului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0F0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811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D1D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18C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89D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1.360</w:t>
            </w:r>
          </w:p>
        </w:tc>
      </w:tr>
      <w:tr w:rsidR="00C65DDC" w:rsidRPr="00C65DDC" w14:paraId="68DC0C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F19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BC9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9D0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905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A926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2C81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2ED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1.361</w:t>
            </w:r>
          </w:p>
        </w:tc>
      </w:tr>
      <w:tr w:rsidR="00C65DDC" w:rsidRPr="00C65DDC" w14:paraId="768B21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7AF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E8A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103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9AB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B260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3673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98B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1.362</w:t>
            </w:r>
          </w:p>
        </w:tc>
      </w:tr>
      <w:tr w:rsidR="00C65DDC" w:rsidRPr="00C65DDC" w14:paraId="6E57A4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85F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BBB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232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03E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5ABF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7E59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D28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1.363</w:t>
            </w:r>
          </w:p>
        </w:tc>
      </w:tr>
      <w:tr w:rsidR="00C65DDC" w:rsidRPr="00C65DDC" w14:paraId="58F338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DEA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B3D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Rozavlea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E09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CD2F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95D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D1A5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14E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1.364</w:t>
            </w:r>
          </w:p>
        </w:tc>
      </w:tr>
      <w:tr w:rsidR="00C65DDC" w:rsidRPr="00C65DDC" w14:paraId="0C68D3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E28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64C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Probota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E2A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0EF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565A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DC2B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7570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1.365</w:t>
            </w:r>
          </w:p>
        </w:tc>
      </w:tr>
      <w:tr w:rsidR="00C65DDC" w:rsidRPr="00C65DDC" w14:paraId="4C8647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27D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DED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Parincea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342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8E3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460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E661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CEE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1.366</w:t>
            </w:r>
          </w:p>
        </w:tc>
      </w:tr>
      <w:tr w:rsidR="00C65DDC" w:rsidRPr="00C65DDC" w14:paraId="071A70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19C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CE2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Sprâncenata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3CCB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DF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BEE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7882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390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1.367</w:t>
            </w:r>
          </w:p>
        </w:tc>
      </w:tr>
      <w:tr w:rsidR="00C65DDC" w:rsidRPr="00C65DDC" w14:paraId="6C3A3A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826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D40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Șerbănești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5D4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74C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F150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9D3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651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1.368</w:t>
            </w:r>
          </w:p>
        </w:tc>
      </w:tr>
      <w:tr w:rsidR="00C65DDC" w:rsidRPr="00C65DDC" w14:paraId="228C63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057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FCE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E6C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576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A96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40F4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364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1.369</w:t>
            </w:r>
          </w:p>
        </w:tc>
      </w:tr>
      <w:tr w:rsidR="00C65DDC" w:rsidRPr="00C65DDC" w14:paraId="45177C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98F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550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Sălașu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90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6D7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B6B5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6877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A90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1.370</w:t>
            </w:r>
          </w:p>
        </w:tc>
      </w:tr>
      <w:tr w:rsidR="00C65DDC" w:rsidRPr="00C65DDC" w14:paraId="0A3475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0BA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663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Dulcești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955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2A6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F037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8273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7E6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1.371</w:t>
            </w:r>
          </w:p>
        </w:tc>
      </w:tr>
      <w:tr w:rsidR="00C65DDC" w:rsidRPr="00C65DDC" w14:paraId="6CC9F0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E7B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483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Șuncuiuș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EF1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987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5059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740A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0A5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1.372</w:t>
            </w:r>
          </w:p>
        </w:tc>
      </w:tr>
      <w:tr w:rsidR="00C65DDC" w:rsidRPr="00C65DDC" w14:paraId="4935F3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D5E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93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Cuzdrioara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2BB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97A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7109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3AF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458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1.373</w:t>
            </w:r>
          </w:p>
        </w:tc>
      </w:tr>
      <w:tr w:rsidR="00C65DDC" w:rsidRPr="00C65DDC" w14:paraId="3BE7B3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160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2B3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Cândești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CF1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EDF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63B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F503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9DE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1.374</w:t>
            </w:r>
          </w:p>
        </w:tc>
      </w:tr>
      <w:tr w:rsidR="00C65DDC" w:rsidRPr="00C65DDC" w14:paraId="5658F5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C39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81C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Teasc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EA4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4B4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F37F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6A38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8A4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1.375</w:t>
            </w:r>
          </w:p>
        </w:tc>
      </w:tr>
      <w:tr w:rsidR="00C65DDC" w:rsidRPr="00C65DDC" w14:paraId="73BDB7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C1F9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28C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Șoldanu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A26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6D8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718A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DE9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2DE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1.376</w:t>
            </w:r>
          </w:p>
        </w:tc>
      </w:tr>
      <w:tr w:rsidR="00C65DDC" w:rsidRPr="00C65DDC" w14:paraId="26EE98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DF8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799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Câmpineanca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903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5B1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04F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A9DE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FBE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1.377</w:t>
            </w:r>
          </w:p>
        </w:tc>
      </w:tr>
      <w:tr w:rsidR="00C65DDC" w:rsidRPr="00C65DDC" w14:paraId="170391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EAC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4C6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ACE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FF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1402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A63F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C99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1.378</w:t>
            </w:r>
          </w:p>
        </w:tc>
      </w:tr>
      <w:tr w:rsidR="00C65DDC" w:rsidRPr="00C65DDC" w14:paraId="470698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D35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FE2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Meseșenii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DF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46D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C812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72EB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E1A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1.379</w:t>
            </w:r>
          </w:p>
        </w:tc>
      </w:tr>
      <w:tr w:rsidR="00C65DDC" w:rsidRPr="00C65DDC" w14:paraId="73A7D1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C5A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F19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Râu de Mori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4EB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98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6C19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35D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B24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1.380</w:t>
            </w:r>
          </w:p>
        </w:tc>
      </w:tr>
      <w:tr w:rsidR="00C65DDC" w:rsidRPr="00C65DDC" w14:paraId="1E9701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2B5E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43D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Horoatu Crasnei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D8E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CC6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E37A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E2B6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8210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1.381</w:t>
            </w:r>
          </w:p>
        </w:tc>
      </w:tr>
      <w:tr w:rsidR="00C65DDC" w:rsidRPr="00C65DDC" w14:paraId="2650F8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A9E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D7E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Dorna-Arini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208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737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69CD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0BB4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075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1.382</w:t>
            </w:r>
          </w:p>
        </w:tc>
      </w:tr>
      <w:tr w:rsidR="00C65DDC" w:rsidRPr="00C65DDC" w14:paraId="0D7D78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072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2B0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Obreja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7C4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E62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195D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3144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EEB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1.383</w:t>
            </w:r>
          </w:p>
        </w:tc>
      </w:tr>
      <w:tr w:rsidR="00C65DDC" w:rsidRPr="00C65DDC" w14:paraId="6FD6EC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6EA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1EA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Liebling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D44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512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5513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C8AF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513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1.384</w:t>
            </w:r>
          </w:p>
        </w:tc>
      </w:tr>
      <w:tr w:rsidR="00C65DDC" w:rsidRPr="00C65DDC" w14:paraId="191491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782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7AA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Ișalnița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86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76A0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F7C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AE5E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9F0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1.385</w:t>
            </w:r>
          </w:p>
        </w:tc>
      </w:tr>
      <w:tr w:rsidR="00C65DDC" w:rsidRPr="00C65DDC" w14:paraId="32FA6C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52A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2F7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Sanislău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7F5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6F7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BB1B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252E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D9C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1.386</w:t>
            </w:r>
          </w:p>
        </w:tc>
      </w:tr>
      <w:tr w:rsidR="00C65DDC" w:rsidRPr="00C65DDC" w14:paraId="171029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1A4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DE67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556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411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8DC7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332A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439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1.387</w:t>
            </w:r>
          </w:p>
        </w:tc>
      </w:tr>
      <w:tr w:rsidR="00C65DDC" w:rsidRPr="00C65DDC" w14:paraId="0B6DCD1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92D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8BE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Amărăști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4B3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F86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5EB2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E629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5E8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1.388</w:t>
            </w:r>
          </w:p>
        </w:tc>
      </w:tr>
      <w:tr w:rsidR="00C65DDC" w:rsidRPr="00C65DDC" w14:paraId="2FF6B4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6162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8AA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Jirlău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730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3CB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CCF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2F14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A1F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1.389</w:t>
            </w:r>
          </w:p>
        </w:tc>
      </w:tr>
      <w:tr w:rsidR="00C65DDC" w:rsidRPr="00C65DDC" w14:paraId="3B9915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DFC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540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CA7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318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7891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7960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399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1.390</w:t>
            </w:r>
          </w:p>
        </w:tc>
      </w:tr>
      <w:tr w:rsidR="00C65DDC" w:rsidRPr="00C65DDC" w14:paraId="529E73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F0A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390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Eremitu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772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40D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22C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1321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FE1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1.391</w:t>
            </w:r>
          </w:p>
        </w:tc>
      </w:tr>
      <w:tr w:rsidR="00C65DDC" w:rsidRPr="00C65DDC" w14:paraId="31B302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D4F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291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84A7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134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1B65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AD8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712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1.392</w:t>
            </w:r>
          </w:p>
        </w:tc>
      </w:tr>
      <w:tr w:rsidR="00C65DDC" w:rsidRPr="00C65DDC" w14:paraId="14EDFA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1A0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9A0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Tutova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522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A6F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D667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37E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B53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1.393</w:t>
            </w:r>
          </w:p>
        </w:tc>
      </w:tr>
      <w:tr w:rsidR="00C65DDC" w:rsidRPr="00C65DDC" w14:paraId="357584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C80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838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5E1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8B2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238B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A1A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8F1D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1.394</w:t>
            </w:r>
          </w:p>
        </w:tc>
      </w:tr>
      <w:tr w:rsidR="00C65DDC" w:rsidRPr="00C65DDC" w14:paraId="41C27A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71B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904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Copșa Mică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A17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97D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4641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5E3C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615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1.395</w:t>
            </w:r>
          </w:p>
        </w:tc>
      </w:tr>
      <w:tr w:rsidR="00C65DDC" w:rsidRPr="00C65DDC" w14:paraId="01AB31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2AD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E9E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49B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0C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5C5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96CC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275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1.396</w:t>
            </w:r>
          </w:p>
        </w:tc>
      </w:tr>
      <w:tr w:rsidR="00C65DDC" w:rsidRPr="00C65DDC" w14:paraId="673B74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3AF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A4B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CE6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CC1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A8A3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9E92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7E6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1.397</w:t>
            </w:r>
          </w:p>
        </w:tc>
      </w:tr>
      <w:tr w:rsidR="00C65DDC" w:rsidRPr="00C65DDC" w14:paraId="51D5F6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C0B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751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Farcașa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6A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07F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0246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468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0E1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1.398</w:t>
            </w:r>
          </w:p>
        </w:tc>
      </w:tr>
      <w:tr w:rsidR="00C65DDC" w:rsidRPr="00C65DDC" w14:paraId="279C9D2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BCB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148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Dochia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D89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4F6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50E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A9C3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E17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1.399</w:t>
            </w:r>
          </w:p>
        </w:tc>
      </w:tr>
      <w:tr w:rsidR="00C65DDC" w:rsidRPr="00C65DDC" w14:paraId="0239E3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5C7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2D8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Sânpaul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B73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7E3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E73B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EBA1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AC4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1.400</w:t>
            </w:r>
          </w:p>
        </w:tc>
      </w:tr>
      <w:tr w:rsidR="00C65DDC" w:rsidRPr="00C65DDC" w14:paraId="0D9776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D96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56D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AF5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E8F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F138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092C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643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1.401</w:t>
            </w:r>
          </w:p>
        </w:tc>
      </w:tr>
      <w:tr w:rsidR="00C65DDC" w:rsidRPr="00C65DDC" w14:paraId="05A9DA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F52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2AD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Cleja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166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6CF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D57C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1B23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FA3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1.402</w:t>
            </w:r>
          </w:p>
        </w:tc>
      </w:tr>
      <w:tr w:rsidR="00C65DDC" w:rsidRPr="00C65DDC" w14:paraId="0AE3E4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42A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B3F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ED8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7F2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9DE5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80F7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C8D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1.403</w:t>
            </w:r>
          </w:p>
        </w:tc>
      </w:tr>
      <w:tr w:rsidR="00C65DDC" w:rsidRPr="00C65DDC" w14:paraId="1D29F4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601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220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734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277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A56E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828D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CC7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1.404</w:t>
            </w:r>
          </w:p>
        </w:tc>
      </w:tr>
      <w:tr w:rsidR="00C65DDC" w:rsidRPr="00C65DDC" w14:paraId="25E971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EAC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F0D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Surdila-Găiseanca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4B1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ECE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1422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6F83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DEB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1.405</w:t>
            </w:r>
          </w:p>
        </w:tc>
      </w:tr>
      <w:tr w:rsidR="00C65DDC" w:rsidRPr="00C65DDC" w14:paraId="164AC0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CAB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1249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D2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E4B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9A32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9772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4C1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1.406</w:t>
            </w:r>
          </w:p>
        </w:tc>
      </w:tr>
      <w:tr w:rsidR="00C65DDC" w:rsidRPr="00C65DDC" w14:paraId="54D54A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87A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DB1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Horodnic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F26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3DCC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E38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E000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3B4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1.407</w:t>
            </w:r>
          </w:p>
        </w:tc>
      </w:tr>
      <w:tr w:rsidR="00C65DDC" w:rsidRPr="00C65DDC" w14:paraId="0D1E9D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12D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1E0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981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8D8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049E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491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DB3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1.408</w:t>
            </w:r>
          </w:p>
        </w:tc>
      </w:tr>
      <w:tr w:rsidR="00C65DDC" w:rsidRPr="00C65DDC" w14:paraId="744DCA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322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34F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Carcaliu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80E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615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394F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9E80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03F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1.409</w:t>
            </w:r>
          </w:p>
        </w:tc>
      </w:tr>
      <w:tr w:rsidR="00C65DDC" w:rsidRPr="00C65DDC" w14:paraId="042A5C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CFF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0B1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Oțeleni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EC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F68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1DF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D5D9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46D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1.410</w:t>
            </w:r>
          </w:p>
        </w:tc>
      </w:tr>
      <w:tr w:rsidR="00C65DDC" w:rsidRPr="00C65DDC" w14:paraId="581D64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BB8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907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Sulina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980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134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F2A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AC76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F65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1.411</w:t>
            </w:r>
          </w:p>
        </w:tc>
      </w:tr>
      <w:tr w:rsidR="00C65DDC" w:rsidRPr="00C65DDC" w14:paraId="69028E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2B1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6C1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Fitionești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CA6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979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D12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3975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0D4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1.412</w:t>
            </w:r>
          </w:p>
        </w:tc>
      </w:tr>
      <w:tr w:rsidR="00C65DDC" w:rsidRPr="00C65DDC" w14:paraId="3E5486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087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280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CEE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12B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3BD0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B6E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5C4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1.413</w:t>
            </w:r>
          </w:p>
        </w:tc>
      </w:tr>
      <w:tr w:rsidR="00C65DDC" w:rsidRPr="00C65DDC" w14:paraId="4A039E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85C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E16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271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95CD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688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D779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A09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1.414</w:t>
            </w:r>
          </w:p>
        </w:tc>
      </w:tr>
      <w:tr w:rsidR="00C65DDC" w:rsidRPr="00C65DDC" w14:paraId="703ACA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FF8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A05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Halmeu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E78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1C6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C1B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0B6B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A48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1.415</w:t>
            </w:r>
          </w:p>
        </w:tc>
      </w:tr>
      <w:tr w:rsidR="00C65DDC" w:rsidRPr="00C65DDC" w14:paraId="37E903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C6E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076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Lungă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20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1C6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6655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F404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DC8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1.416</w:t>
            </w:r>
          </w:p>
        </w:tc>
      </w:tr>
      <w:tr w:rsidR="00C65DDC" w:rsidRPr="00C65DDC" w14:paraId="61CC9F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DA6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9B3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DFB8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801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4C7C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4188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7F4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1.417</w:t>
            </w:r>
          </w:p>
        </w:tc>
      </w:tr>
      <w:tr w:rsidR="00C65DDC" w:rsidRPr="00C65DDC" w14:paraId="3EDB9C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271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6E4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586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403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B8C6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98A2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F27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1.418</w:t>
            </w:r>
          </w:p>
        </w:tc>
      </w:tr>
      <w:tr w:rsidR="00C65DDC" w:rsidRPr="00C65DDC" w14:paraId="2011D3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A4A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316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Vlad Țepeș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D6E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353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D07F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AEDB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D2C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1.419</w:t>
            </w:r>
          </w:p>
        </w:tc>
      </w:tr>
      <w:tr w:rsidR="00C65DDC" w:rsidRPr="00C65DDC" w14:paraId="2304E6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C49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3E3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Cobia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989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E02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EF81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558F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B15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1.420</w:t>
            </w:r>
          </w:p>
        </w:tc>
      </w:tr>
      <w:tr w:rsidR="00C65DDC" w:rsidRPr="00C65DDC" w14:paraId="4AE2E4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D99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CFD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603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489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1BB7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4E7A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371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1.421</w:t>
            </w:r>
          </w:p>
        </w:tc>
      </w:tr>
      <w:tr w:rsidR="00C65DDC" w:rsidRPr="00C65DDC" w14:paraId="701585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83E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A6D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Gruia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BDB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D8D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F3B2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1F09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CB2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1.422</w:t>
            </w:r>
          </w:p>
        </w:tc>
      </w:tr>
      <w:tr w:rsidR="00C65DDC" w:rsidRPr="00C65DDC" w14:paraId="445EBD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B7F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E57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218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8D7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176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9C46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B43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1.423</w:t>
            </w:r>
          </w:p>
        </w:tc>
      </w:tr>
      <w:tr w:rsidR="00C65DDC" w:rsidRPr="00C65DDC" w14:paraId="198310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3F7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092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1AB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A08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A778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D98B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153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1.424</w:t>
            </w:r>
          </w:p>
        </w:tc>
      </w:tr>
      <w:tr w:rsidR="00C65DDC" w:rsidRPr="00C65DDC" w14:paraId="7E3FB0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288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CE2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E29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960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454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25F6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951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1.425</w:t>
            </w:r>
          </w:p>
        </w:tc>
      </w:tr>
      <w:tr w:rsidR="00C65DDC" w:rsidRPr="00C65DDC" w14:paraId="4B2524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3A1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A2F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Miloșești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CAF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5C6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39E3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CAA5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3BF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1.426</w:t>
            </w:r>
          </w:p>
        </w:tc>
      </w:tr>
      <w:tr w:rsidR="00C65DDC" w:rsidRPr="00C65DDC" w14:paraId="3A10A3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D10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B66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Bilca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6C4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682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8145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671D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F3D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1.427</w:t>
            </w:r>
          </w:p>
        </w:tc>
      </w:tr>
      <w:tr w:rsidR="00C65DDC" w:rsidRPr="00C65DDC" w14:paraId="16F3A2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AD9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7580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Vama Buzăului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4BC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1A5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BD59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0E2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24A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1.428</w:t>
            </w:r>
          </w:p>
        </w:tc>
      </w:tr>
      <w:tr w:rsidR="00C65DDC" w:rsidRPr="00C65DDC" w14:paraId="55941F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E4A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CFF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Turnu Ruieni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195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B1B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0295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2539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0AC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1.429</w:t>
            </w:r>
          </w:p>
        </w:tc>
      </w:tr>
      <w:tr w:rsidR="00C65DDC" w:rsidRPr="00C65DDC" w14:paraId="377475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793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FF1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Șoimi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27B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955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6FA2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B430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248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1.430</w:t>
            </w:r>
          </w:p>
        </w:tc>
      </w:tr>
      <w:tr w:rsidR="00C65DDC" w:rsidRPr="00C65DDC" w14:paraId="3DC2A2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977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A6B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Săpânța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88B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B16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7123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6579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D917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1.431</w:t>
            </w:r>
          </w:p>
        </w:tc>
      </w:tr>
      <w:tr w:rsidR="00C65DDC" w:rsidRPr="00C65DDC" w14:paraId="62BC41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577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C2A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Gârla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8BF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238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36B5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D419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1F7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1.432</w:t>
            </w:r>
          </w:p>
        </w:tc>
      </w:tr>
      <w:tr w:rsidR="00C65DDC" w:rsidRPr="00C65DDC" w14:paraId="26165E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FFC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8B8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Zemeș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2CD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32A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8634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8ABC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2745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1.433</w:t>
            </w:r>
          </w:p>
        </w:tc>
      </w:tr>
      <w:tr w:rsidR="00C65DDC" w:rsidRPr="00C65DDC" w14:paraId="17AA6C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BFC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6F6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18B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E4D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AD7A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3255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5B9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1.434</w:t>
            </w:r>
          </w:p>
        </w:tc>
      </w:tr>
      <w:tr w:rsidR="00C65DDC" w:rsidRPr="00C65DDC" w14:paraId="2BCC2D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8B2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65C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766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222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A4F7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C65F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8FA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1.435</w:t>
            </w:r>
          </w:p>
        </w:tc>
      </w:tr>
      <w:tr w:rsidR="00C65DDC" w:rsidRPr="00C65DDC" w14:paraId="0314CD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B4D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C60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Plopii-Slăvitești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6F66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9E9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445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4402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2E0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1.436</w:t>
            </w:r>
          </w:p>
        </w:tc>
      </w:tr>
      <w:tr w:rsidR="00C65DDC" w:rsidRPr="00C65DDC" w14:paraId="1BEA55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CC3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C07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Feliceni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64F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52B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2D45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DEF2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9B0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1.437</w:t>
            </w:r>
          </w:p>
        </w:tc>
      </w:tr>
      <w:tr w:rsidR="00C65DDC" w:rsidRPr="00C65DDC" w14:paraId="36F659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E6F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D30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873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D8C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6DE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B44B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E0B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1.438</w:t>
            </w:r>
          </w:p>
        </w:tc>
      </w:tr>
      <w:tr w:rsidR="00C65DDC" w:rsidRPr="00C65DDC" w14:paraId="23D158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354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84B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DA8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1CC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1E09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5CF9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B38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1.439</w:t>
            </w:r>
          </w:p>
        </w:tc>
      </w:tr>
      <w:tr w:rsidR="00C65DDC" w:rsidRPr="00C65DDC" w14:paraId="3A6DF4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CFA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2C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Șimand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579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23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8252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AEF4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80E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1.440</w:t>
            </w:r>
          </w:p>
        </w:tc>
      </w:tr>
      <w:tr w:rsidR="00C65DDC" w:rsidRPr="00C65DDC" w14:paraId="4133C7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5774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E4E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0E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CFB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2A6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952E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F48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1.441</w:t>
            </w:r>
          </w:p>
        </w:tc>
      </w:tr>
      <w:tr w:rsidR="00C65DDC" w:rsidRPr="00C65DDC" w14:paraId="5DE40F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94B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890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28B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0B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FB51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7E26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34D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1.442</w:t>
            </w:r>
          </w:p>
        </w:tc>
      </w:tr>
      <w:tr w:rsidR="00C65DDC" w:rsidRPr="00C65DDC" w14:paraId="6DED7F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2D3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064A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3CD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988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54D7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CCC5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CB57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1.443</w:t>
            </w:r>
          </w:p>
        </w:tc>
      </w:tr>
      <w:tr w:rsidR="00C65DDC" w:rsidRPr="00C65DDC" w14:paraId="67685A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3AF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F60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Tăuteu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FC9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3D2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6C27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425E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EED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1.444</w:t>
            </w:r>
          </w:p>
        </w:tc>
      </w:tr>
      <w:tr w:rsidR="00C65DDC" w:rsidRPr="00C65DDC" w14:paraId="2BF66F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10B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F28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Polovragi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0F7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4F0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B2EA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CCCB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513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1.445</w:t>
            </w:r>
          </w:p>
        </w:tc>
      </w:tr>
      <w:tr w:rsidR="00C65DDC" w:rsidRPr="00C65DDC" w14:paraId="59329E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299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A8C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Gângiova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675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D0B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1864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C3DD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67F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1.446</w:t>
            </w:r>
          </w:p>
        </w:tc>
      </w:tr>
      <w:tr w:rsidR="00C65DDC" w:rsidRPr="00C65DDC" w14:paraId="43049C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B7D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86C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066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F8C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0CB0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E1E0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BE2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1.447</w:t>
            </w:r>
          </w:p>
        </w:tc>
      </w:tr>
      <w:tr w:rsidR="00C65DDC" w:rsidRPr="00C65DDC" w14:paraId="6699C7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38B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A9C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73D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7EA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4B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BC0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876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1.448</w:t>
            </w:r>
          </w:p>
        </w:tc>
      </w:tr>
      <w:tr w:rsidR="00C65DDC" w:rsidRPr="00C65DDC" w14:paraId="2B24D6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2AE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9C5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021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164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D6E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C46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9D8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1.449</w:t>
            </w:r>
          </w:p>
        </w:tc>
      </w:tr>
      <w:tr w:rsidR="00C65DDC" w:rsidRPr="00C65DDC" w14:paraId="38960D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49A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59E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Ialomiței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DEE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DAF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9DC9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433E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E60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1.450</w:t>
            </w:r>
          </w:p>
        </w:tc>
      </w:tr>
      <w:tr w:rsidR="00C65DDC" w:rsidRPr="00C65DDC" w14:paraId="10D4EA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BB3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6891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0AF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DFC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D0BB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BD51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0C5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1.451</w:t>
            </w:r>
          </w:p>
        </w:tc>
      </w:tr>
      <w:tr w:rsidR="00C65DDC" w:rsidRPr="00C65DDC" w14:paraId="15FF06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63D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52A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349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DC7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E911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349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988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1.452</w:t>
            </w:r>
          </w:p>
        </w:tc>
      </w:tr>
      <w:tr w:rsidR="00C65DDC" w:rsidRPr="00C65DDC" w14:paraId="61430C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E19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F27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Putna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831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431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00F3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9BC3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4CD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1.453</w:t>
            </w:r>
          </w:p>
        </w:tc>
      </w:tr>
      <w:tr w:rsidR="00C65DDC" w:rsidRPr="00C65DDC" w14:paraId="02C3DD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498C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6CE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Suatu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D9F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E33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FE0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681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506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1.454</w:t>
            </w:r>
          </w:p>
        </w:tc>
      </w:tr>
      <w:tr w:rsidR="00C65DDC" w:rsidRPr="00C65DDC" w14:paraId="0853E5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840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C54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Pietroșița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0B4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B27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1719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4370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D4B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1.455</w:t>
            </w:r>
          </w:p>
        </w:tc>
      </w:tr>
      <w:tr w:rsidR="00C65DDC" w:rsidRPr="00C65DDC" w14:paraId="742964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F83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AF9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Catalina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EC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6CF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5DF4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7246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A1C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1.456</w:t>
            </w:r>
          </w:p>
        </w:tc>
      </w:tr>
      <w:tr w:rsidR="00C65DDC" w:rsidRPr="00C65DDC" w14:paraId="0E78AF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C4B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D06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54C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694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A618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10F0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365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1.457</w:t>
            </w:r>
          </w:p>
        </w:tc>
      </w:tr>
      <w:tr w:rsidR="00C65DDC" w:rsidRPr="00C65DDC" w14:paraId="24518E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E98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21FF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Gostinu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667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C41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0751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CFF2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829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1.458</w:t>
            </w:r>
          </w:p>
        </w:tc>
      </w:tr>
      <w:tr w:rsidR="00C65DDC" w:rsidRPr="00C65DDC" w14:paraId="49E4BC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E16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4C6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Smârdan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D8D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900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70DF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4AB0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139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1.459</w:t>
            </w:r>
          </w:p>
        </w:tc>
      </w:tr>
      <w:tr w:rsidR="00C65DDC" w:rsidRPr="00C65DDC" w14:paraId="4312F9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EB2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832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Sălățig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7C6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FAB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3BB2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2C05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0D3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1.460</w:t>
            </w:r>
          </w:p>
        </w:tc>
      </w:tr>
      <w:tr w:rsidR="00C65DDC" w:rsidRPr="00C65DDC" w14:paraId="105E5A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EA4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3B9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170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352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21F3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8DB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7C5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1.461</w:t>
            </w:r>
          </w:p>
        </w:tc>
      </w:tr>
      <w:tr w:rsidR="00C65DDC" w:rsidRPr="00C65DDC" w14:paraId="74DC26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6ED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2CC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Bălcăuți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7D2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92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422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8F3A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B49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1.462</w:t>
            </w:r>
          </w:p>
        </w:tc>
      </w:tr>
      <w:tr w:rsidR="00C65DDC" w:rsidRPr="00C65DDC" w14:paraId="45EF78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735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E09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Urechești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73D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5CDE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D2EA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8915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B40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1.463</w:t>
            </w:r>
          </w:p>
        </w:tc>
      </w:tr>
      <w:tr w:rsidR="00C65DDC" w:rsidRPr="00C65DDC" w14:paraId="412D37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9A6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713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Hidișelu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1B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D5B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444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27BA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A5B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1.464</w:t>
            </w:r>
          </w:p>
        </w:tc>
      </w:tr>
      <w:tr w:rsidR="00C65DDC" w:rsidRPr="00C65DDC" w14:paraId="1788D8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14D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950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C19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CAB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A077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0915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C38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1.465</w:t>
            </w:r>
          </w:p>
        </w:tc>
      </w:tr>
      <w:tr w:rsidR="00C65DDC" w:rsidRPr="00C65DDC" w14:paraId="2F3983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39C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D3B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Șieu-Odorhei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E73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C2E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C265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ACC7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2F54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1.466</w:t>
            </w:r>
          </w:p>
        </w:tc>
      </w:tr>
      <w:tr w:rsidR="00C65DDC" w:rsidRPr="00C65DDC" w14:paraId="1E93C8A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21C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B07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E86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68B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E1AB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791F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D3B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1.467</w:t>
            </w:r>
          </w:p>
        </w:tc>
      </w:tr>
      <w:tr w:rsidR="00C65DDC" w:rsidRPr="00C65DDC" w14:paraId="67E240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45A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13E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Uda-Clocociov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5546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403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C1A1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5FFA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B8D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1.468</w:t>
            </w:r>
          </w:p>
        </w:tc>
      </w:tr>
      <w:tr w:rsidR="00C65DDC" w:rsidRPr="00C65DDC" w14:paraId="4017B1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146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AC7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72B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B37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D221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61F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CE44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1.469</w:t>
            </w:r>
          </w:p>
        </w:tc>
      </w:tr>
      <w:tr w:rsidR="00C65DDC" w:rsidRPr="00C65DDC" w14:paraId="3A2563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19D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6A2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AD7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76C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ECA0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DF5E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87D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1.470</w:t>
            </w:r>
          </w:p>
        </w:tc>
      </w:tr>
      <w:tr w:rsidR="00C65DDC" w:rsidRPr="00C65DDC" w14:paraId="2F8D56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8EA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332B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281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DA5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8F11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A030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BAB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1.471</w:t>
            </w:r>
          </w:p>
        </w:tc>
      </w:tr>
      <w:tr w:rsidR="00C65DDC" w:rsidRPr="00C65DDC" w14:paraId="1D74CB4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BC5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729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Argovei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DC3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373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1643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15B6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032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1.472</w:t>
            </w:r>
          </w:p>
        </w:tc>
      </w:tr>
      <w:tr w:rsidR="00C65DDC" w:rsidRPr="00C65DDC" w14:paraId="1FC6B6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802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70F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Plugari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F19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FD1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AB9D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CAFC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02B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1.473</w:t>
            </w:r>
          </w:p>
        </w:tc>
      </w:tr>
      <w:tr w:rsidR="00C65DDC" w:rsidRPr="00C65DDC" w14:paraId="1DA8D4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3A9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0FE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Mărului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DBB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5A4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52D0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1001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B39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1.474</w:t>
            </w:r>
          </w:p>
        </w:tc>
      </w:tr>
      <w:tr w:rsidR="00C65DDC" w:rsidRPr="00C65DDC" w14:paraId="499882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E8B6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873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Malu cu Flori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54DF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E55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C396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6E95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B7C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1.475</w:t>
            </w:r>
          </w:p>
        </w:tc>
      </w:tr>
      <w:tr w:rsidR="00C65DDC" w:rsidRPr="00C65DDC" w14:paraId="0A5FD8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5FA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0E1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Șibot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F55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51E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65E3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DD26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1C9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1.476</w:t>
            </w:r>
          </w:p>
        </w:tc>
      </w:tr>
      <w:tr w:rsidR="00C65DDC" w:rsidRPr="00C65DDC" w14:paraId="269DDB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865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7D4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Măldărești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98E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DED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1B3E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2C5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E837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1.477</w:t>
            </w:r>
          </w:p>
        </w:tc>
      </w:tr>
      <w:tr w:rsidR="00C65DDC" w:rsidRPr="00C65DDC" w14:paraId="3004B4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AC6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162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8D1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E6B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BB06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E3BB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AA5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1.478</w:t>
            </w:r>
          </w:p>
        </w:tc>
      </w:tr>
      <w:tr w:rsidR="00C65DDC" w:rsidRPr="00C65DDC" w14:paraId="5F40B7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E5E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6B5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FE3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540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1E1C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3B5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CBF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1.479</w:t>
            </w:r>
          </w:p>
        </w:tc>
      </w:tr>
      <w:tr w:rsidR="00C65DDC" w:rsidRPr="00C65DDC" w14:paraId="5D909D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FB6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ACA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Darova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051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DFF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8768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C45E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FA8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1.480</w:t>
            </w:r>
          </w:p>
        </w:tc>
      </w:tr>
      <w:tr w:rsidR="00C65DDC" w:rsidRPr="00C65DDC" w14:paraId="6CF24B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474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E2C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Grindu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3E7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425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588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FBB8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382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1.481</w:t>
            </w:r>
          </w:p>
        </w:tc>
      </w:tr>
      <w:tr w:rsidR="00C65DDC" w:rsidRPr="00C65DDC" w14:paraId="745F7B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948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C0E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37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C02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14B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325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C98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1.482</w:t>
            </w:r>
          </w:p>
        </w:tc>
      </w:tr>
      <w:tr w:rsidR="00C65DDC" w:rsidRPr="00C65DDC" w14:paraId="6FA2A2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AFE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1F2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14F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2A7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9383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8E6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185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1.483</w:t>
            </w:r>
          </w:p>
        </w:tc>
      </w:tr>
      <w:tr w:rsidR="00C65DDC" w:rsidRPr="00C65DDC" w14:paraId="795B08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F1D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F03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Zagra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6B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A3E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2A51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7B90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6D6F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1.484</w:t>
            </w:r>
          </w:p>
        </w:tc>
      </w:tr>
      <w:tr w:rsidR="00C65DDC" w:rsidRPr="00C65DDC" w14:paraId="3FEA68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C38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BAB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Slivilești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5B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AC9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F165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D579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423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1.485</w:t>
            </w:r>
          </w:p>
        </w:tc>
      </w:tr>
      <w:tr w:rsidR="00C65DDC" w:rsidRPr="00C65DDC" w14:paraId="66036A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862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111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Calvini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BDEA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DFC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64EB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9FBA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38C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1.486</w:t>
            </w:r>
          </w:p>
        </w:tc>
      </w:tr>
      <w:tr w:rsidR="00C65DDC" w:rsidRPr="00C65DDC" w14:paraId="05E0A4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A50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1A7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165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0FE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E43E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4CE4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8D2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1.487</w:t>
            </w:r>
          </w:p>
        </w:tc>
      </w:tr>
      <w:tr w:rsidR="00C65DDC" w:rsidRPr="00C65DDC" w14:paraId="74EBAD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4F7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430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Faraoani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B7D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36C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D6C7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C02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BC8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1.488</w:t>
            </w:r>
          </w:p>
        </w:tc>
      </w:tr>
      <w:tr w:rsidR="00C65DDC" w:rsidRPr="00C65DDC" w14:paraId="3A5B0E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666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E0D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253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730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38BC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9DC5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8BC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1.489</w:t>
            </w:r>
          </w:p>
        </w:tc>
      </w:tr>
      <w:tr w:rsidR="00C65DDC" w:rsidRPr="00C65DDC" w14:paraId="5B96DA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4E2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495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Plăieșii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A03D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36C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409C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B812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F85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1.490</w:t>
            </w:r>
          </w:p>
        </w:tc>
      </w:tr>
      <w:tr w:rsidR="00C65DDC" w:rsidRPr="00C65DDC" w14:paraId="683D07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514D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29D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38B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B21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7E79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FFAF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B99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1.491</w:t>
            </w:r>
          </w:p>
        </w:tc>
      </w:tr>
      <w:tr w:rsidR="00C65DDC" w:rsidRPr="00C65DDC" w14:paraId="70B1B6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32D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AE6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F4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256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6D4D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3B9D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C7A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1.492</w:t>
            </w:r>
          </w:p>
        </w:tc>
      </w:tr>
      <w:tr w:rsidR="00C65DDC" w:rsidRPr="00C65DDC" w14:paraId="0E13B0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5FA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645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26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07D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624E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65AD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B6BA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1.493</w:t>
            </w:r>
          </w:p>
        </w:tc>
      </w:tr>
      <w:tr w:rsidR="00C65DDC" w:rsidRPr="00C65DDC" w14:paraId="64F0C8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049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35F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Topolovățu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3F4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C82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C892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9A9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E293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1.494</w:t>
            </w:r>
          </w:p>
        </w:tc>
      </w:tr>
      <w:tr w:rsidR="00C65DDC" w:rsidRPr="00C65DDC" w14:paraId="07DECB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1F6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566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Joița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08C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372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0C8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9D88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ACE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1.495</w:t>
            </w:r>
          </w:p>
        </w:tc>
      </w:tr>
      <w:tr w:rsidR="00C65DDC" w:rsidRPr="00C65DDC" w14:paraId="0A95B0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0D2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886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Ciuperceni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A06F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DDD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F6D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2B66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3B0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1.496</w:t>
            </w:r>
          </w:p>
        </w:tc>
      </w:tr>
      <w:tr w:rsidR="00C65DDC" w:rsidRPr="00C65DDC" w14:paraId="70AE53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209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431C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Răuseni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A66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F6F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006C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5D8D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227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1.497</w:t>
            </w:r>
          </w:p>
        </w:tc>
      </w:tr>
      <w:tr w:rsidR="00C65DDC" w:rsidRPr="00C65DDC" w14:paraId="08978C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511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DDE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D79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EC0A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6830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25BE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9A3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1.498</w:t>
            </w:r>
          </w:p>
        </w:tc>
      </w:tr>
      <w:tr w:rsidR="00C65DDC" w:rsidRPr="00C65DDC" w14:paraId="275D4A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555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DEE5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Livada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1A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686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F3D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741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15E5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1.499</w:t>
            </w:r>
          </w:p>
        </w:tc>
      </w:tr>
      <w:tr w:rsidR="00C65DDC" w:rsidRPr="00C65DDC" w14:paraId="7FAF76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3BC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D82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Bazna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42A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CC1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0B3A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D819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3BF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1.500</w:t>
            </w:r>
          </w:p>
        </w:tc>
      </w:tr>
      <w:tr w:rsidR="00C65DDC" w:rsidRPr="00C65DDC" w14:paraId="09C6E3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FBC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FC6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Ieud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DB8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31B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7800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BE8B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486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1.501</w:t>
            </w:r>
          </w:p>
        </w:tc>
      </w:tr>
      <w:tr w:rsidR="00C65DDC" w:rsidRPr="00C65DDC" w14:paraId="52622A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87C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B08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Știubieni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42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0F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6D8E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001D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5E0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1.502</w:t>
            </w:r>
          </w:p>
        </w:tc>
      </w:tr>
      <w:tr w:rsidR="00C65DDC" w:rsidRPr="00C65DDC" w14:paraId="0BA6C4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48D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E85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Ciofrângeni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157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4A4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AA22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16A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FB0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1.503</w:t>
            </w:r>
          </w:p>
        </w:tc>
      </w:tr>
      <w:tr w:rsidR="00C65DDC" w:rsidRPr="00C65DDC" w14:paraId="3E25F2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CBA5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545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Movila Banului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DB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EE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564D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E62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D76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1.504</w:t>
            </w:r>
          </w:p>
        </w:tc>
      </w:tr>
      <w:tr w:rsidR="00C65DDC" w:rsidRPr="00C65DDC" w14:paraId="47656F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C25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1B8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Mărtiniș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63E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4FA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043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1795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443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1.505</w:t>
            </w:r>
          </w:p>
        </w:tc>
      </w:tr>
      <w:tr w:rsidR="00C65DDC" w:rsidRPr="00C65DDC" w14:paraId="55FBE4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682D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5D5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D2C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66A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020B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7576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A43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1.506</w:t>
            </w:r>
          </w:p>
        </w:tc>
      </w:tr>
      <w:tr w:rsidR="00C65DDC" w:rsidRPr="00C65DDC" w14:paraId="1BAC6F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430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B11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Mânzălești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F87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FE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AAF7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E718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345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1.507</w:t>
            </w:r>
          </w:p>
        </w:tc>
      </w:tr>
      <w:tr w:rsidR="00C65DDC" w:rsidRPr="00C65DDC" w14:paraId="0D2DFB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96F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728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3A1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A4A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5B83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CE03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EFE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1.508</w:t>
            </w:r>
          </w:p>
        </w:tc>
      </w:tr>
      <w:tr w:rsidR="00C65DDC" w:rsidRPr="00C65DDC" w14:paraId="2E0B76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591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9B4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Dumitra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271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FA7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14E2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C7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529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1.509</w:t>
            </w:r>
          </w:p>
        </w:tc>
      </w:tr>
      <w:tr w:rsidR="00C65DDC" w:rsidRPr="00C65DDC" w14:paraId="1C8957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4E5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674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4211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2D3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6E54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B74F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FE3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1.510</w:t>
            </w:r>
          </w:p>
        </w:tc>
      </w:tr>
      <w:tr w:rsidR="00C65DDC" w:rsidRPr="00C65DDC" w14:paraId="047DA3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CB1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FF0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Stăuceni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1BB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E1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69F8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5DF1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EE4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1.511</w:t>
            </w:r>
          </w:p>
        </w:tc>
      </w:tr>
      <w:tr w:rsidR="00C65DDC" w:rsidRPr="00C65DDC" w14:paraId="71B6B4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074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0DC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Bărăganul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ABC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AF4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9532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19C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237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1.512</w:t>
            </w:r>
          </w:p>
        </w:tc>
      </w:tr>
      <w:tr w:rsidR="00C65DDC" w:rsidRPr="00C65DDC" w14:paraId="43AB59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375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250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Bâcleș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4B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6CE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0532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77C0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1C04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1.513</w:t>
            </w:r>
          </w:p>
        </w:tc>
      </w:tr>
      <w:tr w:rsidR="00C65DDC" w:rsidRPr="00C65DDC" w14:paraId="5AC04D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997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5138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Tâmna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860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9146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4883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E576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E4C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1.514</w:t>
            </w:r>
          </w:p>
        </w:tc>
      </w:tr>
      <w:tr w:rsidR="00C65DDC" w:rsidRPr="00C65DDC" w14:paraId="6B073D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9CE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9ED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Călmățuiu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66C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E04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2DE0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129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08F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1.515</w:t>
            </w:r>
          </w:p>
        </w:tc>
      </w:tr>
      <w:tr w:rsidR="00C65DDC" w:rsidRPr="00C65DDC" w14:paraId="745B8E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D3E6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288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Sintea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6A6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E50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D9C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5ED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480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1.516</w:t>
            </w:r>
          </w:p>
        </w:tc>
      </w:tr>
      <w:tr w:rsidR="00C65DDC" w:rsidRPr="00C65DDC" w14:paraId="553217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B0E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A96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Iablanița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3E9B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ECF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D257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8136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0A3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1.517</w:t>
            </w:r>
          </w:p>
        </w:tc>
      </w:tr>
      <w:tr w:rsidR="00C65DDC" w:rsidRPr="00C65DDC" w14:paraId="6AB9EE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421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2D5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Chișlaz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AAC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A87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CE57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05B4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6F8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1.518</w:t>
            </w:r>
          </w:p>
        </w:tc>
      </w:tr>
      <w:tr w:rsidR="00C65DDC" w:rsidRPr="00C65DDC" w14:paraId="27893B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AC0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971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104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5A5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04D8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E0E4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95F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1.519</w:t>
            </w:r>
          </w:p>
        </w:tc>
      </w:tr>
      <w:tr w:rsidR="00C65DDC" w:rsidRPr="00C65DDC" w14:paraId="568E9B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7B3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FF0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Negomir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46D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292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F169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6E31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0CC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1.520</w:t>
            </w:r>
          </w:p>
        </w:tc>
      </w:tr>
      <w:tr w:rsidR="00C65DDC" w:rsidRPr="00C65DDC" w14:paraId="170A0F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C08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DEFF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Schela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D51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7F8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BA9D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2F42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3D6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1.521</w:t>
            </w:r>
          </w:p>
        </w:tc>
      </w:tr>
      <w:tr w:rsidR="00C65DDC" w:rsidRPr="00C65DDC" w14:paraId="07512FF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7AF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B93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Balaci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B01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5A9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32F5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F45B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C63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1.522</w:t>
            </w:r>
          </w:p>
        </w:tc>
      </w:tr>
      <w:tr w:rsidR="00C65DDC" w:rsidRPr="00C65DDC" w14:paraId="4EFE27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AA1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0FF0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Dârlos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2E2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43E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A2E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B540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413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1.523</w:t>
            </w:r>
          </w:p>
        </w:tc>
      </w:tr>
      <w:tr w:rsidR="00C65DDC" w:rsidRPr="00C65DDC" w14:paraId="1C0A90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C16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708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Năsturelu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EFD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DFB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66C8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175C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15F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1.524</w:t>
            </w:r>
          </w:p>
        </w:tc>
      </w:tr>
      <w:tr w:rsidR="00C65DDC" w:rsidRPr="00C65DDC" w14:paraId="118988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4DA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403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Țaga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24A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397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5A3B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AB28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34A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1.525</w:t>
            </w:r>
          </w:p>
        </w:tc>
      </w:tr>
      <w:tr w:rsidR="00C65DDC" w:rsidRPr="00C65DDC" w14:paraId="580475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54C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3E4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Castelu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6B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A1C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461E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1A52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E53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1.526</w:t>
            </w:r>
          </w:p>
        </w:tc>
      </w:tr>
      <w:tr w:rsidR="00C65DDC" w:rsidRPr="00C65DDC" w14:paraId="3A0821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0AC9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842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FC3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6DA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FAE7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9C87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98B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1.527</w:t>
            </w:r>
          </w:p>
        </w:tc>
      </w:tr>
      <w:tr w:rsidR="00C65DDC" w:rsidRPr="00C65DDC" w14:paraId="0FFD6F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C2F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2EF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Seacă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1E0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EA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A2E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DEC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C94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1.528</w:t>
            </w:r>
          </w:p>
        </w:tc>
      </w:tr>
      <w:tr w:rsidR="00C65DDC" w:rsidRPr="00C65DDC" w14:paraId="0FB0A6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D30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7E1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Cetățeni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CC9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2A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481E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D22C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BA9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1.529</w:t>
            </w:r>
          </w:p>
        </w:tc>
      </w:tr>
      <w:tr w:rsidR="00C65DDC" w:rsidRPr="00C65DDC" w14:paraId="7AD7BB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267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BA7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Căzănești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313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0A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3DCB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C5B7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C69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1.530</w:t>
            </w:r>
          </w:p>
        </w:tc>
      </w:tr>
      <w:tr w:rsidR="00C65DDC" w:rsidRPr="00C65DDC" w14:paraId="3B6416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099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D96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F030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2C7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0B9E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BADD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102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1.531</w:t>
            </w:r>
          </w:p>
        </w:tc>
      </w:tr>
      <w:tr w:rsidR="00C65DDC" w:rsidRPr="00C65DDC" w14:paraId="6C2F41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E22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5AA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Zamostea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8E1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009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8F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E98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EAF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1.532</w:t>
            </w:r>
          </w:p>
        </w:tc>
      </w:tr>
      <w:tr w:rsidR="00C65DDC" w:rsidRPr="00C65DDC" w14:paraId="55AEB0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F0A5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03CC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Bilbor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37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AB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4405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A012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3F8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1.533</w:t>
            </w:r>
          </w:p>
        </w:tc>
      </w:tr>
      <w:tr w:rsidR="00C65DDC" w:rsidRPr="00C65DDC" w14:paraId="6DF030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9B1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B66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99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170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9D0B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76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265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1.534</w:t>
            </w:r>
          </w:p>
        </w:tc>
      </w:tr>
      <w:tr w:rsidR="00C65DDC" w:rsidRPr="00C65DDC" w14:paraId="5C58F6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B55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4EA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292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0C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8B5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4876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B92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1.535</w:t>
            </w:r>
          </w:p>
        </w:tc>
      </w:tr>
      <w:tr w:rsidR="00C65DDC" w:rsidRPr="00C65DDC" w14:paraId="5A9B54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D49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B0B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Bisoca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243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5AC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0DDC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61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379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1.536</w:t>
            </w:r>
          </w:p>
        </w:tc>
      </w:tr>
      <w:tr w:rsidR="00C65DDC" w:rsidRPr="00C65DDC" w14:paraId="6CE364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3BB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8FB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039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9F4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389C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D785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A2A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1.537</w:t>
            </w:r>
          </w:p>
        </w:tc>
      </w:tr>
      <w:tr w:rsidR="00C65DDC" w:rsidRPr="00C65DDC" w14:paraId="2B415B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9D4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81DC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3FB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30D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5B75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C8A6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595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1.538</w:t>
            </w:r>
          </w:p>
        </w:tc>
      </w:tr>
      <w:tr w:rsidR="00C65DDC" w:rsidRPr="00C65DDC" w14:paraId="2F98F3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69B3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0540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783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F18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4C3B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9CE6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B0E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1.539</w:t>
            </w:r>
          </w:p>
        </w:tc>
      </w:tr>
      <w:tr w:rsidR="00C65DDC" w:rsidRPr="00C65DDC" w14:paraId="18FCA5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8EF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A3C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Coteana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929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7A2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8267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CAAD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104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1.540</w:t>
            </w:r>
          </w:p>
        </w:tc>
      </w:tr>
      <w:tr w:rsidR="00C65DDC" w:rsidRPr="00C65DDC" w14:paraId="426B44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D85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6C7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Teslui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02C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082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FF66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0C0F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965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1.541</w:t>
            </w:r>
          </w:p>
        </w:tc>
      </w:tr>
      <w:tr w:rsidR="00C65DDC" w:rsidRPr="00C65DDC" w14:paraId="7E10B9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5D0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506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Dobârceni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CE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228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18D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C0E6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D29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1.542</w:t>
            </w:r>
          </w:p>
        </w:tc>
      </w:tr>
      <w:tr w:rsidR="00C65DDC" w:rsidRPr="00C65DDC" w14:paraId="129E64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7BF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BB9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Dioști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EB9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24B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0035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FFC2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961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1.543</w:t>
            </w:r>
          </w:p>
        </w:tc>
      </w:tr>
      <w:tr w:rsidR="00C65DDC" w:rsidRPr="00C65DDC" w14:paraId="1840C6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2D3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5FC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Prăjeni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357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E3F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8731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5C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4ED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1.544</w:t>
            </w:r>
          </w:p>
        </w:tc>
      </w:tr>
      <w:tr w:rsidR="00C65DDC" w:rsidRPr="00C65DDC" w14:paraId="304C60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46C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829F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Petru Rareș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3E9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D168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91EE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6B0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737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1.545</w:t>
            </w:r>
          </w:p>
        </w:tc>
      </w:tr>
      <w:tr w:rsidR="00C65DDC" w:rsidRPr="00C65DDC" w14:paraId="592B49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041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EEF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Stejari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5D2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AF3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535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554F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047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1.546</w:t>
            </w:r>
          </w:p>
        </w:tc>
      </w:tr>
      <w:tr w:rsidR="00C65DDC" w:rsidRPr="00C65DDC" w14:paraId="046BC0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381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ADE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Cuza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ED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51D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34F6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E51D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A60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1.547</w:t>
            </w:r>
          </w:p>
        </w:tc>
      </w:tr>
      <w:tr w:rsidR="00C65DDC" w:rsidRPr="00C65DDC" w14:paraId="3726AA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090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EAD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Ineu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8B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0BF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BE47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CB4F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992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1.548</w:t>
            </w:r>
          </w:p>
        </w:tc>
      </w:tr>
      <w:tr w:rsidR="00C65DDC" w:rsidRPr="00C65DDC" w14:paraId="7953A1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61D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7FF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Axintele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C8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C31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20ED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7FF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38A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1.549</w:t>
            </w:r>
          </w:p>
        </w:tc>
      </w:tr>
      <w:tr w:rsidR="00C65DDC" w:rsidRPr="00C65DDC" w14:paraId="0ECAFA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CE3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029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Prigor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CF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21D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A9B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8CC8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890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1.550</w:t>
            </w:r>
          </w:p>
        </w:tc>
      </w:tr>
      <w:tr w:rsidR="00C65DDC" w:rsidRPr="00C65DDC" w14:paraId="09DC1A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072E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DF2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Armășești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8EB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FAD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78AD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B488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FD4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1.551</w:t>
            </w:r>
          </w:p>
        </w:tc>
      </w:tr>
      <w:tr w:rsidR="00C65DDC" w:rsidRPr="00C65DDC" w14:paraId="6B448A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0D5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886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Costeștii din Vale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B1D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B7D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15E0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494C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59C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1.552</w:t>
            </w:r>
          </w:p>
        </w:tc>
      </w:tr>
      <w:tr w:rsidR="00C65DDC" w:rsidRPr="00C65DDC" w14:paraId="0FF48A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3F6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004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Vânători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C5B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BD75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51E5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CFE1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851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1.553</w:t>
            </w:r>
          </w:p>
        </w:tc>
      </w:tr>
      <w:tr w:rsidR="00C65DDC" w:rsidRPr="00C65DDC" w14:paraId="5754FD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46C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877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Todirești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F7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EB04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0EEA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51EB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BB6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1.554</w:t>
            </w:r>
          </w:p>
        </w:tc>
      </w:tr>
      <w:tr w:rsidR="00C65DDC" w:rsidRPr="00C65DDC" w14:paraId="62746E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B2F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909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Cristei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CE4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D25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A60E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87F2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332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1.555</w:t>
            </w:r>
          </w:p>
        </w:tc>
      </w:tr>
      <w:tr w:rsidR="00C65DDC" w:rsidRPr="00C65DDC" w14:paraId="409E56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D59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871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Brusturoasa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759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124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5B26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EE0A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A4F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1.556</w:t>
            </w:r>
          </w:p>
        </w:tc>
      </w:tr>
      <w:tr w:rsidR="00C65DDC" w:rsidRPr="00C65DDC" w14:paraId="0B96F2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E5D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CFD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167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3DD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1832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651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0D9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1.557</w:t>
            </w:r>
          </w:p>
        </w:tc>
      </w:tr>
      <w:tr w:rsidR="00C65DDC" w:rsidRPr="00C65DDC" w14:paraId="6724D9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42E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FCA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Slatina-Timiș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A55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34B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1B0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B41C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2BD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1.558</w:t>
            </w:r>
          </w:p>
        </w:tc>
      </w:tr>
      <w:tr w:rsidR="00C65DDC" w:rsidRPr="00C65DDC" w14:paraId="313DD1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213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ADD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9BD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364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FE7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22D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FA0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1.559</w:t>
            </w:r>
          </w:p>
        </w:tc>
      </w:tr>
      <w:tr w:rsidR="00C65DDC" w:rsidRPr="00C65DDC" w14:paraId="061D0A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2E1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910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Bârzava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A73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03E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7DFD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7681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DC2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1.560</w:t>
            </w:r>
          </w:p>
        </w:tc>
      </w:tr>
      <w:tr w:rsidR="00C65DDC" w:rsidRPr="00C65DDC" w14:paraId="693382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24E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577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Mitocu Dragomirnei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877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6A1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AF86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BFF3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D9F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1.561</w:t>
            </w:r>
          </w:p>
        </w:tc>
      </w:tr>
      <w:tr w:rsidR="00C65DDC" w:rsidRPr="00C65DDC" w14:paraId="0572AF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FA1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77C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Bechet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074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41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438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6452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B7B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1.562</w:t>
            </w:r>
          </w:p>
        </w:tc>
      </w:tr>
      <w:tr w:rsidR="00C65DDC" w:rsidRPr="00C65DDC" w14:paraId="132838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E80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7F9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Orăștioara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3F2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86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98FE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11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0AE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1.563</w:t>
            </w:r>
          </w:p>
        </w:tc>
      </w:tr>
      <w:tr w:rsidR="00C65DDC" w:rsidRPr="00C65DDC" w14:paraId="4E3D06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F26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793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Amaru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022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DC4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2267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F4D9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155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1.564</w:t>
            </w:r>
          </w:p>
        </w:tc>
      </w:tr>
      <w:tr w:rsidR="00C65DDC" w:rsidRPr="00C65DDC" w14:paraId="6FCBFA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3DD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2B0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Siliștea-Gumești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313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03B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1EC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4B3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11E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1.565</w:t>
            </w:r>
          </w:p>
        </w:tc>
      </w:tr>
      <w:tr w:rsidR="00C65DDC" w:rsidRPr="00C65DDC" w14:paraId="14D6D8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5EBE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3F5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2D9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0AF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CB5C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AAE5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948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1.566</w:t>
            </w:r>
          </w:p>
        </w:tc>
      </w:tr>
      <w:tr w:rsidR="00C65DDC" w:rsidRPr="00C65DDC" w14:paraId="10A41E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554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29C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Slătioara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D3D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41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D61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D2B9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1138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1.567</w:t>
            </w:r>
          </w:p>
        </w:tc>
      </w:tr>
      <w:tr w:rsidR="00C65DDC" w:rsidRPr="00C65DDC" w14:paraId="2505E0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73C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5A2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Corlăteni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325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EB9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3B08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BF09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68D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1.568</w:t>
            </w:r>
          </w:p>
        </w:tc>
      </w:tr>
      <w:tr w:rsidR="00C65DDC" w:rsidRPr="00C65DDC" w14:paraId="0214F4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D4A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657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Nămoloasa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1C5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7D15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9EF5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48F9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A44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1.569</w:t>
            </w:r>
          </w:p>
        </w:tc>
      </w:tr>
      <w:tr w:rsidR="00C65DDC" w:rsidRPr="00C65DDC" w14:paraId="022935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3D1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A52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Șura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D3A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936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AE58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74DF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C4C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1.570</w:t>
            </w:r>
          </w:p>
        </w:tc>
      </w:tr>
      <w:tr w:rsidR="00C65DDC" w:rsidRPr="00C65DDC" w14:paraId="50A4EA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309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E1B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Grințieș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E57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F52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BC7D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33B7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659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1.571</w:t>
            </w:r>
          </w:p>
        </w:tc>
      </w:tr>
      <w:tr w:rsidR="00C65DDC" w:rsidRPr="00C65DDC" w14:paraId="3471F1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C810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DC5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Grivița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E94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45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2EE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B4B8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5F6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1.572</w:t>
            </w:r>
          </w:p>
        </w:tc>
      </w:tr>
      <w:tr w:rsidR="00C65DDC" w:rsidRPr="00C65DDC" w14:paraId="4A4BF8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92C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589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958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740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B33A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D3C3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C6A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1.573</w:t>
            </w:r>
          </w:p>
        </w:tc>
      </w:tr>
      <w:tr w:rsidR="00C65DDC" w:rsidRPr="00C65DDC" w14:paraId="469B48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24A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F6A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971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BC1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CBFC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A2B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344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1.574</w:t>
            </w:r>
          </w:p>
        </w:tc>
      </w:tr>
      <w:tr w:rsidR="00C65DDC" w:rsidRPr="00C65DDC" w14:paraId="3CA15A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E45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EF9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116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93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0D11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6DD6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DA16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1.575</w:t>
            </w:r>
          </w:p>
        </w:tc>
      </w:tr>
      <w:tr w:rsidR="00C65DDC" w:rsidRPr="00C65DDC" w14:paraId="7785E8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AE9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384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Pârteștii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D46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97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E1A7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474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1B7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1.576</w:t>
            </w:r>
          </w:p>
        </w:tc>
      </w:tr>
      <w:tr w:rsidR="00C65DDC" w:rsidRPr="00C65DDC" w14:paraId="3580D8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62B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E91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Jebel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102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418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1E3D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1FC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919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1.577</w:t>
            </w:r>
          </w:p>
        </w:tc>
      </w:tr>
      <w:tr w:rsidR="00C65DDC" w:rsidRPr="00C65DDC" w14:paraId="490B36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A48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982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F4D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91C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65B1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5E38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3B9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1.578</w:t>
            </w:r>
          </w:p>
        </w:tc>
      </w:tr>
      <w:tr w:rsidR="00C65DDC" w:rsidRPr="00C65DDC" w14:paraId="39DB57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D31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FFE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Dănicei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B8C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5D7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12AD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8959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7B3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1.579</w:t>
            </w:r>
          </w:p>
        </w:tc>
      </w:tr>
      <w:tr w:rsidR="00C65DDC" w:rsidRPr="00C65DDC" w14:paraId="1D77B7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51C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28A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Cetatea de Baltă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883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E0A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35DE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B2E5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862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1.580</w:t>
            </w:r>
          </w:p>
        </w:tc>
      </w:tr>
      <w:tr w:rsidR="00C65DDC" w:rsidRPr="00C65DDC" w14:paraId="6BFB7D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80E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D82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Jamu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A9C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93C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87F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B82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9AA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1.581</w:t>
            </w:r>
          </w:p>
        </w:tc>
      </w:tr>
      <w:tr w:rsidR="00C65DDC" w:rsidRPr="00C65DDC" w14:paraId="0E4BC9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6CE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C90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Sirețel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3E9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CC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F7C5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5745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78A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1.582</w:t>
            </w:r>
          </w:p>
        </w:tc>
      </w:tr>
      <w:tr w:rsidR="00C65DDC" w:rsidRPr="00C65DDC" w14:paraId="63BE2D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FF3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8EE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Râului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45E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4C7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B684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100A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56C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1.583</w:t>
            </w:r>
          </w:p>
        </w:tc>
      </w:tr>
      <w:tr w:rsidR="00C65DDC" w:rsidRPr="00C65DDC" w14:paraId="5C9DF9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BE7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C1B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699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B77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0E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47E0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DBD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1.584</w:t>
            </w:r>
          </w:p>
        </w:tc>
      </w:tr>
      <w:tr w:rsidR="00C65DDC" w:rsidRPr="00C65DDC" w14:paraId="2B480E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4B5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383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Mărului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85A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237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A922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A782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A1B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1.585</w:t>
            </w:r>
          </w:p>
        </w:tc>
      </w:tr>
      <w:tr w:rsidR="00C65DDC" w:rsidRPr="00C65DDC" w14:paraId="435E90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235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F7D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Rotunda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45C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371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C8A6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AC8D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9F2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1.586</w:t>
            </w:r>
          </w:p>
        </w:tc>
      </w:tr>
      <w:tr w:rsidR="00C65DDC" w:rsidRPr="00C65DDC" w14:paraId="6829E6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250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0D2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Sânsimion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EC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39D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3A4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2953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DBE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1.587</w:t>
            </w:r>
          </w:p>
        </w:tc>
      </w:tr>
      <w:tr w:rsidR="00C65DDC" w:rsidRPr="00C65DDC" w14:paraId="46D056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845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EAC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E49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3C4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0E40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D3CE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B40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1.588</w:t>
            </w:r>
          </w:p>
        </w:tc>
      </w:tr>
      <w:tr w:rsidR="00C65DDC" w:rsidRPr="00C65DDC" w14:paraId="7E6B08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085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94C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Mălușteni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3E7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53B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7C7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C808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4A5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1.589</w:t>
            </w:r>
          </w:p>
        </w:tc>
      </w:tr>
      <w:tr w:rsidR="00C65DDC" w:rsidRPr="00C65DDC" w14:paraId="2FC00D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F41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FA3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Trifești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F08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E3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C35F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32F4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C9BF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1.590</w:t>
            </w:r>
          </w:p>
        </w:tc>
      </w:tr>
      <w:tr w:rsidR="00C65DDC" w:rsidRPr="00C65DDC" w14:paraId="51BC0F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362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683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Turulung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82C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DDB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09A8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9D74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462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1.591</w:t>
            </w:r>
          </w:p>
        </w:tc>
      </w:tr>
      <w:tr w:rsidR="00C65DDC" w:rsidRPr="00C65DDC" w14:paraId="5C903F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CE8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AF1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Orașu Nou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00F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F8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710D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3135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438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1.592</w:t>
            </w:r>
          </w:p>
        </w:tc>
      </w:tr>
      <w:tr w:rsidR="00C65DDC" w:rsidRPr="00C65DDC" w14:paraId="4009FF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245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025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Coțofănești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E1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053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EE22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A59A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2FC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1.593</w:t>
            </w:r>
          </w:p>
        </w:tc>
      </w:tr>
      <w:tr w:rsidR="00C65DDC" w:rsidRPr="00C65DDC" w14:paraId="2E01A3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4ED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6FF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F26C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E9A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AEB9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1A99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F89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1.594</w:t>
            </w:r>
          </w:p>
        </w:tc>
      </w:tr>
      <w:tr w:rsidR="00C65DDC" w:rsidRPr="00C65DDC" w14:paraId="66172B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C06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A2E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Cojasca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BF7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BBC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6C34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2EBE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946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1.595</w:t>
            </w:r>
          </w:p>
        </w:tc>
      </w:tr>
      <w:tr w:rsidR="00C65DDC" w:rsidRPr="00C65DDC" w14:paraId="54A8D5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F16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CB5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Sântimbru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945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F59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31B3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C3C0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BF0E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1.596</w:t>
            </w:r>
          </w:p>
        </w:tc>
      </w:tr>
      <w:tr w:rsidR="00C65DDC" w:rsidRPr="00C65DDC" w14:paraId="72B4AC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2AE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1A5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Breasta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B05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CD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EC4D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5D46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92A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1.597</w:t>
            </w:r>
          </w:p>
        </w:tc>
      </w:tr>
      <w:tr w:rsidR="00C65DDC" w:rsidRPr="00C65DDC" w14:paraId="7B1386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66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D07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D88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604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E52D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1520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BED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1.598</w:t>
            </w:r>
          </w:p>
        </w:tc>
      </w:tr>
      <w:tr w:rsidR="00C65DDC" w:rsidRPr="00C65DDC" w14:paraId="2649A7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A47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292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Ilvei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41F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366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9207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297D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E58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1.599</w:t>
            </w:r>
          </w:p>
        </w:tc>
      </w:tr>
      <w:tr w:rsidR="00C65DDC" w:rsidRPr="00C65DDC" w14:paraId="4D8B7A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86B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E6C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Atid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BAB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E02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1520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861D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40E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1.600</w:t>
            </w:r>
          </w:p>
        </w:tc>
      </w:tr>
      <w:tr w:rsidR="00C65DDC" w:rsidRPr="00C65DDC" w14:paraId="661423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497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6A73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Băbăița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818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E6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D4C1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1E89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D55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1.601</w:t>
            </w:r>
          </w:p>
        </w:tc>
      </w:tr>
      <w:tr w:rsidR="00C65DDC" w:rsidRPr="00C65DDC" w14:paraId="778647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730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DF1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Șendreni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4E5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EC8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04CE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7719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D13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1.602</w:t>
            </w:r>
          </w:p>
        </w:tc>
      </w:tr>
      <w:tr w:rsidR="00C65DDC" w:rsidRPr="00C65DDC" w14:paraId="1E607A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4AE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C94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BA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259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4F85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677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239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1.603</w:t>
            </w:r>
          </w:p>
        </w:tc>
      </w:tr>
      <w:tr w:rsidR="00C65DDC" w:rsidRPr="00C65DDC" w14:paraId="4F25F1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ADE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C38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Vețel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6DF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161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285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74BE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4CC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1.604</w:t>
            </w:r>
          </w:p>
        </w:tc>
      </w:tr>
      <w:tr w:rsidR="00C65DDC" w:rsidRPr="00C65DDC" w14:paraId="526079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D0A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AC4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Bozieni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60BA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22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646D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93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BD2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1.605</w:t>
            </w:r>
          </w:p>
        </w:tc>
      </w:tr>
      <w:tr w:rsidR="00C65DDC" w:rsidRPr="00C65DDC" w14:paraId="5B410C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396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B01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Mihail Kogălniceanu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ACB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7FA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56EB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A56B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16A1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1.606</w:t>
            </w:r>
          </w:p>
        </w:tc>
      </w:tr>
      <w:tr w:rsidR="00C65DDC" w:rsidRPr="00C65DDC" w14:paraId="223B52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08F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4CD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FC4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04D3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37D0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5073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510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1.607</w:t>
            </w:r>
          </w:p>
        </w:tc>
      </w:tr>
      <w:tr w:rsidR="00C65DDC" w:rsidRPr="00C65DDC" w14:paraId="57AD72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C58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96F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92B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BE9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0E50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2A93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E47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1.608</w:t>
            </w:r>
          </w:p>
        </w:tc>
      </w:tr>
      <w:tr w:rsidR="00C65DDC" w:rsidRPr="00C65DDC" w14:paraId="62C3F8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79F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16B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Gratia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4F4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489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08D3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A857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392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1.609</w:t>
            </w:r>
          </w:p>
        </w:tc>
      </w:tr>
      <w:tr w:rsidR="00C65DDC" w:rsidRPr="00C65DDC" w14:paraId="126164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BB2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E3D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Țuglui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95F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D6F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6F33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26C6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AAA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1.610</w:t>
            </w:r>
          </w:p>
        </w:tc>
      </w:tr>
      <w:tr w:rsidR="00C65DDC" w:rsidRPr="00C65DDC" w14:paraId="36ED81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532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037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140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2DB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4C35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BD4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5A6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1.611</w:t>
            </w:r>
          </w:p>
        </w:tc>
      </w:tr>
      <w:tr w:rsidR="00C65DDC" w:rsidRPr="00C65DDC" w14:paraId="2E3EDE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8B8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EDD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Sântămăria-Orlea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015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8538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D945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4002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56D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1.612</w:t>
            </w:r>
          </w:p>
        </w:tc>
      </w:tr>
      <w:tr w:rsidR="00C65DDC" w:rsidRPr="00C65DDC" w14:paraId="5E9D38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F31F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C1F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Cungrea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32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BE3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1AD4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5D7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565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1.613</w:t>
            </w:r>
          </w:p>
        </w:tc>
      </w:tr>
      <w:tr w:rsidR="00C65DDC" w:rsidRPr="00C65DDC" w14:paraId="560A20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1AB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FD1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CEF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EF5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A089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A12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F4B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1.614</w:t>
            </w:r>
          </w:p>
        </w:tc>
      </w:tr>
      <w:tr w:rsidR="00C65DDC" w:rsidRPr="00C65DDC" w14:paraId="182A4B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8E6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1F8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Vașcău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49E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46E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162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427C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31B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1.615</w:t>
            </w:r>
          </w:p>
        </w:tc>
      </w:tr>
      <w:tr w:rsidR="00C65DDC" w:rsidRPr="00C65DDC" w14:paraId="234AFC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DF5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C2F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Stejaru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6A2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9A3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E941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958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81D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1.616</w:t>
            </w:r>
          </w:p>
        </w:tc>
      </w:tr>
      <w:tr w:rsidR="00C65DDC" w:rsidRPr="00C65DDC" w14:paraId="072D1B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9AA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5B2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Gavojdia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B2F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B57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F0EA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6268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1E0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1.617</w:t>
            </w:r>
          </w:p>
        </w:tc>
      </w:tr>
      <w:tr w:rsidR="00C65DDC" w:rsidRPr="00C65DDC" w14:paraId="6CE4D0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224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F3B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Ceahlău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ED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94F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E1B2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7C5F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585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1.618</w:t>
            </w:r>
          </w:p>
        </w:tc>
      </w:tr>
      <w:tr w:rsidR="00C65DDC" w:rsidRPr="00C65DDC" w14:paraId="6B5542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F1F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4C1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E58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464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E884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F53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167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1.619</w:t>
            </w:r>
          </w:p>
        </w:tc>
      </w:tr>
      <w:tr w:rsidR="00C65DDC" w:rsidRPr="00C65DDC" w14:paraId="7C49AF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76D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F6B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Gorban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98C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159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E2C8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26A8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094F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1.620</w:t>
            </w:r>
          </w:p>
        </w:tc>
      </w:tr>
      <w:tr w:rsidR="00C65DDC" w:rsidRPr="00C65DDC" w14:paraId="02AACD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C35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00B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Războieni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49D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B76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5930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9991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CD8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1.621</w:t>
            </w:r>
          </w:p>
        </w:tc>
      </w:tr>
      <w:tr w:rsidR="00C65DDC" w:rsidRPr="00C65DDC" w14:paraId="5CD85A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853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ADE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Vârteșcoiu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4A1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078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C64C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6E8D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344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1.622</w:t>
            </w:r>
          </w:p>
        </w:tc>
      </w:tr>
      <w:tr w:rsidR="00C65DDC" w:rsidRPr="00C65DDC" w14:paraId="6077F7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9B6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62F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4FC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8A9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2FE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E7A2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5B6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1.623</w:t>
            </w:r>
          </w:p>
        </w:tc>
      </w:tr>
      <w:tr w:rsidR="00C65DDC" w:rsidRPr="00C65DDC" w14:paraId="60D7E7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1E0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16F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3EC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EA6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0D3E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1C8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DEB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1.624</w:t>
            </w:r>
          </w:p>
        </w:tc>
      </w:tr>
      <w:tr w:rsidR="00C65DDC" w:rsidRPr="00C65DDC" w14:paraId="662B93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312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788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Rediu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9E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CEA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758E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EC8A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CDC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1.625</w:t>
            </w:r>
          </w:p>
        </w:tc>
      </w:tr>
      <w:tr w:rsidR="00C65DDC" w:rsidRPr="00C65DDC" w14:paraId="257E96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557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FB1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Văgiulești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81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0DB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1CB1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C94A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797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1.626</w:t>
            </w:r>
          </w:p>
        </w:tc>
      </w:tr>
      <w:tr w:rsidR="00C65DDC" w:rsidRPr="00C65DDC" w14:paraId="3BC008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446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EAF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Murighiol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DA6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CEA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8F6B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2A81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BD2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1.627</w:t>
            </w:r>
          </w:p>
        </w:tc>
      </w:tr>
      <w:tr w:rsidR="00C65DDC" w:rsidRPr="00C65DDC" w14:paraId="4776AE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E9B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087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Bethausen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8E3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2E8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C10A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BBB8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68C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1.628</w:t>
            </w:r>
          </w:p>
        </w:tc>
      </w:tr>
      <w:tr w:rsidR="00C65DDC" w:rsidRPr="00C65DDC" w14:paraId="39E2D5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1D2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5CE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Iașului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0D1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89E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D53B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5BA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197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1.629</w:t>
            </w:r>
          </w:p>
        </w:tc>
      </w:tr>
      <w:tr w:rsidR="00C65DDC" w:rsidRPr="00C65DDC" w14:paraId="0E2295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926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2EC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Călățele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3DA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6F0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B0B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C4A2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B76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1.630</w:t>
            </w:r>
          </w:p>
        </w:tc>
      </w:tr>
      <w:tr w:rsidR="00C65DDC" w:rsidRPr="00C65DDC" w14:paraId="054531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813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CA0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8FF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09B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7644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2B5E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FF7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1.631</w:t>
            </w:r>
          </w:p>
        </w:tc>
      </w:tr>
      <w:tr w:rsidR="00C65DDC" w:rsidRPr="00C65DDC" w14:paraId="4BCD68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BC4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D4ED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399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22B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F9BE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0114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C56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1.632</w:t>
            </w:r>
          </w:p>
        </w:tc>
      </w:tr>
      <w:tr w:rsidR="00C65DDC" w:rsidRPr="00C65DDC" w14:paraId="33CC19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CDF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687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Tăcuta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D7DA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35F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B57C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E22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C35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1.633</w:t>
            </w:r>
          </w:p>
        </w:tc>
      </w:tr>
      <w:tr w:rsidR="00C65DDC" w:rsidRPr="00C65DDC" w14:paraId="759385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A2A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A47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Cepari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7CF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614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9DD1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78B3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920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1.634</w:t>
            </w:r>
          </w:p>
        </w:tc>
      </w:tr>
      <w:tr w:rsidR="00C65DDC" w:rsidRPr="00C65DDC" w14:paraId="4E6482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273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8D2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Săhăteni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19A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031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D88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623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7F6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1.635</w:t>
            </w:r>
          </w:p>
        </w:tc>
      </w:tr>
      <w:tr w:rsidR="00C65DDC" w:rsidRPr="00C65DDC" w14:paraId="71C3F0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0C3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83A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Arefu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E917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0DF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CC93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3875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FFF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1.636</w:t>
            </w:r>
          </w:p>
        </w:tc>
      </w:tr>
      <w:tr w:rsidR="00C65DDC" w:rsidRPr="00C65DDC" w14:paraId="0519E5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87D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F639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Pojorâta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15B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D22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B850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07BB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127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1.637</w:t>
            </w:r>
          </w:p>
        </w:tc>
      </w:tr>
      <w:tr w:rsidR="00C65DDC" w:rsidRPr="00C65DDC" w14:paraId="7AEBA1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D27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B37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Curtuișeni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5B8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247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88BE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0B29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FA00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1.638</w:t>
            </w:r>
          </w:p>
        </w:tc>
      </w:tr>
      <w:tr w:rsidR="00C65DDC" w:rsidRPr="00C65DDC" w14:paraId="1FBFBC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084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D12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Șieu-Măgheruș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CBE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59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6AD7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E31E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812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1.639</w:t>
            </w:r>
          </w:p>
        </w:tc>
      </w:tr>
      <w:tr w:rsidR="00C65DDC" w:rsidRPr="00C65DDC" w14:paraId="22DDFF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31B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21A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Blândești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7B9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44F1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ED6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8EE8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83D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1.640</w:t>
            </w:r>
          </w:p>
        </w:tc>
      </w:tr>
      <w:tr w:rsidR="00C65DDC" w:rsidRPr="00C65DDC" w14:paraId="3A49FF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CAA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E68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B3C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6CC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094A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E82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58C3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1.641</w:t>
            </w:r>
          </w:p>
        </w:tc>
      </w:tr>
      <w:tr w:rsidR="00C65DDC" w:rsidRPr="00C65DDC" w14:paraId="0BEC4A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8BB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F8B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Muntenii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A5F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2DB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89A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108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5B7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1.642</w:t>
            </w:r>
          </w:p>
        </w:tc>
      </w:tr>
      <w:tr w:rsidR="00C65DDC" w:rsidRPr="00C65DDC" w14:paraId="50EEE8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3EC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81D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Stâlpu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5C8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25C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9230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53F0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CF2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1.643</w:t>
            </w:r>
          </w:p>
        </w:tc>
      </w:tr>
      <w:tr w:rsidR="00C65DDC" w:rsidRPr="00C65DDC" w14:paraId="31CCC4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46D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356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Șpring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134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1D3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363D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E313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301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1.644</w:t>
            </w:r>
          </w:p>
        </w:tc>
      </w:tr>
      <w:tr w:rsidR="00C65DDC" w:rsidRPr="00C65DDC" w14:paraId="200B9B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8DF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F3A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AF2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FEBD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B415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B01C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09E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1.645</w:t>
            </w:r>
          </w:p>
        </w:tc>
      </w:tr>
      <w:tr w:rsidR="00C65DDC" w:rsidRPr="00C65DDC" w14:paraId="15EF12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636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41E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2CC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D6D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3439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9F8D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C5F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1.646</w:t>
            </w:r>
          </w:p>
        </w:tc>
      </w:tr>
      <w:tr w:rsidR="00C65DDC" w:rsidRPr="00C65DDC" w14:paraId="52FF51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FCC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19E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Cizer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6A83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0CC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520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BB25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541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1.647</w:t>
            </w:r>
          </w:p>
        </w:tc>
      </w:tr>
      <w:tr w:rsidR="00C65DDC" w:rsidRPr="00C65DDC" w14:paraId="208A5A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5C2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133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Victor Vlad Delamarina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CF1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0C6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CD0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ED41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DEC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1.648</w:t>
            </w:r>
          </w:p>
        </w:tc>
      </w:tr>
      <w:tr w:rsidR="00C65DDC" w:rsidRPr="00C65DDC" w14:paraId="1F403A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69C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5BD2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Foltești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276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9EB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6E64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EB4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2D8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1.649</w:t>
            </w:r>
          </w:p>
        </w:tc>
      </w:tr>
      <w:tr w:rsidR="00C65DDC" w:rsidRPr="00C65DDC" w14:paraId="016479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4F5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C2A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Oarja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6FE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C5E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846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C54C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2E1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1.650</w:t>
            </w:r>
          </w:p>
        </w:tc>
      </w:tr>
      <w:tr w:rsidR="00C65DDC" w:rsidRPr="00C65DDC" w14:paraId="13B0DF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E61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0A5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85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EBE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40B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DA5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242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1.651</w:t>
            </w:r>
          </w:p>
        </w:tc>
      </w:tr>
      <w:tr w:rsidR="00C65DDC" w:rsidRPr="00C65DDC" w14:paraId="5CCBAD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545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012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52C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569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2F47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CE56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AA9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1.652</w:t>
            </w:r>
          </w:p>
        </w:tc>
      </w:tr>
      <w:tr w:rsidR="00C65DDC" w:rsidRPr="00C65DDC" w14:paraId="580361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DAD7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825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Borăscu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482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427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ED40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D9EE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0BB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1.653</w:t>
            </w:r>
          </w:p>
        </w:tc>
      </w:tr>
      <w:tr w:rsidR="00C65DDC" w:rsidRPr="00C65DDC" w14:paraId="047397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DCB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610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86B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56D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DC97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9AE5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45F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1.654</w:t>
            </w:r>
          </w:p>
        </w:tc>
      </w:tr>
      <w:tr w:rsidR="00C65DDC" w:rsidRPr="00C65DDC" w14:paraId="118CCF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675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529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Izei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07F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7D6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36AA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3DF4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319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1.655</w:t>
            </w:r>
          </w:p>
        </w:tc>
      </w:tr>
      <w:tr w:rsidR="00C65DDC" w:rsidRPr="00C65DDC" w14:paraId="4A6A1E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8D5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BCB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Făurei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CE5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30DE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CEC5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8E43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3D9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1.656</w:t>
            </w:r>
          </w:p>
        </w:tc>
      </w:tr>
      <w:tr w:rsidR="00C65DDC" w:rsidRPr="00C65DDC" w14:paraId="338D39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724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017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Tupilați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391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56B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BEB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B68F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958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1.657</w:t>
            </w:r>
          </w:p>
        </w:tc>
      </w:tr>
      <w:tr w:rsidR="00C65DDC" w:rsidRPr="00C65DDC" w14:paraId="5D326A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08A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3A7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Miheșu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B44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B72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4250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1973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8A2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1.658</w:t>
            </w:r>
          </w:p>
        </w:tc>
      </w:tr>
      <w:tr w:rsidR="00C65DDC" w:rsidRPr="00C65DDC" w14:paraId="13B629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6BC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C01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Nistorești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07D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57F3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2171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0D7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7F3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1.659</w:t>
            </w:r>
          </w:p>
        </w:tc>
      </w:tr>
      <w:tr w:rsidR="00C65DDC" w:rsidRPr="00C65DDC" w14:paraId="6E6E7C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F95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A3C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Brodina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A4F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BB45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6E67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8E3A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93C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1.660</w:t>
            </w:r>
          </w:p>
        </w:tc>
      </w:tr>
      <w:tr w:rsidR="00C65DDC" w:rsidRPr="00C65DDC" w14:paraId="0A3B6A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D1E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CFA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Focuri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3B8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FAD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9277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0A00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D1A8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1.661</w:t>
            </w:r>
          </w:p>
        </w:tc>
      </w:tr>
      <w:tr w:rsidR="00C65DDC" w:rsidRPr="00C65DDC" w14:paraId="425AC1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32C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C8E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Crângurile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ACB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69D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0645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92D7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673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1.662</w:t>
            </w:r>
          </w:p>
        </w:tc>
      </w:tr>
      <w:tr w:rsidR="00C65DDC" w:rsidRPr="00C65DDC" w14:paraId="6B230C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1CA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3FF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Gornet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42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88F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650E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F542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746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1.663</w:t>
            </w:r>
          </w:p>
        </w:tc>
      </w:tr>
      <w:tr w:rsidR="00C65DDC" w:rsidRPr="00C65DDC" w14:paraId="00709D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691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471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Cămărașu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25B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AF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78FE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3CC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6DB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1.664</w:t>
            </w:r>
          </w:p>
        </w:tc>
      </w:tr>
      <w:tr w:rsidR="00C65DDC" w:rsidRPr="00C65DDC" w14:paraId="488E09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B93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8FF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98F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00B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0376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D712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6C1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1.665</w:t>
            </w:r>
          </w:p>
        </w:tc>
      </w:tr>
      <w:tr w:rsidR="00C65DDC" w:rsidRPr="00C65DDC" w14:paraId="30AAD9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BB2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80C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Bughea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5D3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975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A8C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52A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1D8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1.666</w:t>
            </w:r>
          </w:p>
        </w:tc>
      </w:tr>
      <w:tr w:rsidR="00C65DDC" w:rsidRPr="00C65DDC" w14:paraId="79B81D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1D9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42C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Carașova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745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303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8A3A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F36D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BBE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1.667</w:t>
            </w:r>
          </w:p>
        </w:tc>
      </w:tr>
      <w:tr w:rsidR="00C65DDC" w:rsidRPr="00C65DDC" w14:paraId="2C54D0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5556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36C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424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577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8110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70EC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085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1.668</w:t>
            </w:r>
          </w:p>
        </w:tc>
      </w:tr>
      <w:tr w:rsidR="00C65DDC" w:rsidRPr="00C65DDC" w14:paraId="5D8ACE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447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A7A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55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1DF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12CE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7D45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006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1.669</w:t>
            </w:r>
          </w:p>
        </w:tc>
      </w:tr>
      <w:tr w:rsidR="00C65DDC" w:rsidRPr="00C65DDC" w14:paraId="0D5182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368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C62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EC7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98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C34E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5E4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1CF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1.670</w:t>
            </w:r>
          </w:p>
        </w:tc>
      </w:tr>
      <w:tr w:rsidR="00C65DDC" w:rsidRPr="00C65DDC" w14:paraId="7FDE64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229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7DA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Dărăști-Ilfov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4AB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240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340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3636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5F1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1.671</w:t>
            </w:r>
          </w:p>
        </w:tc>
      </w:tr>
      <w:tr w:rsidR="00C65DDC" w:rsidRPr="00C65DDC" w14:paraId="380911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2F2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F03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290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622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AFFE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C77E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AB6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1.672</w:t>
            </w:r>
          </w:p>
        </w:tc>
      </w:tr>
      <w:tr w:rsidR="00C65DDC" w:rsidRPr="00C65DDC" w14:paraId="48897F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331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66C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E62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F81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1D48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805F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355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1.673</w:t>
            </w:r>
          </w:p>
        </w:tc>
      </w:tr>
      <w:tr w:rsidR="00C65DDC" w:rsidRPr="00C65DDC" w14:paraId="252C1E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2BB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2E0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A30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31A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3BD7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CAC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16B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1.674</w:t>
            </w:r>
          </w:p>
        </w:tc>
      </w:tr>
      <w:tr w:rsidR="00C65DDC" w:rsidRPr="00C65DDC" w14:paraId="304899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9EB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372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Uileacu de Beiuș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65B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7E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5E6C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6BE0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2E4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1.675</w:t>
            </w:r>
          </w:p>
        </w:tc>
      </w:tr>
      <w:tr w:rsidR="00C65DDC" w:rsidRPr="00C65DDC" w14:paraId="295122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4B0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93F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Șcheia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3F4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000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6D3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7AC7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EBF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1.676</w:t>
            </w:r>
          </w:p>
        </w:tc>
      </w:tr>
      <w:tr w:rsidR="00C65DDC" w:rsidRPr="00C65DDC" w14:paraId="4B7B22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C82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967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Huruiești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47F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88A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829F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3E59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546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1.677</w:t>
            </w:r>
          </w:p>
        </w:tc>
      </w:tr>
      <w:tr w:rsidR="00C65DDC" w:rsidRPr="00C65DDC" w14:paraId="1EEC27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4D9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B74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Ciobanu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AC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83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9CF4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6866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25A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1.678</w:t>
            </w:r>
          </w:p>
        </w:tc>
      </w:tr>
      <w:tr w:rsidR="00C65DDC" w:rsidRPr="00C65DDC" w14:paraId="3D7700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4AC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E73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Daia Română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A25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488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F11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2362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8CB1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1.679</w:t>
            </w:r>
          </w:p>
        </w:tc>
      </w:tr>
      <w:tr w:rsidR="00C65DDC" w:rsidRPr="00C65DDC" w14:paraId="4863B2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AAB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63E4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4C4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7A1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CA8F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F77D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294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1.680</w:t>
            </w:r>
          </w:p>
        </w:tc>
      </w:tr>
      <w:tr w:rsidR="00C65DDC" w:rsidRPr="00C65DDC" w14:paraId="057FA8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2AD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D27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5C4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2BD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6B1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EAB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9C9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1.681</w:t>
            </w:r>
          </w:p>
        </w:tc>
      </w:tr>
      <w:tr w:rsidR="00C65DDC" w:rsidRPr="00C65DDC" w14:paraId="43D6B0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F6A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547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Burila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971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6C8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7931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7176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CBF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1.682</w:t>
            </w:r>
          </w:p>
        </w:tc>
      </w:tr>
      <w:tr w:rsidR="00C65DDC" w:rsidRPr="00C65DDC" w14:paraId="0C3794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824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AE2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Fârliug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7D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A18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6DFA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2BC7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555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1.683</w:t>
            </w:r>
          </w:p>
        </w:tc>
      </w:tr>
      <w:tr w:rsidR="00C65DDC" w:rsidRPr="00C65DDC" w14:paraId="59CDB2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3D0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111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Curățele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6D5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B74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E4BB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F8B2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B66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1.684</w:t>
            </w:r>
          </w:p>
        </w:tc>
      </w:tr>
      <w:tr w:rsidR="00C65DDC" w:rsidRPr="00C65DDC" w14:paraId="18C63C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689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DF3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Chețani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B162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D82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F374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D238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3BA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1.685</w:t>
            </w:r>
          </w:p>
        </w:tc>
      </w:tr>
      <w:tr w:rsidR="00C65DDC" w:rsidRPr="00C65DDC" w14:paraId="16EF18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74C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AF3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Sânmărtin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1CD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1B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3178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E05A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222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1.686</w:t>
            </w:r>
          </w:p>
        </w:tc>
      </w:tr>
      <w:tr w:rsidR="00C65DDC" w:rsidRPr="00C65DDC" w14:paraId="717123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6C2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0F8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Răbăgani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5A8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A1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640F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1E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C2E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1.687</w:t>
            </w:r>
          </w:p>
        </w:tc>
      </w:tr>
      <w:tr w:rsidR="00C65DDC" w:rsidRPr="00C65DDC" w14:paraId="482BB8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6D5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E99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 Doja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2EA9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873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1980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739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B06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1.688</w:t>
            </w:r>
          </w:p>
        </w:tc>
      </w:tr>
      <w:tr w:rsidR="00C65DDC" w:rsidRPr="00C65DDC" w14:paraId="471B88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A1A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2E7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Sânpetru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974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329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D283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06D6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3C0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1.689</w:t>
            </w:r>
          </w:p>
        </w:tc>
      </w:tr>
      <w:tr w:rsidR="00C65DDC" w:rsidRPr="00C65DDC" w14:paraId="564E26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1A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18B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8F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22A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5D2E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D75B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708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1.690</w:t>
            </w:r>
          </w:p>
        </w:tc>
      </w:tr>
      <w:tr w:rsidR="00C65DDC" w:rsidRPr="00C65DDC" w14:paraId="28511D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690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5EC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Boldur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484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DA0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892F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F9B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946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1.691</w:t>
            </w:r>
          </w:p>
        </w:tc>
      </w:tr>
      <w:tr w:rsidR="00C65DDC" w:rsidRPr="00C65DDC" w14:paraId="1B3422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7ED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F13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Unirea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B2D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01F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6F59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CC3F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FCA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1.692</w:t>
            </w:r>
          </w:p>
        </w:tc>
      </w:tr>
      <w:tr w:rsidR="00C65DDC" w:rsidRPr="00C65DDC" w14:paraId="4FEDA9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0E2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A10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Bordei Verde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91E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2DE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1D6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0EC3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F5A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1.693</w:t>
            </w:r>
          </w:p>
        </w:tc>
      </w:tr>
      <w:tr w:rsidR="00C65DDC" w:rsidRPr="00C65DDC" w14:paraId="49823E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7BD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F4D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AE1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8E3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C42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6139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A23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1.694</w:t>
            </w:r>
          </w:p>
        </w:tc>
      </w:tr>
      <w:tr w:rsidR="00C65DDC" w:rsidRPr="00C65DDC" w14:paraId="54FD0F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A06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360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Necșești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651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46D7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D8EE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3F02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BA4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1.695</w:t>
            </w:r>
          </w:p>
        </w:tc>
      </w:tr>
      <w:tr w:rsidR="00C65DDC" w:rsidRPr="00C65DDC" w14:paraId="7065A2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13D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3CC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DA9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3E0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F877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F9E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BDB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1.696</w:t>
            </w:r>
          </w:p>
        </w:tc>
      </w:tr>
      <w:tr w:rsidR="00C65DDC" w:rsidRPr="00C65DDC" w14:paraId="386236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1801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76A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Studina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27A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097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6DD7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F374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BC93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1.697</w:t>
            </w:r>
          </w:p>
        </w:tc>
      </w:tr>
      <w:tr w:rsidR="00C65DDC" w:rsidRPr="00C65DDC" w14:paraId="0971E2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868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73D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Gottlob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C04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DA0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64D9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0A1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C29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1.698</w:t>
            </w:r>
          </w:p>
        </w:tc>
      </w:tr>
      <w:tr w:rsidR="00C65DDC" w:rsidRPr="00C65DDC" w14:paraId="42884E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E2C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0F5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Pungești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03E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B5A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4FCF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93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D1D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1.699</w:t>
            </w:r>
          </w:p>
        </w:tc>
      </w:tr>
      <w:tr w:rsidR="00C65DDC" w:rsidRPr="00C65DDC" w14:paraId="21E865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506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305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6F6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EF7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5B01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620A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FB9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1.700</w:t>
            </w:r>
          </w:p>
        </w:tc>
      </w:tr>
      <w:tr w:rsidR="00C65DDC" w:rsidRPr="00C65DDC" w14:paraId="1447F5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765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990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Bumbești-Pițic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320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08E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3A86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469A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3A0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1.701</w:t>
            </w:r>
          </w:p>
        </w:tc>
      </w:tr>
      <w:tr w:rsidR="00C65DDC" w:rsidRPr="00C65DDC" w14:paraId="5020A0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084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383D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Orodel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BF7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449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B290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56E5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34F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1.702</w:t>
            </w:r>
          </w:p>
        </w:tc>
      </w:tr>
      <w:tr w:rsidR="00C65DDC" w:rsidRPr="00C65DDC" w14:paraId="2366A4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888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E93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Mădăras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9EA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363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4F70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A8C6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A4A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1.703</w:t>
            </w:r>
          </w:p>
        </w:tc>
      </w:tr>
      <w:tr w:rsidR="00C65DDC" w:rsidRPr="00C65DDC" w14:paraId="60BDB5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E4A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BDF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649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679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C066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82D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B29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1.704</w:t>
            </w:r>
          </w:p>
        </w:tc>
      </w:tr>
      <w:tr w:rsidR="00C65DDC" w:rsidRPr="00C65DDC" w14:paraId="1F9F1D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290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D9E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Urzicuța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D52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44A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E199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C6D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F8D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1.705</w:t>
            </w:r>
          </w:p>
        </w:tc>
      </w:tr>
      <w:tr w:rsidR="00C65DDC" w:rsidRPr="00C65DDC" w14:paraId="1FE278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237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90F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26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387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733C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DF41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59D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1.706</w:t>
            </w:r>
          </w:p>
        </w:tc>
      </w:tr>
      <w:tr w:rsidR="00C65DDC" w:rsidRPr="00C65DDC" w14:paraId="5572F1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4F4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1C1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Chirnogeni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3000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D37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27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05E4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9BC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1.707</w:t>
            </w:r>
          </w:p>
        </w:tc>
      </w:tr>
      <w:tr w:rsidR="00C65DDC" w:rsidRPr="00C65DDC" w14:paraId="6BD03C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9A19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C742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206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220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366B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BC72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0D1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1.708</w:t>
            </w:r>
          </w:p>
        </w:tc>
      </w:tr>
      <w:tr w:rsidR="00C65DDC" w:rsidRPr="00C65DDC" w14:paraId="4B3ED1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337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B33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161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1B0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0076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D8C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455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1.709</w:t>
            </w:r>
          </w:p>
        </w:tc>
      </w:tr>
      <w:tr w:rsidR="00C65DDC" w:rsidRPr="00C65DDC" w14:paraId="09E6B9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07A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587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Sânpaul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4EC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19C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A293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0DB6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0FD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1.710</w:t>
            </w:r>
          </w:p>
        </w:tc>
      </w:tr>
      <w:tr w:rsidR="00C65DDC" w:rsidRPr="00C65DDC" w14:paraId="403D50E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A19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312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Strugari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820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EC6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84F1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2172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416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1.711</w:t>
            </w:r>
          </w:p>
        </w:tc>
      </w:tr>
      <w:tr w:rsidR="00C65DDC" w:rsidRPr="00C65DDC" w14:paraId="79283E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653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92E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Lucieni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CB2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78A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DA03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D5A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618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1.712</w:t>
            </w:r>
          </w:p>
        </w:tc>
      </w:tr>
      <w:tr w:rsidR="00C65DDC" w:rsidRPr="00C65DDC" w14:paraId="0BF538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048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9E6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68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38B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5D7E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BEA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7F3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1.713</w:t>
            </w:r>
          </w:p>
        </w:tc>
      </w:tr>
      <w:tr w:rsidR="00C65DDC" w:rsidRPr="00C65DDC" w14:paraId="40BFC2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614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E71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Cicârlău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04F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198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8B09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0004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D42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1.714</w:t>
            </w:r>
          </w:p>
        </w:tc>
      </w:tr>
      <w:tr w:rsidR="00C65DDC" w:rsidRPr="00C65DDC" w14:paraId="7BB4F8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2B7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6B69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Morteni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F3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FAD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16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FB9A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8AC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1.715</w:t>
            </w:r>
          </w:p>
        </w:tc>
      </w:tr>
      <w:tr w:rsidR="00C65DDC" w:rsidRPr="00C65DDC" w14:paraId="11C9F2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2EC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AB1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Siculeni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19F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053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B428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9371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588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1.716</w:t>
            </w:r>
          </w:p>
        </w:tc>
      </w:tr>
      <w:tr w:rsidR="00C65DDC" w:rsidRPr="00C65DDC" w14:paraId="3753E1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874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91C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Scărișoara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749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89D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53E6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BCAE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722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1.717</w:t>
            </w:r>
          </w:p>
        </w:tc>
      </w:tr>
      <w:tr w:rsidR="00C65DDC" w:rsidRPr="00C65DDC" w14:paraId="79D0D5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83B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6F7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Deveselu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A24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479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F753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5DD4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C3F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1.718</w:t>
            </w:r>
          </w:p>
        </w:tc>
      </w:tr>
      <w:tr w:rsidR="00C65DDC" w:rsidRPr="00C65DDC" w14:paraId="5B6B4D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D56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E8D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EF8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CFC7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3471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F74A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6B9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1.719</w:t>
            </w:r>
          </w:p>
        </w:tc>
      </w:tr>
      <w:tr w:rsidR="00C65DDC" w:rsidRPr="00C65DDC" w14:paraId="60F17C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9440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9AE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8C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D79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FEC9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8096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BC8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1.720</w:t>
            </w:r>
          </w:p>
        </w:tc>
      </w:tr>
      <w:tr w:rsidR="00C65DDC" w:rsidRPr="00C65DDC" w14:paraId="3BA0D7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D21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2EB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D09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2D1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8DA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9083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12A7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1.721</w:t>
            </w:r>
          </w:p>
        </w:tc>
      </w:tr>
      <w:tr w:rsidR="00C65DDC" w:rsidRPr="00C65DDC" w14:paraId="698D53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6E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51A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4B8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A53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8767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97C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81A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1.722</w:t>
            </w:r>
          </w:p>
        </w:tc>
      </w:tr>
      <w:tr w:rsidR="00C65DDC" w:rsidRPr="00C65DDC" w14:paraId="700EC9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D10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0FC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B9E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B3F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CDD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9C04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5E6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1.723</w:t>
            </w:r>
          </w:p>
        </w:tc>
      </w:tr>
      <w:tr w:rsidR="00C65DDC" w:rsidRPr="00C65DDC" w14:paraId="4AA866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122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7B8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74E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52B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EFF7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EFC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460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1.724</w:t>
            </w:r>
          </w:p>
        </w:tc>
      </w:tr>
      <w:tr w:rsidR="00C65DDC" w:rsidRPr="00C65DDC" w14:paraId="01F5FE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08E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7E2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Epureni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A89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BA6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E566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9540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AD2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1.725</w:t>
            </w:r>
          </w:p>
        </w:tc>
      </w:tr>
      <w:tr w:rsidR="00C65DDC" w:rsidRPr="00C65DDC" w14:paraId="545F95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37C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F50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Pomârla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FC1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3A6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C85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F4A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969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1.726</w:t>
            </w:r>
          </w:p>
        </w:tc>
      </w:tr>
      <w:tr w:rsidR="00C65DDC" w:rsidRPr="00C65DDC" w14:paraId="19FAC1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F352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2A1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283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AFD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BFB7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F9A4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E56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1.727</w:t>
            </w:r>
          </w:p>
        </w:tc>
      </w:tr>
      <w:tr w:rsidR="00C65DDC" w:rsidRPr="00C65DDC" w14:paraId="1C2A38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13D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F35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Coarnele Caprei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091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B2C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8FD0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3FDF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13D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1.728</w:t>
            </w:r>
          </w:p>
        </w:tc>
      </w:tr>
      <w:tr w:rsidR="00C65DDC" w:rsidRPr="00C65DDC" w14:paraId="0164BF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813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1E9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Sălătrucel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881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D23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180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8D68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287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1.729</w:t>
            </w:r>
          </w:p>
        </w:tc>
      </w:tr>
      <w:tr w:rsidR="00C65DDC" w:rsidRPr="00C65DDC" w14:paraId="344BD5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62F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535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Ileanda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CD1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D22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4F86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F3C7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424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1.730</w:t>
            </w:r>
          </w:p>
        </w:tc>
      </w:tr>
      <w:tr w:rsidR="00C65DDC" w:rsidRPr="00C65DDC" w14:paraId="307503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8D5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95B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Desești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29D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8AA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8729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4056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53D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1.731</w:t>
            </w:r>
          </w:p>
        </w:tc>
      </w:tr>
      <w:tr w:rsidR="00C65DDC" w:rsidRPr="00C65DDC" w14:paraId="279C1C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C95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CC1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Dorna Candrenilor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161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159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8EA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492F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A7D7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1.732</w:t>
            </w:r>
          </w:p>
        </w:tc>
      </w:tr>
      <w:tr w:rsidR="00C65DDC" w:rsidRPr="00C65DDC" w14:paraId="682358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C95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2AB4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39A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848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6D6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DFE2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F17B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1.733</w:t>
            </w:r>
          </w:p>
        </w:tc>
      </w:tr>
      <w:tr w:rsidR="00C65DDC" w:rsidRPr="00C65DDC" w14:paraId="21FCD64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F6A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7F34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84E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54B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B1CF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66AE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67A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1.734</w:t>
            </w:r>
          </w:p>
        </w:tc>
      </w:tr>
      <w:tr w:rsidR="00C65DDC" w:rsidRPr="00C65DDC" w14:paraId="450C46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4F9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4A4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573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201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3213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1B88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F94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1.735</w:t>
            </w:r>
          </w:p>
        </w:tc>
      </w:tr>
      <w:tr w:rsidR="00C65DDC" w:rsidRPr="00C65DDC" w14:paraId="10A988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E08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A73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 Bârzii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20F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C2C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1AAB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1F54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8A3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1.736</w:t>
            </w:r>
          </w:p>
        </w:tc>
      </w:tr>
      <w:tr w:rsidR="00C65DDC" w:rsidRPr="00C65DDC" w14:paraId="7D81A6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837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0DB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Ilva Mică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71DA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DD02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A80D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077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857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1.737</w:t>
            </w:r>
          </w:p>
        </w:tc>
      </w:tr>
      <w:tr w:rsidR="00C65DDC" w:rsidRPr="00C65DDC" w14:paraId="42C3C9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E8A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205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C50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A6E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3AEF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07DA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83A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1.738</w:t>
            </w:r>
          </w:p>
        </w:tc>
      </w:tr>
      <w:tr w:rsidR="00C65DDC" w:rsidRPr="00C65DDC" w14:paraId="4E6288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1729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2C8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Cazasu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4A7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988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35A8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8B64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467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1.739</w:t>
            </w:r>
          </w:p>
        </w:tc>
      </w:tr>
      <w:tr w:rsidR="00C65DDC" w:rsidRPr="00C65DDC" w14:paraId="25A271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47A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28F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Butoiești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B14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40E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27C6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F33C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AA7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1.740</w:t>
            </w:r>
          </w:p>
        </w:tc>
      </w:tr>
      <w:tr w:rsidR="00C65DDC" w:rsidRPr="00C65DDC" w14:paraId="3A79A3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56E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C8C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966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918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59B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B2D6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702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1.741</w:t>
            </w:r>
          </w:p>
        </w:tc>
      </w:tr>
      <w:tr w:rsidR="00C65DDC" w:rsidRPr="00C65DDC" w14:paraId="6F135A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C74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71D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Boldești-Gradiștea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9E8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E54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9F83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116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4B7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1.742</w:t>
            </w:r>
          </w:p>
        </w:tc>
      </w:tr>
      <w:tr w:rsidR="00C65DDC" w:rsidRPr="00C65DDC" w14:paraId="0F8395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5AA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6B7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Abram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A05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7AB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ABC1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1F7F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9A7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1.743</w:t>
            </w:r>
          </w:p>
        </w:tc>
      </w:tr>
      <w:tr w:rsidR="00C65DDC" w:rsidRPr="00C65DDC" w14:paraId="749FA5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847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6F6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D08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7DA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549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857B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0D5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1.744</w:t>
            </w:r>
          </w:p>
        </w:tc>
      </w:tr>
      <w:tr w:rsidR="00C65DDC" w:rsidRPr="00C65DDC" w14:paraId="0140F9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A70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A772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Mavrodin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5D9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81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7D32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023D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893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1.745</w:t>
            </w:r>
          </w:p>
        </w:tc>
      </w:tr>
      <w:tr w:rsidR="00C65DDC" w:rsidRPr="00C65DDC" w14:paraId="080FE7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045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D67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537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1A6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BF44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627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E38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1.746</w:t>
            </w:r>
          </w:p>
        </w:tc>
      </w:tr>
      <w:tr w:rsidR="00C65DDC" w:rsidRPr="00C65DDC" w14:paraId="450505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28F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83C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Lăzăreni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51C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65D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D0C8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B946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1C9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1.747</w:t>
            </w:r>
          </w:p>
        </w:tc>
      </w:tr>
      <w:tr w:rsidR="00C65DDC" w:rsidRPr="00C65DDC" w14:paraId="2B49A7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179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F1C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Tarna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74C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422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912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5A2D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6A3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1.748</w:t>
            </w:r>
          </w:p>
        </w:tc>
      </w:tr>
      <w:tr w:rsidR="00C65DDC" w:rsidRPr="00C65DDC" w14:paraId="34358E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E3F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E5E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Fizeșu Gherlii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17E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6A6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CE85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EAA5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D332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1.749</w:t>
            </w:r>
          </w:p>
        </w:tc>
      </w:tr>
      <w:tr w:rsidR="00C65DDC" w:rsidRPr="00C65DDC" w14:paraId="58BF7C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644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D6CD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Sării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13B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373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AFF5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6497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425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1.750</w:t>
            </w:r>
          </w:p>
        </w:tc>
      </w:tr>
      <w:tr w:rsidR="00C65DDC" w:rsidRPr="00C65DDC" w14:paraId="515CD8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EEB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8EE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Mărașu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89D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1CF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B30E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455D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3D2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1.751</w:t>
            </w:r>
          </w:p>
        </w:tc>
      </w:tr>
      <w:tr w:rsidR="00C65DDC" w:rsidRPr="00C65DDC" w14:paraId="7F5400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B2E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BCC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937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17F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52BB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E83F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548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1.752</w:t>
            </w:r>
          </w:p>
        </w:tc>
      </w:tr>
      <w:tr w:rsidR="00C65DDC" w:rsidRPr="00C65DDC" w14:paraId="6CE85B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715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E1F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DBE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B61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B018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B32A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D01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1.753</w:t>
            </w:r>
          </w:p>
        </w:tc>
      </w:tr>
      <w:tr w:rsidR="00C65DDC" w:rsidRPr="00C65DDC" w14:paraId="73E353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933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A1B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BFF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52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A466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042F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DD9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1.754</w:t>
            </w:r>
          </w:p>
        </w:tc>
      </w:tr>
      <w:tr w:rsidR="00C65DDC" w:rsidRPr="00C65DDC" w14:paraId="2C0DA7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BB7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E59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E0C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2BB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9A9B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4896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851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1.755</w:t>
            </w:r>
          </w:p>
        </w:tc>
      </w:tr>
      <w:tr w:rsidR="00C65DDC" w:rsidRPr="00C65DDC" w14:paraId="78B600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54F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473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Punghina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453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942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39CB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4FF9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F4C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1.756</w:t>
            </w:r>
          </w:p>
        </w:tc>
      </w:tr>
      <w:tr w:rsidR="00C65DDC" w:rsidRPr="00C65DDC" w14:paraId="3EE929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747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80D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Gropnița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BF2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68C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D70B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DCDF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A32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1.757</w:t>
            </w:r>
          </w:p>
        </w:tc>
      </w:tr>
      <w:tr w:rsidR="00C65DDC" w:rsidRPr="00C65DDC" w14:paraId="7554C4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A69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DFD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58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2F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3F16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41A2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4A5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1.758</w:t>
            </w:r>
          </w:p>
        </w:tc>
      </w:tr>
      <w:tr w:rsidR="00C65DDC" w:rsidRPr="00C65DDC" w14:paraId="38FD7B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4D7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E5F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253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1B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A465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965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550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1.759</w:t>
            </w:r>
          </w:p>
        </w:tc>
      </w:tr>
      <w:tr w:rsidR="00C65DDC" w:rsidRPr="00C65DDC" w14:paraId="67B3AF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FA2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3E9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C04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0B9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9CFF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0425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6ED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1.760</w:t>
            </w:r>
          </w:p>
        </w:tc>
      </w:tr>
      <w:tr w:rsidR="00C65DDC" w:rsidRPr="00C65DDC" w14:paraId="1CF06C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D8A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282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92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B636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587D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CB82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F59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1.761</w:t>
            </w:r>
          </w:p>
        </w:tc>
      </w:tr>
      <w:tr w:rsidR="00C65DDC" w:rsidRPr="00C65DDC" w14:paraId="5C9188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C92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D55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Seleuș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A94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3EF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3D70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156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C17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1.762</w:t>
            </w:r>
          </w:p>
        </w:tc>
      </w:tr>
      <w:tr w:rsidR="00C65DDC" w:rsidRPr="00C65DDC" w14:paraId="730062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DE5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338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AE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6D0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72BF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31E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8D6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1.763</w:t>
            </w:r>
          </w:p>
        </w:tc>
      </w:tr>
      <w:tr w:rsidR="00C65DDC" w:rsidRPr="00C65DDC" w14:paraId="5D0CBD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DBE0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FB4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Berteștii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177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6E3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38F4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09B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D6B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1.764</w:t>
            </w:r>
          </w:p>
        </w:tc>
      </w:tr>
      <w:tr w:rsidR="00C65DDC" w:rsidRPr="00C65DDC" w14:paraId="48AF7E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6B1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D18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Cerăt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5BF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471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E425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7EA6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8DC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1.765</w:t>
            </w:r>
          </w:p>
        </w:tc>
      </w:tr>
      <w:tr w:rsidR="00C65DDC" w:rsidRPr="00C65DDC" w14:paraId="6188A9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E47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9D6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Ruginoasa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FFE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C1F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17D9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0D66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F66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1.766</w:t>
            </w:r>
          </w:p>
        </w:tc>
      </w:tr>
      <w:tr w:rsidR="00C65DDC" w:rsidRPr="00C65DDC" w14:paraId="73556B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E4D4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CC9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Rovinari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723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5D5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11F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DDDE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63D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1.767</w:t>
            </w:r>
          </w:p>
        </w:tc>
      </w:tr>
      <w:tr w:rsidR="00C65DDC" w:rsidRPr="00C65DDC" w14:paraId="7EB43D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9F3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96F3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AFA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3F4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A9A2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DBB6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823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1.768</w:t>
            </w:r>
          </w:p>
        </w:tc>
      </w:tr>
      <w:tr w:rsidR="00C65DDC" w:rsidRPr="00C65DDC" w14:paraId="3E28DD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F34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E6E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354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373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35E5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A9B8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8BD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1.769</w:t>
            </w:r>
          </w:p>
        </w:tc>
      </w:tr>
      <w:tr w:rsidR="00C65DDC" w:rsidRPr="00C65DDC" w14:paraId="40F035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14F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AEF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0B9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77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A12E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7C46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952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1.770</w:t>
            </w:r>
          </w:p>
        </w:tc>
      </w:tr>
      <w:tr w:rsidR="00C65DDC" w:rsidRPr="00C65DDC" w14:paraId="2719CF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01E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BC4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EE3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D08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8240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F783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0A2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1.771</w:t>
            </w:r>
          </w:p>
        </w:tc>
      </w:tr>
      <w:tr w:rsidR="00C65DDC" w:rsidRPr="00C65DDC" w14:paraId="7590D1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7E9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489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Aușeu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309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A3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48D4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14DA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EFF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1.772</w:t>
            </w:r>
          </w:p>
        </w:tc>
      </w:tr>
      <w:tr w:rsidR="00C65DDC" w:rsidRPr="00C65DDC" w14:paraId="4804E8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086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333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25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21B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134B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5018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880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1.773</w:t>
            </w:r>
          </w:p>
        </w:tc>
      </w:tr>
      <w:tr w:rsidR="00C65DDC" w:rsidRPr="00C65DDC" w14:paraId="0B81A3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472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499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3C5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36B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862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B1FB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8AB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1.774</w:t>
            </w:r>
          </w:p>
        </w:tc>
      </w:tr>
      <w:tr w:rsidR="00C65DDC" w:rsidRPr="00C65DDC" w14:paraId="29D9084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607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986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Tinosu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B3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E46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44B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A646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785E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1.775</w:t>
            </w:r>
          </w:p>
        </w:tc>
      </w:tr>
      <w:tr w:rsidR="00C65DDC" w:rsidRPr="00C65DDC" w14:paraId="4529D9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01E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E2A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Mozăceni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063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FA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15E9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A2D1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28E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1.776</w:t>
            </w:r>
          </w:p>
        </w:tc>
      </w:tr>
      <w:tr w:rsidR="00C65DDC" w:rsidRPr="00C65DDC" w14:paraId="2BBD03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7C2A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BE8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Sopot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104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004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2971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EA7A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730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1.777</w:t>
            </w:r>
          </w:p>
        </w:tc>
      </w:tr>
      <w:tr w:rsidR="00C65DDC" w:rsidRPr="00C65DDC" w14:paraId="70F620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D03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651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Chiuiești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8C4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39E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2548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5296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5A2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1.778</w:t>
            </w:r>
          </w:p>
        </w:tc>
      </w:tr>
      <w:tr w:rsidR="00C65DDC" w:rsidRPr="00C65DDC" w14:paraId="67E389D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9A0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CD1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30A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FB6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DA1C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8482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778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1.779</w:t>
            </w:r>
          </w:p>
        </w:tc>
      </w:tr>
      <w:tr w:rsidR="00C65DDC" w:rsidRPr="00C65DDC" w14:paraId="3D0103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AED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206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Danului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7AD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EF6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7BDF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2B07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204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1.780</w:t>
            </w:r>
          </w:p>
        </w:tc>
      </w:tr>
      <w:tr w:rsidR="00C65DDC" w:rsidRPr="00C65DDC" w14:paraId="13127C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012A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352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 Chioarului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372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A40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E08D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115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C01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1.781</w:t>
            </w:r>
          </w:p>
        </w:tc>
      </w:tr>
      <w:tr w:rsidR="00C65DDC" w:rsidRPr="00C65DDC" w14:paraId="3F41B6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A26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120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Arpașu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CC8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703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8F0A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8B88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B6C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1.782</w:t>
            </w:r>
          </w:p>
        </w:tc>
      </w:tr>
      <w:tr w:rsidR="00C65DDC" w:rsidRPr="00C65DDC" w14:paraId="05DE75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27B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94E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5EF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FA7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2B95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04E2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D24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1.783</w:t>
            </w:r>
          </w:p>
        </w:tc>
      </w:tr>
      <w:tr w:rsidR="00C65DDC" w:rsidRPr="00C65DDC" w14:paraId="4050DF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BEA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E88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 de Amaradia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8B7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817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4D43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19F9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FB6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1.784</w:t>
            </w:r>
          </w:p>
        </w:tc>
      </w:tr>
      <w:tr w:rsidR="00C65DDC" w:rsidRPr="00C65DDC" w14:paraId="31C1E5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98D2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FB0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Putineiu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45D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0A8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753B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8A31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1FD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1.785</w:t>
            </w:r>
          </w:p>
        </w:tc>
      </w:tr>
      <w:tr w:rsidR="00C65DDC" w:rsidRPr="00C65DDC" w14:paraId="52D8C8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C80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629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Mărișelu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D8E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878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B293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12E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1BDC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1.786</w:t>
            </w:r>
          </w:p>
        </w:tc>
      </w:tr>
      <w:tr w:rsidR="00C65DDC" w:rsidRPr="00C65DDC" w14:paraId="433ED0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354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D1F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Șerbăuți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631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956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8FAD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0D1F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75D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1.787</w:t>
            </w:r>
          </w:p>
        </w:tc>
      </w:tr>
      <w:tr w:rsidR="00C65DDC" w:rsidRPr="00C65DDC" w14:paraId="46D765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FE0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38B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Petrăchioaia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FDE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D4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4D4A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302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A0D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1.788</w:t>
            </w:r>
          </w:p>
        </w:tc>
      </w:tr>
      <w:tr w:rsidR="00C65DDC" w:rsidRPr="00C65DDC" w14:paraId="0C496D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967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505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Ciceu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663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160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C5E3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C3CF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9E9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1.789</w:t>
            </w:r>
          </w:p>
        </w:tc>
      </w:tr>
      <w:tr w:rsidR="00C65DDC" w:rsidRPr="00C65DDC" w14:paraId="39059F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7DC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601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Halmășd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8B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DA9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DD0A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EA24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86F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1.790</w:t>
            </w:r>
          </w:p>
        </w:tc>
      </w:tr>
      <w:tr w:rsidR="00C65DDC" w:rsidRPr="00C65DDC" w14:paraId="60B0A2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C98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124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EF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2C7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C3C2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0D0D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2F7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1.791</w:t>
            </w:r>
          </w:p>
        </w:tc>
      </w:tr>
      <w:tr w:rsidR="00C65DDC" w:rsidRPr="00C65DDC" w14:paraId="0E8E74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C3F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FBF3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Lipnița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FC6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E03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AD7C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9EF2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C61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1.792</w:t>
            </w:r>
          </w:p>
        </w:tc>
      </w:tr>
      <w:tr w:rsidR="00C65DDC" w:rsidRPr="00C65DDC" w14:paraId="5C1F16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1D0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B11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Pârșcoveni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C4C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F3B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9E62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3970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744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1.793</w:t>
            </w:r>
          </w:p>
        </w:tc>
      </w:tr>
      <w:tr w:rsidR="00C65DDC" w:rsidRPr="00C65DDC" w14:paraId="68AFF4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EDB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6B6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Ghioroiu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C78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2AA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E4EA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16CB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AF9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1.794</w:t>
            </w:r>
          </w:p>
        </w:tc>
      </w:tr>
      <w:tr w:rsidR="00C65DDC" w:rsidRPr="00C65DDC" w14:paraId="5A3068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E22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EE7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6CD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E93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72A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C180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6921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1.795</w:t>
            </w:r>
          </w:p>
        </w:tc>
      </w:tr>
      <w:tr w:rsidR="00C65DDC" w:rsidRPr="00C65DDC" w14:paraId="44E568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0B5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45C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05A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9E1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FEF4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0346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B856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1.796</w:t>
            </w:r>
          </w:p>
        </w:tc>
      </w:tr>
      <w:tr w:rsidR="00C65DDC" w:rsidRPr="00C65DDC" w14:paraId="6F81D9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14C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E10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Tazlău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CBF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B07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604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C87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EF1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1.797</w:t>
            </w:r>
          </w:p>
        </w:tc>
      </w:tr>
      <w:tr w:rsidR="00C65DDC" w:rsidRPr="00C65DDC" w14:paraId="467D59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ED9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4BA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Filipeni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09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A14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837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9D26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E0FE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1.798</w:t>
            </w:r>
          </w:p>
        </w:tc>
      </w:tr>
      <w:tr w:rsidR="00C65DDC" w:rsidRPr="00C65DDC" w14:paraId="3428DF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674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0DA9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AAC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79A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2705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0D48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C7C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1.799</w:t>
            </w:r>
          </w:p>
        </w:tc>
      </w:tr>
      <w:tr w:rsidR="00C65DDC" w:rsidRPr="00C65DDC" w14:paraId="76D8B7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309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593D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Țepu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384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0F6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D9DA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AA4A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88F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1.800</w:t>
            </w:r>
          </w:p>
        </w:tc>
      </w:tr>
      <w:tr w:rsidR="00C65DDC" w:rsidRPr="00C65DDC" w14:paraId="1EF658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911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7D5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Parava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BD6D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2C2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B5B5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04D1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08A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1.801</w:t>
            </w:r>
          </w:p>
        </w:tc>
      </w:tr>
      <w:tr w:rsidR="00C65DDC" w:rsidRPr="00C65DDC" w14:paraId="4B47A9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2FC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2C1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76E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8B1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E7D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671C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9B5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1.802</w:t>
            </w:r>
          </w:p>
        </w:tc>
      </w:tr>
      <w:tr w:rsidR="00C65DDC" w:rsidRPr="00C65DDC" w14:paraId="0AAAC3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009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710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EEF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5FC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602A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467F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602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1.803</w:t>
            </w:r>
          </w:p>
        </w:tc>
      </w:tr>
      <w:tr w:rsidR="00C65DDC" w:rsidRPr="00C65DDC" w14:paraId="056C54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C70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7AC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Gârcov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C77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AC9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1A60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E1BA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FFD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1.804</w:t>
            </w:r>
          </w:p>
        </w:tc>
      </w:tr>
      <w:tr w:rsidR="00C65DDC" w:rsidRPr="00C65DDC" w14:paraId="1C4913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5F6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AF1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F8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F5F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EA86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2E06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C0B7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1.805</w:t>
            </w:r>
          </w:p>
        </w:tc>
      </w:tr>
      <w:tr w:rsidR="00C65DDC" w:rsidRPr="00C65DDC" w14:paraId="741835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DE1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483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C36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81E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F10F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F37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33F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1.806</w:t>
            </w:r>
          </w:p>
        </w:tc>
      </w:tr>
      <w:tr w:rsidR="00C65DDC" w:rsidRPr="00C65DDC" w14:paraId="291393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F9D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832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Teliucu Inferior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6E0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B78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E82E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0F6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6B6E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1.807</w:t>
            </w:r>
          </w:p>
        </w:tc>
      </w:tr>
      <w:tr w:rsidR="00C65DDC" w:rsidRPr="00C65DDC" w14:paraId="47670C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349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94B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Iclănzel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211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8E5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0878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057D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044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1.808</w:t>
            </w:r>
          </w:p>
        </w:tc>
      </w:tr>
      <w:tr w:rsidR="00C65DDC" w:rsidRPr="00C65DDC" w14:paraId="237626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21F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727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08A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037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E5F0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3BA4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368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1.809</w:t>
            </w:r>
          </w:p>
        </w:tc>
      </w:tr>
      <w:tr w:rsidR="00C65DDC" w:rsidRPr="00C65DDC" w14:paraId="633462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EED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EA01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671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28A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1790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FFA9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324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1.810</w:t>
            </w:r>
          </w:p>
        </w:tc>
      </w:tr>
      <w:tr w:rsidR="00C65DDC" w:rsidRPr="00C65DDC" w14:paraId="4E5B1B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95D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40E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Călinești-Oaș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63D8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F65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86C5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4FDF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57F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1.811</w:t>
            </w:r>
          </w:p>
        </w:tc>
      </w:tr>
      <w:tr w:rsidR="00C65DDC" w:rsidRPr="00C65DDC" w14:paraId="7707B4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BE0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CCA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Pătrăuți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F81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269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5CE3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98BC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2E6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1.812</w:t>
            </w:r>
          </w:p>
        </w:tc>
      </w:tr>
      <w:tr w:rsidR="00C65DDC" w:rsidRPr="00C65DDC" w14:paraId="482C74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88A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0DD9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 de Câmp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29A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FD3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735B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95ED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B468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1.813</w:t>
            </w:r>
          </w:p>
        </w:tc>
      </w:tr>
      <w:tr w:rsidR="00C65DDC" w:rsidRPr="00C65DDC" w14:paraId="54366B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09F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6BB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Constantin Daicoviciu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346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0964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72D6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88DD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FCC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1.814</w:t>
            </w:r>
          </w:p>
        </w:tc>
      </w:tr>
      <w:tr w:rsidR="00C65DDC" w:rsidRPr="00C65DDC" w14:paraId="4B9609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D77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80B1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Băuțar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642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BDC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A134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02C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558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1.815</w:t>
            </w:r>
          </w:p>
        </w:tc>
      </w:tr>
      <w:tr w:rsidR="00C65DDC" w:rsidRPr="00C65DDC" w14:paraId="540209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0E7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B81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Broșteni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83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092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4A8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24D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7E1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1.816</w:t>
            </w:r>
          </w:p>
        </w:tc>
      </w:tr>
      <w:tr w:rsidR="00C65DDC" w:rsidRPr="00C65DDC" w14:paraId="332A0C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94E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9B4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Berevoești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34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AF9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A1D1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F9CE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EA2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1.817</w:t>
            </w:r>
          </w:p>
        </w:tc>
      </w:tr>
      <w:tr w:rsidR="00C65DDC" w:rsidRPr="00C65DDC" w14:paraId="519193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61A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15D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Valcău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2D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4E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C94A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29CA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106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1.818</w:t>
            </w:r>
          </w:p>
        </w:tc>
      </w:tr>
      <w:tr w:rsidR="00C65DDC" w:rsidRPr="00C65DDC" w14:paraId="0BC7D2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48A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55C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Dănciulești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CAF8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7FD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BBBE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8EAA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928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1.819</w:t>
            </w:r>
          </w:p>
        </w:tc>
      </w:tr>
      <w:tr w:rsidR="00C65DDC" w:rsidRPr="00C65DDC" w14:paraId="72298E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6CF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720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C4F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BFF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1449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5B5C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FF3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1.820</w:t>
            </w:r>
          </w:p>
        </w:tc>
      </w:tr>
      <w:tr w:rsidR="00C65DDC" w:rsidRPr="00C65DDC" w14:paraId="4DC1AB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F27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882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Șotrile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82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5BF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24D8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A1D3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928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1.821</w:t>
            </w:r>
          </w:p>
        </w:tc>
      </w:tr>
      <w:tr w:rsidR="00C65DDC" w:rsidRPr="00C65DDC" w14:paraId="70025B1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E0D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218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698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75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1061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74ED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5AA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1.822</w:t>
            </w:r>
          </w:p>
        </w:tc>
      </w:tr>
      <w:tr w:rsidR="00C65DDC" w:rsidRPr="00C65DDC" w14:paraId="30AB33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D2E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C4C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Șoimari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3E0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ADE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0F41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55C1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BF9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1.823</w:t>
            </w:r>
          </w:p>
        </w:tc>
      </w:tr>
      <w:tr w:rsidR="00C65DDC" w:rsidRPr="00C65DDC" w14:paraId="673179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72D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78F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Călărași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4DB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04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69E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BBE0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32C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1.824</w:t>
            </w:r>
          </w:p>
        </w:tc>
      </w:tr>
      <w:tr w:rsidR="00C65DDC" w:rsidRPr="00C65DDC" w14:paraId="458DDFB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C13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4EE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Pișchia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3AD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72F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09AF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A59A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F370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1.825</w:t>
            </w:r>
          </w:p>
        </w:tc>
      </w:tr>
      <w:tr w:rsidR="00C65DDC" w:rsidRPr="00C65DDC" w14:paraId="3CFCB6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BDB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E5E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Santa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8C9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14F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929D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A7F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39C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1.826</w:t>
            </w:r>
          </w:p>
        </w:tc>
      </w:tr>
      <w:tr w:rsidR="00C65DDC" w:rsidRPr="00C65DDC" w14:paraId="090BA6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43A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46F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036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56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C8C6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61E7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945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1.827</w:t>
            </w:r>
          </w:p>
        </w:tc>
      </w:tr>
      <w:tr w:rsidR="00C65DDC" w:rsidRPr="00C65DDC" w14:paraId="1C169F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2F4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79B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89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94C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C009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374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9EE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1.828</w:t>
            </w:r>
          </w:p>
        </w:tc>
      </w:tr>
      <w:tr w:rsidR="00C65DDC" w:rsidRPr="00C65DDC" w14:paraId="5D3CD1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3B2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A34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Dămuc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107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15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6BAE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2482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F7A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1.829</w:t>
            </w:r>
          </w:p>
        </w:tc>
      </w:tr>
      <w:tr w:rsidR="00C65DDC" w:rsidRPr="00C65DDC" w14:paraId="0EB053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3C8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0EC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Botoșana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0C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8C0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F8F8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5594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7A3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1.830</w:t>
            </w:r>
          </w:p>
        </w:tc>
      </w:tr>
      <w:tr w:rsidR="00C65DDC" w:rsidRPr="00C65DDC" w14:paraId="1CC494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710B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FD0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Șanț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AEF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746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A3EA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58D2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9A1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1.831</w:t>
            </w:r>
          </w:p>
        </w:tc>
      </w:tr>
      <w:tr w:rsidR="00C65DDC" w:rsidRPr="00C65DDC" w14:paraId="1A96DF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A09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27F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966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91C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A1F2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E012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828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1.832</w:t>
            </w:r>
          </w:p>
        </w:tc>
      </w:tr>
      <w:tr w:rsidR="00C65DDC" w:rsidRPr="00C65DDC" w14:paraId="3AAA5C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DE0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6E0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EE7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35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878A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DAB7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B4F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1.833</w:t>
            </w:r>
          </w:p>
        </w:tc>
      </w:tr>
      <w:tr w:rsidR="00C65DDC" w:rsidRPr="00C65DDC" w14:paraId="3DE418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E0A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7E5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28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3CE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27EC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ACD2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BCF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1.834</w:t>
            </w:r>
          </w:p>
        </w:tc>
      </w:tr>
      <w:tr w:rsidR="00C65DDC" w:rsidRPr="00C65DDC" w14:paraId="6C81A9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FA3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622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Borsec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D73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4A1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B73B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8FB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6D6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1.835</w:t>
            </w:r>
          </w:p>
        </w:tc>
      </w:tr>
      <w:tr w:rsidR="00C65DDC" w:rsidRPr="00C65DDC" w14:paraId="620DDF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F6A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2F0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379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051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53DE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94A4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61A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1.836</w:t>
            </w:r>
          </w:p>
        </w:tc>
      </w:tr>
      <w:tr w:rsidR="00C65DDC" w:rsidRPr="00C65DDC" w14:paraId="462191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71A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C10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Denta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EC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236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2425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C29C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1E6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1.837</w:t>
            </w:r>
          </w:p>
        </w:tc>
      </w:tr>
      <w:tr w:rsidR="00C65DDC" w:rsidRPr="00C65DDC" w14:paraId="5C697E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E8E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C69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E78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CB7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DF4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E60D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E36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1.838</w:t>
            </w:r>
          </w:p>
        </w:tc>
      </w:tr>
      <w:tr w:rsidR="00C65DDC" w:rsidRPr="00C65DDC" w14:paraId="65CE8C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8B6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E85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4C3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956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A6D7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A130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CE0C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1.839</w:t>
            </w:r>
          </w:p>
        </w:tc>
      </w:tr>
      <w:tr w:rsidR="00C65DDC" w:rsidRPr="00C65DDC" w14:paraId="6A5C3D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EB3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BDA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Bravu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EBA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687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4632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AD7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57B6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1.840</w:t>
            </w:r>
          </w:p>
        </w:tc>
      </w:tr>
      <w:tr w:rsidR="00C65DDC" w:rsidRPr="00C65DDC" w14:paraId="3C28ED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E35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777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1B1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FD8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55C1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FD20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ED7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1.841</w:t>
            </w:r>
          </w:p>
        </w:tc>
      </w:tr>
      <w:tr w:rsidR="00C65DDC" w:rsidRPr="00C65DDC" w14:paraId="2A61AD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510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229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Vâlcele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B0A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4E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36E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1A6D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2A9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1.842</w:t>
            </w:r>
          </w:p>
        </w:tc>
      </w:tr>
      <w:tr w:rsidR="00C65DDC" w:rsidRPr="00C65DDC" w14:paraId="25B836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D9D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145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B797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375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2BD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1473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13E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1.843</w:t>
            </w:r>
          </w:p>
        </w:tc>
      </w:tr>
      <w:tr w:rsidR="00C65DDC" w:rsidRPr="00C65DDC" w14:paraId="2C4F66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00E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138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Bulzești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64E3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968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BCAB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FA7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188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1.844</w:t>
            </w:r>
          </w:p>
        </w:tc>
      </w:tr>
      <w:tr w:rsidR="00C65DDC" w:rsidRPr="00C65DDC" w14:paraId="3760CA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2A2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D89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A9E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CFF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E806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4F3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ED6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1.845</w:t>
            </w:r>
          </w:p>
        </w:tc>
      </w:tr>
      <w:tr w:rsidR="00C65DDC" w:rsidRPr="00C65DDC" w14:paraId="1A5D85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5B6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13C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Balta Doamnei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77E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561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23E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B172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5B2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1.846</w:t>
            </w:r>
          </w:p>
        </w:tc>
      </w:tr>
      <w:tr w:rsidR="00C65DDC" w:rsidRPr="00C65DDC" w14:paraId="0EBC96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814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D50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353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6B8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4E1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8282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CEE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1.847</w:t>
            </w:r>
          </w:p>
        </w:tc>
      </w:tr>
      <w:tr w:rsidR="00C65DDC" w:rsidRPr="00C65DDC" w14:paraId="1AAA5A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4BB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5C3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79A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7E6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E03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ABDF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180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1.848</w:t>
            </w:r>
          </w:p>
        </w:tc>
      </w:tr>
      <w:tr w:rsidR="00C65DDC" w:rsidRPr="00C65DDC" w14:paraId="3B0135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B2E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CAB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7B8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0E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94F4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6495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D4DB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1.849</w:t>
            </w:r>
          </w:p>
        </w:tc>
      </w:tr>
      <w:tr w:rsidR="00C65DDC" w:rsidRPr="00C65DDC" w14:paraId="0EFCD1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128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A05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Oniceni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252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0DF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02D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D1B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B23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1.850</w:t>
            </w:r>
          </w:p>
        </w:tc>
      </w:tr>
      <w:tr w:rsidR="00C65DDC" w:rsidRPr="00C65DDC" w14:paraId="7896E8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43B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D45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Bradului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5B8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D9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6C8B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2E58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E4B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1.851</w:t>
            </w:r>
          </w:p>
        </w:tc>
      </w:tr>
      <w:tr w:rsidR="00C65DDC" w:rsidRPr="00C65DDC" w14:paraId="407FC6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35F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1F9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Panaci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60F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C19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A66D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B89B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99E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1.852</w:t>
            </w:r>
          </w:p>
        </w:tc>
      </w:tr>
      <w:tr w:rsidR="00C65DDC" w:rsidRPr="00C65DDC" w14:paraId="131CAA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266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53EA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82B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54C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1DAC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6BB8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85C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1.853</w:t>
            </w:r>
          </w:p>
        </w:tc>
      </w:tr>
      <w:tr w:rsidR="00C65DDC" w:rsidRPr="00C65DDC" w14:paraId="73A21C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503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371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Piscu Vechi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48C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9721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FE16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A2F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966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1.854</w:t>
            </w:r>
          </w:p>
        </w:tc>
      </w:tr>
      <w:tr w:rsidR="00C65DDC" w:rsidRPr="00C65DDC" w14:paraId="2B3D8B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37A4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A41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Smârdioasa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1CB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47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5218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845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7F7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1.855</w:t>
            </w:r>
          </w:p>
        </w:tc>
      </w:tr>
      <w:tr w:rsidR="00C65DDC" w:rsidRPr="00C65DDC" w14:paraId="55CC11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6D9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44E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72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292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FD3E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D64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4D6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1.856</w:t>
            </w:r>
          </w:p>
        </w:tc>
      </w:tr>
      <w:tr w:rsidR="00C65DDC" w:rsidRPr="00C65DDC" w14:paraId="29AAD5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6AA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6A2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Sichevița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F7D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7A6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6BA3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853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A45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1.857</w:t>
            </w:r>
          </w:p>
        </w:tc>
      </w:tr>
      <w:tr w:rsidR="00C65DDC" w:rsidRPr="00C65DDC" w14:paraId="58CC0A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B90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56E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496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465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42E6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A4C8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B76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1.858</w:t>
            </w:r>
          </w:p>
        </w:tc>
      </w:tr>
      <w:tr w:rsidR="00C65DDC" w:rsidRPr="00C65DDC" w14:paraId="4A68AE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160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541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Șercaia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908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2B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15E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271D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921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1.859</w:t>
            </w:r>
          </w:p>
        </w:tc>
      </w:tr>
      <w:tr w:rsidR="00C65DDC" w:rsidRPr="00C65DDC" w14:paraId="0972DF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7CB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937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Priponești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A11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9A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54E0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3E6F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58E5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1.860</w:t>
            </w:r>
          </w:p>
        </w:tc>
      </w:tr>
      <w:tr w:rsidR="00C65DDC" w:rsidRPr="00C65DDC" w14:paraId="7F21D5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06B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618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Avram Iancu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49F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384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AB1D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A3B7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970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1.861</w:t>
            </w:r>
          </w:p>
        </w:tc>
      </w:tr>
      <w:tr w:rsidR="00C65DDC" w:rsidRPr="00C65DDC" w14:paraId="1CFE88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B3A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181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Tormac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3BE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61E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7818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434A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F56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1.862</w:t>
            </w:r>
          </w:p>
        </w:tc>
      </w:tr>
      <w:tr w:rsidR="00C65DDC" w:rsidRPr="00C65DDC" w14:paraId="328851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248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351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4CC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BA1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BD33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776C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887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1.863</w:t>
            </w:r>
          </w:p>
        </w:tc>
      </w:tr>
      <w:tr w:rsidR="00C65DDC" w:rsidRPr="00C65DDC" w14:paraId="2AFF40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9D2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990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Icoana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9B22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7DE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2F62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D0B2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2CA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1.864</w:t>
            </w:r>
          </w:p>
        </w:tc>
      </w:tr>
      <w:tr w:rsidR="00C65DDC" w:rsidRPr="00C65DDC" w14:paraId="48CB44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885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90D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Găiceana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025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CD9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BF32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0E84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A27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1.865</w:t>
            </w:r>
          </w:p>
        </w:tc>
      </w:tr>
      <w:tr w:rsidR="00C65DDC" w:rsidRPr="00C65DDC" w14:paraId="224F15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26B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F23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Căzănești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1E6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0758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D0F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9CAE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389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1.866</w:t>
            </w:r>
          </w:p>
        </w:tc>
      </w:tr>
      <w:tr w:rsidR="00C65DDC" w:rsidRPr="00C65DDC" w14:paraId="720256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3F7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FFD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B2A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579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84AD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F09B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B0F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1.867</w:t>
            </w:r>
          </w:p>
        </w:tc>
      </w:tr>
      <w:tr w:rsidR="00C65DDC" w:rsidRPr="00C65DDC" w14:paraId="7266A2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57F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2B7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Spineni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67F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5C98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7A2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036A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450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1.868</w:t>
            </w:r>
          </w:p>
        </w:tc>
      </w:tr>
      <w:tr w:rsidR="00C65DDC" w:rsidRPr="00C65DDC" w14:paraId="0B54C5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6C4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80B3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Sibiului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BCA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2FA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CEB5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0B03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D78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1.869</w:t>
            </w:r>
          </w:p>
        </w:tc>
      </w:tr>
      <w:tr w:rsidR="00C65DDC" w:rsidRPr="00C65DDC" w14:paraId="21830A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F7A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9A9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Tudor Vladimirescu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15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12C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8470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EE2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A91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1.870</w:t>
            </w:r>
          </w:p>
        </w:tc>
      </w:tr>
      <w:tr w:rsidR="00C65DDC" w:rsidRPr="00C65DDC" w14:paraId="71A452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50B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6C8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Micăsasa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9B4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EB5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D6FA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59B3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1AE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1.871</w:t>
            </w:r>
          </w:p>
        </w:tc>
      </w:tr>
      <w:tr w:rsidR="00C65DDC" w:rsidRPr="00C65DDC" w14:paraId="05A638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516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8DA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75F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CC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3375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1FD1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200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1.872</w:t>
            </w:r>
          </w:p>
        </w:tc>
      </w:tr>
      <w:tr w:rsidR="00C65DDC" w:rsidRPr="00C65DDC" w14:paraId="209478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CBA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E1B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Tufeni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DD8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73B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AA51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0EA8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CBB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1.873</w:t>
            </w:r>
          </w:p>
        </w:tc>
      </w:tr>
      <w:tr w:rsidR="00C65DDC" w:rsidRPr="00C65DDC" w14:paraId="0371DA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843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8B3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Giulvăz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1D0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784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E76D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635A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445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1.874</w:t>
            </w:r>
          </w:p>
        </w:tc>
      </w:tr>
      <w:tr w:rsidR="00C65DDC" w:rsidRPr="00C65DDC" w14:paraId="79F4EC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6A7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124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Gușoeni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FF89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C56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8D8E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9FDE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A38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1.875</w:t>
            </w:r>
          </w:p>
        </w:tc>
      </w:tr>
      <w:tr w:rsidR="00C65DDC" w:rsidRPr="00C65DDC" w14:paraId="335B39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EFC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89E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Prunișor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CC7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0D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D13F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7AA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9E4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1.876</w:t>
            </w:r>
          </w:p>
        </w:tc>
      </w:tr>
      <w:tr w:rsidR="00C65DDC" w:rsidRPr="00C65DDC" w14:paraId="3EEA80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9EA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597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Grajduri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161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5EF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A1E2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84FD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FCF2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1.877</w:t>
            </w:r>
          </w:p>
        </w:tc>
      </w:tr>
      <w:tr w:rsidR="00C65DDC" w:rsidRPr="00C65DDC" w14:paraId="5DBF6D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BAB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8A8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7DC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334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B3E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37E4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8BE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1.878</w:t>
            </w:r>
          </w:p>
        </w:tc>
      </w:tr>
      <w:tr w:rsidR="00C65DDC" w:rsidRPr="00C65DDC" w14:paraId="1A00E2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081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5BE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Jibert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3B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B6C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5D6E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5D43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179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1.879</w:t>
            </w:r>
          </w:p>
        </w:tc>
      </w:tr>
      <w:tr w:rsidR="00C65DDC" w:rsidRPr="00C65DDC" w14:paraId="33F58E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B3F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D91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D67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59E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B822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13B1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C7F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1.880</w:t>
            </w:r>
          </w:p>
        </w:tc>
      </w:tr>
      <w:tr w:rsidR="00C65DDC" w:rsidRPr="00C65DDC" w14:paraId="2B1C2F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5633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D2A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7BF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784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B55D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08D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09F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1.881</w:t>
            </w:r>
          </w:p>
        </w:tc>
      </w:tr>
      <w:tr w:rsidR="00C65DDC" w:rsidRPr="00C65DDC" w14:paraId="4E1049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CDF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4B4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E00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479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4B76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0CAF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9E1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1.882</w:t>
            </w:r>
          </w:p>
        </w:tc>
      </w:tr>
      <w:tr w:rsidR="00C65DDC" w:rsidRPr="00C65DDC" w14:paraId="5ED885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47A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98D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642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376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AB3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827D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71D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1.883</w:t>
            </w:r>
          </w:p>
        </w:tc>
      </w:tr>
      <w:tr w:rsidR="00C65DDC" w:rsidRPr="00C65DDC" w14:paraId="4790E1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51C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831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Cuzăplac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8A0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1AB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873C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2D5F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268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1.884</w:t>
            </w:r>
          </w:p>
        </w:tc>
      </w:tr>
      <w:tr w:rsidR="00C65DDC" w:rsidRPr="00C65DDC" w14:paraId="51F2EB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BB3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6E3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FD8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C91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74E1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F584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798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1.885</w:t>
            </w:r>
          </w:p>
        </w:tc>
      </w:tr>
      <w:tr w:rsidR="00C65DDC" w:rsidRPr="00C65DDC" w14:paraId="0A81FF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090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1BA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Isverna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879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190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113B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18F3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A16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1.886</w:t>
            </w:r>
          </w:p>
        </w:tc>
      </w:tr>
      <w:tr w:rsidR="00C65DDC" w:rsidRPr="00C65DDC" w14:paraId="6DDB17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20E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160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Șugag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362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BE2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1205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5846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9825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1.887</w:t>
            </w:r>
          </w:p>
        </w:tc>
      </w:tr>
      <w:tr w:rsidR="00C65DDC" w:rsidRPr="00C65DDC" w14:paraId="7CACA0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8C7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030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Scânteiești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9E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E29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EB71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7BCD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D0E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1.888</w:t>
            </w:r>
          </w:p>
        </w:tc>
      </w:tr>
      <w:tr w:rsidR="00C65DDC" w:rsidRPr="00C65DDC" w14:paraId="5D2E23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89E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F3A4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A85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44F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F0B8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D152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767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1.889</w:t>
            </w:r>
          </w:p>
        </w:tc>
      </w:tr>
      <w:tr w:rsidR="00C65DDC" w:rsidRPr="00C65DDC" w14:paraId="65539B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AE4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B863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Perșinari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2DF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F3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E15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B840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5E2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1.890</w:t>
            </w:r>
          </w:p>
        </w:tc>
      </w:tr>
      <w:tr w:rsidR="00C65DDC" w:rsidRPr="00C65DDC" w14:paraId="0DCA7A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82FC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3D6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Micula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D8B2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B88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CF57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6F51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5F4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1.891</w:t>
            </w:r>
          </w:p>
        </w:tc>
      </w:tr>
      <w:tr w:rsidR="00C65DDC" w:rsidRPr="00C65DDC" w14:paraId="3DC0DD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CA1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B01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Săpata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76A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166D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79A3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8C78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938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1.892</w:t>
            </w:r>
          </w:p>
        </w:tc>
      </w:tr>
      <w:tr w:rsidR="00C65DDC" w:rsidRPr="00C65DDC" w14:paraId="725DD5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12B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ABB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Brăduleț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72D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01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86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FD15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C4B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1.893</w:t>
            </w:r>
          </w:p>
        </w:tc>
      </w:tr>
      <w:tr w:rsidR="00C65DDC" w:rsidRPr="00C65DDC" w14:paraId="0A211F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0C8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945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Tâmboești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FAC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182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E644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DBC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749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1.894</w:t>
            </w:r>
          </w:p>
        </w:tc>
      </w:tr>
      <w:tr w:rsidR="00C65DDC" w:rsidRPr="00C65DDC" w14:paraId="12A5FA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0D5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F9D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Bujoru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2DC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2FB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B596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6790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5A1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1.895</w:t>
            </w:r>
          </w:p>
        </w:tc>
      </w:tr>
      <w:tr w:rsidR="00C65DDC" w:rsidRPr="00C65DDC" w14:paraId="3D7B7F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3B8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9EF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681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E68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514D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0D32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406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1.896</w:t>
            </w:r>
          </w:p>
        </w:tc>
      </w:tr>
      <w:tr w:rsidR="00C65DDC" w:rsidRPr="00C65DDC" w14:paraId="70785B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A7F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619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5E0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E61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C818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5DF1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754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1.897</w:t>
            </w:r>
          </w:p>
        </w:tc>
      </w:tr>
      <w:tr w:rsidR="00C65DDC" w:rsidRPr="00C65DDC" w14:paraId="24894B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FE7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156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Vătava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F95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938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3973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0218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473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1.898</w:t>
            </w:r>
          </w:p>
        </w:tc>
      </w:tr>
      <w:tr w:rsidR="00C65DDC" w:rsidRPr="00C65DDC" w14:paraId="6CA531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22E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153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Câineni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7AC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C51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53C8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365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822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1.899</w:t>
            </w:r>
          </w:p>
        </w:tc>
      </w:tr>
      <w:tr w:rsidR="00C65DDC" w:rsidRPr="00C65DDC" w14:paraId="64C669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166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ED0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Bucinișu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3A5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3CA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35D6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6658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FFD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1.900</w:t>
            </w:r>
          </w:p>
        </w:tc>
      </w:tr>
      <w:tr w:rsidR="00C65DDC" w:rsidRPr="00C65DDC" w14:paraId="62233E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28F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3DB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Pristol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7CB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3F6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859F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3ECF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5AE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1.901</w:t>
            </w:r>
          </w:p>
        </w:tc>
      </w:tr>
      <w:tr w:rsidR="00C65DDC" w:rsidRPr="00C65DDC" w14:paraId="02EDDD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89A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D67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Rojiște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E77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C9D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263C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F20F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A3D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1.902</w:t>
            </w:r>
          </w:p>
        </w:tc>
      </w:tr>
      <w:tr w:rsidR="00C65DDC" w:rsidRPr="00C65DDC" w14:paraId="0AB998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7C7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D3F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Obârșia de Câmp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559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3DD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1AEE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3283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32A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1.903</w:t>
            </w:r>
          </w:p>
        </w:tc>
      </w:tr>
      <w:tr w:rsidR="00C65DDC" w:rsidRPr="00C65DDC" w14:paraId="3B1CCE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9A0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0A24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Iaslovăț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2EAD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B5D8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3917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580A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BD3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1.904</w:t>
            </w:r>
          </w:p>
        </w:tc>
      </w:tr>
      <w:tr w:rsidR="00C65DDC" w:rsidRPr="00C65DDC" w14:paraId="47FB72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CD5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2BA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Bobâlna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1B5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D90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9666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E7AF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FD0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1.905</w:t>
            </w:r>
          </w:p>
        </w:tc>
      </w:tr>
      <w:tr w:rsidR="00C65DDC" w:rsidRPr="00C65DDC" w14:paraId="351016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B42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1580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Mircea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CC7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F2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B13E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A69B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8B2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1.906</w:t>
            </w:r>
          </w:p>
        </w:tc>
      </w:tr>
      <w:tr w:rsidR="00C65DDC" w:rsidRPr="00C65DDC" w14:paraId="1077FF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C9C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8403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Țuțora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521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CAD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5540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5FD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09B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1.907</w:t>
            </w:r>
          </w:p>
        </w:tc>
      </w:tr>
      <w:tr w:rsidR="00C65DDC" w:rsidRPr="00C65DDC" w14:paraId="35ADA7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05E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A7A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Cocorăștii Colț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925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9A4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3EBD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FCD0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3F6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1.908</w:t>
            </w:r>
          </w:p>
        </w:tc>
      </w:tr>
      <w:tr w:rsidR="00C65DDC" w:rsidRPr="00C65DDC" w14:paraId="6E57A1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DEF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8F0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FBF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5A9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51A0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93CB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093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1.909</w:t>
            </w:r>
          </w:p>
        </w:tc>
      </w:tr>
      <w:tr w:rsidR="00C65DDC" w:rsidRPr="00C65DDC" w14:paraId="41F1A2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897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CDD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Drăcșenei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7D2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BF6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5D3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AF9A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871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1.910</w:t>
            </w:r>
          </w:p>
        </w:tc>
      </w:tr>
      <w:tr w:rsidR="00C65DDC" w:rsidRPr="00C65DDC" w14:paraId="6159DB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545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092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Zâmbreasca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1A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2FC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3E5F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D1DF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9A1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1.911</w:t>
            </w:r>
          </w:p>
        </w:tc>
      </w:tr>
      <w:tr w:rsidR="00C65DDC" w:rsidRPr="00C65DDC" w14:paraId="7F8A90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A4D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1EE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Dragoș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5BE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8A3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C7E2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0B2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D66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1.912</w:t>
            </w:r>
          </w:p>
        </w:tc>
      </w:tr>
      <w:tr w:rsidR="00C65DDC" w:rsidRPr="00C65DDC" w14:paraId="2510A0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D38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A33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753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E15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B06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D0A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B7C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1.913</w:t>
            </w:r>
          </w:p>
        </w:tc>
      </w:tr>
      <w:tr w:rsidR="00C65DDC" w:rsidRPr="00C65DDC" w14:paraId="35BBDD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D96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C4B6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Vadului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A5BE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AA7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6607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383C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08C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1.914</w:t>
            </w:r>
          </w:p>
        </w:tc>
      </w:tr>
      <w:tr w:rsidR="00C65DDC" w:rsidRPr="00C65DDC" w14:paraId="09A639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29F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95D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Alimpești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6FE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CE0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AAC9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0306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60B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1.915</w:t>
            </w:r>
          </w:p>
        </w:tc>
      </w:tr>
      <w:tr w:rsidR="00C65DDC" w:rsidRPr="00C65DDC" w14:paraId="1DAD36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09E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E6B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8D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A77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8E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A3B8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552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1.916</w:t>
            </w:r>
          </w:p>
        </w:tc>
      </w:tr>
      <w:tr w:rsidR="00C65DDC" w:rsidRPr="00C65DDC" w14:paraId="2A99A4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D66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FC7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395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D64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204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AB2C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37F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1.917</w:t>
            </w:r>
          </w:p>
        </w:tc>
      </w:tr>
      <w:tr w:rsidR="00C65DDC" w:rsidRPr="00C65DDC" w14:paraId="5FC1D7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003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45F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Lupac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F18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B3B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E69E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6C8F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D80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1.918</w:t>
            </w:r>
          </w:p>
        </w:tc>
      </w:tr>
      <w:tr w:rsidR="00C65DDC" w:rsidRPr="00C65DDC" w14:paraId="151131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716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372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Nădrag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EF5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C4E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AC45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E62C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1BE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1.919</w:t>
            </w:r>
          </w:p>
        </w:tc>
      </w:tr>
      <w:tr w:rsidR="00C65DDC" w:rsidRPr="00C65DDC" w14:paraId="50FE54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9B8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F21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Gherghești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716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538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BD46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55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322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1.920</w:t>
            </w:r>
          </w:p>
        </w:tc>
      </w:tr>
      <w:tr w:rsidR="00C65DDC" w:rsidRPr="00C65DDC" w14:paraId="3A7965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684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7DF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 Montană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7E8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7C0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E918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06A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C5F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1.921</w:t>
            </w:r>
          </w:p>
        </w:tc>
      </w:tr>
      <w:tr w:rsidR="00C65DDC" w:rsidRPr="00C65DDC" w14:paraId="3B7FD2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31FF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CF1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Girișu de Criș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897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4D4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7D1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C85C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404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1.922</w:t>
            </w:r>
          </w:p>
        </w:tc>
      </w:tr>
      <w:tr w:rsidR="00C65DDC" w:rsidRPr="00C65DDC" w14:paraId="65BFD6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0BE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D49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B44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B7C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A6D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8B6E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AF0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1.923</w:t>
            </w:r>
          </w:p>
        </w:tc>
      </w:tr>
      <w:tr w:rsidR="00C65DDC" w:rsidRPr="00C65DDC" w14:paraId="3BC937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9946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423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076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572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4B9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FDD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9A9E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1.924</w:t>
            </w:r>
          </w:p>
        </w:tc>
      </w:tr>
      <w:tr w:rsidR="00C65DDC" w:rsidRPr="00C65DDC" w14:paraId="3C2ABE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86D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29A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5500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FE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AA72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FDEE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334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1.925</w:t>
            </w:r>
          </w:p>
        </w:tc>
      </w:tr>
      <w:tr w:rsidR="00C65DDC" w:rsidRPr="00C65DDC" w14:paraId="1003D5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7FE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D97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39E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205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A7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B13A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2553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1.926</w:t>
            </w:r>
          </w:p>
        </w:tc>
      </w:tr>
      <w:tr w:rsidR="00C65DDC" w:rsidRPr="00C65DDC" w14:paraId="4A8EE7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2FB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0CF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4F7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05C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3F7A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5758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D39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1.927</w:t>
            </w:r>
          </w:p>
        </w:tc>
      </w:tr>
      <w:tr w:rsidR="00C65DDC" w:rsidRPr="00C65DDC" w14:paraId="2E281C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4DC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52F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95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5DB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4294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3A3E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D9C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1.928</w:t>
            </w:r>
          </w:p>
        </w:tc>
      </w:tr>
      <w:tr w:rsidR="00C65DDC" w:rsidRPr="00C65DDC" w14:paraId="1B3039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762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5DB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Pucheni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1B4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C3B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7890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5D06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F48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1.929</w:t>
            </w:r>
          </w:p>
        </w:tc>
      </w:tr>
      <w:tr w:rsidR="00C65DDC" w:rsidRPr="00C65DDC" w14:paraId="625667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0A70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C45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E27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23B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7ED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3AD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FDC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1.930</w:t>
            </w:r>
          </w:p>
        </w:tc>
      </w:tr>
      <w:tr w:rsidR="00C65DDC" w:rsidRPr="00C65DDC" w14:paraId="6C82D2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EBC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10A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CF5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3DD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2231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D22F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5E1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1.931</w:t>
            </w:r>
          </w:p>
        </w:tc>
      </w:tr>
      <w:tr w:rsidR="00C65DDC" w:rsidRPr="00C65DDC" w14:paraId="3F5378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C6B1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C37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Cermei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2B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B60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0E31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978E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B34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1.932</w:t>
            </w:r>
          </w:p>
        </w:tc>
      </w:tr>
      <w:tr w:rsidR="00C65DDC" w:rsidRPr="00C65DDC" w14:paraId="50BB20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B89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F7C9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EA3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215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263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69E9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73F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1.933</w:t>
            </w:r>
          </w:p>
        </w:tc>
      </w:tr>
      <w:tr w:rsidR="00C65DDC" w:rsidRPr="00C65DDC" w14:paraId="4B2100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397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A16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Vârciorog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AA8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C9B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2805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6BF1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E3E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1.934</w:t>
            </w:r>
          </w:p>
        </w:tc>
      </w:tr>
      <w:tr w:rsidR="00C65DDC" w:rsidRPr="00C65DDC" w14:paraId="7CFB7D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6CB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529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Ghelari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B60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22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22B5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A0CA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929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1.935</w:t>
            </w:r>
          </w:p>
        </w:tc>
      </w:tr>
      <w:tr w:rsidR="00C65DDC" w:rsidRPr="00C65DDC" w14:paraId="424C10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79F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B26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Chiuza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A64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73D8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4B0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9CA2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5B9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1.936</w:t>
            </w:r>
          </w:p>
        </w:tc>
      </w:tr>
      <w:tr w:rsidR="00C65DDC" w:rsidRPr="00C65DDC" w14:paraId="7CE610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F9E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F99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Armeniș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25D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D40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007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59CF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106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1.937</w:t>
            </w:r>
          </w:p>
        </w:tc>
      </w:tr>
      <w:tr w:rsidR="00C65DDC" w:rsidRPr="00C65DDC" w14:paraId="64CA3B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EAD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F3E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Câțcău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65E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45B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3983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8784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E74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1.938</w:t>
            </w:r>
          </w:p>
        </w:tc>
      </w:tr>
      <w:tr w:rsidR="00C65DDC" w:rsidRPr="00C65DDC" w14:paraId="3365A2C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AC9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AEE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Măcrișului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B6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6C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F5C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ED2B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8A2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1.939</w:t>
            </w:r>
          </w:p>
        </w:tc>
      </w:tr>
      <w:tr w:rsidR="00C65DDC" w:rsidRPr="00C65DDC" w14:paraId="49A879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1AB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850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Cordăreni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3A2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17B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EADD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2CE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739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1.940</w:t>
            </w:r>
          </w:p>
        </w:tc>
      </w:tr>
      <w:tr w:rsidR="00C65DDC" w:rsidRPr="00C65DDC" w14:paraId="1A21C5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72B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184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7DD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B10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8386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D999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F80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1.941</w:t>
            </w:r>
          </w:p>
        </w:tc>
      </w:tr>
      <w:tr w:rsidR="00C65DDC" w:rsidRPr="00C65DDC" w14:paraId="51B3C8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318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1D6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Urdari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763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32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03E6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B407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874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1.942</w:t>
            </w:r>
          </w:p>
        </w:tc>
      </w:tr>
      <w:tr w:rsidR="00C65DDC" w:rsidRPr="00C65DDC" w14:paraId="0E3984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11E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976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191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BE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7850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C10E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0AE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1.943</w:t>
            </w:r>
          </w:p>
        </w:tc>
      </w:tr>
      <w:tr w:rsidR="00C65DDC" w:rsidRPr="00C65DDC" w14:paraId="5EC538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AAB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424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Isvoarele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9D8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640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203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3DA1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945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1.944</w:t>
            </w:r>
          </w:p>
        </w:tc>
      </w:tr>
      <w:tr w:rsidR="00C65DDC" w:rsidRPr="00C65DDC" w14:paraId="11F37D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136F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BD4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Grecești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C05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BF4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613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9F43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AA0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1.945</w:t>
            </w:r>
          </w:p>
        </w:tc>
      </w:tr>
      <w:tr w:rsidR="00C65DDC" w:rsidRPr="00C65DDC" w14:paraId="0F6384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D5B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D6F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F44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F47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945A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6C0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0CE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1.946</w:t>
            </w:r>
          </w:p>
        </w:tc>
      </w:tr>
      <w:tr w:rsidR="00C65DDC" w:rsidRPr="00C65DDC" w14:paraId="6E2561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0B8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EE8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Vitomirești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BB97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953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D2BE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DEE7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A9C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1.947</w:t>
            </w:r>
          </w:p>
        </w:tc>
      </w:tr>
      <w:tr w:rsidR="00C65DDC" w:rsidRPr="00C65DDC" w14:paraId="083FDE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2CC"/>
            <w:noWrap/>
            <w:vAlign w:val="bottom"/>
            <w:hideMark/>
          </w:tcPr>
          <w:p w14:paraId="2B187E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7DD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60A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F8F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B97A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9F5D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494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1.948</w:t>
            </w:r>
          </w:p>
        </w:tc>
      </w:tr>
      <w:tr w:rsidR="00C65DDC" w:rsidRPr="00C65DDC" w14:paraId="7BC093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329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CBD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Țețchea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2F8C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3B0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420A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A537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C2E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1.949</w:t>
            </w:r>
          </w:p>
        </w:tc>
      </w:tr>
      <w:tr w:rsidR="00C65DDC" w:rsidRPr="00C65DDC" w14:paraId="4DA97F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6C8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B51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Părău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7EB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FAC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3B9F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5FAA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D00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1.950</w:t>
            </w:r>
          </w:p>
        </w:tc>
      </w:tr>
      <w:tr w:rsidR="00C65DDC" w:rsidRPr="00C65DDC" w14:paraId="4E7687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7B5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0CA9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Morărești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EC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F00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1D94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CF4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C44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1.951</w:t>
            </w:r>
          </w:p>
        </w:tc>
      </w:tr>
      <w:tr w:rsidR="00C65DDC" w:rsidRPr="00C65DDC" w14:paraId="6DCB37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3FD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22C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Pesceana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7C6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4FC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5D42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C351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76E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1.952</w:t>
            </w:r>
          </w:p>
        </w:tc>
      </w:tr>
      <w:tr w:rsidR="00C65DDC" w:rsidRPr="00C65DDC" w14:paraId="5C95A1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7B6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97A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1C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3A3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DBC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A1DB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6A5D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1.953</w:t>
            </w:r>
          </w:p>
        </w:tc>
      </w:tr>
      <w:tr w:rsidR="00C65DDC" w:rsidRPr="00C65DDC" w14:paraId="22BA44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BF3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028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03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BAC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773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7FE4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5C1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1.954</w:t>
            </w:r>
          </w:p>
        </w:tc>
      </w:tr>
      <w:tr w:rsidR="00C65DDC" w:rsidRPr="00C65DDC" w14:paraId="36324C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843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7E3C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Budacu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7A4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647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8BC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E44E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72C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1.955</w:t>
            </w:r>
          </w:p>
        </w:tc>
      </w:tr>
      <w:tr w:rsidR="00C65DDC" w:rsidRPr="00C65DDC" w14:paraId="16B596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DED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50F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Șofronea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EE6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522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A432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3668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45F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1.956</w:t>
            </w:r>
          </w:p>
        </w:tc>
      </w:tr>
      <w:tr w:rsidR="00C65DDC" w:rsidRPr="00C65DDC" w14:paraId="46F860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306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EB5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2A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492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87B3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0278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E450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1.957</w:t>
            </w:r>
          </w:p>
        </w:tc>
      </w:tr>
      <w:tr w:rsidR="00C65DDC" w:rsidRPr="00C65DDC" w14:paraId="45BDB6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B6E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BDD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Sârbii-Măgura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4E2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DD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F3A3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C538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ECD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1.958</w:t>
            </w:r>
          </w:p>
        </w:tc>
      </w:tr>
      <w:tr w:rsidR="00C65DDC" w:rsidRPr="00C65DDC" w14:paraId="0874FE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3F6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2F7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Dascălu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164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D2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E90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877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A68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1.959</w:t>
            </w:r>
          </w:p>
        </w:tc>
      </w:tr>
      <w:tr w:rsidR="00C65DDC" w:rsidRPr="00C65DDC" w14:paraId="4C1FC1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9C7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05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Mihail Kogălniceanu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7A6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73E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D9EC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5A04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2AB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1.960</w:t>
            </w:r>
          </w:p>
        </w:tc>
      </w:tr>
      <w:tr w:rsidR="00C65DDC" w:rsidRPr="00C65DDC" w14:paraId="78AA57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CB8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6DB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Căpâlna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EF4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5CE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5D8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C4F0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2F5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1.961</w:t>
            </w:r>
          </w:p>
        </w:tc>
      </w:tr>
      <w:tr w:rsidR="00C65DDC" w:rsidRPr="00C65DDC" w14:paraId="4370BE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730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AFF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Cărpinet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220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EA5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EA7D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D9E7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9703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1.962</w:t>
            </w:r>
          </w:p>
        </w:tc>
      </w:tr>
      <w:tr w:rsidR="00C65DDC" w:rsidRPr="00C65DDC" w14:paraId="13219A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657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E63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Stănița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489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B7E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671C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ACA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841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1.963</w:t>
            </w:r>
          </w:p>
        </w:tc>
      </w:tr>
      <w:tr w:rsidR="00C65DDC" w:rsidRPr="00C65DDC" w14:paraId="5A16C9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886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C7A3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Godinești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DA9D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0C8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A594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11F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1F7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1.964</w:t>
            </w:r>
          </w:p>
        </w:tc>
      </w:tr>
      <w:tr w:rsidR="00C65DDC" w:rsidRPr="00C65DDC" w14:paraId="138535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E0A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3BC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E34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538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264A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0EE4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AFC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1.965</w:t>
            </w:r>
          </w:p>
        </w:tc>
      </w:tr>
      <w:tr w:rsidR="00C65DDC" w:rsidRPr="00C65DDC" w14:paraId="5D0F1B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F21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550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Șirineasa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A52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07B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4702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4944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5FC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1.966</w:t>
            </w:r>
          </w:p>
        </w:tc>
      </w:tr>
      <w:tr w:rsidR="00C65DDC" w:rsidRPr="00C65DDC" w14:paraId="36258D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FB1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4DA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E39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9B8B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359C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B62C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C06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1.967</w:t>
            </w:r>
          </w:p>
        </w:tc>
      </w:tr>
      <w:tr w:rsidR="00C65DDC" w:rsidRPr="00C65DDC" w14:paraId="7C6596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354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DBF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Vulcana-Băi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EBE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64F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7C8C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1B2A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9CC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1.968</w:t>
            </w:r>
          </w:p>
        </w:tc>
      </w:tr>
      <w:tr w:rsidR="00C65DDC" w:rsidRPr="00C65DDC" w14:paraId="1CA87A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D3D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B52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Suplac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184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C02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3D47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EE07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48D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1.969</w:t>
            </w:r>
          </w:p>
        </w:tc>
      </w:tr>
      <w:tr w:rsidR="00C65DDC" w:rsidRPr="00C65DDC" w14:paraId="1DDA5E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CC7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E1A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Braloștița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004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D18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4F8A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87E9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D78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1.970</w:t>
            </w:r>
          </w:p>
        </w:tc>
      </w:tr>
      <w:tr w:rsidR="00C65DDC" w:rsidRPr="00C65DDC" w14:paraId="1F24872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732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B21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Cezieni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28E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405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799B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48C0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176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1.971</w:t>
            </w:r>
          </w:p>
        </w:tc>
      </w:tr>
      <w:tr w:rsidR="00C65DDC" w:rsidRPr="00C65DDC" w14:paraId="3B72AA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099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1DE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BCC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718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03A9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85E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56E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1.972</w:t>
            </w:r>
          </w:p>
        </w:tc>
      </w:tr>
      <w:tr w:rsidR="00C65DDC" w:rsidRPr="00C65DDC" w14:paraId="0BE408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036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FCC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Clejani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C5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944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DA4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9C00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B15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1.973</w:t>
            </w:r>
          </w:p>
        </w:tc>
      </w:tr>
      <w:tr w:rsidR="00C65DDC" w:rsidRPr="00C65DDC" w14:paraId="2C2E43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598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AF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Sâncrăieni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56A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6F7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D10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DB0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551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1.974</w:t>
            </w:r>
          </w:p>
        </w:tc>
      </w:tr>
      <w:tr w:rsidR="00C65DDC" w:rsidRPr="00C65DDC" w14:paraId="760D89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CCD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7E7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55A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F77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4AC3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4760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968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1.975</w:t>
            </w:r>
          </w:p>
        </w:tc>
      </w:tr>
      <w:tr w:rsidR="00C65DDC" w:rsidRPr="00C65DDC" w14:paraId="3E3317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297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A3C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Tarcea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E53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607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EAD5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07B0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4E0D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1.976</w:t>
            </w:r>
          </w:p>
        </w:tc>
      </w:tr>
      <w:tr w:rsidR="00C65DDC" w:rsidRPr="00C65DDC" w14:paraId="46D508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985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554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704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9E4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A12F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B51D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1F6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1.977</w:t>
            </w:r>
          </w:p>
        </w:tc>
      </w:tr>
      <w:tr w:rsidR="00C65DDC" w:rsidRPr="00C65DDC" w14:paraId="7E5E4E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20F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1E6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Pișcolt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34A2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FC4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21A8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084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CE5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1.978</w:t>
            </w:r>
          </w:p>
        </w:tc>
      </w:tr>
      <w:tr w:rsidR="00C65DDC" w:rsidRPr="00C65DDC" w14:paraId="203DF3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6D0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0FA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4F2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D0E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9434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9CA5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222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1.979</w:t>
            </w:r>
          </w:p>
        </w:tc>
      </w:tr>
      <w:tr w:rsidR="00C65DDC" w:rsidRPr="00C65DDC" w14:paraId="2A5BA8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6DC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86A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FBF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E20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5F62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64AE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F8E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1.980</w:t>
            </w:r>
          </w:p>
        </w:tc>
      </w:tr>
      <w:tr w:rsidR="00C65DDC" w:rsidRPr="00C65DDC" w14:paraId="5DB77D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A36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3BA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Peștera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0A4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817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60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5A15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205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1.981</w:t>
            </w:r>
          </w:p>
        </w:tc>
      </w:tr>
      <w:tr w:rsidR="00C65DDC" w:rsidRPr="00C65DDC" w14:paraId="1504F08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980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D7D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Ilișești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EF2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BC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57A0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B818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270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1.982</w:t>
            </w:r>
          </w:p>
        </w:tc>
      </w:tr>
      <w:tr w:rsidR="00C65DDC" w:rsidRPr="00C65DDC" w14:paraId="198DB7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D20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2E8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Văculești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DEB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3EB7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0250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D1A8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7B6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1.983</w:t>
            </w:r>
          </w:p>
        </w:tc>
      </w:tr>
      <w:tr w:rsidR="00C65DDC" w:rsidRPr="00C65DDC" w14:paraId="502CF0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415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96C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Balaciu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2EA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D42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0CA6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55B4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D8C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1.984</w:t>
            </w:r>
          </w:p>
        </w:tc>
      </w:tr>
      <w:tr w:rsidR="00C65DDC" w:rsidRPr="00C65DDC" w14:paraId="153F81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76F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8E9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Mischii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E77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D7A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E302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DD2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6AE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1.985</w:t>
            </w:r>
          </w:p>
        </w:tc>
      </w:tr>
      <w:tr w:rsidR="00C65DDC" w:rsidRPr="00C65DDC" w14:paraId="056880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470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CD5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Unguriu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3D0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FB8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064A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530D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C91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1.986</w:t>
            </w:r>
          </w:p>
        </w:tc>
      </w:tr>
      <w:tr w:rsidR="00C65DDC" w:rsidRPr="00C65DDC" w14:paraId="2CAF65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FA1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D4C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88C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9060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D9A3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7224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B0F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1.987</w:t>
            </w:r>
          </w:p>
        </w:tc>
      </w:tr>
      <w:tr w:rsidR="00C65DDC" w:rsidRPr="00C65DDC" w14:paraId="453DFA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D713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1CDA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Galații Bistriței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389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72B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53E2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28A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5DB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1.988</w:t>
            </w:r>
          </w:p>
        </w:tc>
      </w:tr>
      <w:tr w:rsidR="00C65DDC" w:rsidRPr="00C65DDC" w14:paraId="170576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E8F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6E5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Reghiu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CA1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DEB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9444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ADB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93F4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1.989</w:t>
            </w:r>
          </w:p>
        </w:tc>
      </w:tr>
      <w:tr w:rsidR="00C65DDC" w:rsidRPr="00C65DDC" w14:paraId="0E1AEA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845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FB3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Cocora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789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63F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AAFE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FE02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FBE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1.990</w:t>
            </w:r>
          </w:p>
        </w:tc>
      </w:tr>
      <w:tr w:rsidR="00C65DDC" w:rsidRPr="00C65DDC" w14:paraId="289AA9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907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2E5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6D8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BFE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ED3A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F6A8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DC0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1.991</w:t>
            </w:r>
          </w:p>
        </w:tc>
      </w:tr>
      <w:tr w:rsidR="00C65DDC" w:rsidRPr="00C65DDC" w14:paraId="77AA34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DE2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A78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Leleasca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71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06D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D25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7185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6D9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1.992</w:t>
            </w:r>
          </w:p>
        </w:tc>
      </w:tr>
      <w:tr w:rsidR="00C65DDC" w:rsidRPr="00C65DDC" w14:paraId="21A693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9A59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FA5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Vutcani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A92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04F8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BBFC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BFED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110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1.993</w:t>
            </w:r>
          </w:p>
        </w:tc>
      </w:tr>
      <w:tr w:rsidR="00C65DDC" w:rsidRPr="00C65DDC" w14:paraId="594FD6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6F80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60B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Tanacu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73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F42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A433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5A8D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29D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1.994</w:t>
            </w:r>
          </w:p>
        </w:tc>
      </w:tr>
      <w:tr w:rsidR="00C65DDC" w:rsidRPr="00C65DDC" w14:paraId="6768C2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7C5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1DA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Schitu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769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554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2C8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99E4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E189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1.995</w:t>
            </w:r>
          </w:p>
        </w:tc>
      </w:tr>
      <w:tr w:rsidR="00C65DDC" w:rsidRPr="00C65DDC" w14:paraId="277F5A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57F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3466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Bughea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9B7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169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E560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B9A5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D5B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1.996</w:t>
            </w:r>
          </w:p>
        </w:tc>
      </w:tr>
      <w:tr w:rsidR="00C65DDC" w:rsidRPr="00C65DDC" w14:paraId="415BE2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BC74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F12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A4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77D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7A3C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7C79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412C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1.997</w:t>
            </w:r>
          </w:p>
        </w:tc>
      </w:tr>
      <w:tr w:rsidR="00C65DDC" w:rsidRPr="00C65DDC" w14:paraId="172800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414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EF8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Calafindești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B4F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A4A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7A0A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048D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0E4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1.998</w:t>
            </w:r>
          </w:p>
        </w:tc>
      </w:tr>
      <w:tr w:rsidR="00C65DDC" w:rsidRPr="00C65DDC" w14:paraId="39679C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B2F3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8AA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Lugașu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769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E0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171A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5F9D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26A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1.999</w:t>
            </w:r>
          </w:p>
        </w:tc>
      </w:tr>
      <w:tr w:rsidR="00C65DDC" w:rsidRPr="00C65DDC" w14:paraId="07FAE9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461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246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Mironeasa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68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6B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1C1B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5CBA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587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2.000</w:t>
            </w:r>
          </w:p>
        </w:tc>
      </w:tr>
      <w:tr w:rsidR="00C65DDC" w:rsidRPr="00C65DDC" w14:paraId="1ACD99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421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D36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FC2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4D2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6E84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4C9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1F2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2.001</w:t>
            </w:r>
          </w:p>
        </w:tc>
      </w:tr>
      <w:tr w:rsidR="00C65DDC" w:rsidRPr="00C65DDC" w14:paraId="06D5CB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90E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9ED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Sadova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6DD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CC1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12C3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F1B8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F9E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2.002</w:t>
            </w:r>
          </w:p>
        </w:tc>
      </w:tr>
      <w:tr w:rsidR="00C65DDC" w:rsidRPr="00C65DDC" w14:paraId="269B8F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C4D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AD6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Becicherecu Mic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1C1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2E2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FB1C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2D1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8B9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2.003</w:t>
            </w:r>
          </w:p>
        </w:tc>
      </w:tr>
      <w:tr w:rsidR="00C65DDC" w:rsidRPr="00C65DDC" w14:paraId="7ACC7C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BF2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DB1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Gostinari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7B6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CE2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B91E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D1B8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3A2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2.004</w:t>
            </w:r>
          </w:p>
        </w:tc>
      </w:tr>
      <w:tr w:rsidR="00C65DDC" w:rsidRPr="00C65DDC" w14:paraId="63E58F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A9F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A24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6AB6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76F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B3A4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BD70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B24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2.005</w:t>
            </w:r>
          </w:p>
        </w:tc>
      </w:tr>
      <w:tr w:rsidR="00C65DDC" w:rsidRPr="00C65DDC" w14:paraId="316842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B029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A7E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Botiza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75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1B1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42D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3804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122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2.006</w:t>
            </w:r>
          </w:p>
        </w:tc>
      </w:tr>
      <w:tr w:rsidR="00C65DDC" w:rsidRPr="00C65DDC" w14:paraId="66E791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0DF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E4E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Pogana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1F6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0DB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A6A3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E2FF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6FD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2.007</w:t>
            </w:r>
          </w:p>
        </w:tc>
      </w:tr>
      <w:tr w:rsidR="00C65DDC" w:rsidRPr="00C65DDC" w14:paraId="60F011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02D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F67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89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4A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BF7B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EDC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088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2.008</w:t>
            </w:r>
          </w:p>
        </w:tc>
      </w:tr>
      <w:tr w:rsidR="00C65DDC" w:rsidRPr="00C65DDC" w14:paraId="2B44BC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087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8E5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AE2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AF2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F44C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1D9B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341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2.009</w:t>
            </w:r>
          </w:p>
        </w:tc>
      </w:tr>
      <w:tr w:rsidR="00C65DDC" w:rsidRPr="00C65DDC" w14:paraId="2D0815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781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8BB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Coșula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F2B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265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BE29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40D5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340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2.010</w:t>
            </w:r>
          </w:p>
        </w:tc>
      </w:tr>
      <w:tr w:rsidR="00C65DDC" w:rsidRPr="00C65DDC" w14:paraId="0504C5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C55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A8AD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Bănișor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848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C3D6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1B2F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F942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600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2.011</w:t>
            </w:r>
          </w:p>
        </w:tc>
      </w:tr>
      <w:tr w:rsidR="00C65DDC" w:rsidRPr="00C65DDC" w14:paraId="279520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4A1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A66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Heleșteni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144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D8C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26DA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96B0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D6E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2.012</w:t>
            </w:r>
          </w:p>
        </w:tc>
      </w:tr>
      <w:tr w:rsidR="00C65DDC" w:rsidRPr="00C65DDC" w14:paraId="2EEA5F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B28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579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B023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16F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F15D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9B90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611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2.013</w:t>
            </w:r>
          </w:p>
        </w:tc>
      </w:tr>
      <w:tr w:rsidR="00C65DDC" w:rsidRPr="00C65DDC" w14:paraId="1E0B51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7F6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A16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Biliești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F1C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F8B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7403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B379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7A9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2.014</w:t>
            </w:r>
          </w:p>
        </w:tc>
      </w:tr>
      <w:tr w:rsidR="00C65DDC" w:rsidRPr="00C65DDC" w14:paraId="7E5D54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AD2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02A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Bărbulețu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5EC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FC3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4C74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1EF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D4AF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2.015</w:t>
            </w:r>
          </w:p>
        </w:tc>
      </w:tr>
      <w:tr w:rsidR="00C65DDC" w:rsidRPr="00C65DDC" w14:paraId="48ECCF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6CA5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1F7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Apele Vii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DBB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C0E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8A7A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77F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F3B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2.016</w:t>
            </w:r>
          </w:p>
        </w:tc>
      </w:tr>
      <w:tr w:rsidR="00C65DDC" w:rsidRPr="00C65DDC" w14:paraId="4E83BA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08B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738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Chioarului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AE1F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163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7633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AD1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3A6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2.017</w:t>
            </w:r>
          </w:p>
        </w:tc>
      </w:tr>
      <w:tr w:rsidR="00C65DDC" w:rsidRPr="00C65DDC" w14:paraId="75F5E7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576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2FC1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08A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A66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73DD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F930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636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2.018</w:t>
            </w:r>
          </w:p>
        </w:tc>
      </w:tr>
      <w:tr w:rsidR="00C65DDC" w:rsidRPr="00C65DDC" w14:paraId="71C868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479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D97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Repedea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9C2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98A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4596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A84C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37A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2.019</w:t>
            </w:r>
          </w:p>
        </w:tc>
      </w:tr>
      <w:tr w:rsidR="00C65DDC" w:rsidRPr="00C65DDC" w14:paraId="6D68B2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FA9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3DD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Capu Câmpului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23D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85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8B3C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8F32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207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2.020</w:t>
            </w:r>
          </w:p>
        </w:tc>
      </w:tr>
      <w:tr w:rsidR="00C65DDC" w:rsidRPr="00C65DDC" w14:paraId="75E71C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5B8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164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6E3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889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06AE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7393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5FC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2.021</w:t>
            </w:r>
          </w:p>
        </w:tc>
      </w:tr>
      <w:tr w:rsidR="00C65DDC" w:rsidRPr="00C65DDC" w14:paraId="1003C0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EE0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69C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Horodnic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A43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4C9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0E75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B99B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882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2.022</w:t>
            </w:r>
          </w:p>
        </w:tc>
      </w:tr>
      <w:tr w:rsidR="00C65DDC" w:rsidRPr="00C65DDC" w14:paraId="44E8FD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61B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AB7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Mătăsari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441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33A6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8276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13C2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E6A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2.023</w:t>
            </w:r>
          </w:p>
        </w:tc>
      </w:tr>
      <w:tr w:rsidR="00C65DDC" w:rsidRPr="00C65DDC" w14:paraId="66315F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3B7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616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Urmeniș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0DD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F1A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5650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5027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335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2.024</w:t>
            </w:r>
          </w:p>
        </w:tc>
      </w:tr>
      <w:tr w:rsidR="00C65DDC" w:rsidRPr="00C65DDC" w14:paraId="14CBDF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631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542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Petreștii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578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F0A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6F32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E19C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5AB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2.025</w:t>
            </w:r>
          </w:p>
        </w:tc>
      </w:tr>
      <w:tr w:rsidR="00C65DDC" w:rsidRPr="00C65DDC" w14:paraId="131E0A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AA2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457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16F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86E2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AAC9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0A6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66F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2.026</w:t>
            </w:r>
          </w:p>
        </w:tc>
      </w:tr>
      <w:tr w:rsidR="00C65DDC" w:rsidRPr="00C65DDC" w14:paraId="51C528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046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88C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Căscioarele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A76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D8B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B3CC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BCA2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2E8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2.027</w:t>
            </w:r>
          </w:p>
        </w:tc>
      </w:tr>
      <w:tr w:rsidR="00C65DDC" w:rsidRPr="00C65DDC" w14:paraId="65EEB4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29B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9A7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Crucișor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A89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C2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04AA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FFAB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45B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2.028</w:t>
            </w:r>
          </w:p>
        </w:tc>
      </w:tr>
      <w:tr w:rsidR="00C65DDC" w:rsidRPr="00C65DDC" w14:paraId="259677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A92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1997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702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DE0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8C6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02B1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F8C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2.029</w:t>
            </w:r>
          </w:p>
        </w:tc>
      </w:tr>
      <w:tr w:rsidR="00C65DDC" w:rsidRPr="00C65DDC" w14:paraId="233B88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A00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34E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Gornet-Cricov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ED0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9A4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4B2F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3B5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474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2.030</w:t>
            </w:r>
          </w:p>
        </w:tc>
      </w:tr>
      <w:tr w:rsidR="00C65DDC" w:rsidRPr="00C65DDC" w14:paraId="0937AE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076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F7F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Râmnicelu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A62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3F7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7D0F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BCD9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9BE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2.031</w:t>
            </w:r>
          </w:p>
        </w:tc>
      </w:tr>
      <w:tr w:rsidR="00C65DDC" w:rsidRPr="00C65DDC" w14:paraId="604CC0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8D1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420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Coțofenii din Dos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28C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408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4707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FE25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AEB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2.032</w:t>
            </w:r>
          </w:p>
        </w:tc>
      </w:tr>
      <w:tr w:rsidR="00C65DDC" w:rsidRPr="00C65DDC" w14:paraId="663DEB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CDB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0C4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Odobești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01C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E86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8B8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974B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189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2.033</w:t>
            </w:r>
          </w:p>
        </w:tc>
      </w:tr>
      <w:tr w:rsidR="00C65DDC" w:rsidRPr="00C65DDC" w14:paraId="0C5C19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814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505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Boroșneu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C67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03F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DE19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720D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4CA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2.034</w:t>
            </w:r>
          </w:p>
        </w:tc>
      </w:tr>
      <w:tr w:rsidR="00C65DDC" w:rsidRPr="00C65DDC" w14:paraId="6D3B61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B5B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7B9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27A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08D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CC2A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87E3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695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2.035</w:t>
            </w:r>
          </w:p>
        </w:tc>
      </w:tr>
      <w:tr w:rsidR="00C65DDC" w:rsidRPr="00C65DDC" w14:paraId="09CEBB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615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610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Nufăru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A3F7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95F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C017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DDD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5C2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2.036</w:t>
            </w:r>
          </w:p>
        </w:tc>
      </w:tr>
      <w:tr w:rsidR="00C65DDC" w:rsidRPr="00C65DDC" w14:paraId="6AE741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0D4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10EE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D91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D95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432E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A79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A94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2.037</w:t>
            </w:r>
          </w:p>
        </w:tc>
      </w:tr>
      <w:tr w:rsidR="00C65DDC" w:rsidRPr="00C65DDC" w14:paraId="7E1F45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BF7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310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Bolboși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30F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4455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A3E0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F2A3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3FA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2.038</w:t>
            </w:r>
          </w:p>
        </w:tc>
      </w:tr>
      <w:tr w:rsidR="00C65DDC" w:rsidRPr="00C65DDC" w14:paraId="6FC41E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F57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C23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Șăulia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B11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CAD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C375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8313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0C4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2.039</w:t>
            </w:r>
          </w:p>
        </w:tc>
      </w:tr>
      <w:tr w:rsidR="00C65DDC" w:rsidRPr="00C65DDC" w14:paraId="4EE379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0D6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6D0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Dimitrie Cantemir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216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F1A7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C0B6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7CD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DEC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2.040</w:t>
            </w:r>
          </w:p>
        </w:tc>
      </w:tr>
      <w:tr w:rsidR="00C65DDC" w:rsidRPr="00C65DDC" w14:paraId="2C1DFD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75F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1B0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Cândești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A37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833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6AF0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94DA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E9C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2.041</w:t>
            </w:r>
          </w:p>
        </w:tc>
      </w:tr>
      <w:tr w:rsidR="00C65DDC" w:rsidRPr="00C65DDC" w14:paraId="5C35F0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E4C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F2C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Mureșului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1E0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8F8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DE25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5B9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636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2.042</w:t>
            </w:r>
          </w:p>
        </w:tc>
      </w:tr>
      <w:tr w:rsidR="00C65DDC" w:rsidRPr="00C65DDC" w14:paraId="3E71F1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748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8F3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Hărmănești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E2D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330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C6E3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10D0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8C6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2.043</w:t>
            </w:r>
          </w:p>
        </w:tc>
      </w:tr>
      <w:tr w:rsidR="00C65DDC" w:rsidRPr="00C65DDC" w14:paraId="10DD6F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5CF2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C40A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Rasova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8B1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26F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1DA7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B54C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CF8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2.044</w:t>
            </w:r>
          </w:p>
        </w:tc>
      </w:tr>
      <w:tr w:rsidR="00C65DDC" w:rsidRPr="00C65DDC" w14:paraId="4AA08E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DFB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B82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Laloșu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E90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446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91AF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06F6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F4C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2.045</w:t>
            </w:r>
          </w:p>
        </w:tc>
      </w:tr>
      <w:tr w:rsidR="00C65DDC" w:rsidRPr="00C65DDC" w14:paraId="1072944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4D3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CB1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Turcinești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066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87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2338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2CE0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4C1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2.046</w:t>
            </w:r>
          </w:p>
        </w:tc>
      </w:tr>
      <w:tr w:rsidR="00C65DDC" w:rsidRPr="00C65DDC" w14:paraId="2F0B3A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FF0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988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4A0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F6B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BA74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2467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432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2.047</w:t>
            </w:r>
          </w:p>
        </w:tc>
      </w:tr>
      <w:tr w:rsidR="00C65DDC" w:rsidRPr="00C65DDC" w14:paraId="46D9C1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68E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606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Foii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7CF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643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C881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2780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A1D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2.048</w:t>
            </w:r>
          </w:p>
        </w:tc>
      </w:tr>
      <w:tr w:rsidR="00C65DDC" w:rsidRPr="00C65DDC" w14:paraId="79442D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372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CF1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Rișca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63A7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B5B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B6EB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7FFD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B1F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2.049</w:t>
            </w:r>
          </w:p>
        </w:tc>
      </w:tr>
      <w:tr w:rsidR="00C65DDC" w:rsidRPr="00C65DDC" w14:paraId="06C9A8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28F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32B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Ilva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7DD8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74D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656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3149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A40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2.050</w:t>
            </w:r>
          </w:p>
        </w:tc>
      </w:tr>
      <w:tr w:rsidR="00C65DDC" w:rsidRPr="00C65DDC" w14:paraId="406189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0E0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ED95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Leordina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F1C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B6D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5F0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B047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C1C9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2.051</w:t>
            </w:r>
          </w:p>
        </w:tc>
      </w:tr>
      <w:tr w:rsidR="00C65DDC" w:rsidRPr="00C65DDC" w14:paraId="16C8272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91D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320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Felnac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84D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E65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0953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D5A3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BC5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2.052</w:t>
            </w:r>
          </w:p>
        </w:tc>
      </w:tr>
      <w:tr w:rsidR="00C65DDC" w:rsidRPr="00C65DDC" w14:paraId="7304CB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34B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C828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714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987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047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95E0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C99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2.053</w:t>
            </w:r>
          </w:p>
        </w:tc>
      </w:tr>
      <w:tr w:rsidR="00C65DDC" w:rsidRPr="00C65DDC" w14:paraId="3163A4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AF8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8F2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Dăbâca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2BF7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8BF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9BC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0398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8F3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2.054</w:t>
            </w:r>
          </w:p>
        </w:tc>
      </w:tr>
      <w:tr w:rsidR="00C65DDC" w:rsidRPr="00C65DDC" w14:paraId="1C3B5F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D7F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8E8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Șandra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87E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06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EFEE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96E4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0C5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2.055</w:t>
            </w:r>
          </w:p>
        </w:tc>
      </w:tr>
      <w:tr w:rsidR="00C65DDC" w:rsidRPr="00C65DDC" w14:paraId="4CAA4D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CF58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ECA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Licurici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B22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E36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A30B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0559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52A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2.056</w:t>
            </w:r>
          </w:p>
        </w:tc>
      </w:tr>
      <w:tr w:rsidR="00C65DDC" w:rsidRPr="00C65DDC" w14:paraId="37EC6F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C0B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33D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28E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5D2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6200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ACE8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12B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2.057</w:t>
            </w:r>
          </w:p>
        </w:tc>
      </w:tr>
      <w:tr w:rsidR="00C65DDC" w:rsidRPr="00C65DDC" w14:paraId="003BD2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E78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FD8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Sâniob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AE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1F9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F2F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FCF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2FB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2.058</w:t>
            </w:r>
          </w:p>
        </w:tc>
      </w:tr>
      <w:tr w:rsidR="00C65DDC" w:rsidRPr="00C65DDC" w14:paraId="6F62414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D01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673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3AA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F13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3872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9B92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56E3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2.059</w:t>
            </w:r>
          </w:p>
        </w:tc>
      </w:tr>
      <w:tr w:rsidR="00C65DDC" w:rsidRPr="00C65DDC" w14:paraId="0E5F81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FE9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845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D08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E83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09F6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3F56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9B2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2.060</w:t>
            </w:r>
          </w:p>
        </w:tc>
      </w:tr>
      <w:tr w:rsidR="00C65DDC" w:rsidRPr="00C65DDC" w14:paraId="29C3EB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52A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705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8D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D72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B1B0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BD6D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027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2.061</w:t>
            </w:r>
          </w:p>
        </w:tc>
      </w:tr>
      <w:tr w:rsidR="00C65DDC" w:rsidRPr="00C65DDC" w14:paraId="0827D8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785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3C9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Giuvărăști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0A9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D44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48B5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78B7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2FA7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2.062</w:t>
            </w:r>
          </w:p>
        </w:tc>
      </w:tr>
      <w:tr w:rsidR="00C65DDC" w:rsidRPr="00C65DDC" w14:paraId="2A5952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073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C59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Vârșolț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E02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F28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872C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B43D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A31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2.063</w:t>
            </w:r>
          </w:p>
        </w:tc>
      </w:tr>
      <w:tr w:rsidR="00C65DDC" w:rsidRPr="00C65DDC" w14:paraId="4D12EE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6DB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C86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Ciceu-Giurgești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AE0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F16E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17AD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59C4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653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2.064</w:t>
            </w:r>
          </w:p>
        </w:tc>
      </w:tr>
      <w:tr w:rsidR="00C65DDC" w:rsidRPr="00C65DDC" w14:paraId="3A0FB3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17A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E15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B5C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A63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6CE6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DF65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638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2.065</w:t>
            </w:r>
          </w:p>
        </w:tc>
      </w:tr>
      <w:tr w:rsidR="00C65DDC" w:rsidRPr="00C65DDC" w14:paraId="137787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EF7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22C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Diculești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B8B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73D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C9B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91A1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FD8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2.066</w:t>
            </w:r>
          </w:p>
        </w:tc>
      </w:tr>
      <w:tr w:rsidR="00C65DDC" w:rsidRPr="00C65DDC" w14:paraId="6045C7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8F2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AEB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Vârlezi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648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C0C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A5C0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CC7B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A89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2.067</w:t>
            </w:r>
          </w:p>
        </w:tc>
      </w:tr>
      <w:tr w:rsidR="00C65DDC" w:rsidRPr="00C65DDC" w14:paraId="7CAD86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9E8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A23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Giubega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A7F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D88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D6A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7F46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E09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2.068</w:t>
            </w:r>
          </w:p>
        </w:tc>
      </w:tr>
      <w:tr w:rsidR="00C65DDC" w:rsidRPr="00C65DDC" w14:paraId="168BBD4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185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E26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Tătărăști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437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51B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909B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CB3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723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2.069</w:t>
            </w:r>
          </w:p>
        </w:tc>
      </w:tr>
      <w:tr w:rsidR="00C65DDC" w:rsidRPr="00C65DDC" w14:paraId="36A452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8EB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B6C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CC7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D9D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439E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1C87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440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2.070</w:t>
            </w:r>
          </w:p>
        </w:tc>
      </w:tr>
      <w:tr w:rsidR="00C65DDC" w:rsidRPr="00C65DDC" w14:paraId="6573CF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297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1E7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Braniștea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053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1FB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9AD4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2E4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AC63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2.071</w:t>
            </w:r>
          </w:p>
        </w:tc>
      </w:tr>
      <w:tr w:rsidR="00C65DDC" w:rsidRPr="00C65DDC" w14:paraId="08DB21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E7E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905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Sfântu Gheorghe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A15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DA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3889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FAB4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E720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2.072</w:t>
            </w:r>
          </w:p>
        </w:tc>
      </w:tr>
      <w:tr w:rsidR="00C65DDC" w:rsidRPr="00C65DDC" w14:paraId="146EE4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CEA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D21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Mârșa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337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743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37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0994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E92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2.073</w:t>
            </w:r>
          </w:p>
        </w:tc>
      </w:tr>
      <w:tr w:rsidR="00C65DDC" w:rsidRPr="00C65DDC" w14:paraId="7CE6E9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3A5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E58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Moldovei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55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EFA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FC1F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4B72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E92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2.074</w:t>
            </w:r>
          </w:p>
        </w:tc>
      </w:tr>
      <w:tr w:rsidR="00C65DDC" w:rsidRPr="00C65DDC" w14:paraId="46E838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D69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AC8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Beica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FE4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32F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B16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9A4A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02A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2.075</w:t>
            </w:r>
          </w:p>
        </w:tc>
      </w:tr>
      <w:tr w:rsidR="00C65DDC" w:rsidRPr="00C65DDC" w14:paraId="477A98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E6B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137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Pușcași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126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858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54D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43A3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B91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2.076</w:t>
            </w:r>
          </w:p>
        </w:tc>
      </w:tr>
      <w:tr w:rsidR="00C65DDC" w:rsidRPr="00C65DDC" w14:paraId="6597C7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576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744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Băbiciu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A71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9225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ADC4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5A3D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E71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2.077</w:t>
            </w:r>
          </w:p>
        </w:tc>
      </w:tr>
      <w:tr w:rsidR="00C65DDC" w:rsidRPr="00C65DDC" w14:paraId="212189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177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D6BC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C1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9C58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F954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1ED8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724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2.078</w:t>
            </w:r>
          </w:p>
        </w:tc>
      </w:tr>
      <w:tr w:rsidR="00C65DDC" w:rsidRPr="00C65DDC" w14:paraId="7887B8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1D0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5BE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Gogoșari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6FE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A3C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96F7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4EE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258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2.079</w:t>
            </w:r>
          </w:p>
        </w:tc>
      </w:tr>
      <w:tr w:rsidR="00C65DDC" w:rsidRPr="00C65DDC" w14:paraId="5AF84D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CF0A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77B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8EA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B57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5144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AA8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BC2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2.080</w:t>
            </w:r>
          </w:p>
        </w:tc>
      </w:tr>
      <w:tr w:rsidR="00C65DDC" w:rsidRPr="00C65DDC" w14:paraId="0E74A6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839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710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8AC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0A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88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813A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FDB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2.081</w:t>
            </w:r>
          </w:p>
        </w:tc>
      </w:tr>
      <w:tr w:rsidR="00C65DDC" w:rsidRPr="00C65DDC" w14:paraId="1488F8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DB9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FE5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Bulz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5AF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BCA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845F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3E50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ED0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2.082</w:t>
            </w:r>
          </w:p>
        </w:tc>
      </w:tr>
      <w:tr w:rsidR="00C65DDC" w:rsidRPr="00C65DDC" w14:paraId="5FBA2D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918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DB4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Biertan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42D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B10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F59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A790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6BD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2.083</w:t>
            </w:r>
          </w:p>
        </w:tc>
      </w:tr>
      <w:tr w:rsidR="00C65DDC" w:rsidRPr="00C65DDC" w14:paraId="4F667D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DCA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1FCE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853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8BB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C1DF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D96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627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2.084</w:t>
            </w:r>
          </w:p>
        </w:tc>
      </w:tr>
      <w:tr w:rsidR="00C65DDC" w:rsidRPr="00C65DDC" w14:paraId="305EE9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47F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A73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Budureasa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E31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AC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E406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C959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3D3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2.085</w:t>
            </w:r>
          </w:p>
        </w:tc>
      </w:tr>
      <w:tr w:rsidR="00C65DDC" w:rsidRPr="00C65DDC" w14:paraId="4C272D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081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53C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Siriu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D97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9C4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8307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C5DC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E90D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2.086</w:t>
            </w:r>
          </w:p>
        </w:tc>
      </w:tr>
      <w:tr w:rsidR="00C65DDC" w:rsidRPr="00C65DDC" w14:paraId="513482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C0C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AFC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Păltiniș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E37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794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02A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518C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A9A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2.087</w:t>
            </w:r>
          </w:p>
        </w:tc>
      </w:tr>
      <w:tr w:rsidR="00C65DDC" w:rsidRPr="00C65DDC" w14:paraId="05E96A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BD7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FFD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04B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BDC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33D7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F0A0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CE3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2.088</w:t>
            </w:r>
          </w:p>
        </w:tc>
      </w:tr>
      <w:tr w:rsidR="00C65DDC" w:rsidRPr="00C65DDC" w14:paraId="686D91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877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144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Botiz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CE6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638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288E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E10E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1E2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2.089</w:t>
            </w:r>
          </w:p>
        </w:tc>
      </w:tr>
      <w:tr w:rsidR="00C65DDC" w:rsidRPr="00C65DDC" w14:paraId="44936B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2A4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D53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9A1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62A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C530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F592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BFA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2.090</w:t>
            </w:r>
          </w:p>
        </w:tc>
      </w:tr>
      <w:tr w:rsidR="00C65DDC" w:rsidRPr="00C65DDC" w14:paraId="3B3D7B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27F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36E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7AD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52A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4B1D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A543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920D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2.091</w:t>
            </w:r>
          </w:p>
        </w:tc>
      </w:tr>
      <w:tr w:rsidR="00C65DDC" w:rsidRPr="00C65DDC" w14:paraId="51AA2C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980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2A1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 Lazăr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152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82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A1AB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4F18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50E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2.092</w:t>
            </w:r>
          </w:p>
        </w:tc>
      </w:tr>
      <w:tr w:rsidR="00C65DDC" w:rsidRPr="00C65DDC" w14:paraId="69E512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606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B92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Rapoltu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54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48C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61EE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650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0AA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2.093</w:t>
            </w:r>
          </w:p>
        </w:tc>
      </w:tr>
      <w:tr w:rsidR="00C65DDC" w:rsidRPr="00C65DDC" w14:paraId="5FB30F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2E3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3B5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Șuletea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8E0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FBE2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3B99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5FD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2F5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2.094</w:t>
            </w:r>
          </w:p>
        </w:tc>
      </w:tr>
      <w:tr w:rsidR="00C65DDC" w:rsidRPr="00C65DDC" w14:paraId="0BA1DE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804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120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Săcălășeni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EA7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CC8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C2FF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CE18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A0A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2.095</w:t>
            </w:r>
          </w:p>
        </w:tc>
      </w:tr>
      <w:tr w:rsidR="00C65DDC" w:rsidRPr="00C65DDC" w14:paraId="144A1A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D406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E23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96F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466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4527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FFEA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3E8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2.096</w:t>
            </w:r>
          </w:p>
        </w:tc>
      </w:tr>
      <w:tr w:rsidR="00C65DDC" w:rsidRPr="00C65DDC" w14:paraId="551593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23F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716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Brănișca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AAF7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93C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0F2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B37D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C8C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2.097</w:t>
            </w:r>
          </w:p>
        </w:tc>
      </w:tr>
      <w:tr w:rsidR="00C65DDC" w:rsidRPr="00C65DDC" w14:paraId="2ADC41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676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738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Gâdinți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417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736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62A4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428A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D02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2.098</w:t>
            </w:r>
          </w:p>
        </w:tc>
      </w:tr>
      <w:tr w:rsidR="00C65DDC" w:rsidRPr="00C65DDC" w14:paraId="72D2CD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0BC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5CC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Panticeu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5C7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C2C2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B419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471B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180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2.099</w:t>
            </w:r>
          </w:p>
        </w:tc>
      </w:tr>
      <w:tr w:rsidR="00C65DDC" w:rsidRPr="00C65DDC" w14:paraId="3E8A44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F14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064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Cotmeana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8DE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8D0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34FD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F48A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304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2.100</w:t>
            </w:r>
          </w:p>
        </w:tc>
      </w:tr>
      <w:tr w:rsidR="00C65DDC" w:rsidRPr="00C65DDC" w14:paraId="6880C2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085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31A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Hinova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ED9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492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A762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8606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BCB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2.101</w:t>
            </w:r>
          </w:p>
        </w:tc>
      </w:tr>
      <w:tr w:rsidR="00C65DDC" w:rsidRPr="00C65DDC" w14:paraId="6CD72E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553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C58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Șeitin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688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D8E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E168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7864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4EA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2.102</w:t>
            </w:r>
          </w:p>
        </w:tc>
      </w:tr>
      <w:tr w:rsidR="00C65DDC" w:rsidRPr="00C65DDC" w14:paraId="28381F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A0D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217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Voșlăbeni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9AF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5439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3AB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9DB8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DD1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2.103</w:t>
            </w:r>
          </w:p>
        </w:tc>
      </w:tr>
      <w:tr w:rsidR="00C65DDC" w:rsidRPr="00C65DDC" w14:paraId="1C1382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51E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ED8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310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039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89BC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0F9D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3B4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2.104</w:t>
            </w:r>
          </w:p>
        </w:tc>
      </w:tr>
      <w:tr w:rsidR="00C65DDC" w:rsidRPr="00C65DDC" w14:paraId="0866C2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D45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DD3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Dămienești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87C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CCC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61FB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66B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5E6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2.105</w:t>
            </w:r>
          </w:p>
        </w:tc>
      </w:tr>
      <w:tr w:rsidR="00C65DDC" w:rsidRPr="00C65DDC" w14:paraId="0E8119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BFE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4E0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Crucea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234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887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1FBD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AF66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024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2.106</w:t>
            </w:r>
          </w:p>
        </w:tc>
      </w:tr>
      <w:tr w:rsidR="00C65DDC" w:rsidRPr="00C65DDC" w14:paraId="6CCA83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FD3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EFC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Terpezița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6B6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F5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C1C2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530F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BB4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2.107</w:t>
            </w:r>
          </w:p>
        </w:tc>
      </w:tr>
      <w:tr w:rsidR="00C65DDC" w:rsidRPr="00C65DDC" w14:paraId="46DE7B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3FA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B82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57A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618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86ED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4657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491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2.108</w:t>
            </w:r>
          </w:p>
        </w:tc>
      </w:tr>
      <w:tr w:rsidR="00C65DDC" w:rsidRPr="00C65DDC" w14:paraId="1926D7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B62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074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CEE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A43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3DA0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32F2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89E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2.109</w:t>
            </w:r>
          </w:p>
        </w:tc>
      </w:tr>
      <w:tr w:rsidR="00C65DDC" w:rsidRPr="00C65DDC" w14:paraId="19CA3B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5FE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FD3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2E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ED5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707E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BCB2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404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2.110</w:t>
            </w:r>
          </w:p>
        </w:tc>
      </w:tr>
      <w:tr w:rsidR="00C65DDC" w:rsidRPr="00C65DDC" w14:paraId="3259F2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E65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8F31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7A22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952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02CC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7087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43C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2.111</w:t>
            </w:r>
          </w:p>
        </w:tc>
      </w:tr>
      <w:tr w:rsidR="00C65DDC" w:rsidRPr="00C65DDC" w14:paraId="2B51B4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819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25E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FF5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6610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975D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EDB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1D9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2.112</w:t>
            </w:r>
          </w:p>
        </w:tc>
      </w:tr>
      <w:tr w:rsidR="00C65DDC" w:rsidRPr="00C65DDC" w14:paraId="6BEE1A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A00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F28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217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B82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B6B3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0FBB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318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2.113</w:t>
            </w:r>
          </w:p>
        </w:tc>
      </w:tr>
      <w:tr w:rsidR="00C65DDC" w:rsidRPr="00C65DDC" w14:paraId="6A7A5C0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0F3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BDB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Mănăstireni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77F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169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2A64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549D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D58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2.114</w:t>
            </w:r>
          </w:p>
        </w:tc>
      </w:tr>
      <w:tr w:rsidR="00C65DDC" w:rsidRPr="00C65DDC" w14:paraId="067893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883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E50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Băiuț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0E2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306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8921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CB4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370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2.115</w:t>
            </w:r>
          </w:p>
        </w:tc>
      </w:tr>
      <w:tr w:rsidR="00C65DDC" w:rsidRPr="00C65DDC" w14:paraId="5D3686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B948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0AD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D57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D09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53DF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AB7E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EA8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2.116</w:t>
            </w:r>
          </w:p>
        </w:tc>
      </w:tr>
      <w:tr w:rsidR="00C65DDC" w:rsidRPr="00C65DDC" w14:paraId="6A2C71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4F2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939B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54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15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29B1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8AF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EE6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2.117</w:t>
            </w:r>
          </w:p>
        </w:tc>
      </w:tr>
      <w:tr w:rsidR="00C65DDC" w:rsidRPr="00C65DDC" w14:paraId="09C3F3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053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4AD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Căuaș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08A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DF1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6B9D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880A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DA0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2.118</w:t>
            </w:r>
          </w:p>
        </w:tc>
      </w:tr>
      <w:tr w:rsidR="00C65DDC" w:rsidRPr="00C65DDC" w14:paraId="616EBD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D61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4C18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Orlat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A77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A7B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BCE3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81D0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01A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2.119</w:t>
            </w:r>
          </w:p>
        </w:tc>
      </w:tr>
      <w:tr w:rsidR="00C65DDC" w:rsidRPr="00C65DDC" w14:paraId="7A4167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98D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96E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Brabova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F7C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77BA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3BD3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34F0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8C8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2.120</w:t>
            </w:r>
          </w:p>
        </w:tc>
      </w:tr>
      <w:tr w:rsidR="00C65DDC" w:rsidRPr="00C65DDC" w14:paraId="6174BA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391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FB6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Hărău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3B0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8F5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3C8F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5348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0B9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2.121</w:t>
            </w:r>
          </w:p>
        </w:tc>
      </w:tr>
      <w:tr w:rsidR="00C65DDC" w:rsidRPr="00C65DDC" w14:paraId="2460B1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3AC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90F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Sâncraiu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D82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BB5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52F7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DB2A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7EC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2.122</w:t>
            </w:r>
          </w:p>
        </w:tc>
      </w:tr>
      <w:tr w:rsidR="00C65DDC" w:rsidRPr="00C65DDC" w14:paraId="58F08D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5BF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BBC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Caraula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64E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08C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9CE0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6ABF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89D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2.123</w:t>
            </w:r>
          </w:p>
        </w:tc>
      </w:tr>
      <w:tr w:rsidR="00C65DDC" w:rsidRPr="00C65DDC" w14:paraId="0F238B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FD6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7E8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EE1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D68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64C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C0FC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5F2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2.124</w:t>
            </w:r>
          </w:p>
        </w:tc>
      </w:tr>
      <w:tr w:rsidR="00C65DDC" w:rsidRPr="00C65DDC" w14:paraId="0B9552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EB0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871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E94E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F66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AFAE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D4C2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773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2.125</w:t>
            </w:r>
          </w:p>
        </w:tc>
      </w:tr>
      <w:tr w:rsidR="00C65DDC" w:rsidRPr="00C65DDC" w14:paraId="3A62C6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9E2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A60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85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1BA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0FBC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D041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407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2.126</w:t>
            </w:r>
          </w:p>
        </w:tc>
      </w:tr>
      <w:tr w:rsidR="00C65DDC" w:rsidRPr="00C65DDC" w14:paraId="354E5B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578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AF5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Corunca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C99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FF9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378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B7C6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740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2.127</w:t>
            </w:r>
          </w:p>
        </w:tc>
      </w:tr>
      <w:tr w:rsidR="00C65DDC" w:rsidRPr="00C65DDC" w14:paraId="2BA3B3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3A9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CF8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Voitinel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54E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D42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40DA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1A71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1D4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2.128</w:t>
            </w:r>
          </w:p>
        </w:tc>
      </w:tr>
      <w:tr w:rsidR="00C65DDC" w:rsidRPr="00C65DDC" w14:paraId="4019CF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7FE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F21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Ograda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997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005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5153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0FA5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C51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2.129</w:t>
            </w:r>
          </w:p>
        </w:tc>
      </w:tr>
      <w:tr w:rsidR="00C65DDC" w:rsidRPr="00C65DDC" w14:paraId="305708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DDE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420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Gemenele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F1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128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D23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7444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608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2.130</w:t>
            </w:r>
          </w:p>
        </w:tc>
      </w:tr>
      <w:tr w:rsidR="00C65DDC" w:rsidRPr="00C65DDC" w14:paraId="69DDD8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E44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357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245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EDD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77CD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1104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763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2.131</w:t>
            </w:r>
          </w:p>
        </w:tc>
      </w:tr>
      <w:tr w:rsidR="00C65DDC" w:rsidRPr="00C65DDC" w14:paraId="586816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50E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CD2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958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CF9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89B9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9428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4A2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2.132</w:t>
            </w:r>
          </w:p>
        </w:tc>
      </w:tr>
      <w:tr w:rsidR="00C65DDC" w:rsidRPr="00C65DDC" w14:paraId="2458E1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1C9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123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98C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D69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D6D9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750E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BFE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2.133</w:t>
            </w:r>
          </w:p>
        </w:tc>
      </w:tr>
      <w:tr w:rsidR="00C65DDC" w:rsidRPr="00C65DDC" w14:paraId="01C880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A0A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333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8B5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CA3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3DDD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7225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117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2.134</w:t>
            </w:r>
          </w:p>
        </w:tc>
      </w:tr>
      <w:tr w:rsidR="00C65DDC" w:rsidRPr="00C65DDC" w14:paraId="23BA67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F17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8BA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5E4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0C7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D27E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5615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334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2.135</w:t>
            </w:r>
          </w:p>
        </w:tc>
      </w:tr>
      <w:tr w:rsidR="00C65DDC" w:rsidRPr="00C65DDC" w14:paraId="7D5C5BA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754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A9A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0D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3D0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7D5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E407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D1E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2.136</w:t>
            </w:r>
          </w:p>
        </w:tc>
      </w:tr>
      <w:tr w:rsidR="00C65DDC" w:rsidRPr="00C65DDC" w14:paraId="26283F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40D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C26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Cetariu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F46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DBE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0E87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6D8A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BDC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2.137</w:t>
            </w:r>
          </w:p>
        </w:tc>
      </w:tr>
      <w:tr w:rsidR="00C65DDC" w:rsidRPr="00C65DDC" w14:paraId="3BFE8B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B02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D40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204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8A2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FA4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88C3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1330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2.138</w:t>
            </w:r>
          </w:p>
        </w:tc>
      </w:tr>
      <w:tr w:rsidR="00C65DDC" w:rsidRPr="00C65DDC" w14:paraId="409E0C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C60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E16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CAB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767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CC78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42E5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DE8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2.139</w:t>
            </w:r>
          </w:p>
        </w:tc>
      </w:tr>
      <w:tr w:rsidR="00C65DDC" w:rsidRPr="00C65DDC" w14:paraId="08B7AD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664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788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9A6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25B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FCDD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DB59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F42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2.140</w:t>
            </w:r>
          </w:p>
        </w:tc>
      </w:tr>
      <w:tr w:rsidR="00C65DDC" w:rsidRPr="00C65DDC" w14:paraId="5A374C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6D0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AAC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959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05C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9583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F24E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CCC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2.141</w:t>
            </w:r>
          </w:p>
        </w:tc>
      </w:tr>
      <w:tr w:rsidR="00C65DDC" w:rsidRPr="00C65DDC" w14:paraId="58CDA1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620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A23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Blăjel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731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11B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26B6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2B25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673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2.142</w:t>
            </w:r>
          </w:p>
        </w:tc>
      </w:tr>
      <w:tr w:rsidR="00C65DDC" w:rsidRPr="00C65DDC" w14:paraId="7D9EC6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D75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FDF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001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6B7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8EB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2685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E2C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2.143</w:t>
            </w:r>
          </w:p>
        </w:tc>
      </w:tr>
      <w:tr w:rsidR="00C65DDC" w:rsidRPr="00C65DDC" w14:paraId="4BD6B1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0A1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CC7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Vintileasca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804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286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F739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7505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F64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2.144</w:t>
            </w:r>
          </w:p>
        </w:tc>
      </w:tr>
      <w:tr w:rsidR="00C65DDC" w:rsidRPr="00C65DDC" w14:paraId="761087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69F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205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Lipova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A58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635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E8B6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9DD9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10B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2.145</w:t>
            </w:r>
          </w:p>
        </w:tc>
      </w:tr>
      <w:tr w:rsidR="00C65DDC" w:rsidRPr="00C65DDC" w14:paraId="4D2099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1DB7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E51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Poieni-Solca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1DD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2F6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BA35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A472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0FF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2.146</w:t>
            </w:r>
          </w:p>
        </w:tc>
      </w:tr>
      <w:tr w:rsidR="00C65DDC" w:rsidRPr="00C65DDC" w14:paraId="0A03CE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C35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6B33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Leorda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27C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F45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ADC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8E4D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9F1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2.147</w:t>
            </w:r>
          </w:p>
        </w:tc>
      </w:tr>
      <w:tr w:rsidR="00C65DDC" w:rsidRPr="00C65DDC" w14:paraId="79CCB0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742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857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Bătrâni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D39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373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E021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72CE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591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2.148</w:t>
            </w:r>
          </w:p>
        </w:tc>
      </w:tr>
      <w:tr w:rsidR="00C65DDC" w:rsidRPr="00C65DDC" w14:paraId="756A94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74D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081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Tănăsoaia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1FB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415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588E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5389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B9C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2.149</w:t>
            </w:r>
          </w:p>
        </w:tc>
      </w:tr>
      <w:tr w:rsidR="00C65DDC" w:rsidRPr="00C65DDC" w14:paraId="047E80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E58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DF7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I. Cuza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DB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746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3A76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623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ADC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2.150</w:t>
            </w:r>
          </w:p>
        </w:tc>
      </w:tr>
      <w:tr w:rsidR="00C65DDC" w:rsidRPr="00C65DDC" w14:paraId="15618E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AC4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03E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Măceșu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43A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A9F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09C6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18F8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33D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2.151</w:t>
            </w:r>
          </w:p>
        </w:tc>
      </w:tr>
      <w:tr w:rsidR="00C65DDC" w:rsidRPr="00C65DDC" w14:paraId="19DA70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B04B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59D9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753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905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2C2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C3E8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3C1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2.152</w:t>
            </w:r>
          </w:p>
        </w:tc>
      </w:tr>
      <w:tr w:rsidR="00C65DDC" w:rsidRPr="00C65DDC" w14:paraId="47FA0E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1B93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B19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3EBE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2DCD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27D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0185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3AD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2.153</w:t>
            </w:r>
          </w:p>
        </w:tc>
      </w:tr>
      <w:tr w:rsidR="00C65DDC" w:rsidRPr="00C65DDC" w14:paraId="07A811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90C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372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E44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C62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2566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479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D6B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2.154</w:t>
            </w:r>
          </w:p>
        </w:tc>
      </w:tr>
      <w:tr w:rsidR="00C65DDC" w:rsidRPr="00C65DDC" w14:paraId="04D5C7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7FF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071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Buchin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07A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950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7B06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AE89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47E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2.155</w:t>
            </w:r>
          </w:p>
        </w:tc>
      </w:tr>
      <w:tr w:rsidR="00C65DDC" w:rsidRPr="00C65DDC" w14:paraId="4A1A75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E5D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5E52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Ciorăști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A18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887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CF91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0410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521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2.156</w:t>
            </w:r>
          </w:p>
        </w:tc>
      </w:tr>
      <w:tr w:rsidR="00C65DDC" w:rsidRPr="00C65DDC" w14:paraId="04D6D7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2B74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22B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CE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A4C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DB21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9BD3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C82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2.157</w:t>
            </w:r>
          </w:p>
        </w:tc>
      </w:tr>
      <w:tr w:rsidR="00C65DDC" w:rsidRPr="00C65DDC" w14:paraId="36F22D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890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67F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Noșlac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16D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7CE9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1B22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FA53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7AF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2.158</w:t>
            </w:r>
          </w:p>
        </w:tc>
      </w:tr>
      <w:tr w:rsidR="00C65DDC" w:rsidRPr="00C65DDC" w14:paraId="3BCC8F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CBB2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8DE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68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654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33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259E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810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2.159</w:t>
            </w:r>
          </w:p>
        </w:tc>
      </w:tr>
      <w:tr w:rsidR="00C65DDC" w:rsidRPr="00C65DDC" w14:paraId="1CD07C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C89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5D6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32E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875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A60C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33C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5C8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2.160</w:t>
            </w:r>
          </w:p>
        </w:tc>
      </w:tr>
      <w:tr w:rsidR="00C65DDC" w:rsidRPr="00C65DDC" w14:paraId="05FD07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8AD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C89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Provița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CBE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E45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8D27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1FF8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15F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2.161</w:t>
            </w:r>
          </w:p>
        </w:tc>
      </w:tr>
      <w:tr w:rsidR="00C65DDC" w:rsidRPr="00C65DDC" w14:paraId="6BCB2B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1F4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422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Bârghiș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98E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9B7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061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2E67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365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2.162</w:t>
            </w:r>
          </w:p>
        </w:tc>
      </w:tr>
      <w:tr w:rsidR="00C65DDC" w:rsidRPr="00C65DDC" w14:paraId="43BAE0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011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8A9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Ogra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03B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246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8C8E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49CB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877D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2.163</w:t>
            </w:r>
          </w:p>
        </w:tc>
      </w:tr>
      <w:tr w:rsidR="00C65DDC" w:rsidRPr="00C65DDC" w14:paraId="58809C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852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8E7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14B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CA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2809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069C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78A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2.164</w:t>
            </w:r>
          </w:p>
        </w:tc>
      </w:tr>
      <w:tr w:rsidR="00C65DDC" w:rsidRPr="00C65DDC" w14:paraId="2BBB50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2E3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CD7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89C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EF7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FE70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37DD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FAA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2.165</w:t>
            </w:r>
          </w:p>
        </w:tc>
      </w:tr>
      <w:tr w:rsidR="00C65DDC" w:rsidRPr="00C65DDC" w14:paraId="47DBB5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3AC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F3C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FFB4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F12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2D85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596A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6FB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2.166</w:t>
            </w:r>
          </w:p>
        </w:tc>
      </w:tr>
      <w:tr w:rsidR="00C65DDC" w:rsidRPr="00C65DDC" w14:paraId="516DA2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ADF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AC2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Cucerdea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BA9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D39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F2D0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3C1F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18F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2.167</w:t>
            </w:r>
          </w:p>
        </w:tc>
      </w:tr>
      <w:tr w:rsidR="00C65DDC" w:rsidRPr="00C65DDC" w14:paraId="3F077B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3F6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7A8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Sălcuța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B89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746C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7ACE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5C0B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E37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2.168</w:t>
            </w:r>
          </w:p>
        </w:tc>
      </w:tr>
      <w:tr w:rsidR="00C65DDC" w:rsidRPr="00C65DDC" w14:paraId="6532B0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BB3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6C6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Avrămești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00A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DBB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DC93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1276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33C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2.169</w:t>
            </w:r>
          </w:p>
        </w:tc>
      </w:tr>
      <w:tr w:rsidR="00C65DDC" w:rsidRPr="00C65DDC" w14:paraId="61100A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A4E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29E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972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085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ED68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DFB9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97A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2.170</w:t>
            </w:r>
          </w:p>
        </w:tc>
      </w:tr>
      <w:tr w:rsidR="00C65DDC" w:rsidRPr="00C65DDC" w14:paraId="319CFC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EE9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28A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Moțăieni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63D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26D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2C0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2815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50D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2.171</w:t>
            </w:r>
          </w:p>
        </w:tc>
      </w:tr>
      <w:tr w:rsidR="00C65DDC" w:rsidRPr="00C65DDC" w14:paraId="57B612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BA7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F05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Poboru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328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0C9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B08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FD5F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784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2.172</w:t>
            </w:r>
          </w:p>
        </w:tc>
      </w:tr>
      <w:tr w:rsidR="00C65DDC" w:rsidRPr="00C65DDC" w14:paraId="67A922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653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E73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Arsura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3DA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306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DF0F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5489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17C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2.173</w:t>
            </w:r>
          </w:p>
        </w:tc>
      </w:tr>
      <w:tr w:rsidR="00C65DDC" w:rsidRPr="00C65DDC" w14:paraId="78E08A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72F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64B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Vidra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F55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AC4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0A81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148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F06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2.174</w:t>
            </w:r>
          </w:p>
        </w:tc>
      </w:tr>
      <w:tr w:rsidR="00C65DDC" w:rsidRPr="00C65DDC" w14:paraId="31FCBF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D10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D26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B1D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56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3DEC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963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953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2.175</w:t>
            </w:r>
          </w:p>
        </w:tc>
      </w:tr>
      <w:tr w:rsidR="00C65DDC" w:rsidRPr="00C65DDC" w14:paraId="580B7A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25D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6D3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Câmpulung la Tisa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094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495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FBDE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91FA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4C2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2.176</w:t>
            </w:r>
          </w:p>
        </w:tc>
      </w:tr>
      <w:tr w:rsidR="00C65DDC" w:rsidRPr="00C65DDC" w14:paraId="640AA8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09E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8AE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Dobroteasa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8A6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EBB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DBAD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91B6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6FC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2.177</w:t>
            </w:r>
          </w:p>
        </w:tc>
      </w:tr>
      <w:tr w:rsidR="00C65DDC" w:rsidRPr="00C65DDC" w14:paraId="54E63E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E32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988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Almăj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FCD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27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5343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4C99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05B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2.178</w:t>
            </w:r>
          </w:p>
        </w:tc>
      </w:tr>
      <w:tr w:rsidR="00C65DDC" w:rsidRPr="00C65DDC" w14:paraId="0E1E03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745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5C9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Iepurești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C70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4B0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D5C0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4F8B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7E4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2.179</w:t>
            </w:r>
          </w:p>
        </w:tc>
      </w:tr>
      <w:tr w:rsidR="00C65DDC" w:rsidRPr="00C65DDC" w14:paraId="73F247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7F5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5EB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Belciugatele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B2F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75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4D51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2B52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A8F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2.180</w:t>
            </w:r>
          </w:p>
        </w:tc>
      </w:tr>
      <w:tr w:rsidR="00C65DDC" w:rsidRPr="00C65DDC" w14:paraId="64900E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C1B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F1B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 Crucii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F2B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9C4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0F32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04DC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E4F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2.181</w:t>
            </w:r>
          </w:p>
        </w:tc>
      </w:tr>
      <w:tr w:rsidR="00C65DDC" w:rsidRPr="00C65DDC" w14:paraId="16CE5B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E8D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FFD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Tămădău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A04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734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C0D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DD20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AE7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2.182</w:t>
            </w:r>
          </w:p>
        </w:tc>
      </w:tr>
      <w:tr w:rsidR="00C65DDC" w:rsidRPr="00C65DDC" w14:paraId="7DC5B9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DC2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3C4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F73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B7E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DC89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86F2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0EA4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2.183</w:t>
            </w:r>
          </w:p>
        </w:tc>
      </w:tr>
      <w:tr w:rsidR="00C65DDC" w:rsidRPr="00C65DDC" w14:paraId="495F62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51C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06DE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Davidești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4EC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6EF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D763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0291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466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2.184</w:t>
            </w:r>
          </w:p>
        </w:tc>
      </w:tr>
      <w:tr w:rsidR="00C65DDC" w:rsidRPr="00C65DDC" w14:paraId="372679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262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6E0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Uivar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119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A77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6DF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A65C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37B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2.185</w:t>
            </w:r>
          </w:p>
        </w:tc>
      </w:tr>
      <w:tr w:rsidR="00C65DDC" w:rsidRPr="00C65DDC" w14:paraId="4580FE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329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5AA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542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D4B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6D25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45AB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6BF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2.186</w:t>
            </w:r>
          </w:p>
        </w:tc>
      </w:tr>
      <w:tr w:rsidR="00C65DDC" w:rsidRPr="00C65DDC" w14:paraId="43A4AD1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54F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C8C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A98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914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924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65A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B62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2.187</w:t>
            </w:r>
          </w:p>
        </w:tc>
      </w:tr>
      <w:tr w:rsidR="00C65DDC" w:rsidRPr="00C65DDC" w14:paraId="589BC9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0E7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1EB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6A9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E7E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974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B30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E1F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2.188</w:t>
            </w:r>
          </w:p>
        </w:tc>
      </w:tr>
      <w:tr w:rsidR="00C65DDC" w:rsidRPr="00C65DDC" w14:paraId="257F90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BFD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BDC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Săbăreni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27DE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7EA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157A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FCF3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854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2.189</w:t>
            </w:r>
          </w:p>
        </w:tc>
      </w:tr>
      <w:tr w:rsidR="00C65DDC" w:rsidRPr="00C65DDC" w14:paraId="5383C8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E677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1F9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Văcăreni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AAE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EBA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9BA2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BEC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EE5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2.190</w:t>
            </w:r>
          </w:p>
        </w:tc>
      </w:tr>
      <w:tr w:rsidR="00C65DDC" w:rsidRPr="00C65DDC" w14:paraId="5B47C4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381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E72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Mădulari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E0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6A7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E316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F4CC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0BB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2.191</w:t>
            </w:r>
          </w:p>
        </w:tc>
      </w:tr>
      <w:tr w:rsidR="00C65DDC" w:rsidRPr="00C65DDC" w14:paraId="39755B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51FC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4886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6F65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8BA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5A1E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63D2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716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2.192</w:t>
            </w:r>
          </w:p>
        </w:tc>
      </w:tr>
      <w:tr w:rsidR="00C65DDC" w:rsidRPr="00C65DDC" w14:paraId="112842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30A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547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480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4A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FC9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0426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154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2.193</w:t>
            </w:r>
          </w:p>
        </w:tc>
      </w:tr>
      <w:tr w:rsidR="00C65DDC" w:rsidRPr="00C65DDC" w14:paraId="4B9FCA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BB4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77D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DB6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14BA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3312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4E0E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0C4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2.194</w:t>
            </w:r>
          </w:p>
        </w:tc>
      </w:tr>
      <w:tr w:rsidR="00C65DDC" w:rsidRPr="00C65DDC" w14:paraId="0C07B2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8D1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30D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Casimcea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76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52A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A5B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A688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EEA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2.195</w:t>
            </w:r>
          </w:p>
        </w:tc>
      </w:tr>
      <w:tr w:rsidR="00C65DDC" w:rsidRPr="00C65DDC" w14:paraId="43EEB7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E3B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BDB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Lăpușnicu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37D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9A12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CA1C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2D4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080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2.196</w:t>
            </w:r>
          </w:p>
        </w:tc>
      </w:tr>
      <w:tr w:rsidR="00C65DDC" w:rsidRPr="00C65DDC" w14:paraId="66B984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44E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E1B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17B1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DFC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8AE6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B1C3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05A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2.197</w:t>
            </w:r>
          </w:p>
        </w:tc>
      </w:tr>
      <w:tr w:rsidR="00C65DDC" w:rsidRPr="00C65DDC" w14:paraId="27B29C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F36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BD0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Bravu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6388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E25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77D1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9B1D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287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2.198</w:t>
            </w:r>
          </w:p>
        </w:tc>
      </w:tr>
      <w:tr w:rsidR="00C65DDC" w:rsidRPr="00C65DDC" w14:paraId="477152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105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AC0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Herăști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C60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124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EE9A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9D75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1C8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2.199</w:t>
            </w:r>
          </w:p>
        </w:tc>
      </w:tr>
      <w:tr w:rsidR="00C65DDC" w:rsidRPr="00C65DDC" w14:paraId="6ED7323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5B6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011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8A1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F0B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676A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8EC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3F4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2.200</w:t>
            </w:r>
          </w:p>
        </w:tc>
      </w:tr>
      <w:tr w:rsidR="00C65DDC" w:rsidRPr="00C65DDC" w14:paraId="70D764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DEA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9DE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Vinului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5E6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3B7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9A6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FD10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120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2.201</w:t>
            </w:r>
          </w:p>
        </w:tc>
      </w:tr>
      <w:tr w:rsidR="00C65DDC" w:rsidRPr="00C65DDC" w14:paraId="1467B3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E34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6D7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Rușii-Munți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67D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416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0988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D7DC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F38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2.202</w:t>
            </w:r>
          </w:p>
        </w:tc>
      </w:tr>
      <w:tr w:rsidR="00C65DDC" w:rsidRPr="00C65DDC" w14:paraId="788DD9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8AB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CAC9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Jupânești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D65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FA4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864B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0130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F2F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2.203</w:t>
            </w:r>
          </w:p>
        </w:tc>
      </w:tr>
      <w:tr w:rsidR="00C65DDC" w:rsidRPr="00C65DDC" w14:paraId="0FD874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CFB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AA9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Tauț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003A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E6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9427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CAD1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D87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2.204</w:t>
            </w:r>
          </w:p>
        </w:tc>
      </w:tr>
      <w:tr w:rsidR="00C65DDC" w:rsidRPr="00C65DDC" w14:paraId="743A6E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552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0D8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Cătunele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79F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F9D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96D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A0E3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488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2.205</w:t>
            </w:r>
          </w:p>
        </w:tc>
      </w:tr>
      <w:tr w:rsidR="00C65DDC" w:rsidRPr="00C65DDC" w14:paraId="7CCF20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40D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B89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Chiojdeni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777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A9A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3FC7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CD00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9A20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2.206</w:t>
            </w:r>
          </w:p>
        </w:tc>
      </w:tr>
      <w:tr w:rsidR="00C65DDC" w:rsidRPr="00C65DDC" w14:paraId="3DD546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9D7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7D32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Provița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075A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4E0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B599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D5CB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77F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2.207</w:t>
            </w:r>
          </w:p>
        </w:tc>
      </w:tr>
      <w:tr w:rsidR="00C65DDC" w:rsidRPr="00C65DDC" w14:paraId="51CDC4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E35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569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Recea-Cristur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47C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733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F75F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0B1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440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2.208</w:t>
            </w:r>
          </w:p>
        </w:tc>
      </w:tr>
      <w:tr w:rsidR="00C65DDC" w:rsidRPr="00C65DDC" w14:paraId="7C0FDD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A3C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511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B52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D5E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356A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328C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E90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2.209</w:t>
            </w:r>
          </w:p>
        </w:tc>
      </w:tr>
      <w:tr w:rsidR="00C65DDC" w:rsidRPr="00C65DDC" w14:paraId="6A65DD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54C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CA6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Scărișoara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31C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588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C015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073B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A58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2.210</w:t>
            </w:r>
          </w:p>
        </w:tc>
      </w:tr>
      <w:tr w:rsidR="00C65DDC" w:rsidRPr="00C65DDC" w14:paraId="4F4DBA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44E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76A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Petelea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09C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32D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8A5D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28BB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636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2.211</w:t>
            </w:r>
          </w:p>
        </w:tc>
      </w:tr>
      <w:tr w:rsidR="00C65DDC" w:rsidRPr="00C65DDC" w14:paraId="015A72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354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DA68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Boșorod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4C4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3CF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DF09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6EF3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9FF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2.212</w:t>
            </w:r>
          </w:p>
        </w:tc>
      </w:tr>
      <w:tr w:rsidR="00C65DDC" w:rsidRPr="00C65DDC" w14:paraId="528E0D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918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D2C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705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193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C273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CA7D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2B7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2.213</w:t>
            </w:r>
          </w:p>
        </w:tc>
      </w:tr>
      <w:tr w:rsidR="00C65DDC" w:rsidRPr="00C65DDC" w14:paraId="2884EB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B4E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790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Dalboșeț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17B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5E2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F09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4240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52C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2.214</w:t>
            </w:r>
          </w:p>
        </w:tc>
      </w:tr>
      <w:tr w:rsidR="00C65DDC" w:rsidRPr="00C65DDC" w14:paraId="1DFEBC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4684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4715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Sudiți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F9F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38E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170E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A22D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77C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2.215</w:t>
            </w:r>
          </w:p>
        </w:tc>
      </w:tr>
      <w:tr w:rsidR="00C65DDC" w:rsidRPr="00C65DDC" w14:paraId="76974B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7D0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667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Iratoșu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587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0F1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32B9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061A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593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2.216</w:t>
            </w:r>
          </w:p>
        </w:tc>
      </w:tr>
      <w:tr w:rsidR="00C65DDC" w:rsidRPr="00C65DDC" w14:paraId="330742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665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B3F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303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202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4CC1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95BC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D52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2.217</w:t>
            </w:r>
          </w:p>
        </w:tc>
      </w:tr>
      <w:tr w:rsidR="00C65DDC" w:rsidRPr="00C65DDC" w14:paraId="4AD1CC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57C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DA4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1D1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4EA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5CB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0668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C91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2.218</w:t>
            </w:r>
          </w:p>
        </w:tc>
      </w:tr>
      <w:tr w:rsidR="00C65DDC" w:rsidRPr="00C65DDC" w14:paraId="362466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478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AFA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Tușnad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DC0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9D8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972B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6E03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8AC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2.219</w:t>
            </w:r>
          </w:p>
        </w:tc>
      </w:tr>
      <w:tr w:rsidR="00C65DDC" w:rsidRPr="00C65DDC" w14:paraId="714F11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EE7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6AD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Râu Alb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30D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DDA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5F24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18F5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AF2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2.220</w:t>
            </w:r>
          </w:p>
        </w:tc>
      </w:tr>
      <w:tr w:rsidR="00C65DDC" w:rsidRPr="00C65DDC" w14:paraId="25CE3F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BA3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C47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Vișina Nouă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892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632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AC4E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48D2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0A0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2.221</w:t>
            </w:r>
          </w:p>
        </w:tc>
      </w:tr>
      <w:tr w:rsidR="00C65DDC" w:rsidRPr="00C65DDC" w14:paraId="24608B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55F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E25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Sânmihaiu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B41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02D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FF92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B46B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2AE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2.222</w:t>
            </w:r>
          </w:p>
        </w:tc>
      </w:tr>
      <w:tr w:rsidR="00C65DDC" w:rsidRPr="00C65DDC" w14:paraId="489E08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48C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3BD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7EE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535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817C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9A21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2B9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2.223</w:t>
            </w:r>
          </w:p>
        </w:tc>
      </w:tr>
      <w:tr w:rsidR="00C65DDC" w:rsidRPr="00C65DDC" w14:paraId="77A8E14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AA2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BFD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7FC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B2D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5A3C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C2C6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627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2.224</w:t>
            </w:r>
          </w:p>
        </w:tc>
      </w:tr>
      <w:tr w:rsidR="00C65DDC" w:rsidRPr="00C65DDC" w14:paraId="2F9C70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6B0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119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FAA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963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1BF9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3611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087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2.225</w:t>
            </w:r>
          </w:p>
        </w:tc>
      </w:tr>
      <w:tr w:rsidR="00C65DDC" w:rsidRPr="00C65DDC" w14:paraId="46457A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626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FDC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Găvănești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9D0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8D9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C311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83EF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ADB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2.226</w:t>
            </w:r>
          </w:p>
        </w:tc>
      </w:tr>
      <w:tr w:rsidR="00C65DDC" w:rsidRPr="00C65DDC" w14:paraId="2D331A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735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F3E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Zărand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A62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354C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CDE1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549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20A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2.227</w:t>
            </w:r>
          </w:p>
        </w:tc>
      </w:tr>
      <w:tr w:rsidR="00C65DDC" w:rsidRPr="00C65DDC" w14:paraId="3C98E3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A53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F101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Ponoarele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17A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0B9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536A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2C11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240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2.228</w:t>
            </w:r>
          </w:p>
        </w:tc>
      </w:tr>
      <w:tr w:rsidR="00C65DDC" w:rsidRPr="00C65DDC" w14:paraId="49586E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6801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060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Dudeștii Noi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F63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536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0A6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BDB7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B61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2.229</w:t>
            </w:r>
          </w:p>
        </w:tc>
      </w:tr>
      <w:tr w:rsidR="00C65DDC" w:rsidRPr="00C65DDC" w14:paraId="4FBE67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427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E1A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Tiream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DFA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E7A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6AA9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C0E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563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2.230</w:t>
            </w:r>
          </w:p>
        </w:tc>
      </w:tr>
      <w:tr w:rsidR="00C65DDC" w:rsidRPr="00C65DDC" w14:paraId="642EB6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EB5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E1E4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Sohodol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8BB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EA6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5185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6CEC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B56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2.231</w:t>
            </w:r>
          </w:p>
        </w:tc>
      </w:tr>
      <w:tr w:rsidR="00C65DDC" w:rsidRPr="00C65DDC" w14:paraId="24E050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611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208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Surdila-Greci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A9B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52E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BD53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420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785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2.232</w:t>
            </w:r>
          </w:p>
        </w:tc>
      </w:tr>
      <w:tr w:rsidR="00C65DDC" w:rsidRPr="00C65DDC" w14:paraId="3022AD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F67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7EB9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Bălăceana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C70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D59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71EF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EBD2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22A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2.233</w:t>
            </w:r>
          </w:p>
        </w:tc>
      </w:tr>
      <w:tr w:rsidR="00C65DDC" w:rsidRPr="00C65DDC" w14:paraId="5F7EF6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09F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A47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Bătarci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12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C37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3D9D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CB5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FCE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2.234</w:t>
            </w:r>
          </w:p>
        </w:tc>
      </w:tr>
      <w:tr w:rsidR="00C65DDC" w:rsidRPr="00C65DDC" w14:paraId="57FE5D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106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0A4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Santău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52B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973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2881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FD05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694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2.235</w:t>
            </w:r>
          </w:p>
        </w:tc>
      </w:tr>
      <w:tr w:rsidR="00C65DDC" w:rsidRPr="00C65DDC" w14:paraId="67C3D5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5EA6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EA9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Gălăuțaș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797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CE0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87FF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54FC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39E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2.236</w:t>
            </w:r>
          </w:p>
        </w:tc>
      </w:tr>
      <w:tr w:rsidR="00C65DDC" w:rsidRPr="00C65DDC" w14:paraId="184173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659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BD1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Monor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E266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C1E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82A2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9385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624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2.237</w:t>
            </w:r>
          </w:p>
        </w:tc>
      </w:tr>
      <w:tr w:rsidR="00C65DDC" w:rsidRPr="00C65DDC" w14:paraId="33FE74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127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A45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6D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687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4990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44CC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52F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2.238</w:t>
            </w:r>
          </w:p>
        </w:tc>
      </w:tr>
      <w:tr w:rsidR="00C65DDC" w:rsidRPr="00C65DDC" w14:paraId="1BD75C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B1A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565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Cricău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099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B3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40A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A348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5B6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2.239</w:t>
            </w:r>
          </w:p>
        </w:tc>
      </w:tr>
      <w:tr w:rsidR="00C65DDC" w:rsidRPr="00C65DDC" w14:paraId="5E84E7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C4C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2B3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Câlnic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B85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556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7084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8EC5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7EE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2.240</w:t>
            </w:r>
          </w:p>
        </w:tc>
      </w:tr>
      <w:tr w:rsidR="00C65DDC" w:rsidRPr="00C65DDC" w14:paraId="6A3A48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CA2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F30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1D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59E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607C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A406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4D2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2.241</w:t>
            </w:r>
          </w:p>
        </w:tc>
      </w:tr>
      <w:tr w:rsidR="00C65DDC" w:rsidRPr="00C65DDC" w14:paraId="70CE8D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ECC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BAA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C77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784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52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D60A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391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2.242</w:t>
            </w:r>
          </w:p>
        </w:tc>
      </w:tr>
      <w:tr w:rsidR="00C65DDC" w:rsidRPr="00C65DDC" w14:paraId="33489D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0A4F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F90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Ripiceni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4DD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FFB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2CED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9686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12D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2.243</w:t>
            </w:r>
          </w:p>
        </w:tc>
      </w:tr>
      <w:tr w:rsidR="00C65DDC" w:rsidRPr="00C65DDC" w14:paraId="11D5D0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BFB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CDE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Husasău de Tinca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293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BA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1820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A18B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307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2.244</w:t>
            </w:r>
          </w:p>
        </w:tc>
      </w:tr>
      <w:tr w:rsidR="00C65DDC" w:rsidRPr="00C65DDC" w14:paraId="06A673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506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865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Cărbunești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BD0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2CE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3444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2635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3BA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2.245</w:t>
            </w:r>
          </w:p>
        </w:tc>
      </w:tr>
      <w:tr w:rsidR="00C65DDC" w:rsidRPr="00C65DDC" w14:paraId="32DDAA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F50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B0B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Ardusat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BAD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A2A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8E4E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61F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515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2.246</w:t>
            </w:r>
          </w:p>
        </w:tc>
      </w:tr>
      <w:tr w:rsidR="00C65DDC" w:rsidRPr="00C65DDC" w14:paraId="73C63C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968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DB0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1D7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0C1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7E43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E48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7B77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2.247</w:t>
            </w:r>
          </w:p>
        </w:tc>
      </w:tr>
      <w:tr w:rsidR="00C65DDC" w:rsidRPr="00C65DDC" w14:paraId="6E20F0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626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5CC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Mușenița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24F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3FF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285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BE98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A85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2.248</w:t>
            </w:r>
          </w:p>
        </w:tc>
      </w:tr>
      <w:tr w:rsidR="00C65DDC" w:rsidRPr="00C65DDC" w14:paraId="2A6023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FCD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443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Mirșid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738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862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A76D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176E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998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2.249</w:t>
            </w:r>
          </w:p>
        </w:tc>
      </w:tr>
      <w:tr w:rsidR="00C65DDC" w:rsidRPr="00C65DDC" w14:paraId="17AB20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785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AF6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Sânnicolau Român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7A9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B43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90CC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F38D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9D4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2.250</w:t>
            </w:r>
          </w:p>
        </w:tc>
      </w:tr>
      <w:tr w:rsidR="00C65DDC" w:rsidRPr="00C65DDC" w14:paraId="367FE9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05DA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94D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Ciuperceni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A9C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AAE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9618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4525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682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2.251</w:t>
            </w:r>
          </w:p>
        </w:tc>
      </w:tr>
      <w:tr w:rsidR="00C65DDC" w:rsidRPr="00C65DDC" w14:paraId="270F2D7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AC6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648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Gurasada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17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29C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B9F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52A3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A64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2.252</w:t>
            </w:r>
          </w:p>
        </w:tc>
      </w:tr>
      <w:tr w:rsidR="00C65DDC" w:rsidRPr="00C65DDC" w14:paraId="3F3F65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120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C88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Măieruș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DAD3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66B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77E8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2F27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6B4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2.253</w:t>
            </w:r>
          </w:p>
        </w:tc>
      </w:tr>
      <w:tr w:rsidR="00C65DDC" w:rsidRPr="00C65DDC" w14:paraId="107858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4B2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AB3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Beclean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821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29F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ABF1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4DEC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189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2.254</w:t>
            </w:r>
          </w:p>
        </w:tc>
      </w:tr>
      <w:tr w:rsidR="00C65DDC" w:rsidRPr="00C65DDC" w14:paraId="1F84F5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AD3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DDD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Ciurila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96C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9A6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AB62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F946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CF7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2.255</w:t>
            </w:r>
          </w:p>
        </w:tc>
      </w:tr>
      <w:tr w:rsidR="00C65DDC" w:rsidRPr="00C65DDC" w14:paraId="548552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11A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0C4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Hârtop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1A3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EC2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952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2BC2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195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2.256</w:t>
            </w:r>
          </w:p>
        </w:tc>
      </w:tr>
      <w:tr w:rsidR="00C65DDC" w:rsidRPr="00C65DDC" w14:paraId="61912B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78F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E45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Voiteg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F08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A3C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BF1E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F319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18A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2.257</w:t>
            </w:r>
          </w:p>
        </w:tc>
      </w:tr>
      <w:tr w:rsidR="00C65DDC" w:rsidRPr="00C65DDC" w14:paraId="175F84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15C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8DB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Mihălășeni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4FC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609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2066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F740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3E1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2.258</w:t>
            </w:r>
          </w:p>
        </w:tc>
      </w:tr>
      <w:tr w:rsidR="00C65DDC" w:rsidRPr="00C65DDC" w14:paraId="2413E1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5AC0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10B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F46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1A3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30CE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7C8B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E26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2.259</w:t>
            </w:r>
          </w:p>
        </w:tc>
      </w:tr>
      <w:tr w:rsidR="00C65DDC" w:rsidRPr="00C65DDC" w14:paraId="20FBA6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76D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AB8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Berești-Bistrița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1AD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91F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49C8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9C7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D1B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2.260</w:t>
            </w:r>
          </w:p>
        </w:tc>
      </w:tr>
      <w:tr w:rsidR="00C65DDC" w:rsidRPr="00C65DDC" w14:paraId="39E322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A33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676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418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EFC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7BA1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597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68F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2.261</w:t>
            </w:r>
          </w:p>
        </w:tc>
      </w:tr>
      <w:tr w:rsidR="00C65DDC" w:rsidRPr="00C65DDC" w14:paraId="47228E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A050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C18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AAA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2C6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1C4D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C406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E81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2.262</w:t>
            </w:r>
          </w:p>
        </w:tc>
      </w:tr>
      <w:tr w:rsidR="00C65DDC" w:rsidRPr="00C65DDC" w14:paraId="411A09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571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1E4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Frăsinet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51C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A48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A8A4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BFEC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A55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2.263</w:t>
            </w:r>
          </w:p>
        </w:tc>
      </w:tr>
      <w:tr w:rsidR="00C65DDC" w:rsidRPr="00C65DDC" w14:paraId="35F1B8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04C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171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Răcășdia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C5D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A60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4562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270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CD7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2.264</w:t>
            </w:r>
          </w:p>
        </w:tc>
      </w:tr>
      <w:tr w:rsidR="00C65DDC" w:rsidRPr="00C65DDC" w14:paraId="684841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D21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D35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Boghicea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BA4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8CB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855B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02A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D3C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2.265</w:t>
            </w:r>
          </w:p>
        </w:tc>
      </w:tr>
      <w:tr w:rsidR="00C65DDC" w:rsidRPr="00C65DDC" w14:paraId="48F40E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169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DBB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7EB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968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29BD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06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962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2.266</w:t>
            </w:r>
          </w:p>
        </w:tc>
      </w:tr>
      <w:tr w:rsidR="00C65DDC" w:rsidRPr="00C65DDC" w14:paraId="34195C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017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CDD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Eșelnița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681A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37A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0A52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FC5C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5D3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2.267</w:t>
            </w:r>
          </w:p>
        </w:tc>
      </w:tr>
      <w:tr w:rsidR="00C65DDC" w:rsidRPr="00C65DDC" w14:paraId="352211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E79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AB7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BF0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864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4514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404B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ADB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2.268</w:t>
            </w:r>
          </w:p>
        </w:tc>
      </w:tr>
      <w:tr w:rsidR="00C65DDC" w:rsidRPr="00C65DDC" w14:paraId="111791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87A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02F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EF4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6205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7561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1E27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E36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2.269</w:t>
            </w:r>
          </w:p>
        </w:tc>
      </w:tr>
      <w:tr w:rsidR="00C65DDC" w:rsidRPr="00C65DDC" w14:paraId="005EFA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4CB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E2D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Sântimbru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969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E89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BC0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E1E8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050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2.270</w:t>
            </w:r>
          </w:p>
        </w:tc>
      </w:tr>
      <w:tr w:rsidR="00C65DDC" w:rsidRPr="00C65DDC" w14:paraId="238B9E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051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C30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Măceșu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C1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4B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4C6C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E6E5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CBA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2.271</w:t>
            </w:r>
          </w:p>
        </w:tc>
      </w:tr>
      <w:tr w:rsidR="00C65DDC" w:rsidRPr="00C65DDC" w14:paraId="1C84F2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C25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331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Cioroiași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F53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19A2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748C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46FE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D4B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2.272</w:t>
            </w:r>
          </w:p>
        </w:tc>
      </w:tr>
      <w:tr w:rsidR="00C65DDC" w:rsidRPr="00C65DDC" w14:paraId="213E3D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670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F5F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201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FDA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13DB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DEB5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B26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2.273</w:t>
            </w:r>
          </w:p>
        </w:tc>
      </w:tr>
      <w:tr w:rsidR="00C65DDC" w:rsidRPr="00C65DDC" w14:paraId="720B1D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E36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E17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Sarasău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6D48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0FC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2F1A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2B18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A6B8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2.274</w:t>
            </w:r>
          </w:p>
        </w:tc>
      </w:tr>
      <w:tr w:rsidR="00C65DDC" w:rsidRPr="00C65DDC" w14:paraId="115E3B0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388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14E1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Apața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C2F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1D5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004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85D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CD6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2.275</w:t>
            </w:r>
          </w:p>
        </w:tc>
      </w:tr>
      <w:tr w:rsidR="00C65DDC" w:rsidRPr="00C65DDC" w14:paraId="06D55C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B82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E54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Turnu Roșu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D4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3CF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E688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0A42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B0DB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2.276</w:t>
            </w:r>
          </w:p>
        </w:tc>
      </w:tr>
      <w:tr w:rsidR="00C65DDC" w:rsidRPr="00C65DDC" w14:paraId="2CDB23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48F2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ED9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773F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3C4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1C4E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0C89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D78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2.277</w:t>
            </w:r>
          </w:p>
        </w:tc>
      </w:tr>
      <w:tr w:rsidR="00C65DDC" w:rsidRPr="00C65DDC" w14:paraId="367242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EBD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86A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060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3EB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9CA2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10B1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C1D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2.278</w:t>
            </w:r>
          </w:p>
        </w:tc>
      </w:tr>
      <w:tr w:rsidR="00C65DDC" w:rsidRPr="00C65DDC" w14:paraId="259664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6841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8C2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Bodoc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BAE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80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1F8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B82B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26B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2.279</w:t>
            </w:r>
          </w:p>
        </w:tc>
      </w:tr>
      <w:tr w:rsidR="00C65DDC" w:rsidRPr="00C65DDC" w14:paraId="3FDE37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540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C9B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46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6A9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8664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DB81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36F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2.280</w:t>
            </w:r>
          </w:p>
        </w:tc>
      </w:tr>
      <w:tr w:rsidR="00C65DDC" w:rsidRPr="00C65DDC" w14:paraId="6E56294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206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17F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EE3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F894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66EB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55A8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833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2.281</w:t>
            </w:r>
          </w:p>
        </w:tc>
      </w:tr>
      <w:tr w:rsidR="00C65DDC" w:rsidRPr="00C65DDC" w14:paraId="5030CF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ABB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638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7FB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E8D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5705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8381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E7F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2.282</w:t>
            </w:r>
          </w:p>
        </w:tc>
      </w:tr>
      <w:tr w:rsidR="00C65DDC" w:rsidRPr="00C65DDC" w14:paraId="684E06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569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198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Măguri-Răcătău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434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94C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58CE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E4C9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896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2.283</w:t>
            </w:r>
          </w:p>
        </w:tc>
      </w:tr>
      <w:tr w:rsidR="00C65DDC" w:rsidRPr="00C65DDC" w14:paraId="7E5304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DCD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8DA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Vârfuri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2E6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CC0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12B1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3990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68D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2.284</w:t>
            </w:r>
          </w:p>
        </w:tc>
      </w:tr>
      <w:tr w:rsidR="00C65DDC" w:rsidRPr="00C65DDC" w14:paraId="4E1764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079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46F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Ciocârlia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D29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268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7AF7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808A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997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2.285</w:t>
            </w:r>
          </w:p>
        </w:tc>
      </w:tr>
      <w:tr w:rsidR="00C65DDC" w:rsidRPr="00C65DDC" w14:paraId="55AF21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359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9B3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Abrămuț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67A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CA7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54EB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D82B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812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2.286</w:t>
            </w:r>
          </w:p>
        </w:tc>
      </w:tr>
      <w:tr w:rsidR="00C65DDC" w:rsidRPr="00C65DDC" w14:paraId="44C9F3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6A4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C7F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Luncoiu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519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2A1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A78C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C96D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3D5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2.287</w:t>
            </w:r>
          </w:p>
        </w:tc>
      </w:tr>
      <w:tr w:rsidR="00C65DDC" w:rsidRPr="00C65DDC" w14:paraId="2EC8AF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39A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3C5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Remetea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ADD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1C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B336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4991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891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2.288</w:t>
            </w:r>
          </w:p>
        </w:tc>
      </w:tr>
      <w:tr w:rsidR="00C65DDC" w:rsidRPr="00C65DDC" w14:paraId="6F1B2D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448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90B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Homoroade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FAE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83B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435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4D84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E77F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2.289</w:t>
            </w:r>
          </w:p>
        </w:tc>
      </w:tr>
      <w:tr w:rsidR="00C65DDC" w:rsidRPr="00C65DDC" w14:paraId="455802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E67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E93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Subcetate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BA2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8B5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B112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1A59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A08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2.290</w:t>
            </w:r>
          </w:p>
        </w:tc>
      </w:tr>
      <w:tr w:rsidR="00C65DDC" w:rsidRPr="00C65DDC" w14:paraId="43A8EF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29D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A6A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Grăniceri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385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E7F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BDC6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7346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443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2.291</w:t>
            </w:r>
          </w:p>
        </w:tc>
      </w:tr>
      <w:tr w:rsidR="00C65DDC" w:rsidRPr="00C65DDC" w14:paraId="66550A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681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F76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078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B63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33A5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5051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80F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2.292</w:t>
            </w:r>
          </w:p>
        </w:tc>
      </w:tr>
      <w:tr w:rsidR="00C65DDC" w:rsidRPr="00C65DDC" w14:paraId="36C70C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F80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442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Slobozia Moară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F0C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90C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99C1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AC3F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FF43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2.293</w:t>
            </w:r>
          </w:p>
        </w:tc>
      </w:tr>
      <w:tr w:rsidR="00C65DDC" w:rsidRPr="00C65DDC" w14:paraId="131CA8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228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D37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Milcoiu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BC3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97F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8A0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24BE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8BB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2.294</w:t>
            </w:r>
          </w:p>
        </w:tc>
      </w:tr>
      <w:tr w:rsidR="00C65DDC" w:rsidRPr="00C65DDC" w14:paraId="639850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A35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2F0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Așchileu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43B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6FF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BDCE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A5F5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70DC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2.295</w:t>
            </w:r>
          </w:p>
        </w:tc>
      </w:tr>
      <w:tr w:rsidR="00C65DDC" w:rsidRPr="00C65DDC" w14:paraId="476DB7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7BF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03D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Mașloc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80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3FE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F95F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85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0D4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2.296</w:t>
            </w:r>
          </w:p>
        </w:tc>
      </w:tr>
      <w:tr w:rsidR="00C65DDC" w:rsidRPr="00C65DDC" w14:paraId="306858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241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D91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Mușetești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450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A33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175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E70E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2D4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2.297</w:t>
            </w:r>
          </w:p>
        </w:tc>
      </w:tr>
      <w:tr w:rsidR="00C65DDC" w:rsidRPr="00C65DDC" w14:paraId="2BEAB2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A28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8A1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Frumușeni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75E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3CC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298A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C4DB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233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2.298</w:t>
            </w:r>
          </w:p>
        </w:tc>
      </w:tr>
      <w:tr w:rsidR="00C65DDC" w:rsidRPr="00C65DDC" w14:paraId="7A0ADB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4D8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B67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Aiton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D1C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693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C1FE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3C81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7D0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2.299</w:t>
            </w:r>
          </w:p>
        </w:tc>
      </w:tr>
      <w:tr w:rsidR="00C65DDC" w:rsidRPr="00C65DDC" w14:paraId="21EEF4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EB5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706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35A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1167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B330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53FE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8AC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2.300</w:t>
            </w:r>
          </w:p>
        </w:tc>
      </w:tr>
      <w:tr w:rsidR="00C65DDC" w:rsidRPr="00C65DDC" w14:paraId="21504D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F70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573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944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BED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43F7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7187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6E3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2.301</w:t>
            </w:r>
          </w:p>
        </w:tc>
      </w:tr>
      <w:tr w:rsidR="00C65DDC" w:rsidRPr="00C65DDC" w14:paraId="421FF7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E66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96C0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Bălăceanu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C5C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992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4AC4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59E8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33ED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2.302</w:t>
            </w:r>
          </w:p>
        </w:tc>
      </w:tr>
      <w:tr w:rsidR="00C65DDC" w:rsidRPr="00C65DDC" w14:paraId="7B1118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C7C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651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Nadeș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534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EC1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F5F5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E3B6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CAF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2.303</w:t>
            </w:r>
          </w:p>
        </w:tc>
      </w:tr>
      <w:tr w:rsidR="00C65DDC" w:rsidRPr="00C65DDC" w14:paraId="581C8F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5D2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4DD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Ghidici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E38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CDD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A4D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212F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3E53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2.304</w:t>
            </w:r>
          </w:p>
        </w:tc>
      </w:tr>
      <w:tr w:rsidR="00C65DDC" w:rsidRPr="00C65DDC" w14:paraId="79B341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AC72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EC6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0961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48B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D2F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17C6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41D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2.305</w:t>
            </w:r>
          </w:p>
        </w:tc>
      </w:tr>
      <w:tr w:rsidR="00C65DDC" w:rsidRPr="00C65DDC" w14:paraId="7DA399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EBB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A42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Săcădat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3E6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B16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CDA6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761E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8E5D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2.306</w:t>
            </w:r>
          </w:p>
        </w:tc>
      </w:tr>
      <w:tr w:rsidR="00C65DDC" w:rsidRPr="00C65DDC" w14:paraId="569E23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71B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AF9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Bucium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054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EBB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F6D6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91B2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877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2.307</w:t>
            </w:r>
          </w:p>
        </w:tc>
      </w:tr>
      <w:tr w:rsidR="00C65DDC" w:rsidRPr="00C65DDC" w14:paraId="24C796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530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41C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5E0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F50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B19A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8656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5CD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2.308</w:t>
            </w:r>
          </w:p>
        </w:tc>
      </w:tr>
      <w:tr w:rsidR="00C65DDC" w:rsidRPr="00C65DDC" w14:paraId="742F3B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F27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4C7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CB9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7F6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5FF0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9FA5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035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2.309</w:t>
            </w:r>
          </w:p>
        </w:tc>
      </w:tr>
      <w:tr w:rsidR="00C65DDC" w:rsidRPr="00C65DDC" w14:paraId="2072B8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8EC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9BFD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Tamași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1D1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AD3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C7A0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565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D0FC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2.310</w:t>
            </w:r>
          </w:p>
        </w:tc>
      </w:tr>
      <w:tr w:rsidR="00C65DDC" w:rsidRPr="00C65DDC" w14:paraId="415113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1CF1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21D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Largu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9E2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504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DA78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3ECC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153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2.311</w:t>
            </w:r>
          </w:p>
        </w:tc>
      </w:tr>
      <w:tr w:rsidR="00C65DDC" w:rsidRPr="00C65DDC" w14:paraId="135D01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254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A06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Pecineaga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E9B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E4F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21F7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1878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506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2.312</w:t>
            </w:r>
          </w:p>
        </w:tc>
      </w:tr>
      <w:tr w:rsidR="00C65DDC" w:rsidRPr="00C65DDC" w14:paraId="5C94F5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167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B15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Andreiașu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93B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4DC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20B9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7321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96F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2.313</w:t>
            </w:r>
          </w:p>
        </w:tc>
      </w:tr>
      <w:tr w:rsidR="00C65DDC" w:rsidRPr="00C65DDC" w14:paraId="120199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DAE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6ED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Păcureți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EEE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F5DE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5518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97F1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1E99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2.314</w:t>
            </w:r>
          </w:p>
        </w:tc>
      </w:tr>
      <w:tr w:rsidR="00C65DDC" w:rsidRPr="00C65DDC" w14:paraId="1BBABC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741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8D1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Săndulești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95E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A5E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B1F8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8EE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868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2.315</w:t>
            </w:r>
          </w:p>
        </w:tc>
      </w:tr>
      <w:tr w:rsidR="00C65DDC" w:rsidRPr="00C65DDC" w14:paraId="33EC00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A3B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091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CB1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F72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36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9B7F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7797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2.316</w:t>
            </w:r>
          </w:p>
        </w:tc>
      </w:tr>
      <w:tr w:rsidR="00C65DDC" w:rsidRPr="00C65DDC" w14:paraId="317A3F9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49D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C8F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Andrid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876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68B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FC25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C8C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1EE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2.317</w:t>
            </w:r>
          </w:p>
        </w:tc>
      </w:tr>
      <w:tr w:rsidR="00C65DDC" w:rsidRPr="00C65DDC" w14:paraId="5B6091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71D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F7B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Costache Negri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B17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968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4958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E7F0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DAAD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2.318</w:t>
            </w:r>
          </w:p>
        </w:tc>
      </w:tr>
      <w:tr w:rsidR="00C65DDC" w:rsidRPr="00C65DDC" w14:paraId="21E8B4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FB5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277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6CF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23C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3D11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DD61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082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2.319</w:t>
            </w:r>
          </w:p>
        </w:tc>
      </w:tr>
      <w:tr w:rsidR="00C65DDC" w:rsidRPr="00C65DDC" w14:paraId="6F0102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21A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82C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Apostolache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42A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BA5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0969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2A0E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301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2.320</w:t>
            </w:r>
          </w:p>
        </w:tc>
      </w:tr>
      <w:tr w:rsidR="00C65DDC" w:rsidRPr="00C65DDC" w14:paraId="6D8519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7CD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8B6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Priseaca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5D9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E1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EEC5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0BAC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AEC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2.321</w:t>
            </w:r>
          </w:p>
        </w:tc>
      </w:tr>
      <w:tr w:rsidR="00C65DDC" w:rsidRPr="00C65DDC" w14:paraId="289F2A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29A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1DB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Predeal-Sărari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B18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7DE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7E0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F7A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9EA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2.322</w:t>
            </w:r>
          </w:p>
        </w:tc>
      </w:tr>
      <w:tr w:rsidR="00C65DDC" w:rsidRPr="00C65DDC" w14:paraId="77B0BC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39BA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A7F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35D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59A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DEE3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C5F0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63D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2.323</w:t>
            </w:r>
          </w:p>
        </w:tc>
      </w:tr>
      <w:tr w:rsidR="00C65DDC" w:rsidRPr="00C65DDC" w14:paraId="74F5FD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0C9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64E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Stampei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22D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72C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670A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173C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7EEA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2.324</w:t>
            </w:r>
          </w:p>
        </w:tc>
      </w:tr>
      <w:tr w:rsidR="00C65DDC" w:rsidRPr="00C65DDC" w14:paraId="38CAFC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C0C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941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F30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745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F40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C0E5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7ED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2.325</w:t>
            </w:r>
          </w:p>
        </w:tc>
      </w:tr>
      <w:tr w:rsidR="00C65DDC" w:rsidRPr="00C65DDC" w14:paraId="18D4DB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3480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139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Dolhești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462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C91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CDE7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3F6E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C3F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2.326</w:t>
            </w:r>
          </w:p>
        </w:tc>
      </w:tr>
      <w:tr w:rsidR="00C65DDC" w:rsidRPr="00C65DDC" w14:paraId="1A86FA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D06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D01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Sasca Montană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08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376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F0AA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D711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D12C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2.327</w:t>
            </w:r>
          </w:p>
        </w:tc>
      </w:tr>
      <w:tr w:rsidR="00C65DDC" w:rsidRPr="00C65DDC" w14:paraId="247DB5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2CC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059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Ghidfalău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2A9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E8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F00F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94C2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74E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2.328</w:t>
            </w:r>
          </w:p>
        </w:tc>
      </w:tr>
      <w:tr w:rsidR="00C65DDC" w:rsidRPr="00C65DDC" w14:paraId="56E3D7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940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2B3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Vima Mică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6B4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8F54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99CE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8FE2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0200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2.329</w:t>
            </w:r>
          </w:p>
        </w:tc>
      </w:tr>
      <w:tr w:rsidR="00C65DDC" w:rsidRPr="00C65DDC" w14:paraId="2D3AB0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734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C25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Dognecea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8F9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B3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AA2C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7A22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D5B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2.330</w:t>
            </w:r>
          </w:p>
        </w:tc>
      </w:tr>
      <w:tr w:rsidR="00C65DDC" w:rsidRPr="00C65DDC" w14:paraId="6906E8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643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269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Berchișești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D09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0F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A35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B410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D88F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2.331</w:t>
            </w:r>
          </w:p>
        </w:tc>
      </w:tr>
      <w:tr w:rsidR="00C65DDC" w:rsidRPr="00C65DDC" w14:paraId="3E0032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4B0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0B1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3FE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E0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4AF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72AC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A37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2.332</w:t>
            </w:r>
          </w:p>
        </w:tc>
      </w:tr>
      <w:tr w:rsidR="00C65DDC" w:rsidRPr="00C65DDC" w14:paraId="205697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D7F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9B7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Măgura Ilvei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356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64E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3CE2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D0F0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9F6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2.333</w:t>
            </w:r>
          </w:p>
        </w:tc>
      </w:tr>
      <w:tr w:rsidR="00C65DDC" w:rsidRPr="00C65DDC" w14:paraId="5CABE5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D8A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7C8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 Vuia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30A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36A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04F6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8123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E9F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2.334</w:t>
            </w:r>
          </w:p>
        </w:tc>
      </w:tr>
      <w:tr w:rsidR="00C65DDC" w:rsidRPr="00C65DDC" w14:paraId="6E62A4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699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8EC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Gura Padinii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C4B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AE7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B95A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BFE8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0CF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2.335</w:t>
            </w:r>
          </w:p>
        </w:tc>
      </w:tr>
      <w:tr w:rsidR="00C65DDC" w:rsidRPr="00C65DDC" w14:paraId="0ADE23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CE1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96B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Schela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D6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D25E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7978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2045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93A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2.336</w:t>
            </w:r>
          </w:p>
        </w:tc>
      </w:tr>
      <w:tr w:rsidR="00C65DDC" w:rsidRPr="00C65DDC" w14:paraId="4EF289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C0B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3445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Lemnia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8AA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F21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555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7EE0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EB3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2.337</w:t>
            </w:r>
          </w:p>
        </w:tc>
      </w:tr>
      <w:tr w:rsidR="00C65DDC" w:rsidRPr="00C65DDC" w14:paraId="795B3F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9DF2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0FE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Acâș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D26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203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94B6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32C1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D0E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2.338</w:t>
            </w:r>
          </w:p>
        </w:tc>
      </w:tr>
      <w:tr w:rsidR="00C65DDC" w:rsidRPr="00C65DDC" w14:paraId="14994C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D9D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D71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Chiheru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A72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788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EBFC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4E1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028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2.339</w:t>
            </w:r>
          </w:p>
        </w:tc>
      </w:tr>
      <w:tr w:rsidR="00C65DDC" w:rsidRPr="00C65DDC" w14:paraId="02DCC5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DC3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AD7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Socond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642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4A6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35A6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032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9DD40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2.340</w:t>
            </w:r>
          </w:p>
        </w:tc>
      </w:tr>
      <w:tr w:rsidR="00C65DDC" w:rsidRPr="00C65DDC" w14:paraId="02F782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928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CA3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Ardeoani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478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D00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57E1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6BBE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B0D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2.341</w:t>
            </w:r>
          </w:p>
        </w:tc>
      </w:tr>
      <w:tr w:rsidR="00C65DDC" w:rsidRPr="00C65DDC" w14:paraId="3F3AB7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949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486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Ciulnița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812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1F6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64E0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0A13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454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2.342</w:t>
            </w:r>
          </w:p>
        </w:tc>
      </w:tr>
      <w:tr w:rsidR="00C65DDC" w:rsidRPr="00C65DDC" w14:paraId="226A5C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5EA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3AB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Gălbinași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5E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94B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0FF4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328A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CCD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2.343</w:t>
            </w:r>
          </w:p>
        </w:tc>
      </w:tr>
      <w:tr w:rsidR="00C65DDC" w:rsidRPr="00C65DDC" w14:paraId="66FB44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A5D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1DE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Roșia de Secaș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732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74A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D2D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3AEB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D9A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2.344</w:t>
            </w:r>
          </w:p>
        </w:tc>
      </w:tr>
      <w:tr w:rsidR="00C65DDC" w:rsidRPr="00C65DDC" w14:paraId="5E37D6F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861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A39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Sâmbăta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79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F89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4DBC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4523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AB3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2.345</w:t>
            </w:r>
          </w:p>
        </w:tc>
      </w:tr>
      <w:tr w:rsidR="00C65DDC" w:rsidRPr="00C65DDC" w14:paraId="57552E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F1F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EBD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Beștepe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0B9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2AA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F43E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0ED7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5E93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2.346</w:t>
            </w:r>
          </w:p>
        </w:tc>
      </w:tr>
      <w:tr w:rsidR="00C65DDC" w:rsidRPr="00C65DDC" w14:paraId="2335CA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330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C68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Crețești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F65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334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906B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7EE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F9D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2.347</w:t>
            </w:r>
          </w:p>
        </w:tc>
      </w:tr>
      <w:tr w:rsidR="00C65DDC" w:rsidRPr="00C65DDC" w14:paraId="2FE21F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A6A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4B3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Boghești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D76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E3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7FF6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107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B08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2.348</w:t>
            </w:r>
          </w:p>
        </w:tc>
      </w:tr>
      <w:tr w:rsidR="00C65DDC" w:rsidRPr="00C65DDC" w14:paraId="2AE7C5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FBA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597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Rona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363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97C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6C6F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F470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FA7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2.349</w:t>
            </w:r>
          </w:p>
        </w:tc>
      </w:tr>
      <w:tr w:rsidR="00C65DDC" w:rsidRPr="00C65DDC" w14:paraId="5B60F9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497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8AA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Sărățeni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88B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B73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F40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D01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1FF0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2.350</w:t>
            </w:r>
          </w:p>
        </w:tc>
      </w:tr>
      <w:tr w:rsidR="00C65DDC" w:rsidRPr="00C65DDC" w14:paraId="6A70D5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1CA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9E4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2F74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E7C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1784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4185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ECE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2.351</w:t>
            </w:r>
          </w:p>
        </w:tc>
      </w:tr>
      <w:tr w:rsidR="00C65DDC" w:rsidRPr="00C65DDC" w14:paraId="040189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07A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702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BADD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D17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3697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159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FF2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2.352</w:t>
            </w:r>
          </w:p>
        </w:tc>
      </w:tr>
      <w:tr w:rsidR="00C65DDC" w:rsidRPr="00C65DDC" w14:paraId="65A8C3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F1D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647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Dragoslavele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608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9CBE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7CA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4078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B87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2.353</w:t>
            </w:r>
          </w:p>
        </w:tc>
      </w:tr>
      <w:tr w:rsidR="00C65DDC" w:rsidRPr="00C65DDC" w14:paraId="7F8867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408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E3C6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Pogonești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D42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CF2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C232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2522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F90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2.354</w:t>
            </w:r>
          </w:p>
        </w:tc>
      </w:tr>
      <w:tr w:rsidR="00C65DDC" w:rsidRPr="00C65DDC" w14:paraId="41AC34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5E1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DE77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Sălătrucu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497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4B9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7BF8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0A31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79C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2.355</w:t>
            </w:r>
          </w:p>
        </w:tc>
      </w:tr>
      <w:tr w:rsidR="00C65DDC" w:rsidRPr="00C65DDC" w14:paraId="3FADF7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5A2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09B1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Stoina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074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D023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F6B7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ECF3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73C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2.356</w:t>
            </w:r>
          </w:p>
        </w:tc>
      </w:tr>
      <w:tr w:rsidR="00C65DDC" w:rsidRPr="00C65DDC" w14:paraId="287551E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65E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67D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014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493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A39B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9570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1C3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2.357</w:t>
            </w:r>
          </w:p>
        </w:tc>
      </w:tr>
      <w:tr w:rsidR="00C65DDC" w:rsidRPr="00C65DDC" w14:paraId="1184CC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490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6D0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Grozești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9F5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27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E22C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D112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430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2.358</w:t>
            </w:r>
          </w:p>
        </w:tc>
      </w:tr>
      <w:tr w:rsidR="00C65DDC" w:rsidRPr="00C65DDC" w14:paraId="317E09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B59B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EDE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Iecea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4BD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91B2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7847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6017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C65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2.359</w:t>
            </w:r>
          </w:p>
        </w:tc>
      </w:tr>
      <w:tr w:rsidR="00C65DDC" w:rsidRPr="00C65DDC" w14:paraId="6411F6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73F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8BD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Peregu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977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7A6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96D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0047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650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2.360</w:t>
            </w:r>
          </w:p>
        </w:tc>
      </w:tr>
      <w:tr w:rsidR="00C65DDC" w:rsidRPr="00C65DDC" w14:paraId="6E5D31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019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231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Gârda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FD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792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54FD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9000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E7A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2.361</w:t>
            </w:r>
          </w:p>
        </w:tc>
      </w:tr>
      <w:tr w:rsidR="00C65DDC" w:rsidRPr="00C65DDC" w14:paraId="7CBC8A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3EC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EC8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Mahmudia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5C5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C32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A024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AFBF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82B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2.362</w:t>
            </w:r>
          </w:p>
        </w:tc>
      </w:tr>
      <w:tr w:rsidR="00C65DDC" w:rsidRPr="00C65DDC" w14:paraId="06B59B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8C9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3C0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Doclin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AA9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C969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EF12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B637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DA9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2.363</w:t>
            </w:r>
          </w:p>
        </w:tc>
      </w:tr>
      <w:tr w:rsidR="00C65DDC" w:rsidRPr="00C65DDC" w14:paraId="2B0D65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CDB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AB7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Ribița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D70E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B62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FC95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F51D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2B1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2.364</w:t>
            </w:r>
          </w:p>
        </w:tc>
      </w:tr>
      <w:tr w:rsidR="00C65DDC" w:rsidRPr="00C65DDC" w14:paraId="16DB2D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A6D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F6F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Platonești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DDC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4ABC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209D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4FAA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FF0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2.365</w:t>
            </w:r>
          </w:p>
        </w:tc>
      </w:tr>
      <w:tr w:rsidR="00C65DDC" w:rsidRPr="00C65DDC" w14:paraId="0A95D6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D6F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19D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Iacobeni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55A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AB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AE64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5710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2E9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2.366</w:t>
            </w:r>
          </w:p>
        </w:tc>
      </w:tr>
      <w:tr w:rsidR="00C65DDC" w:rsidRPr="00C65DDC" w14:paraId="73F8ED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8B3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C2F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0BA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E0B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7B5F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040A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88D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2.367</w:t>
            </w:r>
          </w:p>
        </w:tc>
      </w:tr>
      <w:tr w:rsidR="00C65DDC" w:rsidRPr="00C65DDC" w14:paraId="4BA803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768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FE1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Gioseni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E08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90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223E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B40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C7C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2.368</w:t>
            </w:r>
          </w:p>
        </w:tc>
      </w:tr>
      <w:tr w:rsidR="00C65DDC" w:rsidRPr="00C65DDC" w14:paraId="73E2BF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E64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138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Breaza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801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BCA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F0C8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4904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DDA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2.369</w:t>
            </w:r>
          </w:p>
        </w:tc>
      </w:tr>
      <w:tr w:rsidR="00C65DDC" w:rsidRPr="00C65DDC" w14:paraId="325C39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D858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673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CE9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DB5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0110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EFB6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75E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2.370</w:t>
            </w:r>
          </w:p>
        </w:tc>
      </w:tr>
      <w:tr w:rsidR="00C65DDC" w:rsidRPr="00C65DDC" w14:paraId="45F23F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281E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725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4B2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EDE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758F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0AE7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1B3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2.371</w:t>
            </w:r>
          </w:p>
        </w:tc>
      </w:tr>
      <w:tr w:rsidR="00C65DDC" w:rsidRPr="00C65DDC" w14:paraId="44C809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284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C9C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Jitia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7B30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0DC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1E66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401F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00C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2.372</w:t>
            </w:r>
          </w:p>
        </w:tc>
      </w:tr>
      <w:tr w:rsidR="00C65DDC" w:rsidRPr="00C65DDC" w14:paraId="57D894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D35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187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Șepreuș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A5D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4CE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03F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49C6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A50B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2.373</w:t>
            </w:r>
          </w:p>
        </w:tc>
      </w:tr>
      <w:tr w:rsidR="00C65DDC" w:rsidRPr="00C65DDC" w14:paraId="01902D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754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692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6E88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1B5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570E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DCA5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828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2.374</w:t>
            </w:r>
          </w:p>
        </w:tc>
      </w:tr>
      <w:tr w:rsidR="00C65DDC" w:rsidRPr="00C65DDC" w14:paraId="457909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910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BA7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099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BC0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EA8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01EE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098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2.375</w:t>
            </w:r>
          </w:p>
        </w:tc>
      </w:tr>
      <w:tr w:rsidR="00C65DDC" w:rsidRPr="00C65DDC" w14:paraId="3FBFF6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7C3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2BF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Conop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0AE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D30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DAD5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4BF4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246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2.376</w:t>
            </w:r>
          </w:p>
        </w:tc>
      </w:tr>
      <w:tr w:rsidR="00C65DDC" w:rsidRPr="00C65DDC" w14:paraId="6447AC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B2C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650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5888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65C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919D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5A9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C8ED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2.377</w:t>
            </w:r>
          </w:p>
        </w:tc>
      </w:tr>
      <w:tr w:rsidR="00C65DDC" w:rsidRPr="00C65DDC" w14:paraId="0FF9DD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829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7B4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Voivodeni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BBA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999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1A90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2109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6DC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2.378</w:t>
            </w:r>
          </w:p>
        </w:tc>
      </w:tr>
      <w:tr w:rsidR="00C65DDC" w:rsidRPr="00C65DDC" w14:paraId="6F69ED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060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4B9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FFD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327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656D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15E3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61D9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2.379</w:t>
            </w:r>
          </w:p>
        </w:tc>
      </w:tr>
      <w:tr w:rsidR="00C65DDC" w:rsidRPr="00C65DDC" w14:paraId="35B147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B5C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51C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Ideciu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DC4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FC1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856C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AF73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E7DA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2.380</w:t>
            </w:r>
          </w:p>
        </w:tc>
      </w:tr>
      <w:tr w:rsidR="00C65DDC" w:rsidRPr="00C65DDC" w14:paraId="783A43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0658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699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Cherechiu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F42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5B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58F0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0F97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56F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2.381</w:t>
            </w:r>
          </w:p>
        </w:tc>
      </w:tr>
      <w:tr w:rsidR="00C65DDC" w:rsidRPr="00C65DDC" w14:paraId="2639CF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A9D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488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Ceamurlia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87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C05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1ADB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E48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1FE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2.382</w:t>
            </w:r>
          </w:p>
        </w:tc>
      </w:tr>
      <w:tr w:rsidR="00C65DDC" w:rsidRPr="00C65DDC" w14:paraId="3C286E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75C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99F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931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BA7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A6A8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9179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4F8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2.383</w:t>
            </w:r>
          </w:p>
        </w:tc>
      </w:tr>
      <w:tr w:rsidR="00C65DDC" w:rsidRPr="00C65DDC" w14:paraId="41B97E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C31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721A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Amărăștii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47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9EB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22F9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B86F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18D6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2.384</w:t>
            </w:r>
          </w:p>
        </w:tc>
      </w:tr>
      <w:tr w:rsidR="00C65DDC" w:rsidRPr="00C65DDC" w14:paraId="09419D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74F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7F5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Perișor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309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184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0478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9F8A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263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2.385</w:t>
            </w:r>
          </w:p>
        </w:tc>
      </w:tr>
      <w:tr w:rsidR="00C65DDC" w:rsidRPr="00C65DDC" w14:paraId="1E90AA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9B5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50B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CCD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50EE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D765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6739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0D8A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2.386</w:t>
            </w:r>
          </w:p>
        </w:tc>
      </w:tr>
      <w:tr w:rsidR="00C65DDC" w:rsidRPr="00C65DDC" w14:paraId="6DB346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A37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AA1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Hălmăgel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37D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2FE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2392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BC70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75B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2.387</w:t>
            </w:r>
          </w:p>
        </w:tc>
      </w:tr>
      <w:tr w:rsidR="00C65DDC" w:rsidRPr="00C65DDC" w14:paraId="2A9C2D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A221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79F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Peceneaga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343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883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0767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2B33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438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2.388</w:t>
            </w:r>
          </w:p>
        </w:tc>
      </w:tr>
      <w:tr w:rsidR="00C65DDC" w:rsidRPr="00C65DDC" w14:paraId="14DAE1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E09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C45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Homorod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571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384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54F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F7A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188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2.389</w:t>
            </w:r>
          </w:p>
        </w:tc>
      </w:tr>
      <w:tr w:rsidR="00C65DDC" w:rsidRPr="00C65DDC" w14:paraId="393BE4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C90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0FB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CBC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56B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1C63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149A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9BC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2.390</w:t>
            </w:r>
          </w:p>
        </w:tc>
      </w:tr>
      <w:tr w:rsidR="00C65DDC" w:rsidRPr="00C65DDC" w14:paraId="46604E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E81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623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9C3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F2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5E8D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603F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E8F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2.391</w:t>
            </w:r>
          </w:p>
        </w:tc>
      </w:tr>
      <w:tr w:rsidR="00C65DDC" w:rsidRPr="00C65DDC" w14:paraId="5DAFB3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784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1A7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Tămășeu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196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688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B35C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FFE5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098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2.392</w:t>
            </w:r>
          </w:p>
        </w:tc>
      </w:tr>
      <w:tr w:rsidR="00C65DDC" w:rsidRPr="00C65DDC" w14:paraId="0DB898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122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5B0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 Crișului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071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CB9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306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F8B3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CEC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2.393</w:t>
            </w:r>
          </w:p>
        </w:tc>
      </w:tr>
      <w:tr w:rsidR="00C65DDC" w:rsidRPr="00C65DDC" w14:paraId="376A8B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9B7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C88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Dumitrița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F09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CAA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7BB5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F04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C2F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2.394</w:t>
            </w:r>
          </w:p>
        </w:tc>
      </w:tr>
      <w:tr w:rsidR="00C65DDC" w:rsidRPr="00C65DDC" w14:paraId="219A5E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7BF8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101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Dobârlău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D01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0D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957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144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628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2.395</w:t>
            </w:r>
          </w:p>
        </w:tc>
      </w:tr>
      <w:tr w:rsidR="00C65DDC" w:rsidRPr="00C65DDC" w14:paraId="06CD78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AF2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84A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DD8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057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B6F8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670F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FF2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2.396</w:t>
            </w:r>
          </w:p>
        </w:tc>
      </w:tr>
      <w:tr w:rsidR="00C65DDC" w:rsidRPr="00C65DDC" w14:paraId="1183BC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FC2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E5A4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Arieșeni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977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4C5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308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0009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71D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2.397</w:t>
            </w:r>
          </w:p>
        </w:tc>
      </w:tr>
      <w:tr w:rsidR="00C65DDC" w:rsidRPr="00C65DDC" w14:paraId="4F7F1C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F19D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637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210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0C1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1D3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0E03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866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2.398</w:t>
            </w:r>
          </w:p>
        </w:tc>
      </w:tr>
      <w:tr w:rsidR="00C65DDC" w:rsidRPr="00C65DDC" w14:paraId="58D295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EE4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06E6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Zădăreni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7F7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D40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D70E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4F50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BD8C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2.399</w:t>
            </w:r>
          </w:p>
        </w:tc>
      </w:tr>
      <w:tr w:rsidR="00C65DDC" w:rsidRPr="00C65DDC" w14:paraId="63FB35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8F3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C7E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Socol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B5B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50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58DE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568D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784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2.400</w:t>
            </w:r>
          </w:p>
        </w:tc>
      </w:tr>
      <w:tr w:rsidR="00C65DDC" w:rsidRPr="00C65DDC" w14:paraId="041497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5B6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DC0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62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CB4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5765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D54F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155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2.401</w:t>
            </w:r>
          </w:p>
        </w:tc>
      </w:tr>
      <w:tr w:rsidR="00C65DDC" w:rsidRPr="00C65DDC" w14:paraId="28FB3D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E45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8E0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Butimanu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39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A28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C3D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CEC7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DC3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2.402</w:t>
            </w:r>
          </w:p>
        </w:tc>
      </w:tr>
      <w:tr w:rsidR="00C65DDC" w:rsidRPr="00C65DDC" w14:paraId="63A709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EF0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1DBE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Lăpușnicel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00D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F48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1D15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D61B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D46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2.403</w:t>
            </w:r>
          </w:p>
        </w:tc>
      </w:tr>
      <w:tr w:rsidR="00C65DDC" w:rsidRPr="00C65DDC" w14:paraId="0AEBFEF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8D8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1033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Broșteni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A7D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92F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6044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2BC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D20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2.404</w:t>
            </w:r>
          </w:p>
        </w:tc>
      </w:tr>
      <w:tr w:rsidR="00C65DDC" w:rsidRPr="00C65DDC" w14:paraId="0470F4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1F6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773D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Șura Mică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A3C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4C98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7177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F88D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854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2.405</w:t>
            </w:r>
          </w:p>
        </w:tc>
      </w:tr>
      <w:tr w:rsidR="00C65DDC" w:rsidRPr="00C65DDC" w14:paraId="4E4E1A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02E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C4E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2D9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9EF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D81A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7749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B1C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2.406</w:t>
            </w:r>
          </w:p>
        </w:tc>
      </w:tr>
      <w:tr w:rsidR="00C65DDC" w:rsidRPr="00C65DDC" w14:paraId="408CAE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0B7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A33F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D3F1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1B8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B2E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55B7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07C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2.407</w:t>
            </w:r>
          </w:p>
        </w:tc>
      </w:tr>
      <w:tr w:rsidR="00C65DDC" w:rsidRPr="00C65DDC" w14:paraId="1433EA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1FD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123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EEF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55A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24E4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5F2F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E77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2.408</w:t>
            </w:r>
          </w:p>
        </w:tc>
      </w:tr>
      <w:tr w:rsidR="00C65DDC" w:rsidRPr="00C65DDC" w14:paraId="79FE2C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442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306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Smulți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85EF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968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2EE2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A822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92A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2.409</w:t>
            </w:r>
          </w:p>
        </w:tc>
      </w:tr>
      <w:tr w:rsidR="00C65DDC" w:rsidRPr="00C65DDC" w14:paraId="307CA8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7C7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DB4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Năruja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978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6AA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3FCE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D847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430D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2.410</w:t>
            </w:r>
          </w:p>
        </w:tc>
      </w:tr>
      <w:tr w:rsidR="00C65DDC" w:rsidRPr="00C65DDC" w14:paraId="46CFDB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DD8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428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Ploscuțeni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3760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8F59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6808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1A90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970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2.411</w:t>
            </w:r>
          </w:p>
        </w:tc>
      </w:tr>
      <w:tr w:rsidR="00C65DDC" w:rsidRPr="00C65DDC" w14:paraId="6F33CA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482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53D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Păsăreni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2C1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33B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3051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A764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44F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2.412</w:t>
            </w:r>
          </w:p>
        </w:tc>
      </w:tr>
      <w:tr w:rsidR="00C65DDC" w:rsidRPr="00C65DDC" w14:paraId="381E90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007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320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Cosâmbești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410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5F8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5D5A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71C0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BCC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2.413</w:t>
            </w:r>
          </w:p>
        </w:tc>
      </w:tr>
      <w:tr w:rsidR="00C65DDC" w:rsidRPr="00C65DDC" w14:paraId="323B9B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964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7F7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Pomi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BF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7F19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1192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37B5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4662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2.414</w:t>
            </w:r>
          </w:p>
        </w:tc>
      </w:tr>
      <w:tr w:rsidR="00C65DDC" w:rsidRPr="00C65DDC" w14:paraId="2F6CB2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D94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AA5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Slava Cercheză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D73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6A1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54AA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0F8F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A4D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2.415</w:t>
            </w:r>
          </w:p>
        </w:tc>
      </w:tr>
      <w:tr w:rsidR="00C65DDC" w:rsidRPr="00C65DDC" w14:paraId="58217B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AE4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2838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Cefa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F2C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5A04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7E08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0964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6AE0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2.416</w:t>
            </w:r>
          </w:p>
        </w:tc>
      </w:tr>
      <w:tr w:rsidR="00C65DDC" w:rsidRPr="00C65DDC" w14:paraId="749E75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353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930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B5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225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7A99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6674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E15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2.417</w:t>
            </w:r>
          </w:p>
        </w:tc>
      </w:tr>
      <w:tr w:rsidR="00C65DDC" w:rsidRPr="00C65DDC" w14:paraId="423B54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7CA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3A5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Răscăeți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BE7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010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7A62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30DA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9B0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2.418</w:t>
            </w:r>
          </w:p>
        </w:tc>
      </w:tr>
      <w:tr w:rsidR="00C65DDC" w:rsidRPr="00C65DDC" w14:paraId="797075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F58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684D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3D4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F7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E293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2E75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04E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2.419</w:t>
            </w:r>
          </w:p>
        </w:tc>
      </w:tr>
      <w:tr w:rsidR="00C65DDC" w:rsidRPr="00C65DDC" w14:paraId="7AE792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E77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8A1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Saligny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73C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EE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A6A5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4DC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4D1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2.420</w:t>
            </w:r>
          </w:p>
        </w:tc>
      </w:tr>
      <w:tr w:rsidR="00C65DDC" w:rsidRPr="00C65DDC" w14:paraId="08FD14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192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E06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1DC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4F7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95FA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BC84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A40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2.421</w:t>
            </w:r>
          </w:p>
        </w:tc>
      </w:tr>
      <w:tr w:rsidR="00C65DDC" w:rsidRPr="00C65DDC" w14:paraId="1B6730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576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67A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9CC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33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C0B7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4F3E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8DB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2.422</w:t>
            </w:r>
          </w:p>
        </w:tc>
      </w:tr>
      <w:tr w:rsidR="00C65DDC" w:rsidRPr="00C65DDC" w14:paraId="2CC116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D59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0EF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Pleșcuța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92C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E06D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D969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B950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048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2.423</w:t>
            </w:r>
          </w:p>
        </w:tc>
      </w:tr>
      <w:tr w:rsidR="00C65DDC" w:rsidRPr="00C65DDC" w14:paraId="14485D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CA0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851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Tărcaia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CC8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352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1206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8974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4C3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2.424</w:t>
            </w:r>
          </w:p>
        </w:tc>
      </w:tr>
      <w:tr w:rsidR="00C65DDC" w:rsidRPr="00C65DDC" w14:paraId="006098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868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9E0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Densuș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6B9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857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FF9A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FF7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846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2.425</w:t>
            </w:r>
          </w:p>
        </w:tc>
      </w:tr>
      <w:tr w:rsidR="00C65DDC" w:rsidRPr="00C65DDC" w14:paraId="60358B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A5F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C98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Fărcaș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20C6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AE7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2DAD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686C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0A74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2.426</w:t>
            </w:r>
          </w:p>
        </w:tc>
      </w:tr>
      <w:tr w:rsidR="00C65DDC" w:rsidRPr="00C65DDC" w14:paraId="3550F7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4DB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6AE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Micfalău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D93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F82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EA88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9025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5BC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2.427</w:t>
            </w:r>
          </w:p>
        </w:tc>
      </w:tr>
      <w:tr w:rsidR="00C65DDC" w:rsidRPr="00C65DDC" w14:paraId="1A47A3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CF8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26B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Mitoc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980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FE2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D712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DA94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D4D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2.428</w:t>
            </w:r>
          </w:p>
        </w:tc>
      </w:tr>
      <w:tr w:rsidR="00C65DDC" w:rsidRPr="00C65DDC" w14:paraId="63A1A1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399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844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Chevereșu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853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71B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890C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B526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9852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2.429</w:t>
            </w:r>
          </w:p>
        </w:tc>
      </w:tr>
      <w:tr w:rsidR="00C65DDC" w:rsidRPr="00C65DDC" w14:paraId="1C2547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599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93A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Pălatca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4CF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8AA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C7A4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EBA4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B64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2.430</w:t>
            </w:r>
          </w:p>
        </w:tc>
      </w:tr>
      <w:tr w:rsidR="00C65DDC" w:rsidRPr="00C65DDC" w14:paraId="7893122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C2A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317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Crevenicu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7DD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F11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069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37B8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4FD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2.431</w:t>
            </w:r>
          </w:p>
        </w:tc>
      </w:tr>
      <w:tr w:rsidR="00C65DDC" w:rsidRPr="00C65DDC" w14:paraId="44DB45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B5A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3AAF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Istria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4F9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15F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FE25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FF2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B76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2.432</w:t>
            </w:r>
          </w:p>
        </w:tc>
      </w:tr>
      <w:tr w:rsidR="00C65DDC" w:rsidRPr="00C65DDC" w14:paraId="6425FE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9F3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468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Iacobeni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37F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091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F8E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070E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126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2.433</w:t>
            </w:r>
          </w:p>
        </w:tc>
      </w:tr>
      <w:tr w:rsidR="00C65DDC" w:rsidRPr="00C65DDC" w14:paraId="06E4C4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25F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C37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Vermeș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F70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532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0195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C9A6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0F16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2.434</w:t>
            </w:r>
          </w:p>
        </w:tc>
      </w:tr>
      <w:tr w:rsidR="00C65DDC" w:rsidRPr="00C65DDC" w14:paraId="3C1599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5C1F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CF0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155E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2DD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9783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9E2D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02E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2.435</w:t>
            </w:r>
          </w:p>
        </w:tc>
      </w:tr>
      <w:tr w:rsidR="00C65DDC" w:rsidRPr="00C65DDC" w14:paraId="700004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766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85A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33C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7FD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174D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913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032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2.436</w:t>
            </w:r>
          </w:p>
        </w:tc>
      </w:tr>
      <w:tr w:rsidR="00C65DDC" w:rsidRPr="00C65DDC" w14:paraId="317091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B3D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5A2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Paleu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DF1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E3D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A30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11E9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A36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2.437</w:t>
            </w:r>
          </w:p>
        </w:tc>
      </w:tr>
      <w:tr w:rsidR="00C65DDC" w:rsidRPr="00C65DDC" w14:paraId="43D5F4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A95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B96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Sfințești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781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3FC3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4523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80BF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2E7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2.438</w:t>
            </w:r>
          </w:p>
        </w:tc>
      </w:tr>
      <w:tr w:rsidR="00C65DDC" w:rsidRPr="00C65DDC" w14:paraId="3829A5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0F0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95C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Chieșd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162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189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791E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9AE0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1F4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2.439</w:t>
            </w:r>
          </w:p>
        </w:tc>
      </w:tr>
      <w:tr w:rsidR="00C65DDC" w:rsidRPr="00C65DDC" w14:paraId="1AAF11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56A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40E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Burla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75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C15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3EA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1B3F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4F92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2.440</w:t>
            </w:r>
          </w:p>
        </w:tc>
      </w:tr>
      <w:tr w:rsidR="00C65DDC" w:rsidRPr="00C65DDC" w14:paraId="055B4D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FC7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77F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Lozna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725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B5B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5340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EBC9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C54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2.441</w:t>
            </w:r>
          </w:p>
        </w:tc>
      </w:tr>
      <w:tr w:rsidR="00C65DDC" w:rsidRPr="00C65DDC" w14:paraId="6B8C29E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898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86C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Miceștii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365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5D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31F8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1B3D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602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2.442</w:t>
            </w:r>
          </w:p>
        </w:tc>
      </w:tr>
      <w:tr w:rsidR="00C65DDC" w:rsidRPr="00C65DDC" w14:paraId="59E43F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FE6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59C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Catane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3EF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6E4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4676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2AED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52D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2.443</w:t>
            </w:r>
          </w:p>
        </w:tc>
      </w:tr>
      <w:tr w:rsidR="00C65DDC" w:rsidRPr="00C65DDC" w14:paraId="0AFAE7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B31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703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Pogăceaua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5AEF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DFB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9996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2484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DA8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2.444</w:t>
            </w:r>
          </w:p>
        </w:tc>
      </w:tr>
      <w:tr w:rsidR="00C65DDC" w:rsidRPr="00C65DDC" w14:paraId="2C2172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08E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573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Întorsura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DC1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9EC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8ECA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F18E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140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2.445</w:t>
            </w:r>
          </w:p>
        </w:tc>
      </w:tr>
      <w:tr w:rsidR="00C65DDC" w:rsidRPr="00C65DDC" w14:paraId="7D1FF7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3EA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17C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Seaca de Pădure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B2D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0E88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A23A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A52C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869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2.446</w:t>
            </w:r>
          </w:p>
        </w:tc>
      </w:tr>
      <w:tr w:rsidR="00C65DDC" w:rsidRPr="00C65DDC" w14:paraId="0A90B2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D7A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6DA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64E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33A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263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B16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1D0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2.447</w:t>
            </w:r>
          </w:p>
        </w:tc>
      </w:tr>
      <w:tr w:rsidR="00C65DDC" w:rsidRPr="00C65DDC" w14:paraId="33734A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19F7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53B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D6A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10B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C83A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79AC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E230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2.448</w:t>
            </w:r>
          </w:p>
        </w:tc>
      </w:tr>
      <w:tr w:rsidR="00C65DDC" w:rsidRPr="00C65DDC" w14:paraId="7AB1B2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393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6D8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Covăsinț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7A7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E38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1666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61D8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3C5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2.449</w:t>
            </w:r>
          </w:p>
        </w:tc>
      </w:tr>
      <w:tr w:rsidR="00C65DDC" w:rsidRPr="00C65DDC" w14:paraId="45A0CC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A43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E4A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Suhurlui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54E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442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AA2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0A2B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27A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2.450</w:t>
            </w:r>
          </w:p>
        </w:tc>
      </w:tr>
      <w:tr w:rsidR="00C65DDC" w:rsidRPr="00C65DDC" w14:paraId="24F259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07D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02B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660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FBD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0104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F5C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572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2.451</w:t>
            </w:r>
          </w:p>
        </w:tc>
      </w:tr>
      <w:tr w:rsidR="00C65DDC" w:rsidRPr="00C65DDC" w14:paraId="161562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5BA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BA0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A24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ABB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8946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57D6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60F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2.452</w:t>
            </w:r>
          </w:p>
        </w:tc>
      </w:tr>
      <w:tr w:rsidR="00C65DDC" w:rsidRPr="00C65DDC" w14:paraId="2820B1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743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CA3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Groșii Țibleșului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F53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E60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913A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7766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B49E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2.453</w:t>
            </w:r>
          </w:p>
        </w:tc>
      </w:tr>
      <w:tr w:rsidR="00C65DDC" w:rsidRPr="00C65DDC" w14:paraId="624F33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035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46E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Bucerdea Grânoasă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0CF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4FA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0EBA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05DD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016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2.454</w:t>
            </w:r>
          </w:p>
        </w:tc>
      </w:tr>
      <w:tr w:rsidR="00C65DDC" w:rsidRPr="00C65DDC" w14:paraId="4DD6C2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8D0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D41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B07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D99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6FC1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539D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D552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2.455</w:t>
            </w:r>
          </w:p>
        </w:tc>
      </w:tr>
      <w:tr w:rsidR="00C65DDC" w:rsidRPr="00C65DDC" w14:paraId="0D7005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86A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30C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Cehal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1ED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2D9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A3DE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A49E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8C4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2.456</w:t>
            </w:r>
          </w:p>
        </w:tc>
      </w:tr>
      <w:tr w:rsidR="00C65DDC" w:rsidRPr="00C65DDC" w14:paraId="049CB1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5DA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1B2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Bucureșci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8FB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542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2365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F63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512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2.457</w:t>
            </w:r>
          </w:p>
        </w:tc>
      </w:tr>
      <w:tr w:rsidR="00C65DDC" w:rsidRPr="00C65DDC" w14:paraId="65A590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FE6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192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Cristolț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BC9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0AF4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38C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4894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584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2.458</w:t>
            </w:r>
          </w:p>
        </w:tc>
      </w:tr>
      <w:tr w:rsidR="00C65DDC" w:rsidRPr="00C65DDC" w14:paraId="7E3E48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0D1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1E3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Sânmartin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EDB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B8D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291D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6A8A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183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2.459</w:t>
            </w:r>
          </w:p>
        </w:tc>
      </w:tr>
      <w:tr w:rsidR="00C65DDC" w:rsidRPr="00C65DDC" w14:paraId="0B4829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CB5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BEE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AC2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0D1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62F3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1CA8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003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2.460</w:t>
            </w:r>
          </w:p>
        </w:tc>
      </w:tr>
      <w:tr w:rsidR="00C65DDC" w:rsidRPr="00C65DDC" w14:paraId="3E36F7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C6A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8D7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Viilor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1F4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731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EB69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2B2C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814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2.461</w:t>
            </w:r>
          </w:p>
        </w:tc>
      </w:tr>
      <w:tr w:rsidR="00C65DDC" w:rsidRPr="00C65DDC" w14:paraId="303B58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2A6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F2C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Bălăbănești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380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7A7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FA19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B063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DB25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2.462</w:t>
            </w:r>
          </w:p>
        </w:tc>
      </w:tr>
      <w:tr w:rsidR="00C65DDC" w:rsidRPr="00C65DDC" w14:paraId="6A8D28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98E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183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Coșbuc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0CF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2F5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31F3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5AEE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73EE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2.463</w:t>
            </w:r>
          </w:p>
        </w:tc>
      </w:tr>
      <w:tr w:rsidR="00C65DDC" w:rsidRPr="00C65DDC" w14:paraId="4069C7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D5C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609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5D0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6605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FD2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707F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8EE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2.464</w:t>
            </w:r>
          </w:p>
        </w:tc>
      </w:tr>
      <w:tr w:rsidR="00C65DDC" w:rsidRPr="00C65DDC" w14:paraId="19D2F6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74B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FCF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Băcia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706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ADF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318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B58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F4B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2.465</w:t>
            </w:r>
          </w:p>
        </w:tc>
      </w:tr>
      <w:tr w:rsidR="00C65DDC" w:rsidRPr="00C65DDC" w14:paraId="36F162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306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735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Șimișna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297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9FD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516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A73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E32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2.466</w:t>
            </w:r>
          </w:p>
        </w:tc>
      </w:tr>
      <w:tr w:rsidR="00C65DDC" w:rsidRPr="00C65DDC" w14:paraId="2E59F1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DE1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34D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Ciohorăni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3C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5E0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EAC4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8F12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C2A5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2.467</w:t>
            </w:r>
          </w:p>
        </w:tc>
      </w:tr>
      <w:tr w:rsidR="00C65DDC" w:rsidRPr="00C65DDC" w14:paraId="147282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2A2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7A5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Rebra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BA9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AE2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4BFB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F89F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AE9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2.468</w:t>
            </w:r>
          </w:p>
        </w:tc>
      </w:tr>
      <w:tr w:rsidR="00C65DDC" w:rsidRPr="00C65DDC" w14:paraId="5AFE302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2E0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E14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003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778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D2BD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AEF0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FC4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2.469</w:t>
            </w:r>
          </w:p>
        </w:tc>
      </w:tr>
      <w:tr w:rsidR="00C65DDC" w:rsidRPr="00C65DDC" w14:paraId="3CC289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A43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54FE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Lăpugiu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A8DD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C70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C374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549B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838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2.470</w:t>
            </w:r>
          </w:p>
        </w:tc>
      </w:tr>
      <w:tr w:rsidR="00C65DDC" w:rsidRPr="00C65DDC" w14:paraId="4BC2A3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DF6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7D3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A7D4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7A3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74DC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4858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C9C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2.471</w:t>
            </w:r>
          </w:p>
        </w:tc>
      </w:tr>
      <w:tr w:rsidR="00C65DDC" w:rsidRPr="00C65DDC" w14:paraId="687475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04F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DDA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47D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E96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1AE4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BF8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216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2.472</w:t>
            </w:r>
          </w:p>
        </w:tc>
      </w:tr>
      <w:tr w:rsidR="00C65DDC" w:rsidRPr="00C65DDC" w14:paraId="39F3776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D2FA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141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Bixad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6BA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471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89FF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0FCB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3398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2.473</w:t>
            </w:r>
          </w:p>
        </w:tc>
      </w:tr>
      <w:tr w:rsidR="00C65DDC" w:rsidRPr="00C65DDC" w14:paraId="21A619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909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4E4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Voineasa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F52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178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241E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B7A4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12E9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2.474</w:t>
            </w:r>
          </w:p>
        </w:tc>
      </w:tr>
      <w:tr w:rsidR="00C65DDC" w:rsidRPr="00C65DDC" w14:paraId="5A0CA6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A1C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9F3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Foieni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D54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096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09CE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5583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14C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2.475</w:t>
            </w:r>
          </w:p>
        </w:tc>
      </w:tr>
      <w:tr w:rsidR="00C65DDC" w:rsidRPr="00C65DDC" w14:paraId="5F041E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F15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BDC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Drăghiceni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B78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E9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270D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4D45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1CF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2.476</w:t>
            </w:r>
          </w:p>
        </w:tc>
      </w:tr>
      <w:tr w:rsidR="00C65DDC" w:rsidRPr="00C65DDC" w14:paraId="1587D5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968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540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887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4D6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A534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DE27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35D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2.477</w:t>
            </w:r>
          </w:p>
        </w:tc>
      </w:tr>
      <w:tr w:rsidR="00C65DDC" w:rsidRPr="00C65DDC" w14:paraId="5E0D89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8CA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103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0E5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19A5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F0E6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CDF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7ED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2.478</w:t>
            </w:r>
          </w:p>
        </w:tc>
      </w:tr>
      <w:tr w:rsidR="00C65DDC" w:rsidRPr="00C65DDC" w14:paraId="6CFD9F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FB9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DCE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Independența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F8D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8FE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9748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B57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C70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2.479</w:t>
            </w:r>
          </w:p>
        </w:tc>
      </w:tr>
      <w:tr w:rsidR="00C65DDC" w:rsidRPr="00C65DDC" w14:paraId="5CDBC1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D15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C7A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Bărbătești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F85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004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2659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4A93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6EC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2.480</w:t>
            </w:r>
          </w:p>
        </w:tc>
      </w:tr>
      <w:tr w:rsidR="00C65DDC" w:rsidRPr="00C65DDC" w14:paraId="37C5CD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9AD4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B38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Samarinești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D21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18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3B18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3AAF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5B4D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2.481</w:t>
            </w:r>
          </w:p>
        </w:tc>
      </w:tr>
      <w:tr w:rsidR="00C65DDC" w:rsidRPr="00C65DDC" w14:paraId="7D1516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241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DDE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Bradului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28C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B47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DE48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953B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5B6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2.482</w:t>
            </w:r>
          </w:p>
        </w:tc>
      </w:tr>
      <w:tr w:rsidR="00C65DDC" w:rsidRPr="00C65DDC" w14:paraId="1FDDE22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17B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EF5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EDA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980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9383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31D4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DDC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2.483</w:t>
            </w:r>
          </w:p>
        </w:tc>
      </w:tr>
      <w:tr w:rsidR="00C65DDC" w:rsidRPr="00C65DDC" w14:paraId="74F762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8B9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4433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Drăgănești de Vede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728A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3012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42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F2C2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F1D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2.484</w:t>
            </w:r>
          </w:p>
        </w:tc>
      </w:tr>
      <w:tr w:rsidR="00C65DDC" w:rsidRPr="00C65DDC" w14:paraId="08F072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8C2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014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Eftimie Murgu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F955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8A2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56E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BF5D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373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2.485</w:t>
            </w:r>
          </w:p>
        </w:tc>
      </w:tr>
      <w:tr w:rsidR="00C65DDC" w:rsidRPr="00C65DDC" w14:paraId="758B70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1A1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73D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Vârtop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D306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468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580A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A15C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8E0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2.486</w:t>
            </w:r>
          </w:p>
        </w:tc>
      </w:tr>
      <w:tr w:rsidR="00C65DDC" w:rsidRPr="00C65DDC" w14:paraId="507C41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744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058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Vărădia de Mureș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9F1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11D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99B7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2E2C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EA8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2.487</w:t>
            </w:r>
          </w:p>
        </w:tc>
      </w:tr>
      <w:tr w:rsidR="00C65DDC" w:rsidRPr="00C65DDC" w14:paraId="1FFDC6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E1E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CD1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4891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F6C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EC47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8C84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F5A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2.488</w:t>
            </w:r>
          </w:p>
        </w:tc>
      </w:tr>
      <w:tr w:rsidR="00C65DDC" w:rsidRPr="00C65DDC" w14:paraId="4DC18A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64C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7A8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Jichișu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94D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0405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4C90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42E3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1CC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2.489</w:t>
            </w:r>
          </w:p>
        </w:tc>
      </w:tr>
      <w:tr w:rsidR="00C65DDC" w:rsidRPr="00C65DDC" w14:paraId="08008D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5ED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4EA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Ormeniș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954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836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ACB9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62B2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3C9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2.490</w:t>
            </w:r>
          </w:p>
        </w:tc>
      </w:tr>
      <w:tr w:rsidR="00C65DDC" w:rsidRPr="00C65DDC" w14:paraId="0ECEC2F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ED2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70B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Albeștii de Muscel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25B4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374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115E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642F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ED5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2.491</w:t>
            </w:r>
          </w:p>
        </w:tc>
      </w:tr>
      <w:tr w:rsidR="00C65DDC" w:rsidRPr="00C65DDC" w14:paraId="76A36E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953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96F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Chiojdeanca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8B6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C50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0613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2EE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046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2.492</w:t>
            </w:r>
          </w:p>
        </w:tc>
      </w:tr>
      <w:tr w:rsidR="00C65DDC" w:rsidRPr="00C65DDC" w14:paraId="2610BA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E8B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8D71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Moravița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73B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9196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C7A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F5FD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AF8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2.493</w:t>
            </w:r>
          </w:p>
        </w:tc>
      </w:tr>
      <w:tr w:rsidR="00C65DDC" w:rsidRPr="00C65DDC" w14:paraId="71BFAA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C088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350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Craidorolț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50C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D02E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95BC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648A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509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2.494</w:t>
            </w:r>
          </w:p>
        </w:tc>
      </w:tr>
      <w:tr w:rsidR="00C65DDC" w:rsidRPr="00C65DDC" w14:paraId="1BE01B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BD2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DC9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Dorobanți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71A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4D7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3D01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81D4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B3B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2.495</w:t>
            </w:r>
          </w:p>
        </w:tc>
      </w:tr>
      <w:tr w:rsidR="00C65DDC" w:rsidRPr="00C65DDC" w14:paraId="46813A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E50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42F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Socodor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EEB2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97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8989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71D3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C548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2.496</w:t>
            </w:r>
          </w:p>
        </w:tc>
      </w:tr>
      <w:tr w:rsidR="00C65DDC" w:rsidRPr="00C65DDC" w14:paraId="709BBE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33E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6CED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Toboliu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B8D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B60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A925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1AA4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FC3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2.497</w:t>
            </w:r>
          </w:p>
        </w:tc>
      </w:tr>
      <w:tr w:rsidR="00C65DDC" w:rsidRPr="00C65DDC" w14:paraId="25450D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456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39E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998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487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722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7C4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22F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2.498</w:t>
            </w:r>
          </w:p>
        </w:tc>
      </w:tr>
      <w:tr w:rsidR="00C65DDC" w:rsidRPr="00C65DDC" w14:paraId="79B69A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263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2C95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Săcuieu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DC4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DE4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A040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E5C3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984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2.499</w:t>
            </w:r>
          </w:p>
        </w:tc>
      </w:tr>
      <w:tr w:rsidR="00C65DDC" w:rsidRPr="00C65DDC" w14:paraId="5966A2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70D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8CB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Crângu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688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682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A76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F000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5837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2.500</w:t>
            </w:r>
          </w:p>
        </w:tc>
      </w:tr>
      <w:tr w:rsidR="00C65DDC" w:rsidRPr="00C65DDC" w14:paraId="2925FF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CE2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084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Glogova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4F2E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318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9E68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1F8E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9D4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2.501</w:t>
            </w:r>
          </w:p>
        </w:tc>
      </w:tr>
      <w:tr w:rsidR="00C65DDC" w:rsidRPr="00C65DDC" w14:paraId="03120A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537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6F64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Fârdea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337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A88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5E6A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2F38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D35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2.502</w:t>
            </w:r>
          </w:p>
        </w:tc>
      </w:tr>
      <w:tr w:rsidR="00C65DDC" w:rsidRPr="00C65DDC" w14:paraId="5B3CFF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81B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96D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Aliman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7A8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9F8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95E2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2810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2AB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2.503</w:t>
            </w:r>
          </w:p>
        </w:tc>
      </w:tr>
      <w:tr w:rsidR="00C65DDC" w:rsidRPr="00C65DDC" w14:paraId="397D91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55A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67A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Bârsești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54F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423B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BA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81C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DC7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2.504</w:t>
            </w:r>
          </w:p>
        </w:tc>
      </w:tr>
      <w:tr w:rsidR="00C65DDC" w:rsidRPr="00C65DDC" w14:paraId="20D691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BA3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01A9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Breznița-Motru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6A5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798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B7F7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D7A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00B8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2.505</w:t>
            </w:r>
          </w:p>
        </w:tc>
      </w:tr>
      <w:tr w:rsidR="00C65DDC" w:rsidRPr="00C65DDC" w14:paraId="3E3D0D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8F7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749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Grozești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E0E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3A2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A094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5B8C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C36B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2.506</w:t>
            </w:r>
          </w:p>
        </w:tc>
      </w:tr>
      <w:tr w:rsidR="00C65DDC" w:rsidRPr="00C65DDC" w14:paraId="2A9F22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56E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901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F8A4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D8E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AA8E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1B38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F3B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2.507</w:t>
            </w:r>
          </w:p>
        </w:tc>
      </w:tr>
      <w:tr w:rsidR="00C65DDC" w:rsidRPr="00C65DDC" w14:paraId="04F5CC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684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A3D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Alțina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EAF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CC0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8315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D5C4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526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2.508</w:t>
            </w:r>
          </w:p>
        </w:tc>
      </w:tr>
      <w:tr w:rsidR="00C65DDC" w:rsidRPr="00C65DDC" w14:paraId="0493DF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09A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370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Săpat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FDA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CBA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7383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88A5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4FB3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2.509</w:t>
            </w:r>
          </w:p>
        </w:tc>
      </w:tr>
      <w:tr w:rsidR="00C65DDC" w:rsidRPr="00C65DDC" w14:paraId="1A077A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891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396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Adunați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E19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195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24DC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397A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F47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2.510</w:t>
            </w:r>
          </w:p>
        </w:tc>
      </w:tr>
      <w:tr w:rsidR="00C65DDC" w:rsidRPr="00C65DDC" w14:paraId="3E98A4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242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F0D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567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EB5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CF03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C173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82E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2.511</w:t>
            </w:r>
          </w:p>
        </w:tc>
      </w:tr>
      <w:tr w:rsidR="00C65DDC" w:rsidRPr="00C65DDC" w14:paraId="530EBF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B16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94C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281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075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EA37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7036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207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2.512</w:t>
            </w:r>
          </w:p>
        </w:tc>
      </w:tr>
      <w:tr w:rsidR="00C65DDC" w:rsidRPr="00C65DDC" w14:paraId="1D4D67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D3C4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833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Șinca Nouă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465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A25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C108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7349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9E4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2.513</w:t>
            </w:r>
          </w:p>
        </w:tc>
      </w:tr>
      <w:tr w:rsidR="00C65DDC" w:rsidRPr="00C65DDC" w14:paraId="36F02C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863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E9F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Răsmirești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DEC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E56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FADD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5ED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DD77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2.514</w:t>
            </w:r>
          </w:p>
        </w:tc>
      </w:tr>
      <w:tr w:rsidR="00C65DDC" w:rsidRPr="00C65DDC" w14:paraId="182514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19B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641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Ostrov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8D8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197E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1453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D5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E83A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2.515</w:t>
            </w:r>
          </w:p>
        </w:tc>
      </w:tr>
      <w:tr w:rsidR="00C65DDC" w:rsidRPr="00C65DDC" w14:paraId="0C445A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DE0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CC7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7EB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690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F043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558B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8F3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2.516</w:t>
            </w:r>
          </w:p>
        </w:tc>
      </w:tr>
      <w:tr w:rsidR="00C65DDC" w:rsidRPr="00C65DDC" w14:paraId="0799BF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5FC8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ACF0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Vădastra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925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ED6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2483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CF6A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4F4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2.517</w:t>
            </w:r>
          </w:p>
        </w:tc>
      </w:tr>
      <w:tr w:rsidR="00C65DDC" w:rsidRPr="00C65DDC" w14:paraId="52342C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AF4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7F2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25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8BC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B386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2DC3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88C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2.518</w:t>
            </w:r>
          </w:p>
        </w:tc>
      </w:tr>
      <w:tr w:rsidR="00C65DDC" w:rsidRPr="00C65DDC" w14:paraId="3AC6CC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FBB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2282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Porumbeni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1BC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60B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E7CC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A564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BD2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2.519</w:t>
            </w:r>
          </w:p>
        </w:tc>
      </w:tr>
      <w:tr w:rsidR="00C65DDC" w:rsidRPr="00C65DDC" w14:paraId="1DE5F9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96B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BEB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Aluniș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835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945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CDE9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760F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714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2.520</w:t>
            </w:r>
          </w:p>
        </w:tc>
      </w:tr>
      <w:tr w:rsidR="00C65DDC" w:rsidRPr="00C65DDC" w14:paraId="19343B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E8D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315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96D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754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38C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7982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168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2.521</w:t>
            </w:r>
          </w:p>
        </w:tc>
      </w:tr>
      <w:tr w:rsidR="00C65DDC" w:rsidRPr="00C65DDC" w14:paraId="465EB0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797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BE7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80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479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4E8C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783E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FDF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2.522</w:t>
            </w:r>
          </w:p>
        </w:tc>
      </w:tr>
      <w:tr w:rsidR="00C65DDC" w:rsidRPr="00C65DDC" w14:paraId="310673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25D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4EC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Sălciua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A9A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8EB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41B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0327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18DD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2.523</w:t>
            </w:r>
          </w:p>
        </w:tc>
      </w:tr>
      <w:tr w:rsidR="00C65DDC" w:rsidRPr="00C65DDC" w14:paraId="36C3FB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CD0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CFC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Mihai Viteazu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D82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7D4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3628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C9AA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02D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2.524</w:t>
            </w:r>
          </w:p>
        </w:tc>
      </w:tr>
      <w:tr w:rsidR="00C65DDC" w:rsidRPr="00C65DDC" w14:paraId="70F27B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36B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A54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Scăești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685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813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E1D1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A89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55F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2.525</w:t>
            </w:r>
          </w:p>
        </w:tc>
      </w:tr>
      <w:tr w:rsidR="00C65DDC" w:rsidRPr="00C65DDC" w14:paraId="3EDDA2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414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536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Benesat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F28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38C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9E9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6AD5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831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2.526</w:t>
            </w:r>
          </w:p>
        </w:tc>
      </w:tr>
      <w:tr w:rsidR="00C65DDC" w:rsidRPr="00C65DDC" w14:paraId="629421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9DC8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673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Bozioru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873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1F03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257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4187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EBD6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2.527</w:t>
            </w:r>
          </w:p>
        </w:tc>
      </w:tr>
      <w:tr w:rsidR="00C65DDC" w:rsidRPr="00C65DDC" w14:paraId="2EC048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1DE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3D6A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DF8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0092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FAC1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E82B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D8FF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2.528</w:t>
            </w:r>
          </w:p>
        </w:tc>
      </w:tr>
      <w:tr w:rsidR="00C65DDC" w:rsidRPr="00C65DDC" w14:paraId="0DF236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44E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FF4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Ipatele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1DE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5AB6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117A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A0CC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18B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2.529</w:t>
            </w:r>
          </w:p>
        </w:tc>
      </w:tr>
      <w:tr w:rsidR="00C65DDC" w:rsidRPr="00C65DDC" w14:paraId="2DEC1C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AFA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BA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Chisindia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3CE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9E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338A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5813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236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2.530</w:t>
            </w:r>
          </w:p>
        </w:tc>
      </w:tr>
      <w:tr w:rsidR="00C65DDC" w:rsidRPr="00C65DDC" w14:paraId="46A16B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199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881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Voloiac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0C5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71B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D035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9B4B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8B7D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2.531</w:t>
            </w:r>
          </w:p>
        </w:tc>
      </w:tr>
      <w:tr w:rsidR="00C65DDC" w:rsidRPr="00C65DDC" w14:paraId="35940A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CAB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2939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Vărgata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CF2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836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8D1E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DB27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F81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2.532</w:t>
            </w:r>
          </w:p>
        </w:tc>
      </w:tr>
      <w:tr w:rsidR="00C65DDC" w:rsidRPr="00C65DDC" w14:paraId="760551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F33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171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Băgaciu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6FF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323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DE9E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860B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67B1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2.533</w:t>
            </w:r>
          </w:p>
        </w:tc>
      </w:tr>
      <w:tr w:rsidR="00C65DDC" w:rsidRPr="00C65DDC" w14:paraId="0178AF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A39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5165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Dimăcheni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EF9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6DC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D841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56C8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CD5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2.534</w:t>
            </w:r>
          </w:p>
        </w:tc>
      </w:tr>
      <w:tr w:rsidR="00C65DDC" w:rsidRPr="00C65DDC" w14:paraId="40BF1A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2EC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986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Blenchii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CF1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FB5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DC19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DA8A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504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2.535</w:t>
            </w:r>
          </w:p>
        </w:tc>
      </w:tr>
      <w:tr w:rsidR="00C65DDC" w:rsidRPr="00C65DDC" w14:paraId="1530166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34E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2FC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6B1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CE4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A33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4C2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E8B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2.536</w:t>
            </w:r>
          </w:p>
        </w:tc>
      </w:tr>
      <w:tr w:rsidR="00C65DDC" w:rsidRPr="00C65DDC" w14:paraId="016115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D74E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FAE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Hăghig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74D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C8D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F26E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248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462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2.537</w:t>
            </w:r>
          </w:p>
        </w:tc>
      </w:tr>
      <w:tr w:rsidR="00C65DDC" w:rsidRPr="00C65DDC" w14:paraId="48FD46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3F9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1BB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Movila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701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B3E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D8EC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E577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98B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2.538</w:t>
            </w:r>
          </w:p>
        </w:tc>
      </w:tr>
      <w:tr w:rsidR="00C65DDC" w:rsidRPr="00C65DDC" w14:paraId="692039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80C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F9C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Târșolț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22F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C3E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C6D9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8E8D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435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2.539</w:t>
            </w:r>
          </w:p>
        </w:tc>
      </w:tr>
      <w:tr w:rsidR="00C65DDC" w:rsidRPr="00C65DDC" w14:paraId="7B5F3B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59E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CBC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Ilvei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96C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2D8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1281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FF34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9A3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2.540</w:t>
            </w:r>
          </w:p>
        </w:tc>
      </w:tr>
      <w:tr w:rsidR="00C65DDC" w:rsidRPr="00C65DDC" w14:paraId="68397E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8734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B1A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4C4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B6A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04C8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9144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2E4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2.541</w:t>
            </w:r>
          </w:p>
        </w:tc>
      </w:tr>
      <w:tr w:rsidR="00C65DDC" w:rsidRPr="00C65DDC" w14:paraId="19FB08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A988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8F9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Aita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4AA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56B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CB2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CBF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992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2.542</w:t>
            </w:r>
          </w:p>
        </w:tc>
      </w:tr>
      <w:tr w:rsidR="00C65DDC" w:rsidRPr="00C65DDC" w14:paraId="3C1AC1E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492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6BF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Birchiș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160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AE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CE69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A2C1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6D23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2.543</w:t>
            </w:r>
          </w:p>
        </w:tc>
      </w:tr>
      <w:tr w:rsidR="00C65DDC" w:rsidRPr="00C65DDC" w14:paraId="2F6AE5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E5A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3B2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Ațintiș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3A3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75B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D602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1A6C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387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2.544</w:t>
            </w:r>
          </w:p>
        </w:tc>
      </w:tr>
      <w:tr w:rsidR="00C65DDC" w:rsidRPr="00C65DDC" w14:paraId="53A142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309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DA0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Leliceni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8B2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3B4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F8D9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B9C9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133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2.545</w:t>
            </w:r>
          </w:p>
        </w:tc>
      </w:tr>
      <w:tr w:rsidR="00C65DDC" w:rsidRPr="00C65DDC" w14:paraId="2931CC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9D3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91B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Solca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3EF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85E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F54A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3C69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B3A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2.546</w:t>
            </w:r>
          </w:p>
        </w:tc>
      </w:tr>
      <w:tr w:rsidR="00C65DDC" w:rsidRPr="00C65DDC" w14:paraId="77BEE8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DA1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7CED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Oporelu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1EB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CDE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5BC9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4AE6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BA5A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2.547</w:t>
            </w:r>
          </w:p>
        </w:tc>
      </w:tr>
      <w:tr w:rsidR="00C65DDC" w:rsidRPr="00C65DDC" w14:paraId="1BB9DF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F911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5F3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5EC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4BC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135E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2002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7CFC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2.548</w:t>
            </w:r>
          </w:p>
        </w:tc>
      </w:tr>
      <w:tr w:rsidR="00C65DDC" w:rsidRPr="00C65DDC" w14:paraId="6D241C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BC46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61B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2E3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3D9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FB7F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62A3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38E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2.549</w:t>
            </w:r>
          </w:p>
        </w:tc>
      </w:tr>
      <w:tr w:rsidR="00C65DDC" w:rsidRPr="00C65DDC" w14:paraId="57DF40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7265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473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Blăjani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EF9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EC2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A69C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D099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ABA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2.550</w:t>
            </w:r>
          </w:p>
        </w:tc>
      </w:tr>
      <w:tr w:rsidR="00C65DDC" w:rsidRPr="00C65DDC" w14:paraId="12DA66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3FA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DE5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Parța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93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CC0C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17B9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2439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2C9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2.551</w:t>
            </w:r>
          </w:p>
        </w:tc>
      </w:tr>
      <w:tr w:rsidR="00C65DDC" w:rsidRPr="00C65DDC" w14:paraId="432D9F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8FBE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46C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Cetate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31F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0F1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511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A991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285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2.552</w:t>
            </w:r>
          </w:p>
        </w:tc>
      </w:tr>
      <w:tr w:rsidR="00C65DDC" w:rsidRPr="00C65DDC" w14:paraId="44381A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A93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06E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ABB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8AC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539E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E47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251C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2.553</w:t>
            </w:r>
          </w:p>
        </w:tc>
      </w:tr>
      <w:tr w:rsidR="00C65DDC" w:rsidRPr="00C65DDC" w14:paraId="492319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CBC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FD4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Izvoarele Sucevei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BE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CA6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12A5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6573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E84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2.554</w:t>
            </w:r>
          </w:p>
        </w:tc>
      </w:tr>
      <w:tr w:rsidR="00C65DDC" w:rsidRPr="00C65DDC" w14:paraId="6D49257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5B0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6A2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96C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109C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5140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30E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8F1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2.555</w:t>
            </w:r>
          </w:p>
        </w:tc>
      </w:tr>
      <w:tr w:rsidR="00C65DDC" w:rsidRPr="00C65DDC" w14:paraId="75B8BF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FF3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0D7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Ticvaniu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F76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22C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344E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359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543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2.556</w:t>
            </w:r>
          </w:p>
        </w:tc>
      </w:tr>
      <w:tr w:rsidR="00C65DDC" w:rsidRPr="00C65DDC" w14:paraId="4B0340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8888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74B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Lozna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AA1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2D4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0363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0B19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E44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2.557</w:t>
            </w:r>
          </w:p>
        </w:tc>
      </w:tr>
      <w:tr w:rsidR="00C65DDC" w:rsidRPr="00C65DDC" w14:paraId="71781E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FCD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DE1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F39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2EBE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4527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FB69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8AF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2.558</w:t>
            </w:r>
          </w:p>
        </w:tc>
      </w:tr>
      <w:tr w:rsidR="00C65DDC" w:rsidRPr="00C65DDC" w14:paraId="395C2D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98C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58C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Lazuri de Beiuș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82B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9FB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457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8F67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327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2.559</w:t>
            </w:r>
          </w:p>
        </w:tc>
      </w:tr>
      <w:tr w:rsidR="00C65DDC" w:rsidRPr="00C65DDC" w14:paraId="361725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519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DB7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Vârghiș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7C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7CC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522A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3381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D92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2.560</w:t>
            </w:r>
          </w:p>
        </w:tc>
      </w:tr>
      <w:tr w:rsidR="00C65DDC" w:rsidRPr="00C65DDC" w14:paraId="5CDB7E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00F2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45A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Răchitova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34E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11C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BD2E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9FBD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D2C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2.561</w:t>
            </w:r>
          </w:p>
        </w:tc>
      </w:tr>
      <w:tr w:rsidR="00C65DDC" w:rsidRPr="00C65DDC" w14:paraId="7BB745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2B6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9DF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420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E8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CD8D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BA19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8DC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2.562</w:t>
            </w:r>
          </w:p>
        </w:tc>
      </w:tr>
      <w:tr w:rsidR="00C65DDC" w:rsidRPr="00C65DDC" w14:paraId="29AF80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FBF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09D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Predești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9AF4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271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C95E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3840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D9F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2.563</w:t>
            </w:r>
          </w:p>
        </w:tc>
      </w:tr>
      <w:tr w:rsidR="00C65DDC" w:rsidRPr="00C65DDC" w14:paraId="797A9C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EAE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68F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Glimboca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881F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C34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C79D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E688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951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2.564</w:t>
            </w:r>
          </w:p>
        </w:tc>
      </w:tr>
      <w:tr w:rsidR="00C65DDC" w:rsidRPr="00C65DDC" w14:paraId="6E9592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963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A94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89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FAC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FDCC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9009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8BA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2.565</w:t>
            </w:r>
          </w:p>
        </w:tc>
      </w:tr>
      <w:tr w:rsidR="00C65DDC" w:rsidRPr="00C65DDC" w14:paraId="3816DE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34C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CC7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Hodoșa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75C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9EA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BC50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5C87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203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2.566</w:t>
            </w:r>
          </w:p>
        </w:tc>
      </w:tr>
      <w:tr w:rsidR="00C65DDC" w:rsidRPr="00C65DDC" w14:paraId="42EF8D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0CB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472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Băile Tușnad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07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F5B1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9EED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F7DF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91B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2.567</w:t>
            </w:r>
          </w:p>
        </w:tc>
      </w:tr>
      <w:tr w:rsidR="00C65DDC" w:rsidRPr="00C65DDC" w14:paraId="44D82C0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111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A55A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Blăjeni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9D63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BE6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F094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83F7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611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2.568</w:t>
            </w:r>
          </w:p>
        </w:tc>
      </w:tr>
      <w:tr w:rsidR="00C65DDC" w:rsidRPr="00C65DDC" w14:paraId="22CFB2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D82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060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Camăr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3C7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7E3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39DF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2DB6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23D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2.569</w:t>
            </w:r>
          </w:p>
        </w:tc>
      </w:tr>
      <w:tr w:rsidR="00C65DDC" w:rsidRPr="00C65DDC" w14:paraId="1D7EA0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0F1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BE1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Chichiș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07CA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38A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3596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E180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859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2.570</w:t>
            </w:r>
          </w:p>
        </w:tc>
      </w:tr>
      <w:tr w:rsidR="00C65DDC" w:rsidRPr="00C65DDC" w14:paraId="7DA0DD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FAE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0D2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Jorăști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2BE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467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F5FC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EC23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26B2A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2.571</w:t>
            </w:r>
          </w:p>
        </w:tc>
      </w:tr>
      <w:tr w:rsidR="00C65DDC" w:rsidRPr="00C65DDC" w14:paraId="310C45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DBE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3A7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711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E74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F4DA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6C72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6BA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2.572</w:t>
            </w:r>
          </w:p>
        </w:tc>
      </w:tr>
      <w:tr w:rsidR="00C65DDC" w:rsidRPr="00C65DDC" w14:paraId="2D7F16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73A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CAD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Beleți-Negrești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7BCC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1F1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B4AA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F9B5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088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2.573</w:t>
            </w:r>
          </w:p>
        </w:tc>
      </w:tr>
      <w:tr w:rsidR="00C65DDC" w:rsidRPr="00C65DDC" w14:paraId="359B60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1FB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AF0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Nucșoara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156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C70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06C7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2D24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A82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2.574</w:t>
            </w:r>
          </w:p>
        </w:tc>
      </w:tr>
      <w:tr w:rsidR="00C65DDC" w:rsidRPr="00C65DDC" w14:paraId="4AECB69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C74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C6E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Pâncești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6F8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C988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7A8B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5412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526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2.575</w:t>
            </w:r>
          </w:p>
        </w:tc>
      </w:tr>
      <w:tr w:rsidR="00C65DDC" w:rsidRPr="00C65DDC" w14:paraId="6ED4EB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4CD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1D4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Pocola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DE6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141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1093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72F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BBF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2.576</w:t>
            </w:r>
          </w:p>
        </w:tc>
      </w:tr>
      <w:tr w:rsidR="00C65DDC" w:rsidRPr="00C65DDC" w14:paraId="795864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59F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7C3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Fibiș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517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442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E0D3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0C9E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225D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2.577</w:t>
            </w:r>
          </w:p>
        </w:tc>
      </w:tr>
      <w:tr w:rsidR="00C65DDC" w:rsidRPr="00C65DDC" w14:paraId="15F7B1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55C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44B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B7A1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4ED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084D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93CB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500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2.578</w:t>
            </w:r>
          </w:p>
        </w:tc>
      </w:tr>
      <w:tr w:rsidR="00C65DDC" w:rsidRPr="00C65DDC" w14:paraId="6B4DED0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71E3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34A9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Balinț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7A8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DE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E36F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3D0A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72E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2.579</w:t>
            </w:r>
          </w:p>
        </w:tc>
      </w:tr>
      <w:tr w:rsidR="00C65DDC" w:rsidRPr="00C65DDC" w14:paraId="6B8E5C9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B44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B8D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360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B53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760E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190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6E7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2.580</w:t>
            </w:r>
          </w:p>
        </w:tc>
      </w:tr>
      <w:tr w:rsidR="00C65DDC" w:rsidRPr="00C65DDC" w14:paraId="58FCB8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216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A93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Gârbova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E2E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79D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1CA4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E827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A48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2.581</w:t>
            </w:r>
          </w:p>
        </w:tc>
      </w:tr>
      <w:tr w:rsidR="00C65DDC" w:rsidRPr="00C65DDC" w14:paraId="2E2798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C9F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560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Chilia Veche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5F6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A78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D3E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A406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841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2.582</w:t>
            </w:r>
          </w:p>
        </w:tc>
      </w:tr>
      <w:tr w:rsidR="00C65DDC" w:rsidRPr="00C65DDC" w14:paraId="20A479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230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519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Colelia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592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4D6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25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3908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192B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2.583</w:t>
            </w:r>
          </w:p>
        </w:tc>
      </w:tr>
      <w:tr w:rsidR="00C65DDC" w:rsidRPr="00C65DDC" w14:paraId="7B8F9B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CD49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969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212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D09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8035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8C91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0C5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2.584</w:t>
            </w:r>
          </w:p>
        </w:tc>
      </w:tr>
      <w:tr w:rsidR="00C65DDC" w:rsidRPr="00C65DDC" w14:paraId="68BD34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827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44D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Sâmbăta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CEC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AC54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2E00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DAEF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2FCC4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2.585</w:t>
            </w:r>
          </w:p>
        </w:tc>
      </w:tr>
      <w:tr w:rsidR="00C65DDC" w:rsidRPr="00C65DDC" w14:paraId="038553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5E2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5F91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D37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0F5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34E8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CB6A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631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2.586</w:t>
            </w:r>
          </w:p>
        </w:tc>
      </w:tr>
      <w:tr w:rsidR="00C65DDC" w:rsidRPr="00C65DDC" w14:paraId="56D37F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B19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251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Nocrich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3343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935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6B55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C847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DC8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2.587</w:t>
            </w:r>
          </w:p>
        </w:tc>
      </w:tr>
      <w:tr w:rsidR="00C65DDC" w:rsidRPr="00C65DDC" w14:paraId="42B7B4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2A9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B8F3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54E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43F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FCE8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7370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706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2.588</w:t>
            </w:r>
          </w:p>
        </w:tc>
      </w:tr>
      <w:tr w:rsidR="00C65DDC" w:rsidRPr="00C65DDC" w14:paraId="3C1FBF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EE3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AC6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Saschiz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746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844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3DCC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E4A9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140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2.589</w:t>
            </w:r>
          </w:p>
        </w:tc>
      </w:tr>
      <w:tr w:rsidR="00C65DDC" w:rsidRPr="00C65DDC" w14:paraId="707384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BB7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F4C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Șovarna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127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2A8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9926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5D2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170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2.590</w:t>
            </w:r>
          </w:p>
        </w:tc>
      </w:tr>
      <w:tr w:rsidR="00C65DDC" w:rsidRPr="00C65DDC" w14:paraId="056F71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05F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364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Criștioru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E08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B99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9EB4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4C6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977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2.591</w:t>
            </w:r>
          </w:p>
        </w:tc>
      </w:tr>
      <w:tr w:rsidR="00C65DDC" w:rsidRPr="00C65DDC" w14:paraId="3738F7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F01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82C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Căpâlnița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5228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65A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EF9E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A979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035B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2.592</w:t>
            </w:r>
          </w:p>
        </w:tc>
      </w:tr>
      <w:tr w:rsidR="00C65DDC" w:rsidRPr="00C65DDC" w14:paraId="1EB6DB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E3D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80D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Zorlențu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79C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465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907B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EDF7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763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2.593</w:t>
            </w:r>
          </w:p>
        </w:tc>
      </w:tr>
      <w:tr w:rsidR="00C65DDC" w:rsidRPr="00C65DDC" w14:paraId="3F20F7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91E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A84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Șoarș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270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9D0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AB2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75C0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777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2.594</w:t>
            </w:r>
          </w:p>
        </w:tc>
      </w:tr>
      <w:tr w:rsidR="00C65DDC" w:rsidRPr="00C65DDC" w14:paraId="6CE376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578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122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Ion Corvin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870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FAE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7A00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6924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CFA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2.595</w:t>
            </w:r>
          </w:p>
        </w:tc>
      </w:tr>
      <w:tr w:rsidR="00C65DDC" w:rsidRPr="00C65DDC" w14:paraId="694F0A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57F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345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Cornățelu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C0A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960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814D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8E2B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DBA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2.596</w:t>
            </w:r>
          </w:p>
        </w:tc>
      </w:tr>
      <w:tr w:rsidR="00C65DDC" w:rsidRPr="00C65DDC" w14:paraId="1B42FB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2EE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9E8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Nucet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A47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75F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F495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0654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F66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2.597</w:t>
            </w:r>
          </w:p>
        </w:tc>
      </w:tr>
      <w:tr w:rsidR="00C65DDC" w:rsidRPr="00C65DDC" w14:paraId="042156C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C591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7DCF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Scorțaru Nou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CBD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0EC0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9AB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43C8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086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2.598</w:t>
            </w:r>
          </w:p>
        </w:tc>
      </w:tr>
      <w:tr w:rsidR="00C65DDC" w:rsidRPr="00C65DDC" w14:paraId="6CDE5F7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9AE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B2D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Mioarele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92E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F37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356F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FF8E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83A3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2.599</w:t>
            </w:r>
          </w:p>
        </w:tc>
      </w:tr>
      <w:tr w:rsidR="00C65DDC" w:rsidRPr="00C65DDC" w14:paraId="6B0A79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0152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196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Bilciurești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C2D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2F21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6A5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E4DB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594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2.600</w:t>
            </w:r>
          </w:p>
        </w:tc>
      </w:tr>
      <w:tr w:rsidR="00C65DDC" w:rsidRPr="00C65DDC" w14:paraId="6F5B1E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2AE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B83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Nalbant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25C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F9F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0EBE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A242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187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2.601</w:t>
            </w:r>
          </w:p>
        </w:tc>
      </w:tr>
      <w:tr w:rsidR="00C65DDC" w:rsidRPr="00C65DDC" w14:paraId="3B9F559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583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FFB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Seimeni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E6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E6A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478A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8AF5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C63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2.602</w:t>
            </w:r>
          </w:p>
        </w:tc>
      </w:tr>
      <w:tr w:rsidR="00C65DDC" w:rsidRPr="00C65DDC" w14:paraId="33E725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434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336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Amzacea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F6F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611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BA4E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592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A9B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2.603</w:t>
            </w:r>
          </w:p>
        </w:tc>
      </w:tr>
      <w:tr w:rsidR="00C65DDC" w:rsidRPr="00C65DDC" w14:paraId="0FAFAA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250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71E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965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C7F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06D2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CE85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B3D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2.604</w:t>
            </w:r>
          </w:p>
        </w:tc>
      </w:tr>
      <w:tr w:rsidR="00C65DDC" w:rsidRPr="00C65DDC" w14:paraId="32DB43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7A0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1A9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Greci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6AC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92A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B967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B620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C7B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2.605</w:t>
            </w:r>
          </w:p>
        </w:tc>
      </w:tr>
      <w:tr w:rsidR="00C65DDC" w:rsidRPr="00C65DDC" w14:paraId="47B8C0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C4E1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C81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Păuleni-Ciuc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4C8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BB5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9E7A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385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0C0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2.606</w:t>
            </w:r>
          </w:p>
        </w:tc>
      </w:tr>
      <w:tr w:rsidR="00C65DDC" w:rsidRPr="00C65DDC" w14:paraId="6E8E4A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FA4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F0AF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Cuza 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1C4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972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CA74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D2F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9E6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2.607</w:t>
            </w:r>
          </w:p>
        </w:tc>
      </w:tr>
      <w:tr w:rsidR="00C65DDC" w:rsidRPr="00C65DDC" w14:paraId="1D0DEB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428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05A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Sârbeni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6BDE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6A5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1F54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0B3D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5EE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2.608</w:t>
            </w:r>
          </w:p>
        </w:tc>
      </w:tr>
      <w:tr w:rsidR="00C65DDC" w:rsidRPr="00C65DDC" w14:paraId="7E6D3D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15F0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7D7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Turdaș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57C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B64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38F3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EEEF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1E3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2.609</w:t>
            </w:r>
          </w:p>
        </w:tc>
      </w:tr>
      <w:tr w:rsidR="00C65DDC" w:rsidRPr="00C65DDC" w14:paraId="07AC80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A7A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A55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Colonești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516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C95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24A9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87DB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1B5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2.610</w:t>
            </w:r>
          </w:p>
        </w:tc>
      </w:tr>
      <w:tr w:rsidR="00C65DDC" w:rsidRPr="00C65DDC" w14:paraId="14A167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640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5C6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369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BD7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821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9C80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0B9D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2.611</w:t>
            </w:r>
          </w:p>
        </w:tc>
      </w:tr>
      <w:tr w:rsidR="00C65DDC" w:rsidRPr="00C65DDC" w14:paraId="25B2A8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9E0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913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Topalu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6A8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9FD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1E5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AECF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CAD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2.612</w:t>
            </w:r>
          </w:p>
        </w:tc>
      </w:tr>
      <w:tr w:rsidR="00C65DDC" w:rsidRPr="00C65DDC" w14:paraId="528EFA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E77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E24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Almașu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C1A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5EE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DB1E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1EA5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F13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2.613</w:t>
            </w:r>
          </w:p>
        </w:tc>
      </w:tr>
      <w:tr w:rsidR="00C65DDC" w:rsidRPr="00C65DDC" w14:paraId="4DD755C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D8D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718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Lăcusteni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7CC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B3B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C63C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109D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7FB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2.614</w:t>
            </w:r>
          </w:p>
        </w:tc>
      </w:tr>
      <w:tr w:rsidR="00C65DDC" w:rsidRPr="00C65DDC" w14:paraId="04A952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1DE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251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Criciova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F35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6B3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C4F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710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0F07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2.615</w:t>
            </w:r>
          </w:p>
        </w:tc>
      </w:tr>
      <w:tr w:rsidR="00C65DDC" w:rsidRPr="00C65DDC" w14:paraId="622B3B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B4F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7597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Optași-Măgura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A45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C59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F353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CBFE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4FF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2.616</w:t>
            </w:r>
          </w:p>
        </w:tc>
      </w:tr>
      <w:tr w:rsidR="00C65DDC" w:rsidRPr="00C65DDC" w14:paraId="59B07E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4E0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136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Tilișca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BE3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108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609F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35D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E15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2.617</w:t>
            </w:r>
          </w:p>
        </w:tc>
      </w:tr>
      <w:tr w:rsidR="00C65DDC" w:rsidRPr="00C65DDC" w14:paraId="23A02C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467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8D3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Husnicioara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198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4F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A983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2865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28E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2.618</w:t>
            </w:r>
          </w:p>
        </w:tc>
      </w:tr>
      <w:tr w:rsidR="00C65DDC" w:rsidRPr="00C65DDC" w14:paraId="48FADF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B1D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5F3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435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9F0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173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8B9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4B6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2.619</w:t>
            </w:r>
          </w:p>
        </w:tc>
      </w:tr>
      <w:tr w:rsidR="00C65DDC" w:rsidRPr="00C65DDC" w14:paraId="5F0792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EEB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240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B65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42B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ABDA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E230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A2C6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2.620</w:t>
            </w:r>
          </w:p>
        </w:tc>
      </w:tr>
      <w:tr w:rsidR="00C65DDC" w:rsidRPr="00C65DDC" w14:paraId="593EF3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AA7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4FD7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Pochidia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002F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639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8876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41E0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997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2.621</w:t>
            </w:r>
          </w:p>
        </w:tc>
      </w:tr>
      <w:tr w:rsidR="00C65DDC" w:rsidRPr="00C65DDC" w14:paraId="0C67FF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EEB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6AB4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Hârtiești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E4E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79D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94FB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6DDE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F1A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2.622</w:t>
            </w:r>
          </w:p>
        </w:tc>
      </w:tr>
      <w:tr w:rsidR="00C65DDC" w:rsidRPr="00C65DDC" w14:paraId="77B1A5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D3E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1BF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Ariceștii Zeletin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DEF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23FE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F6A8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98F2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1CF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2.623</w:t>
            </w:r>
          </w:p>
        </w:tc>
      </w:tr>
      <w:tr w:rsidR="00C65DDC" w:rsidRPr="00C65DDC" w14:paraId="44C831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D2E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EB8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393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2B43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CEC7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C509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54F8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2.624</w:t>
            </w:r>
          </w:p>
        </w:tc>
      </w:tr>
      <w:tr w:rsidR="00C65DDC" w:rsidRPr="00C65DDC" w14:paraId="55AF2C9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B5D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AD4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Crișului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02C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654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857B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E4B7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153F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2.625</w:t>
            </w:r>
          </w:p>
        </w:tc>
      </w:tr>
      <w:tr w:rsidR="00C65DDC" w:rsidRPr="00C65DDC" w14:paraId="13812C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E21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DCF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Băița de sub Codru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FAE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CF06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49F8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C3EC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750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2.626</w:t>
            </w:r>
          </w:p>
        </w:tc>
      </w:tr>
      <w:tr w:rsidR="00C65DDC" w:rsidRPr="00C65DDC" w14:paraId="64D31B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CC5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8E69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551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2CA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3120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A70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6F0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2.627</w:t>
            </w:r>
          </w:p>
        </w:tc>
      </w:tr>
      <w:tr w:rsidR="00C65DDC" w:rsidRPr="00C65DDC" w14:paraId="61E854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038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2FB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Parva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6A5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912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52B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BF07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3A9D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2.628</w:t>
            </w:r>
          </w:p>
        </w:tc>
      </w:tr>
      <w:tr w:rsidR="00C65DDC" w:rsidRPr="00C65DDC" w14:paraId="67A0EE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075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4A8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Moldova-Sulița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27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B41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AE4E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16ED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A0C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2.629</w:t>
            </w:r>
          </w:p>
        </w:tc>
      </w:tr>
      <w:tr w:rsidR="00C65DDC" w:rsidRPr="00C65DDC" w14:paraId="77E4F8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7CB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B67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04B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C51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89CB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5C84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383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2.630</w:t>
            </w:r>
          </w:p>
        </w:tc>
      </w:tr>
      <w:tr w:rsidR="00C65DDC" w:rsidRPr="00C65DDC" w14:paraId="2C7CBA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B4C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87A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Coțofenii din Față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15D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B0C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B933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FF62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390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2.631</w:t>
            </w:r>
          </w:p>
        </w:tc>
      </w:tr>
      <w:tr w:rsidR="00C65DDC" w:rsidRPr="00C65DDC" w14:paraId="282E1B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E30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B53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Fărăgău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E4A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6FB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D27D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2585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8D84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2.632</w:t>
            </w:r>
          </w:p>
        </w:tc>
      </w:tr>
      <w:tr w:rsidR="00C65DDC" w:rsidRPr="00C65DDC" w14:paraId="717DF0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741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65A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Gherghița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762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A74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367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E848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698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2.633</w:t>
            </w:r>
          </w:p>
        </w:tc>
      </w:tr>
      <w:tr w:rsidR="00C65DDC" w:rsidRPr="00C65DDC" w14:paraId="2EE279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7F7A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BDBA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Ghindărești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5CB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7DA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D548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586E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470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2.634</w:t>
            </w:r>
          </w:p>
        </w:tc>
      </w:tr>
      <w:tr w:rsidR="00C65DDC" w:rsidRPr="00C65DDC" w14:paraId="1F18E7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1E4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794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Dieci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6E4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89F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032D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FA5B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AA0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2.635</w:t>
            </w:r>
          </w:p>
        </w:tc>
      </w:tr>
      <w:tr w:rsidR="00C65DDC" w:rsidRPr="00C65DDC" w14:paraId="32E8B1E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022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CEE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Șincai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81C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D93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622C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586F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C3A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2.636</w:t>
            </w:r>
          </w:p>
        </w:tc>
      </w:tr>
      <w:tr w:rsidR="00C65DDC" w:rsidRPr="00C65DDC" w14:paraId="7BA235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E68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C1C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Gurbănești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989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20F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7F40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DC34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B719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2.637</w:t>
            </w:r>
          </w:p>
        </w:tc>
      </w:tr>
      <w:tr w:rsidR="00C65DDC" w:rsidRPr="00C65DDC" w14:paraId="7E85F7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E52D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41B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76F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D97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EE24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FDDA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B4B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2.638</w:t>
            </w:r>
          </w:p>
        </w:tc>
      </w:tr>
      <w:tr w:rsidR="00C65DDC" w:rsidRPr="00C65DDC" w14:paraId="1297D3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4AC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69B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Ciuchici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771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D03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AEA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E57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F302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2.639</w:t>
            </w:r>
          </w:p>
        </w:tc>
      </w:tr>
      <w:tr w:rsidR="00C65DDC" w:rsidRPr="00C65DDC" w14:paraId="443FE9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B65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81C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Adamclisi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487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3ED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557F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0CF3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494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2.640</w:t>
            </w:r>
          </w:p>
        </w:tc>
      </w:tr>
      <w:tr w:rsidR="00C65DDC" w:rsidRPr="00C65DDC" w14:paraId="48291F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DE37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1E4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Mitrofani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059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BFE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6181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AF0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EC2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2.641</w:t>
            </w:r>
          </w:p>
        </w:tc>
      </w:tr>
      <w:tr w:rsidR="00C65DDC" w:rsidRPr="00C65DDC" w14:paraId="3CEA20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A86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2F71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Băsești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027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A90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AA8D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066F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01FA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2.642</w:t>
            </w:r>
          </w:p>
        </w:tc>
      </w:tr>
      <w:tr w:rsidR="00C65DDC" w:rsidRPr="00C65DDC" w14:paraId="0D5FDD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256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DEF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Borănești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F65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337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AC0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7598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4A0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2.643</w:t>
            </w:r>
          </w:p>
        </w:tc>
      </w:tr>
      <w:tr w:rsidR="00C65DDC" w:rsidRPr="00C65DDC" w14:paraId="62B6B26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F0E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FAF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0B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0EC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5FA1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C775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AE0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2.644</w:t>
            </w:r>
          </w:p>
        </w:tc>
      </w:tr>
      <w:tr w:rsidR="00C65DDC" w:rsidRPr="00C65DDC" w14:paraId="2E378F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635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F23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Purani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003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5DB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5288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3D30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BA3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2.645</w:t>
            </w:r>
          </w:p>
        </w:tc>
      </w:tr>
      <w:tr w:rsidR="00C65DDC" w:rsidRPr="00C65DDC" w14:paraId="4C0C29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7B15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3C6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Gepiu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F8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C8A1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E2F8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600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01E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2.646</w:t>
            </w:r>
          </w:p>
        </w:tc>
      </w:tr>
      <w:tr w:rsidR="00C65DDC" w:rsidRPr="00C65DDC" w14:paraId="78EE31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198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BEC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Rusca Montană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D1D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356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7818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5549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487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2.647</w:t>
            </w:r>
          </w:p>
        </w:tc>
      </w:tr>
      <w:tr w:rsidR="00C65DDC" w:rsidRPr="00C65DDC" w14:paraId="5177A97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FC5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EE3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Pestișu Mic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F214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507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C678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FC6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8CF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2.648</w:t>
            </w:r>
          </w:p>
        </w:tc>
      </w:tr>
      <w:tr w:rsidR="00C65DDC" w:rsidRPr="00C65DDC" w14:paraId="25D4B9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ADC9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F8E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340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FDB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7909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72E7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2A30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2.649</w:t>
            </w:r>
          </w:p>
        </w:tc>
      </w:tr>
      <w:tr w:rsidR="00C65DDC" w:rsidRPr="00C65DDC" w14:paraId="6CB801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486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2A1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Bujoreni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288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8B5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704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0651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5DD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2.650</w:t>
            </w:r>
          </w:p>
        </w:tc>
      </w:tr>
      <w:tr w:rsidR="00C65DDC" w:rsidRPr="00C65DDC" w14:paraId="15BC4AC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DA7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A034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Dichiseni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020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6BB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1305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D417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6D5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2.651</w:t>
            </w:r>
          </w:p>
        </w:tc>
      </w:tr>
      <w:tr w:rsidR="00C65DDC" w:rsidRPr="00C65DDC" w14:paraId="1F50BF4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DC7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C5C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Crizbav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717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98D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9973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E1B4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27F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2.652</w:t>
            </w:r>
          </w:p>
        </w:tc>
      </w:tr>
      <w:tr w:rsidR="00C65DDC" w:rsidRPr="00C65DDC" w14:paraId="078192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770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4BF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712F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795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6731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E840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0A41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2.653</w:t>
            </w:r>
          </w:p>
        </w:tc>
      </w:tr>
      <w:tr w:rsidR="00C65DDC" w:rsidRPr="00C65DDC" w14:paraId="59EB5F3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198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48F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Bălcescu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ED5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279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B867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6D16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647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2.654</w:t>
            </w:r>
          </w:p>
        </w:tc>
      </w:tr>
      <w:tr w:rsidR="00C65DDC" w:rsidRPr="00C65DDC" w14:paraId="3925B1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1C5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D77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EF8D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145A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ECCC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66B8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DFF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2.655</w:t>
            </w:r>
          </w:p>
        </w:tc>
      </w:tr>
      <w:tr w:rsidR="00C65DDC" w:rsidRPr="00C65DDC" w14:paraId="6E552C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0B32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64E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Făgețelu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150C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8C57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FCDF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1E32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021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2.656</w:t>
            </w:r>
          </w:p>
        </w:tc>
      </w:tr>
      <w:tr w:rsidR="00C65DDC" w:rsidRPr="00C65DDC" w14:paraId="0ED01B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F38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831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Coltău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012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4CF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0BEA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24C8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636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2.657</w:t>
            </w:r>
          </w:p>
        </w:tc>
      </w:tr>
      <w:tr w:rsidR="00C65DDC" w:rsidRPr="00C65DDC" w14:paraId="1BC121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5FA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5F4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D53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1DA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7F55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FB09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AD69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2.658</w:t>
            </w:r>
          </w:p>
        </w:tc>
      </w:tr>
      <w:tr w:rsidR="00C65DDC" w:rsidRPr="00C65DDC" w14:paraId="3BBE024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CD1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ABB3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CD0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775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CC0F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694A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36F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2.659</w:t>
            </w:r>
          </w:p>
        </w:tc>
      </w:tr>
      <w:tr w:rsidR="00C65DDC" w:rsidRPr="00C65DDC" w14:paraId="56A6D5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922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7E8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AEB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3441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B069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D44A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672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2.660</w:t>
            </w:r>
          </w:p>
        </w:tc>
      </w:tr>
      <w:tr w:rsidR="00C65DDC" w:rsidRPr="00C65DDC" w14:paraId="21D214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16C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0CC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321A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3060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E820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33DE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A85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2.661</w:t>
            </w:r>
          </w:p>
        </w:tc>
      </w:tr>
      <w:tr w:rsidR="00C65DDC" w:rsidRPr="00C65DDC" w14:paraId="389758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C90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033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Cincu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EF5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A9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3395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0067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C13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2.662</w:t>
            </w:r>
          </w:p>
        </w:tc>
      </w:tr>
      <w:tr w:rsidR="00C65DDC" w:rsidRPr="00C65DDC" w14:paraId="17BE611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F43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475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A41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14D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6A30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C47A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B942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2.663</w:t>
            </w:r>
          </w:p>
        </w:tc>
      </w:tr>
      <w:tr w:rsidR="00C65DDC" w:rsidRPr="00C65DDC" w14:paraId="38E839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EDA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CE2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Ramna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FC2C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BF0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8220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2743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FBD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2.664</w:t>
            </w:r>
          </w:p>
        </w:tc>
      </w:tr>
      <w:tr w:rsidR="00C65DDC" w:rsidRPr="00C65DDC" w14:paraId="1642EE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1A6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FA7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Botoșești-Paia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419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090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1A29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ABC7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4B2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2.665</w:t>
            </w:r>
          </w:p>
        </w:tc>
      </w:tr>
      <w:tr w:rsidR="00C65DDC" w:rsidRPr="00C65DDC" w14:paraId="7BBE87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2EA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EB7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Ghilad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E84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63A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D9EB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1B80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069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2.666</w:t>
            </w:r>
          </w:p>
        </w:tc>
      </w:tr>
      <w:tr w:rsidR="00C65DDC" w:rsidRPr="00C65DDC" w14:paraId="447A19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C46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3CD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060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4F4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A5FD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FD4F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CED2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2.667</w:t>
            </w:r>
          </w:p>
        </w:tc>
      </w:tr>
      <w:tr w:rsidR="00C65DDC" w:rsidRPr="00C65DDC" w14:paraId="0FC482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991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BE4A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Poșaga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40E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22A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068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4589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3C7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2.668</w:t>
            </w:r>
          </w:p>
        </w:tc>
      </w:tr>
      <w:tr w:rsidR="00C65DDC" w:rsidRPr="00C65DDC" w14:paraId="221608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852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106E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Grebenișu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94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535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5068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BE6C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A3D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2.669</w:t>
            </w:r>
          </w:p>
        </w:tc>
      </w:tr>
      <w:tr w:rsidR="00C65DDC" w:rsidRPr="00C65DDC" w14:paraId="257095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446D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6A4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Poroina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6BE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908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FCE7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46F9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A65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2.670</w:t>
            </w:r>
          </w:p>
        </w:tc>
      </w:tr>
      <w:tr w:rsidR="00C65DDC" w:rsidRPr="00C65DDC" w14:paraId="1AB447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4F6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75C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Sarmizegetusa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CBD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450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9B2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5A18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6040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2.671</w:t>
            </w:r>
          </w:p>
        </w:tc>
      </w:tr>
      <w:tr w:rsidR="00C65DDC" w:rsidRPr="00C65DDC" w14:paraId="3E776B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22D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FEE4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258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537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38BD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CF85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A32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2.672</w:t>
            </w:r>
          </w:p>
        </w:tc>
      </w:tr>
      <w:tr w:rsidR="00C65DDC" w:rsidRPr="00C65DDC" w14:paraId="1B1C86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14C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323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D69D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DBE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28E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9334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EC5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2.673</w:t>
            </w:r>
          </w:p>
        </w:tc>
      </w:tr>
      <w:tr w:rsidR="00C65DDC" w:rsidRPr="00C65DDC" w14:paraId="75EEC4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675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92C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Pesac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6D0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0943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65C8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C84B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0B3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2.674</w:t>
            </w:r>
          </w:p>
        </w:tc>
      </w:tr>
      <w:tr w:rsidR="00C65DDC" w:rsidRPr="00C65DDC" w14:paraId="565A0E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497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961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811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FC1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9F0C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A9F5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2B90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2.675</w:t>
            </w:r>
          </w:p>
        </w:tc>
      </w:tr>
      <w:tr w:rsidR="00C65DDC" w:rsidRPr="00C65DDC" w14:paraId="320619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E05E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B8F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9C6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293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E8AD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556D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905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2.676</w:t>
            </w:r>
          </w:p>
        </w:tc>
      </w:tr>
      <w:tr w:rsidR="00C65DDC" w:rsidRPr="00C65DDC" w14:paraId="4F4944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EBD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7D7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Rimetea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80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FC9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C1A9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9002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DAB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2.677</w:t>
            </w:r>
          </w:p>
        </w:tc>
      </w:tr>
      <w:tr w:rsidR="00C65DDC" w:rsidRPr="00C65DDC" w14:paraId="744E86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376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0F3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Ungra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3F3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D8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198F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A21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88D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2.678</w:t>
            </w:r>
          </w:p>
        </w:tc>
      </w:tr>
      <w:tr w:rsidR="00C65DDC" w:rsidRPr="00C65DDC" w14:paraId="3225B3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3BD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E61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Ghimpețeni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C690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175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2F5A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AD2E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4F2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2.679</w:t>
            </w:r>
          </w:p>
        </w:tc>
      </w:tr>
      <w:tr w:rsidR="00C65DDC" w:rsidRPr="00C65DDC" w14:paraId="0AA10CE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5423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FC8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E5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7AB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5E7B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A525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915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2.680</w:t>
            </w:r>
          </w:p>
        </w:tc>
      </w:tr>
      <w:tr w:rsidR="00C65DDC" w:rsidRPr="00C65DDC" w14:paraId="1CAEF6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977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AF1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Cămărzana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4C3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9E8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163E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6837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2BA6E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2.681</w:t>
            </w:r>
          </w:p>
        </w:tc>
      </w:tr>
      <w:tr w:rsidR="00C65DDC" w:rsidRPr="00C65DDC" w14:paraId="5AD601A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A80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6826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Oancea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53C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FEB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A516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815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42702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2.682</w:t>
            </w:r>
          </w:p>
        </w:tc>
      </w:tr>
      <w:tr w:rsidR="00C65DDC" w:rsidRPr="00C65DDC" w14:paraId="36EDFA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B44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B6F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Domașnea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F55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18E7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7C1A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10C3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2C48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2.683</w:t>
            </w:r>
          </w:p>
        </w:tc>
      </w:tr>
      <w:tr w:rsidR="00C65DDC" w:rsidRPr="00C65DDC" w14:paraId="60BEF5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C058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4B5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Călugăreni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88FA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FC9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ADD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8480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E4A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2.684</w:t>
            </w:r>
          </w:p>
        </w:tc>
      </w:tr>
      <w:tr w:rsidR="00C65DDC" w:rsidRPr="00C65DDC" w14:paraId="7488816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6ED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56B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Asuaju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28B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CFA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9550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490D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98A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2.685</w:t>
            </w:r>
          </w:p>
        </w:tc>
      </w:tr>
      <w:tr w:rsidR="00C65DDC" w:rsidRPr="00C65DDC" w14:paraId="0E245E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D823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502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Ciucurova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CA7E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8D8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739C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EF8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512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2.686</w:t>
            </w:r>
          </w:p>
        </w:tc>
      </w:tr>
      <w:tr w:rsidR="00C65DDC" w:rsidRPr="00C65DDC" w14:paraId="1E9819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883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48F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Buduslău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17A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98B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09CE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4A6B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DD3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2.687</w:t>
            </w:r>
          </w:p>
        </w:tc>
      </w:tr>
      <w:tr w:rsidR="00C65DDC" w:rsidRPr="00C65DDC" w14:paraId="237940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394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35D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Oncești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1D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806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561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9342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749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2.688</w:t>
            </w:r>
          </w:p>
        </w:tc>
      </w:tr>
      <w:tr w:rsidR="00C65DDC" w:rsidRPr="00C65DDC" w14:paraId="72FBEB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6A9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F76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Hurezani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F19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D08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A240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95C5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A03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2.689</w:t>
            </w:r>
          </w:p>
        </w:tc>
      </w:tr>
      <w:tr w:rsidR="00C65DDC" w:rsidRPr="00C65DDC" w14:paraId="486A72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79E3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300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Fântânele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0834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A5D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7ADC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604C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D69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2.690</w:t>
            </w:r>
          </w:p>
        </w:tc>
      </w:tr>
      <w:tr w:rsidR="00C65DDC" w:rsidRPr="00C65DDC" w14:paraId="37C0D3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1B8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D29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Ibănești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C0D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62D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B8A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16E7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8BB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2.691</w:t>
            </w:r>
          </w:p>
        </w:tc>
      </w:tr>
      <w:tr w:rsidR="00C65DDC" w:rsidRPr="00C65DDC" w14:paraId="794CC33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0A4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22A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Mogoș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D88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820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1428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512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594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2.692</w:t>
            </w:r>
          </w:p>
        </w:tc>
      </w:tr>
      <w:tr w:rsidR="00C65DDC" w:rsidRPr="00C65DDC" w14:paraId="3448D5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AFD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92D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Vadu Moților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A8B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11A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8CC3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226D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CA34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2.693</w:t>
            </w:r>
          </w:p>
        </w:tc>
      </w:tr>
      <w:tr w:rsidR="00C65DDC" w:rsidRPr="00C65DDC" w14:paraId="596E2D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6E5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20DB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Otelec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620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F82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DB4A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BEB2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251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2.694</w:t>
            </w:r>
          </w:p>
        </w:tc>
      </w:tr>
      <w:tr w:rsidR="00C65DDC" w:rsidRPr="00C65DDC" w14:paraId="04E2D9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E73F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8AE6C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Brateș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3DE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89A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8501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9376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5B6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2.695</w:t>
            </w:r>
          </w:p>
        </w:tc>
      </w:tr>
      <w:tr w:rsidR="00C65DDC" w:rsidRPr="00C65DDC" w14:paraId="6E3A92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B98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6A6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Oncești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74B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F4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FBD9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CAD3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11D3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2.696</w:t>
            </w:r>
          </w:p>
        </w:tc>
      </w:tr>
      <w:tr w:rsidR="00C65DDC" w:rsidRPr="00C65DDC" w14:paraId="6F8FC8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4A1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356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95A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0DE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DF0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F357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7278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2.697</w:t>
            </w:r>
          </w:p>
        </w:tc>
      </w:tr>
      <w:tr w:rsidR="00C65DDC" w:rsidRPr="00C65DDC" w14:paraId="482808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A74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82A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Copăcele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E10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425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6E3D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424E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31D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2.698</w:t>
            </w:r>
          </w:p>
        </w:tc>
      </w:tr>
      <w:tr w:rsidR="00C65DDC" w:rsidRPr="00C65DDC" w14:paraId="0A93CD4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CC2C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167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Lapoș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7D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C40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D37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33DC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880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2.699</w:t>
            </w:r>
          </w:p>
        </w:tc>
      </w:tr>
      <w:tr w:rsidR="00C65DDC" w:rsidRPr="00C65DDC" w14:paraId="1A8B5C0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5EC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432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Porumbești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C1D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223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F2DB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D92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C64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2.700</w:t>
            </w:r>
          </w:p>
        </w:tc>
      </w:tr>
      <w:tr w:rsidR="00C65DDC" w:rsidRPr="00C65DDC" w14:paraId="2D70CE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75A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C63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1FE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D61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AB92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2CBB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26B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2.701</w:t>
            </w:r>
          </w:p>
        </w:tc>
      </w:tr>
      <w:tr w:rsidR="00C65DDC" w:rsidRPr="00C65DDC" w14:paraId="3DA292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B582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50B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Gârliciu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8E9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483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7BE8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9344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61F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2.702</w:t>
            </w:r>
          </w:p>
        </w:tc>
      </w:tr>
      <w:tr w:rsidR="00C65DDC" w:rsidRPr="00C65DDC" w14:paraId="21EA791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AD6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B2F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Terebești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C13C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48B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F524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79C5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AC529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2.703</w:t>
            </w:r>
          </w:p>
        </w:tc>
      </w:tr>
      <w:tr w:rsidR="00C65DDC" w:rsidRPr="00C65DDC" w14:paraId="3938C0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49E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F6C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Mărtinești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1625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FBC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EB00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86D9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E05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2.704</w:t>
            </w:r>
          </w:p>
        </w:tc>
      </w:tr>
      <w:tr w:rsidR="00C65DDC" w:rsidRPr="00C65DDC" w14:paraId="7EB7E2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16E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B35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56C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140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34DC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0820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DA9C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2.705</w:t>
            </w:r>
          </w:p>
        </w:tc>
      </w:tr>
      <w:tr w:rsidR="00C65DDC" w:rsidRPr="00C65DDC" w14:paraId="41FAD1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8EE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C4F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Bărăganu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38E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BBC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53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8E6A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8741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2.706</w:t>
            </w:r>
          </w:p>
        </w:tc>
      </w:tr>
      <w:tr w:rsidR="00C65DDC" w:rsidRPr="00C65DDC" w14:paraId="3CC701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C0E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DA2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Oboga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DA0C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588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109A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FE94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5DE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2.707</w:t>
            </w:r>
          </w:p>
        </w:tc>
      </w:tr>
      <w:tr w:rsidR="00C65DDC" w:rsidRPr="00C65DDC" w14:paraId="3A82E5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2CA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D80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Crucea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56C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DC9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76F7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F0B4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4D03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2.708</w:t>
            </w:r>
          </w:p>
        </w:tc>
      </w:tr>
      <w:tr w:rsidR="00C65DDC" w:rsidRPr="00C65DDC" w14:paraId="410489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0AB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D788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Stângăceaua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A48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C62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4DB3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D902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10F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2.709</w:t>
            </w:r>
          </w:p>
        </w:tc>
      </w:tr>
      <w:tr w:rsidR="00C65DDC" w:rsidRPr="00C65DDC" w14:paraId="0ABAB3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F42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41B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Neaua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F59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C7B2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1B42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D39E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2671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2.710</w:t>
            </w:r>
          </w:p>
        </w:tc>
      </w:tr>
      <w:tr w:rsidR="00C65DDC" w:rsidRPr="00C65DDC" w14:paraId="6D1123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FB6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67AA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6FB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BF5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624B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06D4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EAE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2.711</w:t>
            </w:r>
          </w:p>
        </w:tc>
      </w:tr>
      <w:tr w:rsidR="00C65DDC" w:rsidRPr="00C65DDC" w14:paraId="0E91A90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5FE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8EC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Ohaba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D74B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89E9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BD37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0E30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04EF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2.712</w:t>
            </w:r>
          </w:p>
        </w:tc>
      </w:tr>
      <w:tr w:rsidR="00C65DDC" w:rsidRPr="00C65DDC" w14:paraId="184AA3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E48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D04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Rogova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906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C9D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37AD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FAD3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07F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2.713</w:t>
            </w:r>
          </w:p>
        </w:tc>
      </w:tr>
      <w:tr w:rsidR="00C65DDC" w:rsidRPr="00C65DDC" w14:paraId="0094C5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E57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02B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Cilibia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C69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4A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69E9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1E46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FBD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2.714</w:t>
            </w:r>
          </w:p>
        </w:tc>
      </w:tr>
      <w:tr w:rsidR="00C65DDC" w:rsidRPr="00C65DDC" w14:paraId="7947B1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97E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B60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BA58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892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4B23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A893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0CD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2.715</w:t>
            </w:r>
          </w:p>
        </w:tc>
      </w:tr>
      <w:tr w:rsidR="00C65DDC" w:rsidRPr="00C65DDC" w14:paraId="7B2231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21E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F63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Nicolae Titulescu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B48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40E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8489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A230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41B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2.716</w:t>
            </w:r>
          </w:p>
        </w:tc>
      </w:tr>
      <w:tr w:rsidR="00C65DDC" w:rsidRPr="00C65DDC" w14:paraId="1F8CE3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4F0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8A2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Bogdănița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62A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622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7E0D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DEB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3B03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2.717</w:t>
            </w:r>
          </w:p>
        </w:tc>
      </w:tr>
      <w:tr w:rsidR="00C65DDC" w:rsidRPr="00C65DDC" w14:paraId="6D7E93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219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5FD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Oarța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BE6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6C1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5BBD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8DE8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D72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2.718</w:t>
            </w:r>
          </w:p>
        </w:tc>
      </w:tr>
      <w:tr w:rsidR="00C65DDC" w:rsidRPr="00C65DDC" w14:paraId="38E3AA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7D5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3F9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Pleșoi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135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6BB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72E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70EA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172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2.719</w:t>
            </w:r>
          </w:p>
        </w:tc>
      </w:tr>
      <w:tr w:rsidR="00C65DDC" w:rsidRPr="00C65DDC" w14:paraId="414647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03C8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950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Hoghilag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C3EE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C64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AA50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E56A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1EB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2.720</w:t>
            </w:r>
          </w:p>
        </w:tc>
      </w:tr>
      <w:tr w:rsidR="00C65DDC" w:rsidRPr="00C65DDC" w14:paraId="4A5B46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35A7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587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Fildu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5FF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B9F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41A7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BDB2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C7F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2.721</w:t>
            </w:r>
          </w:p>
        </w:tc>
      </w:tr>
      <w:tr w:rsidR="00C65DDC" w:rsidRPr="00C65DDC" w14:paraId="02E25A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DD4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79A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Mărgăritești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179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B5B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B6EC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889D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E69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2.722</w:t>
            </w:r>
          </w:p>
        </w:tc>
      </w:tr>
      <w:tr w:rsidR="00C65DDC" w:rsidRPr="00C65DDC" w14:paraId="58E8F1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D93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97A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DA8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9A8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D357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BE77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826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2.723</w:t>
            </w:r>
          </w:p>
        </w:tc>
      </w:tr>
      <w:tr w:rsidR="00C65DDC" w:rsidRPr="00C65DDC" w14:paraId="081B5C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BA3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EA7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Dobrun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B38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492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820A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EC1F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2E1C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2.724</w:t>
            </w:r>
          </w:p>
        </w:tc>
      </w:tr>
      <w:tr w:rsidR="00C65DDC" w:rsidRPr="00C65DDC" w14:paraId="5FF518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47E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7F8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Mădăraș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5F3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2E2D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8459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6B03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065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2.725</w:t>
            </w:r>
          </w:p>
        </w:tc>
      </w:tr>
      <w:tr w:rsidR="00C65DDC" w:rsidRPr="00C65DDC" w14:paraId="1032F7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497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1A4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Hășmaș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BAE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3EC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B839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71F5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45A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2.726</w:t>
            </w:r>
          </w:p>
        </w:tc>
      </w:tr>
      <w:tr w:rsidR="00C65DDC" w:rsidRPr="00C65DDC" w14:paraId="362C11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FCE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A89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Forotic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D289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F5F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5343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5CCC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B86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2.727</w:t>
            </w:r>
          </w:p>
        </w:tc>
      </w:tr>
      <w:tr w:rsidR="00C65DDC" w:rsidRPr="00C65DDC" w14:paraId="2EA5E1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8AA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B71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Agrij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2D3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62C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0426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56C4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E1F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2.728</w:t>
            </w:r>
          </w:p>
        </w:tc>
      </w:tr>
      <w:tr w:rsidR="00C65DDC" w:rsidRPr="00C65DDC" w14:paraId="6DD983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B755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485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Vărșag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7EFB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15E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3B04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2628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A0B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2.729</w:t>
            </w:r>
          </w:p>
        </w:tc>
      </w:tr>
      <w:tr w:rsidR="00C65DDC" w:rsidRPr="00C65DDC" w14:paraId="44FA1B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95D8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EB5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Hopârta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A8F9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E40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9BF0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6AA9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EAE9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2.730</w:t>
            </w:r>
          </w:p>
        </w:tc>
      </w:tr>
      <w:tr w:rsidR="00C65DDC" w:rsidRPr="00C65DDC" w14:paraId="272CAF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2E2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5E0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Pădureni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858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1C0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8B66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E923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0028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2.731</w:t>
            </w:r>
          </w:p>
        </w:tc>
      </w:tr>
      <w:tr w:rsidR="00C65DDC" w:rsidRPr="00C65DDC" w14:paraId="45097E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7AB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89A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Dâmbovicioara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70C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011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CE56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D4D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7B2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2.732</w:t>
            </w:r>
          </w:p>
        </w:tc>
      </w:tr>
      <w:tr w:rsidR="00C65DDC" w:rsidRPr="00C65DDC" w14:paraId="6631C8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E4D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97E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Vurpăr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618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F69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7146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B4D2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697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2.733</w:t>
            </w:r>
          </w:p>
        </w:tc>
      </w:tr>
      <w:tr w:rsidR="00C65DDC" w:rsidRPr="00C65DDC" w14:paraId="22A3C1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995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8AF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Silivașu de Câmpie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495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764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4774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3A9E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BFD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2.734</w:t>
            </w:r>
          </w:p>
        </w:tc>
      </w:tr>
      <w:tr w:rsidR="00C65DDC" w:rsidRPr="00C65DDC" w14:paraId="10952A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45F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18C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Fruntișeni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39C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F93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E967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36D3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269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2.735</w:t>
            </w:r>
          </w:p>
        </w:tc>
      </w:tr>
      <w:tr w:rsidR="00C65DDC" w:rsidRPr="00C65DDC" w14:paraId="4C91E9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7E31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7D2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Ațel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EFC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79A0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1CA9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A653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E6B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2.736</w:t>
            </w:r>
          </w:p>
        </w:tc>
      </w:tr>
      <w:tr w:rsidR="00C65DDC" w:rsidRPr="00C65DDC" w14:paraId="4378FA5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1D2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58E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Măgherani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69FF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35F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EECE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76C7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214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2.737</w:t>
            </w:r>
          </w:p>
        </w:tc>
      </w:tr>
      <w:tr w:rsidR="00C65DDC" w:rsidRPr="00C65DDC" w14:paraId="5683C8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807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794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Archiș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80F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F1F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6C85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5CFB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6472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2.738</w:t>
            </w:r>
          </w:p>
        </w:tc>
      </w:tr>
      <w:tr w:rsidR="00C65DDC" w:rsidRPr="00C65DDC" w14:paraId="2AB789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2BE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F24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Mărișel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0D4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05A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47D1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2F69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F7D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2.739</w:t>
            </w:r>
          </w:p>
        </w:tc>
      </w:tr>
      <w:tr w:rsidR="00C65DDC" w:rsidRPr="00C65DDC" w14:paraId="71142A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335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63F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Stânceni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D06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541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318B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C089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5DD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2.740</w:t>
            </w:r>
          </w:p>
        </w:tc>
      </w:tr>
      <w:tr w:rsidR="00C65DDC" w:rsidRPr="00C65DDC" w14:paraId="028ADC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688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C07B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Naidăș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4EDB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437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DA2B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D45B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5B2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2.741</w:t>
            </w:r>
          </w:p>
        </w:tc>
      </w:tr>
      <w:tr w:rsidR="00C65DDC" w:rsidRPr="00C65DDC" w14:paraId="167690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BEA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7D9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E59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CA4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87E6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AC77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42B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2.742</w:t>
            </w:r>
          </w:p>
        </w:tc>
      </w:tr>
      <w:tr w:rsidR="00C65DDC" w:rsidRPr="00C65DDC" w14:paraId="495C91D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030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0AD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Coronini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893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E85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6F44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A135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363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2.743</w:t>
            </w:r>
          </w:p>
        </w:tc>
      </w:tr>
      <w:tr w:rsidR="00C65DDC" w:rsidRPr="00C65DDC" w14:paraId="7DEB12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54DB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70B0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Saravale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64B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E07D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4FC8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D376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501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2.744</w:t>
            </w:r>
          </w:p>
        </w:tc>
      </w:tr>
      <w:tr w:rsidR="00C65DDC" w:rsidRPr="00C65DDC" w14:paraId="2FC8D8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3D1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5A4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Romuli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214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A367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BF46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F3E5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AD6A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2.745</w:t>
            </w:r>
          </w:p>
        </w:tc>
      </w:tr>
      <w:tr w:rsidR="00C65DDC" w:rsidRPr="00C65DDC" w14:paraId="4BCA00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D01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B616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Dezna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45A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40AF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8D20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2C34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EDC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2.746</w:t>
            </w:r>
          </w:p>
        </w:tc>
      </w:tr>
      <w:tr w:rsidR="00C65DDC" w:rsidRPr="00C65DDC" w14:paraId="2D0434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94B3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B2B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Mădârjac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D94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1D1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B07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0E6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C43D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2.747</w:t>
            </w:r>
          </w:p>
        </w:tc>
      </w:tr>
      <w:tr w:rsidR="00C65DDC" w:rsidRPr="00C65DDC" w14:paraId="000060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17E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C64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Mănăștiur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2FE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FEA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669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FA8A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A5E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2.748</w:t>
            </w:r>
          </w:p>
        </w:tc>
      </w:tr>
      <w:tr w:rsidR="00C65DDC" w:rsidRPr="00C65DDC" w14:paraId="342F3F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7C6C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E0B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Odăile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589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70C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0F2D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563C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DB6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2.749</w:t>
            </w:r>
          </w:p>
        </w:tc>
      </w:tr>
      <w:tr w:rsidR="00C65DDC" w:rsidRPr="00C65DDC" w14:paraId="7DC44E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8FE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235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9F6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6EB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EB1C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B0AA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76E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2.750</w:t>
            </w:r>
          </w:p>
        </w:tc>
      </w:tr>
      <w:tr w:rsidR="00C65DDC" w:rsidRPr="00C65DDC" w14:paraId="09F449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1E2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E07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Corlățel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A98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8EB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F66B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9207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2E72B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2.751</w:t>
            </w:r>
          </w:p>
        </w:tc>
      </w:tr>
      <w:tr w:rsidR="00C65DDC" w:rsidRPr="00C65DDC" w14:paraId="74F1BC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0A3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395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Zalha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9CB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EFE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465A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155B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FF4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2.752</w:t>
            </w:r>
          </w:p>
        </w:tc>
      </w:tr>
      <w:tr w:rsidR="00C65DDC" w:rsidRPr="00C65DDC" w14:paraId="413468A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AEB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BC2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Apoldu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01D8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4DE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6A2D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66FB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0D2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2.753</w:t>
            </w:r>
          </w:p>
        </w:tc>
      </w:tr>
      <w:tr w:rsidR="00C65DDC" w:rsidRPr="00C65DDC" w14:paraId="39091E1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FA8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1054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Vânjuleț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5D4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716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B92E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466D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E1C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2.754</w:t>
            </w:r>
          </w:p>
        </w:tc>
      </w:tr>
      <w:tr w:rsidR="00C65DDC" w:rsidRPr="00C65DDC" w14:paraId="2AA6AA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36E2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6CC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Dorobanțu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2CE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BB4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6A9A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AB72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2FB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2.755</w:t>
            </w:r>
          </w:p>
        </w:tc>
      </w:tr>
      <w:tr w:rsidR="00C65DDC" w:rsidRPr="00C65DDC" w14:paraId="0813B1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EE46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D0B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Alexandru Vlahuță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BCF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BB4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2C61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ABC2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BB9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2.756</w:t>
            </w:r>
          </w:p>
        </w:tc>
      </w:tr>
      <w:tr w:rsidR="00C65DDC" w:rsidRPr="00C65DDC" w14:paraId="4F4893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99D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187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Hamcearca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CB8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2BD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112F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68E6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59CE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2.757</w:t>
            </w:r>
          </w:p>
        </w:tc>
      </w:tr>
      <w:tr w:rsidR="00C65DDC" w:rsidRPr="00C65DDC" w14:paraId="5B1C154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1DE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F5D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04D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D41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51DB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5D52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0E7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2.758</w:t>
            </w:r>
          </w:p>
        </w:tc>
      </w:tr>
      <w:tr w:rsidR="00C65DDC" w:rsidRPr="00C65DDC" w14:paraId="150B67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68B9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20D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6BA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2E2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658D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0426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F94C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2.759</w:t>
            </w:r>
          </w:p>
        </w:tc>
      </w:tr>
      <w:tr w:rsidR="00C65DDC" w:rsidRPr="00C65DDC" w14:paraId="3DCFFF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D68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B811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Zimbor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2EF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84E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17D4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324D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350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2.760</w:t>
            </w:r>
          </w:p>
        </w:tc>
      </w:tr>
      <w:tr w:rsidR="00C65DDC" w:rsidRPr="00C65DDC" w14:paraId="48AA14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BC7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3119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984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47D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C114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2973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D3F1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2.761</w:t>
            </w:r>
          </w:p>
        </w:tc>
      </w:tr>
      <w:tr w:rsidR="00C65DDC" w:rsidRPr="00C65DDC" w14:paraId="026717E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D90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C7FA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Cărbunari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ED7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93D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2E86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E074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14D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2.762</w:t>
            </w:r>
          </w:p>
        </w:tc>
      </w:tr>
      <w:tr w:rsidR="00C65DDC" w:rsidRPr="00C65DDC" w14:paraId="520F71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C71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556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Rafaila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B9E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61A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3BD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15F6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DBA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2.763</w:t>
            </w:r>
          </w:p>
        </w:tc>
      </w:tr>
      <w:tr w:rsidR="00C65DDC" w:rsidRPr="00C65DDC" w14:paraId="3A32EF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47E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C72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B7A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1D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F114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BAE4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506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2.764</w:t>
            </w:r>
          </w:p>
        </w:tc>
      </w:tr>
      <w:tr w:rsidR="00C65DDC" w:rsidRPr="00C65DDC" w14:paraId="7140685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8BA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179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Galiciuica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1601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405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F91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90F6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0BB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2.765</w:t>
            </w:r>
          </w:p>
        </w:tc>
      </w:tr>
      <w:tr w:rsidR="00C65DDC" w:rsidRPr="00C65DDC" w14:paraId="315D49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EF50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802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Robeasca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C69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33F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5F58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E2E5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86B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2.766</w:t>
            </w:r>
          </w:p>
        </w:tc>
      </w:tr>
      <w:tr w:rsidR="00C65DDC" w:rsidRPr="00C65DDC" w14:paraId="331CEB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E603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2931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Arcuș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4EF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D9F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FBC8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3BDB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F76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2.767</w:t>
            </w:r>
          </w:p>
        </w:tc>
      </w:tr>
      <w:tr w:rsidR="00C65DDC" w:rsidRPr="00C65DDC" w14:paraId="3790EC3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E01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B36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Obrejița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CB9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25ED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1F51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844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FFC7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2.768</w:t>
            </w:r>
          </w:p>
        </w:tc>
      </w:tr>
      <w:tr w:rsidR="00C65DDC" w:rsidRPr="00C65DDC" w14:paraId="48B145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C1FB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2E5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Ciprian Porumbescu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BF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D5E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276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FA88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99A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2.769</w:t>
            </w:r>
          </w:p>
        </w:tc>
      </w:tr>
      <w:tr w:rsidR="00C65DDC" w:rsidRPr="00C65DDC" w14:paraId="73D0A68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05A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EE7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Birda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5CC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9CF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71EA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2D07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E79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2.770</w:t>
            </w:r>
          </w:p>
        </w:tc>
      </w:tr>
      <w:tr w:rsidR="00C65DDC" w:rsidRPr="00C65DDC" w14:paraId="4AB5BBB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0CF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66C8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Cergău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53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F754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6043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13EC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5562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2.771</w:t>
            </w:r>
          </w:p>
        </w:tc>
      </w:tr>
      <w:tr w:rsidR="00C65DDC" w:rsidRPr="00C65DDC" w14:paraId="78B9C5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028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199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38B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AB7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9F2F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E669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932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2.772</w:t>
            </w:r>
          </w:p>
        </w:tc>
      </w:tr>
      <w:tr w:rsidR="00C65DDC" w:rsidRPr="00C65DDC" w14:paraId="3E7512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E049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33EF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Fundata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3ED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CDB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3A40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C497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93BB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2.773</w:t>
            </w:r>
          </w:p>
        </w:tc>
      </w:tr>
      <w:tr w:rsidR="00C65DDC" w:rsidRPr="00C65DDC" w14:paraId="46E9AF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C1B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9C6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Dragu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A3A1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45D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0940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0346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0F0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2.774</w:t>
            </w:r>
          </w:p>
        </w:tc>
      </w:tr>
      <w:tr w:rsidR="00C65DDC" w:rsidRPr="00C65DDC" w14:paraId="074782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874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A08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2F5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676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BF00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7688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1B5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2.775</w:t>
            </w:r>
          </w:p>
        </w:tc>
      </w:tr>
      <w:tr w:rsidR="00C65DDC" w:rsidRPr="00C65DDC" w14:paraId="7285B24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701B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715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Checea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30B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8A85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3359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0EC1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27FF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2.776</w:t>
            </w:r>
          </w:p>
        </w:tc>
      </w:tr>
      <w:tr w:rsidR="00C65DDC" w:rsidRPr="00C65DDC" w14:paraId="5BABBA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526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184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Adășeni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402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ED9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CFBE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DB8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EB2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2.777</w:t>
            </w:r>
          </w:p>
        </w:tc>
      </w:tr>
      <w:tr w:rsidR="00C65DDC" w:rsidRPr="00C65DDC" w14:paraId="237A9F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AEB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E0A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Osica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E6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FCC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95F5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F986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9E2E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2.778</w:t>
            </w:r>
          </w:p>
        </w:tc>
      </w:tr>
      <w:tr w:rsidR="00C65DDC" w:rsidRPr="00C65DDC" w14:paraId="196CF6B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42D8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A30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Gherța Mică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CF3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8F2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E942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AFCA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F880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2.779</w:t>
            </w:r>
          </w:p>
        </w:tc>
      </w:tr>
      <w:tr w:rsidR="00C65DDC" w:rsidRPr="00C65DDC" w14:paraId="7766EEE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289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5A3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Ezeriș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6D4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A2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D6C8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E10A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18CE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2.780</w:t>
            </w:r>
          </w:p>
        </w:tc>
      </w:tr>
      <w:tr w:rsidR="00C65DDC" w:rsidRPr="00C65DDC" w14:paraId="38B3E5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E7F9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0C9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49BD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65F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B72F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A78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7B7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2.781</w:t>
            </w:r>
          </w:p>
        </w:tc>
      </w:tr>
      <w:tr w:rsidR="00C65DDC" w:rsidRPr="00C65DDC" w14:paraId="240368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A52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BD1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Radovan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5327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94F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1C4C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9E92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372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2.782</w:t>
            </w:r>
          </w:p>
        </w:tc>
      </w:tr>
      <w:tr w:rsidR="00C65DDC" w:rsidRPr="00C65DDC" w14:paraId="06BD28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5C0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7FD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770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776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207D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72C9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E38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2.783</w:t>
            </w:r>
          </w:p>
        </w:tc>
      </w:tr>
      <w:tr w:rsidR="00C65DDC" w:rsidRPr="00C65DDC" w14:paraId="58D8BC4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30E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833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Ciceu-Mihăiești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F4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AB2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D6AD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CEDC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5D99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2.784</w:t>
            </w:r>
          </w:p>
        </w:tc>
      </w:tr>
      <w:tr w:rsidR="00C65DDC" w:rsidRPr="00C65DDC" w14:paraId="3B0C67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D0F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10EA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89B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82E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515F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D600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9F94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2.785</w:t>
            </w:r>
          </w:p>
        </w:tc>
      </w:tr>
      <w:tr w:rsidR="00C65DDC" w:rsidRPr="00C65DDC" w14:paraId="428D809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CB3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877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Sâmburești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32F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E719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D8E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76BA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C53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2.786</w:t>
            </w:r>
          </w:p>
        </w:tc>
      </w:tr>
      <w:tr w:rsidR="00C65DDC" w:rsidRPr="00C65DDC" w14:paraId="61152B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C2A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B43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Poplaca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7481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BE7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3CD8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50D0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496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2.787</w:t>
            </w:r>
          </w:p>
        </w:tc>
      </w:tr>
      <w:tr w:rsidR="00C65DDC" w:rsidRPr="00C65DDC" w14:paraId="40A14BA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04E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0876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A3C7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0AA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2BD5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9D54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514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2.788</w:t>
            </w:r>
          </w:p>
        </w:tc>
      </w:tr>
      <w:tr w:rsidR="00C65DDC" w:rsidRPr="00C65DDC" w14:paraId="688D8D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09C4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798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Urziceni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4F7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70A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59D3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0173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E87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2.789</w:t>
            </w:r>
          </w:p>
        </w:tc>
      </w:tr>
      <w:tr w:rsidR="00C65DDC" w:rsidRPr="00C65DDC" w14:paraId="67488B6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6917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BF7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Cucuteni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1EEA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1A58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BF48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5DAB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B18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2.790</w:t>
            </w:r>
          </w:p>
        </w:tc>
      </w:tr>
      <w:tr w:rsidR="00C65DDC" w:rsidRPr="00C65DDC" w14:paraId="1E5293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99F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F88A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Tălpaș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467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8EA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AE51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791E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A231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2.791</w:t>
            </w:r>
          </w:p>
        </w:tc>
      </w:tr>
      <w:tr w:rsidR="00C65DDC" w:rsidRPr="00C65DDC" w14:paraId="099981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BF4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0843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Blandiana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1E0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EFB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F325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ECF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ED5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2.792</w:t>
            </w:r>
          </w:p>
        </w:tc>
      </w:tr>
      <w:tr w:rsidR="00C65DDC" w:rsidRPr="00C65DDC" w14:paraId="6982A3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AE5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0E32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Ciumești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F3D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A33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EEF7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9309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58DE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2.793</w:t>
            </w:r>
          </w:p>
        </w:tc>
      </w:tr>
      <w:tr w:rsidR="00C65DDC" w:rsidRPr="00C65DDC" w14:paraId="5B7CB3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8312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1BC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Cârțișoara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A50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396E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55D9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84DF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9D9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2.794</w:t>
            </w:r>
          </w:p>
        </w:tc>
      </w:tr>
      <w:tr w:rsidR="00C65DDC" w:rsidRPr="00C65DDC" w14:paraId="708D01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DC2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F2A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Ciuruleasa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102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22E6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D9C9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9EF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F38DA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2.795</w:t>
            </w:r>
          </w:p>
        </w:tc>
      </w:tr>
      <w:tr w:rsidR="00C65DDC" w:rsidRPr="00C65DDC" w14:paraId="39FE56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AE4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374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Ghizela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CA6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F35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662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4E4C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9EB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2.796</w:t>
            </w:r>
          </w:p>
        </w:tc>
      </w:tr>
      <w:tr w:rsidR="00C65DDC" w:rsidRPr="00C65DDC" w14:paraId="6880ED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08F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676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Izvoru Berheciului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764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26A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F53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810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9FB0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2.797</w:t>
            </w:r>
          </w:p>
        </w:tc>
      </w:tr>
      <w:tr w:rsidR="00C65DDC" w:rsidRPr="00C65DDC" w14:paraId="475164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32D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907D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Boiu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62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6C6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EA4E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C9BF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802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2.798</w:t>
            </w:r>
          </w:p>
        </w:tc>
      </w:tr>
      <w:tr w:rsidR="00C65DDC" w:rsidRPr="00C65DDC" w14:paraId="26BBF3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9966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A98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AE80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568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161F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CA7E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3CC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2.799</w:t>
            </w:r>
          </w:p>
        </w:tc>
      </w:tr>
      <w:tr w:rsidR="00C65DDC" w:rsidRPr="00C65DDC" w14:paraId="10EC1C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D58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B97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5A0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B2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F65B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32CA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FC8E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2.800</w:t>
            </w:r>
          </w:p>
        </w:tc>
      </w:tr>
      <w:tr w:rsidR="00C65DDC" w:rsidRPr="00C65DDC" w14:paraId="4C6D65E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8133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513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5E85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442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C9D9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9F0A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70B2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2.801</w:t>
            </w:r>
          </w:p>
        </w:tc>
      </w:tr>
      <w:tr w:rsidR="00C65DDC" w:rsidRPr="00C65DDC" w14:paraId="7F54CE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B8D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D7F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5238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DC6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9C46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5A99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2C5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2.802</w:t>
            </w:r>
          </w:p>
        </w:tc>
      </w:tr>
      <w:tr w:rsidR="00C65DDC" w:rsidRPr="00C65DDC" w14:paraId="7D09E6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FD2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1A5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Mărculești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82BA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482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89B6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28C0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D8D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2.803</w:t>
            </w:r>
          </w:p>
        </w:tc>
      </w:tr>
      <w:tr w:rsidR="00C65DDC" w:rsidRPr="00C65DDC" w14:paraId="7A9103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D95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ACD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Pilu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070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097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051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33A7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C1AE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2.804</w:t>
            </w:r>
          </w:p>
        </w:tc>
      </w:tr>
      <w:tr w:rsidR="00C65DDC" w:rsidRPr="00C65DDC" w14:paraId="5C662B2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5DD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2F3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E7A1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B11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7452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825F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467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2.805</w:t>
            </w:r>
          </w:p>
        </w:tc>
      </w:tr>
      <w:tr w:rsidR="00C65DDC" w:rsidRPr="00C65DDC" w14:paraId="311514E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253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F26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Poienarii de Argeș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31B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757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9DB1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A591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CED6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2.806</w:t>
            </w:r>
          </w:p>
        </w:tc>
      </w:tr>
      <w:tr w:rsidR="00C65DDC" w:rsidRPr="00C65DDC" w14:paraId="029191A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ED19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C07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Gârdani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095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26C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2A1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1C84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65B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2.807</w:t>
            </w:r>
          </w:p>
        </w:tc>
      </w:tr>
      <w:tr w:rsidR="00C65DDC" w:rsidRPr="00C65DDC" w14:paraId="40160C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C63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728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Carastelec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730A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BD0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4FF8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F52A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B99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2.808</w:t>
            </w:r>
          </w:p>
        </w:tc>
      </w:tr>
      <w:tr w:rsidR="00C65DDC" w:rsidRPr="00C65DDC" w14:paraId="3C8531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959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93B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D31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637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7A92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4DCC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6DE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2.809</w:t>
            </w:r>
          </w:p>
        </w:tc>
      </w:tr>
      <w:tr w:rsidR="00C65DDC" w:rsidRPr="00C65DDC" w14:paraId="545E13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C6DB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6FC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Stelnica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AB0F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F61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929F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0B52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CA0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2.810</w:t>
            </w:r>
          </w:p>
        </w:tc>
      </w:tr>
      <w:tr w:rsidR="00C65DDC" w:rsidRPr="00C65DDC" w14:paraId="7B4467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FD8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C5C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Ipotești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251B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F36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3A1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363B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98781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2.811</w:t>
            </w:r>
          </w:p>
        </w:tc>
      </w:tr>
      <w:tr w:rsidR="00C65DDC" w:rsidRPr="00C65DDC" w14:paraId="3E26000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F61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7E8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Brazii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933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93A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6E0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6616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B5A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2.812</w:t>
            </w:r>
          </w:p>
        </w:tc>
      </w:tr>
      <w:tr w:rsidR="00C65DDC" w:rsidRPr="00C65DDC" w14:paraId="33A6159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BB2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A08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Tătaru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1423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62E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65C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E917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9FC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2.813</w:t>
            </w:r>
          </w:p>
        </w:tc>
      </w:tr>
      <w:tr w:rsidR="00C65DDC" w:rsidRPr="00C65DDC" w14:paraId="591ED4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7B0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9CD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54B5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627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1847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80CB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0D8E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2.814</w:t>
            </w:r>
          </w:p>
        </w:tc>
      </w:tr>
      <w:tr w:rsidR="00C65DDC" w:rsidRPr="00C65DDC" w14:paraId="0F33B6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796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671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Bicaz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855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9B1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E65C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7CB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6915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2.815</w:t>
            </w:r>
          </w:p>
        </w:tc>
      </w:tr>
      <w:tr w:rsidR="00C65DDC" w:rsidRPr="00C65DDC" w14:paraId="22EF7A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E9B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FA5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Sălsig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2C9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025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9B36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7FE1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257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2.816</w:t>
            </w:r>
          </w:p>
        </w:tc>
      </w:tr>
      <w:tr w:rsidR="00C65DDC" w:rsidRPr="00C65DDC" w14:paraId="2B4657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AE2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13C1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Verbița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A4F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603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E0D9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0C94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9C53C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2.817</w:t>
            </w:r>
          </w:p>
        </w:tc>
      </w:tr>
      <w:tr w:rsidR="00C65DDC" w:rsidRPr="00C65DDC" w14:paraId="30DACB5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7A6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ACCD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F166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98C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9BFF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9B0A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332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2.818</w:t>
            </w:r>
          </w:p>
        </w:tc>
      </w:tr>
      <w:tr w:rsidR="00C65DDC" w:rsidRPr="00C65DDC" w14:paraId="5D7F999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699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709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24C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FEB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C340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8860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9B4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2.819</w:t>
            </w:r>
          </w:p>
        </w:tc>
      </w:tr>
      <w:tr w:rsidR="00C65DDC" w:rsidRPr="00C65DDC" w14:paraId="01F57D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44C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A47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Ciomăgești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7A4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02F6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C805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7A19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16B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2.820</w:t>
            </w:r>
          </w:p>
        </w:tc>
      </w:tr>
      <w:tr w:rsidR="00C65DDC" w:rsidRPr="00C65DDC" w14:paraId="14015A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DFC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B5D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Cârlibaba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8171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D8C1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73D8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570D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8CF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2.821</w:t>
            </w:r>
          </w:p>
        </w:tc>
      </w:tr>
      <w:tr w:rsidR="00C65DDC" w:rsidRPr="00C65DDC" w14:paraId="47C493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04D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FB1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C06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ED6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BD0F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F7C8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C67D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2.822</w:t>
            </w:r>
          </w:p>
        </w:tc>
      </w:tr>
      <w:tr w:rsidR="00C65DDC" w:rsidRPr="00C65DDC" w14:paraId="714078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5EE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86D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Cerchezu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7AE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E1CB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9FBB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E301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B4C04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2.823</w:t>
            </w:r>
          </w:p>
        </w:tc>
      </w:tr>
      <w:tr w:rsidR="00C65DDC" w:rsidRPr="00C65DDC" w14:paraId="48DB2E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A36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BC9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 Cernii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CB8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FBF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0E1B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540D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83A84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2.824</w:t>
            </w:r>
          </w:p>
        </w:tc>
      </w:tr>
      <w:tr w:rsidR="00C65DDC" w:rsidRPr="00C65DDC" w14:paraId="3F981FB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9EDF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EDABC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44C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6189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DCBB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0EC2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73F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2.825</w:t>
            </w:r>
          </w:p>
        </w:tc>
      </w:tr>
      <w:tr w:rsidR="00C65DDC" w:rsidRPr="00C65DDC" w14:paraId="28AF23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4E9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45F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13F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CA3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1490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F213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C84C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2.826</w:t>
            </w:r>
          </w:p>
        </w:tc>
      </w:tr>
      <w:tr w:rsidR="00C65DDC" w:rsidRPr="00C65DDC" w14:paraId="29A789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6C7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F4F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Grindu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E0C0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72D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C7D9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E79A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2446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2.827</w:t>
            </w:r>
          </w:p>
        </w:tc>
      </w:tr>
      <w:tr w:rsidR="00C65DDC" w:rsidRPr="00C65DDC" w14:paraId="4DD23B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F7B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66C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Secăria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F96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D0E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44F5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9459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52C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2.828</w:t>
            </w:r>
          </w:p>
        </w:tc>
      </w:tr>
      <w:tr w:rsidR="00C65DDC" w:rsidRPr="00C65DDC" w14:paraId="3B2AAE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B46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D27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Agriș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88A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B15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529E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95E4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999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2.829</w:t>
            </w:r>
          </w:p>
        </w:tc>
      </w:tr>
      <w:tr w:rsidR="00C65DDC" w:rsidRPr="00C65DDC" w14:paraId="776CF92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D35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C62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Podeni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4BF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518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2C93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13F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FB9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2.830</w:t>
            </w:r>
          </w:p>
        </w:tc>
      </w:tr>
      <w:tr w:rsidR="00C65DDC" w:rsidRPr="00C65DDC" w14:paraId="4D635F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060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1ED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3B2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3E7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7C29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550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27D6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2.831</w:t>
            </w:r>
          </w:p>
        </w:tc>
      </w:tr>
      <w:tr w:rsidR="00C65DDC" w:rsidRPr="00C65DDC" w14:paraId="7A27DF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5D05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3D5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General Berthelot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457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AB8D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6ACB3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0287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F70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2.832</w:t>
            </w:r>
          </w:p>
        </w:tc>
      </w:tr>
      <w:tr w:rsidR="00C65DDC" w:rsidRPr="00C65DDC" w14:paraId="692BFF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6F7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C9F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Nițchidorf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032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8129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2949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3C1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0EC7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2.833</w:t>
            </w:r>
          </w:p>
        </w:tc>
      </w:tr>
      <w:tr w:rsidR="00C65DDC" w:rsidRPr="00C65DDC" w14:paraId="33940B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2FC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4FE7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310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D815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B84D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8400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2C6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2.834</w:t>
            </w:r>
          </w:p>
        </w:tc>
      </w:tr>
      <w:tr w:rsidR="00C65DDC" w:rsidRPr="00C65DDC" w14:paraId="003DE8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8EA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5A54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Poienile Izei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7A0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210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5B39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B8CF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F25F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2.835</w:t>
            </w:r>
          </w:p>
        </w:tc>
      </w:tr>
      <w:tr w:rsidR="00C65DDC" w:rsidRPr="00C65DDC" w14:paraId="1476C9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341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449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Știuca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39C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EB2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514B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DAAD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198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2.836</w:t>
            </w:r>
          </w:p>
        </w:tc>
      </w:tr>
      <w:tr w:rsidR="00C65DDC" w:rsidRPr="00C65DDC" w14:paraId="5E98F8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0B59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6DC2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D84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DFD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E512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F41E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D314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2.837</w:t>
            </w:r>
          </w:p>
        </w:tc>
      </w:tr>
      <w:tr w:rsidR="00C65DDC" w:rsidRPr="00C65DDC" w14:paraId="3ECF6C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8F2D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E73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Ariniș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FA8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467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01AA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519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3C8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2.838</w:t>
            </w:r>
          </w:p>
        </w:tc>
      </w:tr>
      <w:tr w:rsidR="00C65DDC" w:rsidRPr="00C65DDC" w14:paraId="640BED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7903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908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Livezile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4A49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F3D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23AB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671F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F50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2.839</w:t>
            </w:r>
          </w:p>
        </w:tc>
      </w:tr>
      <w:tr w:rsidR="00C65DDC" w:rsidRPr="00C65DDC" w14:paraId="29EA4D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087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672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Bolvașnița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5A41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8C4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F68A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73C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7A24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2.840</w:t>
            </w:r>
          </w:p>
        </w:tc>
      </w:tr>
      <w:tr w:rsidR="00C65DDC" w:rsidRPr="00C65DDC" w14:paraId="1E3CE8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F6B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F470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Giera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972A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BEC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DF82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99F1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7E8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2.841</w:t>
            </w:r>
          </w:p>
        </w:tc>
      </w:tr>
      <w:tr w:rsidR="00C65DDC" w:rsidRPr="00C65DDC" w14:paraId="0F621E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1AB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0C74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Șopârlița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F3B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F40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293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6913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0E1C5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2.842</w:t>
            </w:r>
          </w:p>
        </w:tc>
      </w:tr>
      <w:tr w:rsidR="00C65DDC" w:rsidRPr="00C65DDC" w14:paraId="0CF432B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640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A91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D4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20A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DC3E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6349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EB8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2.843</w:t>
            </w:r>
          </w:p>
        </w:tc>
      </w:tr>
      <w:tr w:rsidR="00C65DDC" w:rsidRPr="00C65DDC" w14:paraId="3DDBEF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94E8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53F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956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BAC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54E8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633E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D4AD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2.844</w:t>
            </w:r>
          </w:p>
        </w:tc>
      </w:tr>
      <w:tr w:rsidR="00C65DDC" w:rsidRPr="00C65DDC" w14:paraId="444FF1F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55DD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EC7B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F0AE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733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D39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BDE2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F3F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2.845</w:t>
            </w:r>
          </w:p>
        </w:tc>
      </w:tr>
      <w:tr w:rsidR="00C65DDC" w:rsidRPr="00C65DDC" w14:paraId="606DEB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0256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B437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Spinuș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BEB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879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2A10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D702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8A6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2.846</w:t>
            </w:r>
          </w:p>
        </w:tc>
      </w:tr>
      <w:tr w:rsidR="00C65DDC" w:rsidRPr="00C65DDC" w14:paraId="464DE0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5B70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B99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Curtea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E5E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DFB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7033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6B78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F85E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2.847</w:t>
            </w:r>
          </w:p>
        </w:tc>
      </w:tr>
      <w:tr w:rsidR="00C65DDC" w:rsidRPr="00C65DDC" w14:paraId="113F74C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FB7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B39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Ocland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C39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4BB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A9B9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0DE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75A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2.848</w:t>
            </w:r>
          </w:p>
        </w:tc>
      </w:tr>
      <w:tr w:rsidR="00C65DDC" w:rsidRPr="00C65DDC" w14:paraId="09815A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054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956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Târgușor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AE4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CE1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A540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AD1D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96B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2.849</w:t>
            </w:r>
          </w:p>
        </w:tc>
      </w:tr>
      <w:tr w:rsidR="00C65DDC" w:rsidRPr="00C65DDC" w14:paraId="43AAD61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D51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B75A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Merghindeal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10CE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CF3F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C1D9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C878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13E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2.850</w:t>
            </w:r>
          </w:p>
        </w:tc>
      </w:tr>
      <w:tr w:rsidR="00C65DDC" w:rsidRPr="00C65DDC" w14:paraId="293A60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E4A5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1A5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Milcov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B59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043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EB92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6C40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9DF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2.851</w:t>
            </w:r>
          </w:p>
        </w:tc>
      </w:tr>
      <w:tr w:rsidR="00C65DDC" w:rsidRPr="00C65DDC" w14:paraId="3E92BE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344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6B7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Salciei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0AC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CEE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9B7B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CDE3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588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2.852</w:t>
            </w:r>
          </w:p>
        </w:tc>
      </w:tr>
      <w:tr w:rsidR="00C65DDC" w:rsidRPr="00C65DDC" w14:paraId="0CF6DC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322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C6B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Mehadica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A795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14E6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D8D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A298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12D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2.853</w:t>
            </w:r>
          </w:p>
        </w:tc>
      </w:tr>
      <w:tr w:rsidR="00C65DDC" w:rsidRPr="00C65DDC" w14:paraId="541EFF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2A5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131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Vorța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7FE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92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083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F3B8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13F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2.854</w:t>
            </w:r>
          </w:p>
        </w:tc>
      </w:tr>
      <w:tr w:rsidR="00C65DDC" w:rsidRPr="00C65DDC" w14:paraId="67FAB4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35D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00B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B738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01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3897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18ED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780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2.855</w:t>
            </w:r>
          </w:p>
        </w:tc>
      </w:tr>
      <w:tr w:rsidR="00C65DDC" w:rsidRPr="00C65DDC" w14:paraId="3EDD39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C9F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185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Bichiș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9BF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3D0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7AE7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0F1B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C16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2.856</w:t>
            </w:r>
          </w:p>
        </w:tc>
      </w:tr>
      <w:tr w:rsidR="00C65DDC" w:rsidRPr="00C65DDC" w14:paraId="02F5C10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8ED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E70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Gogoșu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E79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CB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BC4D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FD93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3A6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2.857</w:t>
            </w:r>
          </w:p>
        </w:tc>
      </w:tr>
      <w:tr w:rsidR="00C65DDC" w:rsidRPr="00C65DDC" w14:paraId="2F68EC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A37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778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Dobromir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8E7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BEC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DBD2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3A4F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59E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2.858</w:t>
            </w:r>
          </w:p>
        </w:tc>
      </w:tr>
      <w:tr w:rsidR="00C65DDC" w:rsidRPr="00C65DDC" w14:paraId="476BB5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39D3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7CBE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Gârnic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633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868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F354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F723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2786D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2.859</w:t>
            </w:r>
          </w:p>
        </w:tc>
      </w:tr>
      <w:tr w:rsidR="00C65DDC" w:rsidRPr="00C65DDC" w14:paraId="2FD66C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D23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41A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Spulber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B8B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BF9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015A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05AE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3AB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2.860</w:t>
            </w:r>
          </w:p>
        </w:tc>
      </w:tr>
      <w:tr w:rsidR="00C65DDC" w:rsidRPr="00C65DDC" w14:paraId="780ACD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1C8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7E3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Vărădia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F53F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7EF2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1DF9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010E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8B3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2.861</w:t>
            </w:r>
          </w:p>
        </w:tc>
      </w:tr>
      <w:tr w:rsidR="00C65DDC" w:rsidRPr="00C65DDC" w14:paraId="25844B5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361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D45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817B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C90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0D3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102B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466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2.862</w:t>
            </w:r>
          </w:p>
        </w:tc>
      </w:tr>
      <w:tr w:rsidR="00C65DDC" w:rsidRPr="00C65DDC" w14:paraId="293EC3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B46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EC2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Stejaru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221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2F9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9CCB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3C89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1CFD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2.863</w:t>
            </w:r>
          </w:p>
        </w:tc>
      </w:tr>
      <w:tr w:rsidR="00C65DDC" w:rsidRPr="00C65DDC" w14:paraId="66AC1E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928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548E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Burjuc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9C2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884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C73A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18A4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885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2.864</w:t>
            </w:r>
          </w:p>
        </w:tc>
      </w:tr>
      <w:tr w:rsidR="00C65DDC" w:rsidRPr="00C65DDC" w14:paraId="3D43FDA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43B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B61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Ulieș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3F9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8EB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6805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A639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0DD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2.865</w:t>
            </w:r>
          </w:p>
        </w:tc>
      </w:tr>
      <w:tr w:rsidR="00C65DDC" w:rsidRPr="00C65DDC" w14:paraId="1FC34F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679D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19E3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Bâlvănești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3F28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FB9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6D78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B8C1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FBA1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2.866</w:t>
            </w:r>
          </w:p>
        </w:tc>
      </w:tr>
      <w:tr w:rsidR="00C65DDC" w:rsidRPr="00C65DDC" w14:paraId="2170CD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ED3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505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Cămin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197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E45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29EC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5109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EE48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2.867</w:t>
            </w:r>
          </w:p>
        </w:tc>
      </w:tr>
      <w:tr w:rsidR="00C65DDC" w:rsidRPr="00C65DDC" w14:paraId="347292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9DE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CDA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Runcu Salvei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4F9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750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C6F2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584B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6226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2.868</w:t>
            </w:r>
          </w:p>
        </w:tc>
      </w:tr>
      <w:tr w:rsidR="00C65DDC" w:rsidRPr="00C65DDC" w14:paraId="6E95A4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E79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DA6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Topana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ADD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1AF4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118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FD89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1C5F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2.869</w:t>
            </w:r>
          </w:p>
        </w:tc>
      </w:tr>
      <w:tr w:rsidR="00C65DDC" w:rsidRPr="00C65DDC" w14:paraId="75832F9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F11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79B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Drăgoești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23B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9F1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D975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6A5C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7C38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2.870</w:t>
            </w:r>
          </w:p>
        </w:tc>
      </w:tr>
      <w:tr w:rsidR="00C65DDC" w:rsidRPr="00C65DDC" w14:paraId="64C25E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6BF7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C87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Salcia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943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C9B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E8E3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7B6F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83B4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2.871</w:t>
            </w:r>
          </w:p>
        </w:tc>
      </w:tr>
      <w:tr w:rsidR="00C65DDC" w:rsidRPr="00C65DDC" w14:paraId="52F9C4F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45E6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5B4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Șinteu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AEAA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B44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CE8E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490D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94652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2.872</w:t>
            </w:r>
          </w:p>
        </w:tc>
      </w:tr>
      <w:tr w:rsidR="00C65DDC" w:rsidRPr="00C65DDC" w14:paraId="1466F2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50C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B862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Chiliile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933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F80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65A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A5D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AC51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2.873</w:t>
            </w:r>
          </w:p>
        </w:tc>
      </w:tr>
      <w:tr w:rsidR="00C65DDC" w:rsidRPr="00C65DDC" w14:paraId="381993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FCE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F37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Cărand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4812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343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7282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FD08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CC8A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2.874</w:t>
            </w:r>
          </w:p>
        </w:tc>
      </w:tr>
      <w:tr w:rsidR="00C65DDC" w:rsidRPr="00C65DDC" w14:paraId="27C19E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1DB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FF2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Frecăței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D9F8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CBC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19B3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F904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7C5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2.875</w:t>
            </w:r>
          </w:p>
        </w:tc>
      </w:tr>
      <w:tr w:rsidR="00C65DDC" w:rsidRPr="00C65DDC" w14:paraId="7032514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08A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0E3B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Berliște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1A01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531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4072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8797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1143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2.876</w:t>
            </w:r>
          </w:p>
        </w:tc>
      </w:tr>
      <w:tr w:rsidR="00C65DDC" w:rsidRPr="00C65DDC" w14:paraId="3786E57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531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0C0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Saraiu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E2E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A2A3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7100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2648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7E9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2.877</w:t>
            </w:r>
          </w:p>
        </w:tc>
      </w:tr>
      <w:tr w:rsidR="00C65DDC" w:rsidRPr="00C65DDC" w14:paraId="327076D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ED9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DF5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Baldovinești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22C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1EF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0F6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FFEC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20C5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2.878</w:t>
            </w:r>
          </w:p>
        </w:tc>
      </w:tr>
      <w:tr w:rsidR="00C65DDC" w:rsidRPr="00C65DDC" w14:paraId="7B3EA1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B0A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F34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Boianu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310E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CAE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8D8D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768C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C9D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2.879</w:t>
            </w:r>
          </w:p>
        </w:tc>
      </w:tr>
      <w:tr w:rsidR="00C65DDC" w:rsidRPr="00C65DDC" w14:paraId="7778D8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CA92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14D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Întregalde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CD4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1C9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ECD2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51A2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0E89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2.880</w:t>
            </w:r>
          </w:p>
        </w:tc>
      </w:tr>
      <w:tr w:rsidR="00C65DDC" w:rsidRPr="00C65DDC" w14:paraId="434C051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379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0B2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Sărățeni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B77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2C2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29EA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1ACE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102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2.881</w:t>
            </w:r>
          </w:p>
        </w:tc>
      </w:tr>
      <w:tr w:rsidR="00C65DDC" w:rsidRPr="00C65DDC" w14:paraId="72A140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BEE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A729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Talea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147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4B5F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8A4C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9C9EA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8021E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2.882</w:t>
            </w:r>
          </w:p>
        </w:tc>
      </w:tr>
      <w:tr w:rsidR="00C65DDC" w:rsidRPr="00C65DDC" w14:paraId="3DA24A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A02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03D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Malnaș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0A28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CFFB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FE0D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671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27F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2.883</w:t>
            </w:r>
          </w:p>
        </w:tc>
      </w:tr>
      <w:tr w:rsidR="00C65DDC" w:rsidRPr="00C65DDC" w14:paraId="631B5B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B06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FEA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Drăguș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5EBD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FE2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CE9D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89F0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C971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2.884</w:t>
            </w:r>
          </w:p>
        </w:tc>
      </w:tr>
      <w:tr w:rsidR="00C65DDC" w:rsidRPr="00C65DDC" w14:paraId="569DD59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34E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299D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Vețca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98DD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C3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7F04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D58C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A80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2.885</w:t>
            </w:r>
          </w:p>
        </w:tc>
      </w:tr>
      <w:tr w:rsidR="00C65DDC" w:rsidRPr="00C65DDC" w14:paraId="49129F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74B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986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Bărbulești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CA0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2DD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AC8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D663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0720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2.886</w:t>
            </w:r>
          </w:p>
        </w:tc>
      </w:tr>
      <w:tr w:rsidR="00C65DDC" w:rsidRPr="00C65DDC" w14:paraId="1E0BAA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862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813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Cosminele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1EF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173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5B5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E255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3C79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2.887</w:t>
            </w:r>
          </w:p>
        </w:tc>
      </w:tr>
      <w:tr w:rsidR="00C65DDC" w:rsidRPr="00C65DDC" w14:paraId="2B5E7D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778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AA4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Vălcani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5E9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044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65C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CA8E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F6B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2.888</w:t>
            </w:r>
          </w:p>
        </w:tc>
      </w:tr>
      <w:tr w:rsidR="00C65DDC" w:rsidRPr="00C65DDC" w14:paraId="1483C4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C2E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05E8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Treznea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788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DFB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13A4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9665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B8ED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2.889</w:t>
            </w:r>
          </w:p>
        </w:tc>
      </w:tr>
      <w:tr w:rsidR="00C65DDC" w:rsidRPr="00C65DDC" w14:paraId="30E077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F89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199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6D5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88C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8F3F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9478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E6A8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2.890</w:t>
            </w:r>
          </w:p>
        </w:tc>
      </w:tr>
      <w:tr w:rsidR="00C65DDC" w:rsidRPr="00C65DDC" w14:paraId="11D069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717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FCD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9EC5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0ED2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B21F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7DF4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ACB9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2.891</w:t>
            </w:r>
          </w:p>
        </w:tc>
      </w:tr>
      <w:tr w:rsidR="00C65DDC" w:rsidRPr="00C65DDC" w14:paraId="455D62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F19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18A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Pantelimon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FE63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B4C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BD75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51E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0287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2.892</w:t>
            </w:r>
          </w:p>
        </w:tc>
      </w:tr>
      <w:tr w:rsidR="00C65DDC" w:rsidRPr="00C65DDC" w14:paraId="3E3F84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96D47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252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Șopotu Nou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198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63D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E30A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0792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E2AD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2.893</w:t>
            </w:r>
          </w:p>
        </w:tc>
      </w:tr>
      <w:tr w:rsidR="00C65DDC" w:rsidRPr="00C65DDC" w14:paraId="036004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DA85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6172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Pardoși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405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16B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DF5F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610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E79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2.894</w:t>
            </w:r>
          </w:p>
        </w:tc>
      </w:tr>
      <w:tr w:rsidR="00C65DDC" w:rsidRPr="00C65DDC" w14:paraId="237E2EF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869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5E2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Beidaud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71F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AE8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57C8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B002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0E56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2.895</w:t>
            </w:r>
          </w:p>
        </w:tc>
      </w:tr>
      <w:tr w:rsidR="00C65DDC" w:rsidRPr="00C65DDC" w14:paraId="7463253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D4F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AD4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441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F2A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49D5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9C50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B957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2.896</w:t>
            </w:r>
          </w:p>
        </w:tc>
      </w:tr>
      <w:tr w:rsidR="00C65DDC" w:rsidRPr="00C65DDC" w14:paraId="72A78D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7A7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D7D4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Ludoș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BA7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334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FB0E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7750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5C86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2.897</w:t>
            </w:r>
          </w:p>
        </w:tc>
      </w:tr>
      <w:tr w:rsidR="00C65DDC" w:rsidRPr="00C65DDC" w14:paraId="2D71AED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EAA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66E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Estelnic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A9C6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184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F161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2423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6E384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2.898</w:t>
            </w:r>
          </w:p>
        </w:tc>
      </w:tr>
      <w:tr w:rsidR="00C65DDC" w:rsidRPr="00C65DDC" w14:paraId="7542EE4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C7C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519F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Cârjiți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68AE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6FC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1B9C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446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8F31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2.899</w:t>
            </w:r>
          </w:p>
        </w:tc>
      </w:tr>
      <w:tr w:rsidR="00C65DDC" w:rsidRPr="00C65DDC" w14:paraId="4636E1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D1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8B04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Moacșa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1E1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B36D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6961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BB52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B00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2.900</w:t>
            </w:r>
          </w:p>
        </w:tc>
      </w:tr>
      <w:tr w:rsidR="00C65DDC" w:rsidRPr="00C65DDC" w14:paraId="22EBEB6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7757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0F6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Ciocârlia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D64A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42E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A5A1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3660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D16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2.901</w:t>
            </w:r>
          </w:p>
        </w:tc>
      </w:tr>
      <w:tr w:rsidR="00C65DDC" w:rsidRPr="00C65DDC" w14:paraId="043FB0B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3D0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F2E7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Beba Veche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747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1CE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929D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B059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644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2.902</w:t>
            </w:r>
          </w:p>
        </w:tc>
      </w:tr>
      <w:tr w:rsidR="00C65DDC" w:rsidRPr="00C65DDC" w14:paraId="5C5903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B03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410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Poiana Vadului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4C6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8D2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C14D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CDD5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8F8E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2.903</w:t>
            </w:r>
          </w:p>
        </w:tc>
      </w:tr>
      <w:tr w:rsidR="00C65DDC" w:rsidRPr="00C65DDC" w14:paraId="2B93B26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3E5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5CB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Siliștea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12C4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032E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0B5B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B2EA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0C7F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2.904</w:t>
            </w:r>
          </w:p>
        </w:tc>
      </w:tr>
      <w:tr w:rsidR="00C65DDC" w:rsidRPr="00C65DDC" w14:paraId="23113A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026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DA3A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Ususău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CDA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A617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DC43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1470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5D3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2.905</w:t>
            </w:r>
          </w:p>
        </w:tc>
      </w:tr>
      <w:tr w:rsidR="00C65DDC" w:rsidRPr="00C65DDC" w14:paraId="7BF5F1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E05D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2D2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Tortoman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4EB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9D4C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7FFF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6BC2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81BF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2.906</w:t>
            </w:r>
          </w:p>
        </w:tc>
      </w:tr>
      <w:tr w:rsidR="00C65DDC" w:rsidRPr="00C65DDC" w14:paraId="5595EF7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D78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4E5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9803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D5DF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ED0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F78F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4FC71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2.907</w:t>
            </w:r>
          </w:p>
        </w:tc>
      </w:tr>
      <w:tr w:rsidR="00C65DDC" w:rsidRPr="00C65DDC" w14:paraId="0434C6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052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C50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Doștat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DB8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535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0E5D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29A4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A14D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2.908</w:t>
            </w:r>
          </w:p>
        </w:tc>
      </w:tr>
      <w:tr w:rsidR="00C65DDC" w:rsidRPr="00C65DDC" w14:paraId="4B0DC9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E54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22A7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Ohaba Lungă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ECC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30C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0F3C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859B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BD1CF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2.909</w:t>
            </w:r>
          </w:p>
        </w:tc>
      </w:tr>
      <w:tr w:rsidR="00C65DDC" w:rsidRPr="00C65DDC" w14:paraId="6DE6CDC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F2C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C6A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Ocoliș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1C3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02CA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2D8F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DA73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6CA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2.910</w:t>
            </w:r>
          </w:p>
        </w:tc>
      </w:tr>
      <w:tr w:rsidR="00C65DDC" w:rsidRPr="00C65DDC" w14:paraId="248C61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164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905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Moneasa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0BB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3AC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2B29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EA1D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3C65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2.911</w:t>
            </w:r>
          </w:p>
        </w:tc>
      </w:tr>
      <w:tr w:rsidR="00C65DDC" w:rsidRPr="00C65DDC" w14:paraId="5852DB4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0D4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42B8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Godeanu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FFE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6F7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7500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99F9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7D2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2.912</w:t>
            </w:r>
          </w:p>
        </w:tc>
      </w:tr>
      <w:tr w:rsidR="00C65DDC" w:rsidRPr="00C65DDC" w14:paraId="388B986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312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E429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Dubova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28FD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2BB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5BC9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430D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270B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2.913</w:t>
            </w:r>
          </w:p>
        </w:tc>
      </w:tr>
      <w:tr w:rsidR="00C65DDC" w:rsidRPr="00C65DDC" w14:paraId="361752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201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E93A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Teilor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B8E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362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4574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95FBC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9BD7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2.914</w:t>
            </w:r>
          </w:p>
        </w:tc>
      </w:tr>
      <w:tr w:rsidR="00C65DDC" w:rsidRPr="00C65DDC" w14:paraId="513C504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E4C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087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Bruiu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E769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B57D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25A1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A546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7CCF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2.915</w:t>
            </w:r>
          </w:p>
        </w:tc>
      </w:tr>
      <w:tr w:rsidR="00C65DDC" w:rsidRPr="00C65DDC" w14:paraId="6DBC3B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069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56F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D239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F27E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F124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06DB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AF31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2.916</w:t>
            </w:r>
          </w:p>
        </w:tc>
      </w:tr>
      <w:tr w:rsidR="00C65DDC" w:rsidRPr="00C65DDC" w14:paraId="6FA547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48E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0E15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Crișan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A9E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94A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A729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F9D3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05E7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2.917</w:t>
            </w:r>
          </w:p>
        </w:tc>
      </w:tr>
      <w:tr w:rsidR="00C65DDC" w:rsidRPr="00C65DDC" w14:paraId="337FC43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15F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757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Ponor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78A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44D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3D4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15E2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A6FE8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2.918</w:t>
            </w:r>
          </w:p>
        </w:tc>
      </w:tr>
      <w:tr w:rsidR="00C65DDC" w:rsidRPr="00C65DDC" w14:paraId="0DE604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7EBF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354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I.C. Brătianu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10F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D48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4086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7EC1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C83B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2.919</w:t>
            </w:r>
          </w:p>
        </w:tc>
      </w:tr>
      <w:tr w:rsidR="00C65DDC" w:rsidRPr="00C65DDC" w14:paraId="5C0362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AA0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39A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Goruia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CC8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2D2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BF0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2B96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D96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2.920</w:t>
            </w:r>
          </w:p>
        </w:tc>
      </w:tr>
      <w:tr w:rsidR="00C65DDC" w:rsidRPr="00C65DDC" w14:paraId="50B34CC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708B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666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Tăureni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60F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9C0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72BC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AE49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F41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2.921</w:t>
            </w:r>
          </w:p>
        </w:tc>
      </w:tr>
      <w:tr w:rsidR="00C65DDC" w:rsidRPr="00C65DDC" w14:paraId="0D9E59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495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286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25A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4B0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6292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891D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8A2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2.922</w:t>
            </w:r>
          </w:p>
        </w:tc>
      </w:tr>
      <w:tr w:rsidR="00C65DDC" w:rsidRPr="00C65DDC" w14:paraId="3FE0A91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A24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EB17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Svinița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4C8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ABB6F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9657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A3DD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4962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2.923</w:t>
            </w:r>
          </w:p>
        </w:tc>
      </w:tr>
      <w:tr w:rsidR="00C65DDC" w:rsidRPr="00C65DDC" w14:paraId="1930061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297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3C3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A7E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226C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062C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E642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1E4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2.924</w:t>
            </w:r>
          </w:p>
        </w:tc>
      </w:tr>
      <w:tr w:rsidR="00C65DDC" w:rsidRPr="00C65DDC" w14:paraId="415474D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670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212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Ierii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738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DA4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19FA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BA2706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FACC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2.925</w:t>
            </w:r>
          </w:p>
        </w:tc>
      </w:tr>
      <w:tr w:rsidR="00C65DDC" w:rsidRPr="00C65DDC" w14:paraId="0B3DE2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3ED9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EB9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Șilindia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363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C3A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E5B4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5131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DA7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2.926</w:t>
            </w:r>
          </w:p>
        </w:tc>
      </w:tr>
      <w:tr w:rsidR="00C65DDC" w:rsidRPr="00C65DDC" w14:paraId="6A7E0F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2042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6EC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Cenade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CB5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CA12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2A33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142A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ED1A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2.927</w:t>
            </w:r>
          </w:p>
        </w:tc>
      </w:tr>
      <w:tr w:rsidR="00C65DDC" w:rsidRPr="00C65DDC" w14:paraId="0464BB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3493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045D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Cireșu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362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1D0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BE09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860C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98FF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2.928</w:t>
            </w:r>
          </w:p>
        </w:tc>
      </w:tr>
      <w:tr w:rsidR="00C65DDC" w:rsidRPr="00C65DDC" w14:paraId="3436E3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A870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9BDE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Ploscoș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A955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0ED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D8D3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351B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D87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2.929</w:t>
            </w:r>
          </w:p>
        </w:tc>
      </w:tr>
      <w:tr w:rsidR="00C65DDC" w:rsidRPr="00C65DDC" w14:paraId="6E0C0E6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16A6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4AB9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Săcășeni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E2C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8656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AF30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E0A2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471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2.930</w:t>
            </w:r>
          </w:p>
        </w:tc>
      </w:tr>
      <w:tr w:rsidR="00C65DDC" w:rsidRPr="00C65DDC" w14:paraId="4B3F11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0D44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C08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C.A. Rosetti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0C6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C7F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1E0C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C5AD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1E0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2.931</w:t>
            </w:r>
          </w:p>
        </w:tc>
      </w:tr>
      <w:tr w:rsidR="00C65DDC" w:rsidRPr="00C65DDC" w14:paraId="32FBE9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9161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577C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Cerbăl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481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3C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D9B7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6C4F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08F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2.932</w:t>
            </w:r>
          </w:p>
        </w:tc>
      </w:tr>
      <w:tr w:rsidR="00C65DDC" w:rsidRPr="00C65DDC" w14:paraId="1489FB4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31C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38B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Pietroasa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DC3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44D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D449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23DF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1C1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2.933</w:t>
            </w:r>
          </w:p>
        </w:tc>
      </w:tr>
      <w:tr w:rsidR="00C65DDC" w:rsidRPr="00C65DDC" w14:paraId="2B49410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7A1D5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C3D2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Obârșia-Cloșani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CCD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95B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50B7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ACD2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0B6C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2.934</w:t>
            </w:r>
          </w:p>
        </w:tc>
      </w:tr>
      <w:tr w:rsidR="00C65DDC" w:rsidRPr="00C65DDC" w14:paraId="101A23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5116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F1A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Jugureni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3C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7069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9CEA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EDC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8AB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2.935</w:t>
            </w:r>
          </w:p>
        </w:tc>
      </w:tr>
      <w:tr w:rsidR="00C65DDC" w:rsidRPr="00C65DDC" w14:paraId="5AD2746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978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C2F5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Zagăr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0A8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C8C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118C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5167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563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2.936</w:t>
            </w:r>
          </w:p>
        </w:tc>
      </w:tr>
      <w:tr w:rsidR="00C65DDC" w:rsidRPr="00C65DDC" w14:paraId="0FE02E2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897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505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Comandău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501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AE1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08E9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E605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FAB6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2.937</w:t>
            </w:r>
          </w:p>
        </w:tc>
      </w:tr>
      <w:tr w:rsidR="00C65DDC" w:rsidRPr="00C65DDC" w14:paraId="03748D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5708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E8B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Smârdan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B3C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8D0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970D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FC98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735A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2.938</w:t>
            </w:r>
          </w:p>
        </w:tc>
      </w:tr>
      <w:tr w:rsidR="00C65DDC" w:rsidRPr="00C65DDC" w14:paraId="7164D3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0235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9AD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Văliug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97E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F31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5477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7C19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14D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2.939</w:t>
            </w:r>
          </w:p>
        </w:tc>
      </w:tr>
      <w:tr w:rsidR="00C65DDC" w:rsidRPr="00C65DDC" w14:paraId="00145E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1E1A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EF8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Augustin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CCE5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88D0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C3AB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A773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224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2.940</w:t>
            </w:r>
          </w:p>
        </w:tc>
      </w:tr>
      <w:tr w:rsidR="00C65DDC" w:rsidRPr="00C65DDC" w14:paraId="0BA87F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FF3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AF3B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Maliuc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F0A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88D1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D25C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3658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FE81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2.941</w:t>
            </w:r>
          </w:p>
        </w:tc>
      </w:tr>
      <w:tr w:rsidR="00C65DDC" w:rsidRPr="00C65DDC" w14:paraId="32F0FF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300D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08D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Marpod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FC4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E0B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C810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3F7D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EBF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2.942</w:t>
            </w:r>
          </w:p>
        </w:tc>
      </w:tr>
      <w:tr w:rsidR="00C65DDC" w:rsidRPr="00C65DDC" w14:paraId="201654D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7FDC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2CDB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Brestovăț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C14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ACE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81B2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9AF6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F14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2.943</w:t>
            </w:r>
          </w:p>
        </w:tc>
      </w:tr>
      <w:tr w:rsidR="00C65DDC" w:rsidRPr="00C65DDC" w14:paraId="227FF5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0DE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3D2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Ciudanovița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06E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ED9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0CD4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4D01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4393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2.944</w:t>
            </w:r>
          </w:p>
        </w:tc>
      </w:tr>
      <w:tr w:rsidR="00C65DDC" w:rsidRPr="00C65DDC" w14:paraId="1B74C2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B4D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09EE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Ticușu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C1F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193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4A7B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7E3B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302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2.945</w:t>
            </w:r>
          </w:p>
        </w:tc>
      </w:tr>
      <w:tr w:rsidR="00C65DDC" w:rsidRPr="00C65DDC" w14:paraId="701E59B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A1A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A00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Ignești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787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242A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8697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71C2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21C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2.946</w:t>
            </w:r>
          </w:p>
        </w:tc>
      </w:tr>
      <w:tr w:rsidR="00C65DDC" w:rsidRPr="00C65DDC" w14:paraId="31FF25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48B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7A6A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Bunila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0207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F2B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772B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DEEF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8778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2.947</w:t>
            </w:r>
          </w:p>
        </w:tc>
      </w:tr>
      <w:tr w:rsidR="00C65DDC" w:rsidRPr="00C65DDC" w14:paraId="6EB946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032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E654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Cozma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6FC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1C0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EDB0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AAAC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7E4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2.948</w:t>
            </w:r>
          </w:p>
        </w:tc>
      </w:tr>
      <w:tr w:rsidR="00C65DDC" w:rsidRPr="00C65DDC" w14:paraId="578CFB7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120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1964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Dalnic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941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724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11A6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2461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A0E2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2.949</w:t>
            </w:r>
          </w:p>
        </w:tc>
      </w:tr>
      <w:tr w:rsidR="00C65DDC" w:rsidRPr="00C65DDC" w14:paraId="620E56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767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BB6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Sfântu Gheorghe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50D3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E101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F6EF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544D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34E3A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2.950</w:t>
            </w:r>
          </w:p>
        </w:tc>
      </w:tr>
      <w:tr w:rsidR="00C65DDC" w:rsidRPr="00C65DDC" w14:paraId="5ED3AE1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1A89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CDB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Ocna de Fier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86E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541E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110A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CF88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C529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2.951</w:t>
            </w:r>
          </w:p>
        </w:tc>
      </w:tr>
      <w:tr w:rsidR="00C65DDC" w:rsidRPr="00C65DDC" w14:paraId="053E32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B751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8A6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Lelese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AB1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E87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3229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7A83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5D3E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2.952</w:t>
            </w:r>
          </w:p>
        </w:tc>
      </w:tr>
      <w:tr w:rsidR="00C65DDC" w:rsidRPr="00C65DDC" w14:paraId="28CB56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9026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F14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Ceatalchioi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D55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C89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26CE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DF01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4EF2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2.953</w:t>
            </w:r>
          </w:p>
        </w:tc>
      </w:tr>
      <w:tr w:rsidR="00C65DDC" w:rsidRPr="00C65DDC" w14:paraId="131ED0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540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1456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Brebu Nou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FBF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C952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6CD0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7E3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E6FA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2.954</w:t>
            </w:r>
          </w:p>
        </w:tc>
      </w:tr>
      <w:tr w:rsidR="00C65DDC" w:rsidRPr="00C65DDC" w14:paraId="2144A1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2FA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F6E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Bulzeștii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D5F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2CE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1BAB2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54975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FB6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2.955</w:t>
            </w:r>
          </w:p>
        </w:tc>
      </w:tr>
      <w:tr w:rsidR="00C65DDC" w:rsidRPr="00C65DDC" w14:paraId="0AD9D7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6F6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EB2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6D77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8CD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2200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7925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ECAE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2.956</w:t>
            </w:r>
          </w:p>
        </w:tc>
      </w:tr>
      <w:tr w:rsidR="00C65DDC" w:rsidRPr="00C65DDC" w14:paraId="12FA31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3B7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F95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Râu Sadului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E9A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305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3D31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AA9A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B3F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2.957</w:t>
            </w:r>
          </w:p>
        </w:tc>
      </w:tr>
      <w:tr w:rsidR="00C65DDC" w:rsidRPr="00C65DDC" w14:paraId="320486F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71E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80E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Dumbrăveni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C88A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271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380D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5BE2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A43B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2.958</w:t>
            </w:r>
          </w:p>
        </w:tc>
      </w:tr>
      <w:tr w:rsidR="00C65DDC" w:rsidRPr="00C65DDC" w14:paraId="5373A82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BB8A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058D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Vulturu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D01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CE8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2259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D7A7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EEF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2.959</w:t>
            </w:r>
          </w:p>
        </w:tc>
      </w:tr>
      <w:tr w:rsidR="00C65DDC" w:rsidRPr="00C65DDC" w14:paraId="0E59F9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690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D6B8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Ceru-Băcăinți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343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F9C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5668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EC34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84C7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2.960</w:t>
            </w:r>
          </w:p>
        </w:tc>
      </w:tr>
      <w:tr w:rsidR="00C65DDC" w:rsidRPr="00C65DDC" w14:paraId="4212FD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2CF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B66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Șiștarovăț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927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6FE2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4D5E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C1F55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2AB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2.961</w:t>
            </w:r>
          </w:p>
        </w:tc>
      </w:tr>
      <w:tr w:rsidR="00C65DDC" w:rsidRPr="00C65DDC" w14:paraId="0748F0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E430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D98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5A66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1D16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0264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DD96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C8E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2.962</w:t>
            </w:r>
          </w:p>
        </w:tc>
      </w:tr>
      <w:tr w:rsidR="00C65DDC" w:rsidRPr="00C65DDC" w14:paraId="602BA61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52F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2E7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Bătrâna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88F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472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F910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F46E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3D853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2.963</w:t>
            </w:r>
          </w:p>
        </w:tc>
      </w:tr>
      <w:tr w:rsidR="00C65DDC" w:rsidRPr="00C65DDC" w14:paraId="58914D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F42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E6D9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Secaș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318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17E0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FDF5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C313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BE15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2.964</w:t>
            </w:r>
          </w:p>
        </w:tc>
      </w:tr>
      <w:tr w:rsidR="00C65DDC" w:rsidRPr="00C65DDC" w14:paraId="40C6B13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39BE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60B7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Pardina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62CC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C35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89D3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07B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654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2.965</w:t>
            </w:r>
          </w:p>
        </w:tc>
      </w:tr>
      <w:tr w:rsidR="00C65DDC" w:rsidRPr="00C65DDC" w14:paraId="50A184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9863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FA4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Piatra-Neamț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E3A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9F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10.990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75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7D13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945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2.966</w:t>
            </w:r>
          </w:p>
        </w:tc>
      </w:tr>
      <w:tr w:rsidR="00C65DDC" w:rsidRPr="00C65DDC" w14:paraId="532377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EB6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57B3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60B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C07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10.635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FD37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4D9C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8EE1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2.967</w:t>
            </w:r>
          </w:p>
        </w:tc>
      </w:tr>
      <w:tr w:rsidR="00C65DDC" w:rsidRPr="00C65DDC" w14:paraId="336616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B5B0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402D3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Drobeta-Turnu Severin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331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D66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8.397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05B7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615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153A2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2.968</w:t>
            </w:r>
          </w:p>
        </w:tc>
      </w:tr>
      <w:tr w:rsidR="00C65DDC" w:rsidRPr="00C65DDC" w14:paraId="1C5EE3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72B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EF94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2B6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68C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7.985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B65C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00EB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426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2.969</w:t>
            </w:r>
          </w:p>
        </w:tc>
      </w:tr>
      <w:tr w:rsidR="00C65DDC" w:rsidRPr="00C65DDC" w14:paraId="1780EF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49A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9EB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F51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45C2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7.216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D11B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158F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1C80A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2.970</w:t>
            </w:r>
          </w:p>
        </w:tc>
      </w:tr>
      <w:tr w:rsidR="00C65DDC" w:rsidRPr="00C65DDC" w14:paraId="4E6AF6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CD6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51A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Jiu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420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5BBB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6.898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352B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E37B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055A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2.971</w:t>
            </w:r>
          </w:p>
        </w:tc>
      </w:tr>
      <w:tr w:rsidR="00C65DDC" w:rsidRPr="00C65DDC" w14:paraId="4C1B14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84D2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964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Bârlad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FCC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880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6.154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08E0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E77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A64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2.972</w:t>
            </w:r>
          </w:p>
        </w:tc>
      </w:tr>
      <w:tr w:rsidR="00C65DDC" w:rsidRPr="00C65DDC" w14:paraId="66B21E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F3F2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A76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Mediaș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615D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61B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6.103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A97C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1C35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552B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2.973</w:t>
            </w:r>
          </w:p>
        </w:tc>
      </w:tr>
      <w:tr w:rsidR="00C65DDC" w:rsidRPr="00C65DDC" w14:paraId="347648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B2C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4956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D580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FD8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5.968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3557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5CF8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BB74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2.974</w:t>
            </w:r>
          </w:p>
        </w:tc>
      </w:tr>
      <w:tr w:rsidR="00C65DDC" w:rsidRPr="00C65DDC" w14:paraId="616C17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8A5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D41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Alexandria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DD5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3082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4.266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F8DD1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6D5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75E20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2.975</w:t>
            </w:r>
          </w:p>
        </w:tc>
      </w:tr>
      <w:tr w:rsidR="00C65DDC" w:rsidRPr="00C65DDC" w14:paraId="3A1332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BB3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C35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Medgidia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96C7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17E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3.938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3EBB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B011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341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2.976</w:t>
            </w:r>
          </w:p>
        </w:tc>
      </w:tr>
      <w:tr w:rsidR="00C65DDC" w:rsidRPr="00C65DDC" w14:paraId="3826E7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02C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AB0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Sighetu Marmației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252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7017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3.931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4EF4C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10A1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E48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2.977</w:t>
            </w:r>
          </w:p>
        </w:tc>
      </w:tr>
      <w:tr w:rsidR="00C65DDC" w:rsidRPr="00C65DDC" w14:paraId="4D4B518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7F125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EF9C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Dej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620E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C87A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3.866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069F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1079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7BF8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2.978</w:t>
            </w:r>
          </w:p>
        </w:tc>
      </w:tr>
      <w:tr w:rsidR="00C65DDC" w:rsidRPr="00C65DDC" w14:paraId="65FB14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32C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1BF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Făgăraș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4BB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E5F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3.787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5A19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830E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BA8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2.979</w:t>
            </w:r>
          </w:p>
        </w:tc>
      </w:tr>
      <w:tr w:rsidR="00C65DDC" w:rsidRPr="00C65DDC" w14:paraId="7C9DCE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5BBB1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2588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Mangalia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F1A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FFEB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E993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C911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A5D6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2.980</w:t>
            </w:r>
          </w:p>
        </w:tc>
      </w:tr>
      <w:tr w:rsidR="00C65DDC" w:rsidRPr="00C65DDC" w14:paraId="5E7A510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5D4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D45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Cugir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87F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6D1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2.982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C11D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A7FC4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5FE5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2.981</w:t>
            </w:r>
          </w:p>
        </w:tc>
      </w:tr>
      <w:tr w:rsidR="00C65DDC" w:rsidRPr="00C65DDC" w14:paraId="6E2949E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441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D78D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Roșiori de Vede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9BB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CB1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2.933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4B19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F39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2B7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2.982</w:t>
            </w:r>
          </w:p>
        </w:tc>
      </w:tr>
      <w:tr w:rsidR="00C65DDC" w:rsidRPr="00C65DDC" w14:paraId="3CD3BB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56A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Teleorman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6336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Turnu Măgurele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AF03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38D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2.783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F14E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4AD7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57B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2.983</w:t>
            </w:r>
          </w:p>
        </w:tc>
      </w:tr>
      <w:tr w:rsidR="00C65DDC" w:rsidRPr="00C65DDC" w14:paraId="379F77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C1A83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5DFB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Aiud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E85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1BD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2.651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33D31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3666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A4FA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2.984</w:t>
            </w:r>
          </w:p>
        </w:tc>
      </w:tr>
      <w:tr w:rsidR="00C65DDC" w:rsidRPr="00C65DDC" w14:paraId="224289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A6B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D7F7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975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2BCB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2.406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FAE64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FB5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E58D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2.985</w:t>
            </w:r>
          </w:p>
        </w:tc>
      </w:tr>
      <w:tr w:rsidR="00C65DDC" w:rsidRPr="00C65DDC" w14:paraId="299021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0D79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C1E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Năvodari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412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209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893A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A6D8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DC46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2.986</w:t>
            </w:r>
          </w:p>
        </w:tc>
      </w:tr>
      <w:tr w:rsidR="00C65DDC" w:rsidRPr="00C65DDC" w14:paraId="1ECF37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3D78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FA5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Dorohoi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F6D1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F2F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2D74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CBCA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5035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2.987</w:t>
            </w:r>
          </w:p>
        </w:tc>
      </w:tr>
      <w:tr w:rsidR="00C65DDC" w:rsidRPr="00C65DDC" w14:paraId="1FE168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FB5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271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Blaj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13B9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91D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2.089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9051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9AEA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1DC6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2.988</w:t>
            </w:r>
          </w:p>
        </w:tc>
      </w:tr>
      <w:tr w:rsidR="00C65DDC" w:rsidRPr="00C65DDC" w14:paraId="78FAFBE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7BBD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302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CE4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8EE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2.018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81F6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DD0B9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13784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2.989</w:t>
            </w:r>
          </w:p>
        </w:tc>
      </w:tr>
      <w:tr w:rsidR="00C65DDC" w:rsidRPr="00C65DDC" w14:paraId="2460D6C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E0C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33D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Orăștie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DD6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3D4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1.915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BC27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410A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A95C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2.990</w:t>
            </w:r>
          </w:p>
        </w:tc>
      </w:tr>
      <w:tr w:rsidR="00C65DDC" w:rsidRPr="00C65DDC" w14:paraId="4D6848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D32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1127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Secuiesc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CE37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0FC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428C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118F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DC76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2.991</w:t>
            </w:r>
          </w:p>
        </w:tc>
      </w:tr>
      <w:tr w:rsidR="00C65DDC" w:rsidRPr="00C65DDC" w14:paraId="5897D2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7D2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B82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Salonta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781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4116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08BB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04CA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A2B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2.992</w:t>
            </w:r>
          </w:p>
        </w:tc>
      </w:tr>
      <w:tr w:rsidR="00C65DDC" w:rsidRPr="00C65DDC" w14:paraId="3C52540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60D5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DFAE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Florești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C7E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C76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C464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55A6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4E5D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2.993</w:t>
            </w:r>
          </w:p>
        </w:tc>
      </w:tr>
      <w:tr w:rsidR="00C65DDC" w:rsidRPr="00C65DDC" w14:paraId="0D21B8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6E721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C15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Luduș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308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C24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3D3D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7555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E5BB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2.994</w:t>
            </w:r>
          </w:p>
        </w:tc>
      </w:tr>
      <w:tr w:rsidR="00C65DDC" w:rsidRPr="00C65DDC" w14:paraId="67F5195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B0D1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7BB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Târgu-Neamț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0C2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8D1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1.763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7E32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52C9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2D1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2.995</w:t>
            </w:r>
          </w:p>
        </w:tc>
      </w:tr>
      <w:tr w:rsidR="00C65DDC" w:rsidRPr="00C65DDC" w14:paraId="664332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933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8C73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Marghita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BAE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993FF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36E7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5089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694B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2.996</w:t>
            </w:r>
          </w:p>
        </w:tc>
      </w:tr>
      <w:tr w:rsidR="00C65DDC" w:rsidRPr="00C65DDC" w14:paraId="120C74D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EAB27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C44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Toplița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FF6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D75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1.419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9FFC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AFEC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1FDA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2.997</w:t>
            </w:r>
          </w:p>
        </w:tc>
      </w:tr>
      <w:tr w:rsidR="00C65DDC" w:rsidRPr="00C65DDC" w14:paraId="1230CA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B24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D535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Mioveni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6D1F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6DE0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1.303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39F5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9566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3765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2.998</w:t>
            </w:r>
          </w:p>
        </w:tc>
      </w:tr>
      <w:tr w:rsidR="00C65DDC" w:rsidRPr="00C65DDC" w14:paraId="1A61AA2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27A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291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Mizil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72A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163F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A051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47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4955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2.999</w:t>
            </w:r>
          </w:p>
        </w:tc>
      </w:tr>
      <w:tr w:rsidR="00C65DDC" w:rsidRPr="00C65DDC" w14:paraId="65CC15B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996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Mehedinti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FC6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Orșova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0DD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4E0E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80DC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18F9D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0C4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3.000</w:t>
            </w:r>
          </w:p>
        </w:tc>
      </w:tr>
      <w:tr w:rsidR="00C65DDC" w:rsidRPr="00C65DDC" w14:paraId="6F3C625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AB7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31E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Vălenii de Munte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69E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3C3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1.229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BEEC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81E3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DEC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3.001</w:t>
            </w:r>
          </w:p>
        </w:tc>
      </w:tr>
      <w:tr w:rsidR="00C65DDC" w:rsidRPr="00C65DDC" w14:paraId="1D4D39D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965D4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46D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Cernavodă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A7C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0B40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AB6C3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62C1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10D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3.002</w:t>
            </w:r>
          </w:p>
        </w:tc>
      </w:tr>
      <w:tr w:rsidR="00C65DDC" w:rsidRPr="00C65DDC" w14:paraId="1BFAD66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153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D90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Jimbolia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F65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FEA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1.129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9C58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FC27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817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3.003</w:t>
            </w:r>
          </w:p>
        </w:tc>
      </w:tr>
      <w:tr w:rsidR="00C65DDC" w:rsidRPr="00C65DDC" w14:paraId="47B6F4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F9BB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65A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Avrig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068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7968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A657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36F63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10E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3.004</w:t>
            </w:r>
          </w:p>
        </w:tc>
      </w:tr>
      <w:tr w:rsidR="00C65DDC" w:rsidRPr="00C65DDC" w14:paraId="034D5F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CF31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B90B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Apahida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AA9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22A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0205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9F63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79F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3.005</w:t>
            </w:r>
          </w:p>
        </w:tc>
      </w:tr>
      <w:tr w:rsidR="00C65DDC" w:rsidRPr="00C65DDC" w14:paraId="1B6154A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070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4C9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Agnita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ACB6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984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9E90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2CCF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554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3.006</w:t>
            </w:r>
          </w:p>
        </w:tc>
      </w:tr>
      <w:tr w:rsidR="00C65DDC" w:rsidRPr="00C65DDC" w14:paraId="089EEDD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9F4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1E7D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71A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DB28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1.006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B3FB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C4D73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82024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3.007</w:t>
            </w:r>
          </w:p>
        </w:tc>
      </w:tr>
      <w:tr w:rsidR="00C65DDC" w:rsidRPr="00C65DDC" w14:paraId="2671B6B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17E4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607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Săcueni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734D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370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DC62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BCD4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224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3.008</w:t>
            </w:r>
          </w:p>
        </w:tc>
      </w:tr>
      <w:tr w:rsidR="00C65DDC" w:rsidRPr="00C65DDC" w14:paraId="7C0189B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BA6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A1CB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Cristuru Secuiesc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EDC0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F904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3ED5D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9E2F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5F4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3.009</w:t>
            </w:r>
          </w:p>
        </w:tc>
      </w:tr>
      <w:tr w:rsidR="00C65DDC" w:rsidRPr="00C65DDC" w14:paraId="501CB8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0D53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6FE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Jibou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5D3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2456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0DA6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C3C5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7817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3.010</w:t>
            </w:r>
          </w:p>
        </w:tc>
      </w:tr>
      <w:tr w:rsidR="00C65DDC" w:rsidRPr="00C65DDC" w14:paraId="254A30E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B896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33EE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Năsăud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0057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1EB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2D66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C17F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43E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3.011</w:t>
            </w:r>
          </w:p>
        </w:tc>
      </w:tr>
      <w:tr w:rsidR="00C65DDC" w:rsidRPr="00C65DDC" w14:paraId="7624123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419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A2FE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Măcin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2DB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96E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A00F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78ADF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6414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3.012</w:t>
            </w:r>
          </w:p>
        </w:tc>
      </w:tr>
      <w:tr w:rsidR="00C65DDC" w:rsidRPr="00C65DDC" w14:paraId="1E0888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ADF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2B6F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Giroc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22E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CA9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EEB8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1FEF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25AA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3.013</w:t>
            </w:r>
          </w:p>
        </w:tc>
      </w:tr>
      <w:tr w:rsidR="00C65DDC" w:rsidRPr="00C65DDC" w14:paraId="5E3323F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EE2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F2650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Oituz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B15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281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927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E0FA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ED96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E78F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3.014</w:t>
            </w:r>
          </w:p>
        </w:tc>
      </w:tr>
      <w:tr w:rsidR="00C65DDC" w:rsidRPr="00C65DDC" w14:paraId="022F5B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7E08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6E33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Hârșova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D6A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0E0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9068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F4BB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C247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3.015</w:t>
            </w:r>
          </w:p>
        </w:tc>
      </w:tr>
      <w:tr w:rsidR="00C65DDC" w:rsidRPr="00C65DDC" w14:paraId="3434294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D29B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A7A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Buziaș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874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97F2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386C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B246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76E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3.016</w:t>
            </w:r>
          </w:p>
        </w:tc>
      </w:tr>
      <w:tr w:rsidR="00C65DDC" w:rsidRPr="00C65DDC" w14:paraId="1F25017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FA4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0BA3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Întorsura Buzăului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571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1D6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A031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A7F8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E7228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3.017</w:t>
            </w:r>
          </w:p>
        </w:tc>
      </w:tr>
      <w:tr w:rsidR="00C65DDC" w:rsidRPr="00C65DDC" w14:paraId="51E0FD1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528C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B887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Cehu Silvaniei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EC2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DD50F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77C9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6FAA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A418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3.018</w:t>
            </w:r>
          </w:p>
        </w:tc>
      </w:tr>
      <w:tr w:rsidR="00C65DDC" w:rsidRPr="00C65DDC" w14:paraId="445890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AFA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95B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Lumina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9D0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41C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7AD01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17A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DB1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3.019</w:t>
            </w:r>
          </w:p>
        </w:tc>
      </w:tr>
      <w:tr w:rsidR="00C65DDC" w:rsidRPr="00C65DDC" w14:paraId="56CDBE7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F4D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9B8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Murfatlar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A83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16E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27C7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0C584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4513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3.020</w:t>
            </w:r>
          </w:p>
        </w:tc>
      </w:tr>
      <w:tr w:rsidR="00C65DDC" w:rsidRPr="00C65DDC" w14:paraId="0EC30A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0E09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855A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D54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EDA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1B29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C1EA7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570B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3.021</w:t>
            </w:r>
          </w:p>
        </w:tc>
      </w:tr>
      <w:tr w:rsidR="00C65DDC" w:rsidRPr="00C65DDC" w14:paraId="218EAE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B5D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95E8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Babadag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D0F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F527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FC5B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5AB1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68F2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3.022</w:t>
            </w:r>
          </w:p>
        </w:tc>
      </w:tr>
      <w:tr w:rsidR="00C65DDC" w:rsidRPr="00C65DDC" w14:paraId="15C23B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A1E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131D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Forăști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1CE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7AB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AF60F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2819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61DC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3.023</w:t>
            </w:r>
          </w:p>
        </w:tc>
      </w:tr>
      <w:tr w:rsidR="00C65DDC" w:rsidRPr="00C65DDC" w14:paraId="57EB9E8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E87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F066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Praid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56C9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DA8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768B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D234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0EC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3.024</w:t>
            </w:r>
          </w:p>
        </w:tc>
      </w:tr>
      <w:tr w:rsidR="00C65DDC" w:rsidRPr="00C65DDC" w14:paraId="4CA8B6A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D04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9AE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Siret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819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341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792CE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F8F7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573C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3.025</w:t>
            </w:r>
          </w:p>
        </w:tc>
      </w:tr>
      <w:tr w:rsidR="00C65DDC" w:rsidRPr="00C65DDC" w14:paraId="4B4C94D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4C2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D00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Geoagiu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240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8F6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87E0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CA44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F974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3.026</w:t>
            </w:r>
          </w:p>
        </w:tc>
      </w:tr>
      <w:tr w:rsidR="00C65DDC" w:rsidRPr="00C65DDC" w14:paraId="64E4452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66EC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448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Nimigea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49E7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F12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06E4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6BDB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EF8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3.027</w:t>
            </w:r>
          </w:p>
        </w:tc>
      </w:tr>
      <w:tr w:rsidR="00C65DDC" w:rsidRPr="00C65DDC" w14:paraId="3FFD98B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D720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4BA1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Oșorhei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3FF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2E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448E3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4A6F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74C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3.028</w:t>
            </w:r>
          </w:p>
        </w:tc>
      </w:tr>
      <w:tr w:rsidR="00C65DDC" w:rsidRPr="00C65DDC" w14:paraId="0B48643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7BD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34E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Brezoi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7055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D48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54D9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2DED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F287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3.029</w:t>
            </w:r>
          </w:p>
        </w:tc>
      </w:tr>
      <w:tr w:rsidR="00C65DDC" w:rsidRPr="00C65DDC" w14:paraId="4D86EFF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8E92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50A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Fălciu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0DD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1C4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A873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6591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94A4E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3.030</w:t>
            </w:r>
          </w:p>
        </w:tc>
      </w:tr>
      <w:tr w:rsidR="00C65DDC" w:rsidRPr="00C65DDC" w14:paraId="67B5D27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B073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D8C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Frătăuții Noi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DCB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7D8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AD59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4854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ED67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3.031</w:t>
            </w:r>
          </w:p>
        </w:tc>
      </w:tr>
      <w:tr w:rsidR="00C65DDC" w:rsidRPr="00C65DDC" w14:paraId="1CC8BFF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56EE0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646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Ardud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D33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496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668D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474C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3FD48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3.032</w:t>
            </w:r>
          </w:p>
        </w:tc>
      </w:tr>
      <w:tr w:rsidR="00C65DDC" w:rsidRPr="00C65DDC" w14:paraId="4356988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861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8F41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Ștefănești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F967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DF2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B41BC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E11E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E2A3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3.033</w:t>
            </w:r>
          </w:p>
        </w:tc>
      </w:tr>
      <w:tr w:rsidR="00C65DDC" w:rsidRPr="00C65DDC" w14:paraId="03AC4C1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692B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D7533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Lenauheim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A146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D08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E4E8E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C74F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F690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3.034</w:t>
            </w:r>
          </w:p>
        </w:tc>
      </w:tr>
      <w:tr w:rsidR="00C65DDC" w:rsidRPr="00C65DDC" w14:paraId="0A6534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FEA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1D3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Sângeorgiu de Pădure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D2E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B3A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B63A9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F27A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4B9B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3.035</w:t>
            </w:r>
          </w:p>
        </w:tc>
      </w:tr>
      <w:tr w:rsidR="00C65DDC" w:rsidRPr="00C65DDC" w14:paraId="08AD9E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ADA3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582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Răcăciuni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C85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1603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83EEC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6BE2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2525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3.036</w:t>
            </w:r>
          </w:p>
        </w:tc>
      </w:tr>
      <w:tr w:rsidR="00C65DDC" w:rsidRPr="00C65DDC" w14:paraId="75643DC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B3394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A3C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Moldovița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7974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3B9D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1C54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DBE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2090E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3.037</w:t>
            </w:r>
          </w:p>
        </w:tc>
      </w:tr>
      <w:tr w:rsidR="00C65DDC" w:rsidRPr="00C65DDC" w14:paraId="4167A12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2837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A181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Corbi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A019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3CE2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BC4D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F434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B93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3.038</w:t>
            </w:r>
          </w:p>
        </w:tc>
      </w:tr>
      <w:tr w:rsidR="00C65DDC" w:rsidRPr="00C65DDC" w14:paraId="51B894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9EBC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2DDE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Acățari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6CF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F5A4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B2A1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DD12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22A2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3.039</w:t>
            </w:r>
          </w:p>
        </w:tc>
      </w:tr>
      <w:tr w:rsidR="00C65DDC" w:rsidRPr="00C65DDC" w14:paraId="1A590C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049F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937BD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0327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485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7151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55B5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118C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3.040</w:t>
            </w:r>
          </w:p>
        </w:tc>
      </w:tr>
      <w:tr w:rsidR="00C65DDC" w:rsidRPr="00C65DDC" w14:paraId="2AE1F9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B12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C97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Brăhășești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50008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1CF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0490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35A5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37E5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3.041</w:t>
            </w:r>
          </w:p>
        </w:tc>
      </w:tr>
      <w:tr w:rsidR="00C65DDC" w:rsidRPr="00C65DDC" w14:paraId="0723952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0DB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65F3F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Balta Albă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E4E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703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9A0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E4F3C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8377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3.042</w:t>
            </w:r>
          </w:p>
        </w:tc>
      </w:tr>
      <w:tr w:rsidR="00C65DDC" w:rsidRPr="00C65DDC" w14:paraId="2351E1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D243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293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Cășeiu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2B0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DE1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4F13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A6596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0D2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3.043</w:t>
            </w:r>
          </w:p>
        </w:tc>
      </w:tr>
      <w:tr w:rsidR="00C65DDC" w:rsidRPr="00C65DDC" w14:paraId="371FA08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F02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2A7F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Vizantea-Livezi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12B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EE4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2789F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DFF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804D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3.044</w:t>
            </w:r>
          </w:p>
        </w:tc>
      </w:tr>
      <w:tr w:rsidR="00C65DDC" w:rsidRPr="00C65DDC" w14:paraId="1DC938B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5E61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F26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Luncavița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384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C31DE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5E05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17F50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EEF2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3.045</w:t>
            </w:r>
          </w:p>
        </w:tc>
      </w:tr>
      <w:tr w:rsidR="00C65DDC" w:rsidRPr="00C65DDC" w14:paraId="3DDEE67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9233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BD60C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3576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545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4F81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1B68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75A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3.046</w:t>
            </w:r>
          </w:p>
        </w:tc>
      </w:tr>
      <w:tr w:rsidR="00C65DDC" w:rsidRPr="00C65DDC" w14:paraId="410AB13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BEC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DF38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Teregova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610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421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C7D1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CB73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30F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3.047</w:t>
            </w:r>
          </w:p>
        </w:tc>
      </w:tr>
      <w:tr w:rsidR="00C65DDC" w:rsidRPr="00C65DDC" w14:paraId="69F38D8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DE3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E63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Drânceni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334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500A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B2B9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7756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E2FF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3.048</w:t>
            </w:r>
          </w:p>
        </w:tc>
      </w:tr>
      <w:tr w:rsidR="00C65DDC" w:rsidRPr="00C65DDC" w14:paraId="3BCDD2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9F3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9CA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Găiseni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8573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7F1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096D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ADAA1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3194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3.049</w:t>
            </w:r>
          </w:p>
        </w:tc>
      </w:tr>
      <w:tr w:rsidR="00C65DDC" w:rsidRPr="00C65DDC" w14:paraId="580EBC2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BB3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D13A5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B840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84A7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083C4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FCC1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C290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3.050</w:t>
            </w:r>
          </w:p>
        </w:tc>
      </w:tr>
      <w:tr w:rsidR="00C65DDC" w:rsidRPr="00C65DDC" w14:paraId="0C60E3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5BA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E19F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Păltiniș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9E2B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1FF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EF28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FA25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BFB3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3.051</w:t>
            </w:r>
          </w:p>
        </w:tc>
      </w:tr>
      <w:tr w:rsidR="00C65DDC" w:rsidRPr="00C65DDC" w14:paraId="7285356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1462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1A3D9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Săucești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95E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3ED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8B76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5C625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34895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3.052</w:t>
            </w:r>
          </w:p>
        </w:tc>
      </w:tr>
      <w:tr w:rsidR="00C65DDC" w:rsidRPr="00C65DDC" w14:paraId="4651038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F959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B0A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Crevedia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68E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69C2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B02B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7815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B6A1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3.053</w:t>
            </w:r>
          </w:p>
        </w:tc>
      </w:tr>
      <w:tr w:rsidR="00C65DDC" w:rsidRPr="00C65DDC" w14:paraId="6B87E8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0A3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379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Loamneș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7DE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0166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F79B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1069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8386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3.054</w:t>
            </w:r>
          </w:p>
        </w:tc>
      </w:tr>
      <w:tr w:rsidR="00C65DDC" w:rsidRPr="00C65DDC" w14:paraId="4E924B7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F4714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ABB14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Pericei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BBE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756A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765E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40579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E32D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3.055</w:t>
            </w:r>
          </w:p>
        </w:tc>
      </w:tr>
      <w:tr w:rsidR="00C65DDC" w:rsidRPr="00C65DDC" w14:paraId="6A2CBAF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66AF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774BA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Isaccea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9DD6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2D6E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F550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30B2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1B7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3.056</w:t>
            </w:r>
          </w:p>
        </w:tc>
      </w:tr>
      <w:tr w:rsidR="00C65DDC" w:rsidRPr="00C65DDC" w14:paraId="51B23C2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0CE4C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275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Sălard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7E3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DC42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DCF3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671DA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1BFA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3.057</w:t>
            </w:r>
          </w:p>
        </w:tc>
      </w:tr>
      <w:tr w:rsidR="00C65DDC" w:rsidRPr="00C65DDC" w14:paraId="1ABEF0F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AF0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BFEA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569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447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2E4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ADB0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64A29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3.058</w:t>
            </w:r>
          </w:p>
        </w:tc>
      </w:tr>
      <w:tr w:rsidR="00C65DDC" w:rsidRPr="00C65DDC" w14:paraId="5C0EB6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0349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D4E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Zăvoi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B7A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A5FD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0444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C9AF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B1B9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3.059</w:t>
            </w:r>
          </w:p>
        </w:tc>
      </w:tr>
      <w:tr w:rsidR="00C65DDC" w:rsidRPr="00C65DDC" w14:paraId="5786FD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1874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3040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Dealu Morii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D42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6C51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86A8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FB0F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0AD5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3.060</w:t>
            </w:r>
          </w:p>
        </w:tc>
      </w:tr>
      <w:tr w:rsidR="00C65DDC" w:rsidRPr="00C65DDC" w14:paraId="6FF8465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882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3230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Românași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7CB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882E2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5EF8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87666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A06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3.061</w:t>
            </w:r>
          </w:p>
        </w:tc>
      </w:tr>
      <w:tr w:rsidR="00C65DDC" w:rsidRPr="00C65DDC" w14:paraId="57D41C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EE0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D457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Sârbi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3F4A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4F9B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8D46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CF3A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0675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3.062</w:t>
            </w:r>
          </w:p>
        </w:tc>
      </w:tr>
      <w:tr w:rsidR="00C65DDC" w:rsidRPr="00C65DDC" w14:paraId="00EE1A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FD0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F067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Gâlgău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A51D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2BD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74F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0F71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8DBF3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3.063</w:t>
            </w:r>
          </w:p>
        </w:tc>
      </w:tr>
      <w:tr w:rsidR="00C65DDC" w:rsidRPr="00C65DDC" w14:paraId="2A2C0E8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0F3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0D1A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Ciugud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846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643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939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CE05D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1BAE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3.064</w:t>
            </w:r>
          </w:p>
        </w:tc>
      </w:tr>
      <w:tr w:rsidR="00C65DDC" w:rsidRPr="00C65DDC" w14:paraId="5E0A4D6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3720D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Gorj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4E9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Bustuchin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A309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AE0B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AFE99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453F6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1BEAC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3.065</w:t>
            </w:r>
          </w:p>
        </w:tc>
      </w:tr>
      <w:tr w:rsidR="00C65DDC" w:rsidRPr="00C65DDC" w14:paraId="491B641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826F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C5E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Viile Satu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ABC7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E0D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88BA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5EAD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37B4A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3.066</w:t>
            </w:r>
          </w:p>
        </w:tc>
      </w:tr>
      <w:tr w:rsidR="00C65DDC" w:rsidRPr="00C65DDC" w14:paraId="614CB6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B50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DD95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Bobota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68C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F365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77EC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B029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E68F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3.067</w:t>
            </w:r>
          </w:p>
        </w:tc>
      </w:tr>
      <w:tr w:rsidR="00C65DDC" w:rsidRPr="00C65DDC" w14:paraId="6A49FF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880C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12F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Stremț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40DF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728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32B1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E366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353F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3.068</w:t>
            </w:r>
          </w:p>
        </w:tc>
      </w:tr>
      <w:tr w:rsidR="00C65DDC" w:rsidRPr="00C65DDC" w14:paraId="35BE14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D76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0FFC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Bucoșnița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072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515A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FA16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3FCB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A7A9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3.069</w:t>
            </w:r>
          </w:p>
        </w:tc>
      </w:tr>
      <w:tr w:rsidR="00C65DDC" w:rsidRPr="00C65DDC" w14:paraId="42A4A2B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45E7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47F1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Năpradea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176D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9FD8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0F8E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9CDB9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602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3.070</w:t>
            </w:r>
          </w:p>
        </w:tc>
      </w:tr>
      <w:tr w:rsidR="00C65DDC" w:rsidRPr="00C65DDC" w14:paraId="7072CEF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0227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049B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Hodod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394D0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C9A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D3BA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B993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508E6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3.071</w:t>
            </w:r>
          </w:p>
        </w:tc>
      </w:tr>
      <w:tr w:rsidR="00C65DDC" w:rsidRPr="00C65DDC" w14:paraId="78EC12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7ACE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56B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Beltiug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F7A71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2C6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16C4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9014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300A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3.072</w:t>
            </w:r>
          </w:p>
        </w:tc>
      </w:tr>
      <w:tr w:rsidR="00C65DDC" w:rsidRPr="00C65DDC" w14:paraId="047AD40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FB06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6FB79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Certeju de Sus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2D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99F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131F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B8E3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F7D6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3.073</w:t>
            </w:r>
          </w:p>
        </w:tc>
      </w:tr>
      <w:tr w:rsidR="00C65DDC" w:rsidRPr="00C65DDC" w14:paraId="0B6511E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5C5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FC96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Dângeni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D92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3D0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E232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C3006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2DF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3.074</w:t>
            </w:r>
          </w:p>
        </w:tc>
      </w:tr>
      <w:tr w:rsidR="00C65DDC" w:rsidRPr="00C65DDC" w14:paraId="51225C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CAC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74A9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Pârgărești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491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36E8A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F8934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BC65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98F7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3.075</w:t>
            </w:r>
          </w:p>
        </w:tc>
      </w:tr>
      <w:tr w:rsidR="00C65DDC" w:rsidRPr="00C65DDC" w14:paraId="283BBDC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34BD1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725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75D6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47C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9B28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683B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C03E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3.076</w:t>
            </w:r>
          </w:p>
        </w:tc>
      </w:tr>
      <w:tr w:rsidR="00C65DDC" w:rsidRPr="00C65DDC" w14:paraId="60BC14A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EB67E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FE247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Aroneanu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C9EC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B93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9EFB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184B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1C8F8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3.077</w:t>
            </w:r>
          </w:p>
        </w:tc>
      </w:tr>
      <w:tr w:rsidR="00C65DDC" w:rsidRPr="00C65DDC" w14:paraId="0B8B465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10AE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BB4D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Sălacea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AB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B5C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C3B2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A8D7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A841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3.078</w:t>
            </w:r>
          </w:p>
        </w:tc>
      </w:tr>
      <w:tr w:rsidR="00C65DDC" w:rsidRPr="00C65DDC" w14:paraId="3342327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176B5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7D2D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Solovăstru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9C2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67D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2E94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1449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7617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3.079</w:t>
            </w:r>
          </w:p>
        </w:tc>
      </w:tr>
      <w:tr w:rsidR="00C65DDC" w:rsidRPr="00C65DDC" w14:paraId="7DEAC7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720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C8AC3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Traian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3C8D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DD5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1B361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A568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996CA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3.080</w:t>
            </w:r>
          </w:p>
        </w:tc>
      </w:tr>
      <w:tr w:rsidR="00C65DDC" w:rsidRPr="00C65DDC" w14:paraId="5C56AB2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131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4699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Berghin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4D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345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DA47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E868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02AA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3.081</w:t>
            </w:r>
          </w:p>
        </w:tc>
      </w:tr>
      <w:tr w:rsidR="00C65DDC" w:rsidRPr="00C65DDC" w14:paraId="5D1767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2057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C956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Mircești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A11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6B3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F411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45BD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7AD7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3.082</w:t>
            </w:r>
          </w:p>
        </w:tc>
      </w:tr>
      <w:tr w:rsidR="00C65DDC" w:rsidRPr="00C65DDC" w14:paraId="4FA8DF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AAA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Botosani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E22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0309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559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9640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3212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7CE0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3.083</w:t>
            </w:r>
          </w:p>
        </w:tc>
      </w:tr>
      <w:tr w:rsidR="00C65DDC" w:rsidRPr="00C65DDC" w14:paraId="235E0A5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236D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4EC9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Mirăslău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39D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4ED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7EAF4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1625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81DD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3.084</w:t>
            </w:r>
          </w:p>
        </w:tc>
      </w:tr>
      <w:tr w:rsidR="00C65DDC" w:rsidRPr="00C65DDC" w14:paraId="5662341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067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6F2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Boțești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CA2FD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A29F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48C0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1DEF8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7C01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3.085</w:t>
            </w:r>
          </w:p>
        </w:tc>
      </w:tr>
      <w:tr w:rsidR="00C65DDC" w:rsidRPr="00C65DDC" w14:paraId="501D11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443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Olt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3F8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Grădinari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275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3B2C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24D59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82333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1B58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3.086</w:t>
            </w:r>
          </w:p>
        </w:tc>
      </w:tr>
      <w:tr w:rsidR="00C65DDC" w:rsidRPr="00C65DDC" w14:paraId="5B305D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2C64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Calarasi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9F4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Ștefan cel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AE4F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E51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7B24B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3CF6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CC07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3.087</w:t>
            </w:r>
          </w:p>
        </w:tc>
      </w:tr>
      <w:tr w:rsidR="00C65DDC" w:rsidRPr="00C65DDC" w14:paraId="0D03593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CB4F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06E92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Costinești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B68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4DBB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1FE4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81DD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A7B9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3.088</w:t>
            </w:r>
          </w:p>
        </w:tc>
      </w:tr>
      <w:tr w:rsidR="00C65DDC" w:rsidRPr="00C65DDC" w14:paraId="6C2FEBC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38B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CF7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Avram Iancu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3B87F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DC82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86311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158CE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CC56E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3.089</w:t>
            </w:r>
          </w:p>
        </w:tc>
      </w:tr>
      <w:tr w:rsidR="00C65DDC" w:rsidRPr="00C65DDC" w14:paraId="5CD33AD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64E0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Satu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B1BC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4BF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0FC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E62C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4467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D181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3.090</w:t>
            </w:r>
          </w:p>
        </w:tc>
      </w:tr>
      <w:tr w:rsidR="00C65DDC" w:rsidRPr="00C65DDC" w14:paraId="18D98D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56BA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FB0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Sânmihaiu Almașului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F49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9D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0221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CAF1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AE89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3.091</w:t>
            </w:r>
          </w:p>
        </w:tc>
      </w:tr>
      <w:tr w:rsidR="00C65DDC" w:rsidRPr="00C65DDC" w14:paraId="183D6E9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2473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75F7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Vlădești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30E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F250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1C2D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901A4F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20C4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3.092</w:t>
            </w:r>
          </w:p>
        </w:tc>
      </w:tr>
      <w:tr w:rsidR="00C65DDC" w:rsidRPr="00C65DDC" w14:paraId="1D4B3C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C7465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1F1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Paltin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35A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D0F7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BA05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78C4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CD60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3.093</w:t>
            </w:r>
          </w:p>
        </w:tc>
      </w:tr>
      <w:tr w:rsidR="00C65DDC" w:rsidRPr="00C65DDC" w14:paraId="7D91CD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69881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632C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Moșna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773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A99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4DA2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570D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074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3.094</w:t>
            </w:r>
          </w:p>
        </w:tc>
      </w:tr>
      <w:tr w:rsidR="00C65DDC" w:rsidRPr="00C65DDC" w14:paraId="289EF5F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F183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A0CB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Ciclova Română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A504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B2F15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E08E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C8FD0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9EE40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3.095</w:t>
            </w:r>
          </w:p>
        </w:tc>
      </w:tr>
      <w:tr w:rsidR="00C65DDC" w:rsidRPr="00C65DDC" w14:paraId="39B04D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E4C7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D814E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Prăjești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A680B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4B90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5C405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1D96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7B7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3.096</w:t>
            </w:r>
          </w:p>
        </w:tc>
      </w:tr>
      <w:tr w:rsidR="00C65DDC" w:rsidRPr="00C65DDC" w14:paraId="0D7BD6E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384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E2A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Crăciunelu de Jos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130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7CBC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617A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A7EE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3D9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3.097</w:t>
            </w:r>
          </w:p>
        </w:tc>
      </w:tr>
      <w:tr w:rsidR="00C65DDC" w:rsidRPr="00C65DDC" w14:paraId="1BF2FDA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111A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3FC99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Chirpăr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2501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AF5B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566C1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7D440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6ED8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3.098</w:t>
            </w:r>
          </w:p>
        </w:tc>
      </w:tr>
      <w:tr w:rsidR="00C65DDC" w:rsidRPr="00C65DDC" w14:paraId="2A23F3D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F8DC0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Ialomita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F0BB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Valea Ciorii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1EE6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F4E89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8B17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A139F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5F63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3.099</w:t>
            </w:r>
          </w:p>
        </w:tc>
      </w:tr>
      <w:tr w:rsidR="00C65DDC" w:rsidRPr="00C65DDC" w14:paraId="1B3092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EB1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CB4B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Apold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DF7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257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F6B0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DAF0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78E7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3.100</w:t>
            </w:r>
          </w:p>
        </w:tc>
      </w:tr>
      <w:tr w:rsidR="00C65DDC" w:rsidRPr="00C65DDC" w14:paraId="6836DA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6BE9C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54C8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Dodești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5452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A19B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A79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95BC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6AE09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3.101</w:t>
            </w:r>
          </w:p>
        </w:tc>
      </w:tr>
      <w:tr w:rsidR="00C65DDC" w:rsidRPr="00C65DDC" w14:paraId="07AC49F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6701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6806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Șeica Mică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931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9C26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87A9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8283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C65D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3.102</w:t>
            </w:r>
          </w:p>
        </w:tc>
      </w:tr>
      <w:tr w:rsidR="00C65DDC" w:rsidRPr="00C65DDC" w14:paraId="07FE614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E66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0A5D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7A7C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CB3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1E865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1498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7E81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3.103</w:t>
            </w:r>
          </w:p>
        </w:tc>
      </w:tr>
      <w:tr w:rsidR="00C65DDC" w:rsidRPr="00C65DDC" w14:paraId="5FD943D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E725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891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Sărata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24F2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682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9A5E8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28A8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D3FE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3.104</w:t>
            </w:r>
          </w:p>
        </w:tc>
      </w:tr>
      <w:tr w:rsidR="00C65DDC" w:rsidRPr="00C65DDC" w14:paraId="27F63DA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C2F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ECBD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Cosoba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F64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446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888B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57DFF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386E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3.105</w:t>
            </w:r>
          </w:p>
        </w:tc>
      </w:tr>
      <w:tr w:rsidR="00C65DDC" w:rsidRPr="00C65DDC" w14:paraId="5F99F1C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780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53E9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Coșeiu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E0A0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83A8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0D3D29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41F39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29FB4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3.106</w:t>
            </w:r>
          </w:p>
        </w:tc>
      </w:tr>
      <w:tr w:rsidR="00C65DDC" w:rsidRPr="00C65DDC" w14:paraId="1EE1F7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DBD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AE7B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Chibed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B755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7EE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A36F9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1352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58AC9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3.107</w:t>
            </w:r>
          </w:p>
        </w:tc>
      </w:tr>
      <w:tr w:rsidR="00C65DDC" w:rsidRPr="00C65DDC" w14:paraId="126C4F5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45AC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BB65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Boghiș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0E57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4B68E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0360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2AA07C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8AF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3.108</w:t>
            </w:r>
          </w:p>
        </w:tc>
      </w:tr>
      <w:tr w:rsidR="00C65DDC" w:rsidRPr="00C65DDC" w14:paraId="318C621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2D85B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EA82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Coroisânmărtin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593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F93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8A138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1374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7506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3.109</w:t>
            </w:r>
          </w:p>
        </w:tc>
      </w:tr>
      <w:tr w:rsidR="00C65DDC" w:rsidRPr="00C65DDC" w14:paraId="111EF70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C2C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8E44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Câlnic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A05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208E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9CFE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CF15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2630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3.110</w:t>
            </w:r>
          </w:p>
        </w:tc>
      </w:tr>
      <w:tr w:rsidR="00C65DDC" w:rsidRPr="00C65DDC" w14:paraId="6AA0FB8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F804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393D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Răstolița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0AC8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C2DDC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24E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3E8B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706A0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3.111</w:t>
            </w:r>
          </w:p>
        </w:tc>
      </w:tr>
      <w:tr w:rsidR="00C65DDC" w:rsidRPr="00C65DDC" w14:paraId="4250E8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ECB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Giurgiu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93D1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Bulbucata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923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D3D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A9DB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6909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760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3.112</w:t>
            </w:r>
          </w:p>
        </w:tc>
      </w:tr>
      <w:tr w:rsidR="00C65DDC" w:rsidRPr="00C65DDC" w14:paraId="1E9372C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FEE1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0B8F0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Zerind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9DB7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4AC9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BCC55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EC4B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318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3.113</w:t>
            </w:r>
          </w:p>
        </w:tc>
      </w:tr>
      <w:tr w:rsidR="00C65DDC" w:rsidRPr="00C65DDC" w14:paraId="1CAF693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A817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50C0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Holbav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FC0A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20C25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CD303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BFA4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0EA3D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3.114</w:t>
            </w:r>
          </w:p>
        </w:tc>
      </w:tr>
      <w:tr w:rsidR="00C65DDC" w:rsidRPr="00C65DDC" w14:paraId="3509542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63FF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575F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Râmeț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23A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C926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D4CE6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FF7A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1DA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3.115</w:t>
            </w:r>
          </w:p>
        </w:tc>
      </w:tr>
      <w:tr w:rsidR="00C65DDC" w:rsidRPr="00C65DDC" w14:paraId="5AB2BAE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F092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F0F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Mihăileni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40E5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B6B5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34BF2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395EB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D21B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3.116</w:t>
            </w:r>
          </w:p>
        </w:tc>
      </w:tr>
      <w:tr w:rsidR="00C65DDC" w:rsidRPr="00C65DDC" w14:paraId="4248AD3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7FD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6B75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Papiu Ilarian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051AF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847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F1393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0661F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9F42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3.117</w:t>
            </w:r>
          </w:p>
        </w:tc>
      </w:tr>
      <w:tr w:rsidR="00C65DDC" w:rsidRPr="00C65DDC" w14:paraId="5B5404F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A45E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9E70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Constanța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18FB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2A5C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33.630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4FEEF1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27A5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096AD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3.118</w:t>
            </w:r>
          </w:p>
        </w:tc>
      </w:tr>
      <w:tr w:rsidR="00C65DDC" w:rsidRPr="00C65DDC" w14:paraId="4060FD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FF3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728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Craiova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96C7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249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26.748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9FFA8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5BF4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8ECC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3.119</w:t>
            </w:r>
          </w:p>
        </w:tc>
      </w:tr>
      <w:tr w:rsidR="00C65DDC" w:rsidRPr="00C65DDC" w14:paraId="33FF328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D7510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Prahova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4D4E5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Ploiești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C257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6A2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24.128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EAA3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98063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3382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3.120</w:t>
            </w:r>
          </w:p>
        </w:tc>
      </w:tr>
      <w:tr w:rsidR="00C65DDC" w:rsidRPr="00C65DDC" w14:paraId="45E47D6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4120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Braila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8EA3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Brăila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EA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23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20.677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E8DD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8BC5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297E7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3.121</w:t>
            </w:r>
          </w:p>
        </w:tc>
      </w:tr>
      <w:tr w:rsidR="00C65DDC" w:rsidRPr="00C65DDC" w14:paraId="580FDAE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ACD0A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CB15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Buzău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D26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86AD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11.757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8C8C8E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9CF588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3DF0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3.122</w:t>
            </w:r>
          </w:p>
        </w:tc>
      </w:tr>
      <w:tr w:rsidR="00C65DDC" w:rsidRPr="00C65DDC" w14:paraId="54DF11D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E5F3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Bistrita-Nasaud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84FE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Bistrița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EE36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35E7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6.601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0FE8B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4B54D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1E5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3.123</w:t>
            </w:r>
          </w:p>
        </w:tc>
      </w:tr>
      <w:tr w:rsidR="00C65DDC" w:rsidRPr="00C65DDC" w14:paraId="2099FA9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C1C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Neamt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AE96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Roman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C8D8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74A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5.661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9591E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B030B4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3DB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3.124</w:t>
            </w:r>
          </w:p>
        </w:tc>
      </w:tr>
      <w:tr w:rsidR="00C65DDC" w:rsidRPr="00C65DDC" w14:paraId="0AFEF10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EB12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4EA6D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Lugoj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62799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066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4.714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BDE7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7485E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2352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3.125</w:t>
            </w:r>
          </w:p>
        </w:tc>
      </w:tr>
      <w:tr w:rsidR="00C65DDC" w:rsidRPr="00C65DDC" w14:paraId="7B7E8EA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70EE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D0CC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Odorheiu Secuiesc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09A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94561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4.041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B7CC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30564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9EB8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3.126</w:t>
            </w:r>
          </w:p>
        </w:tc>
      </w:tr>
      <w:tr w:rsidR="00C65DDC" w:rsidRPr="00C65DDC" w14:paraId="08F17BA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3CEC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052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Petroșani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BEB6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99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3.556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4B1B5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94DA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FB3C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3.127</w:t>
            </w:r>
          </w:p>
        </w:tc>
      </w:tr>
      <w:tr w:rsidR="00C65DDC" w:rsidRPr="00C65DDC" w14:paraId="347437C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2116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7A2F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Reghin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FA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482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3.487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7CE25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A72C3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D1F36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3.128</w:t>
            </w:r>
          </w:p>
        </w:tc>
      </w:tr>
      <w:tr w:rsidR="00C65DDC" w:rsidRPr="00C65DDC" w14:paraId="2E7CB61E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8D648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74E1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Sebeș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B8C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1D0F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2.847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F9142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86C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AD15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3.129</w:t>
            </w:r>
          </w:p>
        </w:tc>
      </w:tr>
      <w:tr w:rsidR="00C65DDC" w:rsidRPr="00C65DDC" w14:paraId="77776D5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35E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28CC5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Caransebeș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34E1C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76E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2.751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F4AB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15C06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82D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3.130</w:t>
            </w:r>
          </w:p>
        </w:tc>
      </w:tr>
      <w:tr w:rsidR="00C65DDC" w:rsidRPr="00C65DDC" w14:paraId="36FA072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B29A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AC82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Târnăveni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D9F7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B78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2.626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5BB23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3DF9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D77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3.131</w:t>
            </w:r>
          </w:p>
        </w:tc>
      </w:tr>
      <w:tr w:rsidR="00C65DDC" w:rsidRPr="00C65DDC" w14:paraId="6C1E8FB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041A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12594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Rădăuți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82E4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13E4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2.526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2C685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AAC10B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0B573D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3.132</w:t>
            </w:r>
          </w:p>
        </w:tc>
      </w:tr>
      <w:tr w:rsidR="00C65DDC" w:rsidRPr="00C65DDC" w14:paraId="4F37DB9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BF6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4639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Gherla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5D1F4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599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2.295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F623BE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A0E5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234F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3.133</w:t>
            </w:r>
          </w:p>
        </w:tc>
      </w:tr>
      <w:tr w:rsidR="00C65DDC" w:rsidRPr="00C65DDC" w14:paraId="7EFF44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068E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F63EF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DA4E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8ADC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2.208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C001D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65D5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A5EB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3.134</w:t>
            </w:r>
          </w:p>
        </w:tc>
      </w:tr>
      <w:tr w:rsidR="00C65DDC" w:rsidRPr="00C65DDC" w14:paraId="1B44134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8568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4D738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Oțelu Roșu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5507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11CD2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1.167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F8371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65889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563D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3.135</w:t>
            </w:r>
          </w:p>
        </w:tc>
      </w:tr>
      <w:tr w:rsidR="00C65DDC" w:rsidRPr="00C65DDC" w14:paraId="5726928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4ABB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5D602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Nușfalău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F9B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C7E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8C22D1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C47A40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CFC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3.136</w:t>
            </w:r>
          </w:p>
        </w:tc>
      </w:tr>
      <w:tr w:rsidR="00C65DDC" w:rsidRPr="00C65DDC" w14:paraId="6DF59D8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D00D6C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FD3E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145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246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6CCD8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8BEF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687FA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3.137</w:t>
            </w:r>
          </w:p>
        </w:tc>
      </w:tr>
      <w:tr w:rsidR="00C65DDC" w:rsidRPr="00C65DDC" w14:paraId="754666A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A933E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952D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Negreni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B59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3FD8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21C1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1FD419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CA91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3.138</w:t>
            </w:r>
          </w:p>
        </w:tc>
      </w:tr>
      <w:tr w:rsidR="00C65DDC" w:rsidRPr="00C65DDC" w14:paraId="7DD1395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DD618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31C8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Plopiș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A78D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1B2F2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D54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D5177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2A5D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3.139</w:t>
            </w:r>
          </w:p>
        </w:tc>
      </w:tr>
      <w:tr w:rsidR="00C65DDC" w:rsidRPr="00C65DDC" w14:paraId="548F7FD8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91B1B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5AD38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Șamșud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0CD8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9DA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A8325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433E20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727F6E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3.140</w:t>
            </w:r>
          </w:p>
        </w:tc>
      </w:tr>
      <w:tr w:rsidR="00C65DDC" w:rsidRPr="00C65DDC" w14:paraId="71E0668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855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7A0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Arad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732A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F7D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17.690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0C7E81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1ED2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441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3.141</w:t>
            </w:r>
          </w:p>
        </w:tc>
      </w:tr>
      <w:tr w:rsidR="00C65DDC" w:rsidRPr="00C65DDC" w14:paraId="62F31A8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CAF4D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1F5F7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Alba Iulia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EAB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2BC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6.397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E654F5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FA15F7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7841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3.142</w:t>
            </w:r>
          </w:p>
        </w:tc>
      </w:tr>
      <w:tr w:rsidR="00C65DDC" w:rsidRPr="00C65DDC" w14:paraId="680ACF8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4CB0E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lastRenderedPageBreak/>
              <w:t>Arad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2ACF21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Pecica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8F6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8AA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1.152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C1A5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F15F6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E71B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3.143</w:t>
            </w:r>
          </w:p>
        </w:tc>
      </w:tr>
      <w:tr w:rsidR="00C65DDC" w:rsidRPr="00C65DDC" w14:paraId="57B6DC4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C999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4334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Suceava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F29F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8ADC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8.847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D49456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EF8AF8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72947A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3.144</w:t>
            </w:r>
          </w:p>
        </w:tc>
      </w:tr>
      <w:tr w:rsidR="00C65DDC" w:rsidRPr="00C65DDC" w14:paraId="559E9EE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D15A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Salaj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3EE7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Zalău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0167A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1A87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4.478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D8A5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4ABD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28BEB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3.145</w:t>
            </w:r>
          </w:p>
        </w:tc>
      </w:tr>
      <w:tr w:rsidR="00C65DDC" w:rsidRPr="00C65DDC" w14:paraId="2F66A3A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2A0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Hunedoara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0197B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Deva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260E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FEF95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7.259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AF30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D25EB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87D0E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3.146</w:t>
            </w:r>
          </w:p>
        </w:tc>
      </w:tr>
      <w:tr w:rsidR="00C65DDC" w:rsidRPr="00C65DDC" w14:paraId="293DC62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242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CBBBA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Oradea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B60A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E7656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20.950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29AA2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71B1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2979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3.147</w:t>
            </w:r>
          </w:p>
        </w:tc>
      </w:tr>
      <w:tr w:rsidR="00C65DDC" w:rsidRPr="00C65DDC" w14:paraId="7826F4B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6D72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7B91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Sibiu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5B3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6FC0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18.319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9F420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B5DE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2CEA5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3.148</w:t>
            </w:r>
          </w:p>
        </w:tc>
      </w:tr>
      <w:tr w:rsidR="00C65DDC" w:rsidRPr="00C65DDC" w14:paraId="42EBE03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877D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Municipiul Bucuresti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E3F3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București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C6F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EF1D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217.091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7008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10DE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397FE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3.149</w:t>
            </w:r>
          </w:p>
        </w:tc>
      </w:tr>
      <w:tr w:rsidR="00C65DDC" w:rsidRPr="00C65DDC" w14:paraId="43B0E6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4582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755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Cluj-Napoca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55B89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6C8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33.297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189577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ED14C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3A22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3.150</w:t>
            </w:r>
          </w:p>
        </w:tc>
      </w:tr>
      <w:tr w:rsidR="00C65DDC" w:rsidRPr="00C65DDC" w14:paraId="03873A0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0FDC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64DE0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Timișoara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A6ED3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6364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32.142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5BC6A6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84BB98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9596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3.151</w:t>
            </w:r>
          </w:p>
        </w:tc>
      </w:tr>
      <w:tr w:rsidR="00C65DDC" w:rsidRPr="00C65DDC" w14:paraId="09AC3159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908A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Brasov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5F16F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Brașov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1B3A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64CB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31.917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CAA9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DC91E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9931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3.152</w:t>
            </w:r>
          </w:p>
        </w:tc>
      </w:tr>
      <w:tr w:rsidR="00C65DDC" w:rsidRPr="00C65DDC" w14:paraId="285C073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DD6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Iasi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5C549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26DC2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9C60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29.534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78FA5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CCA5C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9B2C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3.153</w:t>
            </w:r>
          </w:p>
        </w:tc>
      </w:tr>
      <w:tr w:rsidR="00C65DDC" w:rsidRPr="00C65DDC" w14:paraId="00C4D09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E503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Galati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7B8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Galați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594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086E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26.261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9375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22AF0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A054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3.154</w:t>
            </w:r>
          </w:p>
        </w:tc>
      </w:tr>
      <w:tr w:rsidR="00C65DDC" w:rsidRPr="00C65DDC" w14:paraId="040FF70C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2D2F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Arges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3808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Pitești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7A97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DA66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16.522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8A5AB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6B66D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28BF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3.155</w:t>
            </w:r>
          </w:p>
        </w:tc>
      </w:tr>
      <w:tr w:rsidR="00C65DDC" w:rsidRPr="00C65DDC" w14:paraId="3290CB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52DF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08BA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Târgu Mureș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A97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06EA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16.091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90191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C4041B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251B3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3.156</w:t>
            </w:r>
          </w:p>
        </w:tc>
      </w:tr>
      <w:tr w:rsidR="00C65DDC" w:rsidRPr="00C65DDC" w14:paraId="71B8DCD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AC04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Bacau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FEE9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Bacău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1D02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A6C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15.565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8689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BF13B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D245C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3.157</w:t>
            </w:r>
          </w:p>
        </w:tc>
      </w:tr>
      <w:tr w:rsidR="00C65DDC" w:rsidRPr="00C65DDC" w14:paraId="30BCE95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E56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Maramures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C6C8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Baia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CB77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B6EEB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11.938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F12CB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4D257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A3674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3.158</w:t>
            </w:r>
          </w:p>
        </w:tc>
      </w:tr>
      <w:tr w:rsidR="00C65DDC" w:rsidRPr="00C65DDC" w14:paraId="1A5F507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0F92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28C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Reșița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7F3F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626D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8.187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2DBC9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4A97BB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C33E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3.159</w:t>
            </w:r>
          </w:p>
        </w:tc>
      </w:tr>
      <w:tr w:rsidR="00C65DDC" w:rsidRPr="00C65DDC" w14:paraId="285278C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F16F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Dambovita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0AF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Târgoviște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A0DC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E84C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7.342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0095E4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27381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A0F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3.160</w:t>
            </w:r>
          </w:p>
        </w:tc>
      </w:tr>
      <w:tr w:rsidR="00C65DDC" w:rsidRPr="00C65DDC" w14:paraId="7A7AA967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F0372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154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Tulcea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F968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8FCD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6.692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BA7B8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B2119D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A4C3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3.161</w:t>
            </w:r>
          </w:p>
        </w:tc>
      </w:tr>
      <w:tr w:rsidR="00C65DDC" w:rsidRPr="00C65DDC" w14:paraId="3CD6B47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C1C2F0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Covasna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048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Sfântu Gheorghe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B822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0C14E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5.933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B8A625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EC8D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FABAA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3.162</w:t>
            </w:r>
          </w:p>
        </w:tc>
      </w:tr>
      <w:tr w:rsidR="00C65DDC" w:rsidRPr="00C65DDC" w14:paraId="2F1508E4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D6FEDF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C743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Turda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0385E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599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5.627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A3DA4A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E14F3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A9AB14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3.163</w:t>
            </w:r>
          </w:p>
        </w:tc>
      </w:tr>
      <w:tr w:rsidR="00C65DDC" w:rsidRPr="00C65DDC" w14:paraId="133DA81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2D88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38F09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Vaslui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72598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22C6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5.257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0CE050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A455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02B65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3.164</w:t>
            </w:r>
          </w:p>
        </w:tc>
      </w:tr>
      <w:tr w:rsidR="00C65DDC" w:rsidRPr="00C65DDC" w14:paraId="66CFF6C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676C5A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B4904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Miercurea-Ciuc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0275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156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4.056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D28BA32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E7BD2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C2263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3.165</w:t>
            </w:r>
          </w:p>
        </w:tc>
      </w:tr>
      <w:tr w:rsidR="00C65DDC" w:rsidRPr="00C65DDC" w14:paraId="4D9B9E3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AD65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Cluj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E45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Câmpia Turzii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F8C91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48822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2.680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B5EE7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8AB62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9FAE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3.166</w:t>
            </w:r>
          </w:p>
        </w:tc>
      </w:tr>
      <w:tr w:rsidR="00C65DDC" w:rsidRPr="00C65DDC" w14:paraId="149FE77B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10F76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FDAF9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Gheorgheni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050E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CB4F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1.876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E56412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0ECA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753C88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3.167</w:t>
            </w:r>
          </w:p>
        </w:tc>
      </w:tr>
      <w:tr w:rsidR="00C65DDC" w:rsidRPr="00C65DDC" w14:paraId="38D9C0A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0046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Bihor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55EB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Aleșd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7EC1DC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DFDDA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D481DF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2B3ABE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6CF4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3.168</w:t>
            </w:r>
          </w:p>
        </w:tc>
      </w:tr>
      <w:tr w:rsidR="00C65DDC" w:rsidRPr="00C65DDC" w14:paraId="68A51F9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006C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CFF64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Mărășești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7C54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90E1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893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22D55A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3BB95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218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3.169</w:t>
            </w:r>
          </w:p>
        </w:tc>
      </w:tr>
      <w:tr w:rsidR="00C65DDC" w:rsidRPr="00C65DDC" w14:paraId="607D9155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A40D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585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Panciu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CC44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6342E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0B163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B60754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800647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3.170</w:t>
            </w:r>
          </w:p>
        </w:tc>
      </w:tr>
      <w:tr w:rsidR="00C65DDC" w:rsidRPr="00C65DDC" w14:paraId="07D75DC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3D44E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89B97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Snagov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C2E9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B4517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A515D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42F4D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827AF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3.171</w:t>
            </w:r>
          </w:p>
        </w:tc>
      </w:tr>
      <w:tr w:rsidR="00C65DDC" w:rsidRPr="00C65DDC" w14:paraId="38A88BED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5340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Vrancea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97B68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Odobești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02B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7B4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751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DA4F3B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258FF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1A9B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3.172</w:t>
            </w:r>
          </w:p>
        </w:tc>
      </w:tr>
      <w:tr w:rsidR="00C65DDC" w:rsidRPr="00C65DDC" w14:paraId="7E275571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CD0A6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D4A12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Ciucsângeorgiu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F5F3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5AB09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530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AF46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621E28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C8280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3.173</w:t>
            </w:r>
          </w:p>
        </w:tc>
      </w:tr>
      <w:tr w:rsidR="00C65DDC" w:rsidRPr="00C65DDC" w14:paraId="53B0E59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05D473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B4181E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Ocnele Mari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0E16A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urban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80A1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489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8F8E7A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DAF74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E7A26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3.174</w:t>
            </w:r>
          </w:p>
        </w:tc>
      </w:tr>
      <w:tr w:rsidR="00C65DDC" w:rsidRPr="00C65DDC" w14:paraId="362D34C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486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Ilfov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B1CB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Ciorogârla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91735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C22B8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6FCDE3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DE590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AA0F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3.175</w:t>
            </w:r>
          </w:p>
        </w:tc>
      </w:tr>
      <w:tr w:rsidR="00C65DDC" w:rsidRPr="00C65DDC" w14:paraId="672DD556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DF64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Valcea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EE38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Păușești-Măglași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BA01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5A4BE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426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71FC9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98887A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ID-I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8E60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3.176</w:t>
            </w:r>
          </w:p>
        </w:tc>
      </w:tr>
      <w:tr w:rsidR="00C65DDC" w:rsidRPr="00C65DDC" w14:paraId="25773473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E3DE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Dolj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7A865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Malu Mare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077E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46030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368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6ADCA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FA04DA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109F1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3.177</w:t>
            </w:r>
          </w:p>
        </w:tc>
      </w:tr>
      <w:tr w:rsidR="00C65DDC" w:rsidRPr="00C65DDC" w14:paraId="1D48F8BF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23E7B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CF2FB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Mădăraș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82540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DFAB3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B8998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EE59DA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DD63C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3.178</w:t>
            </w:r>
          </w:p>
        </w:tc>
      </w:tr>
      <w:tr w:rsidR="00C65DDC" w:rsidRPr="00C65DDC" w14:paraId="66A2AC6A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B871D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Timis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FB2134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Banloc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358E2D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C165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290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512A23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6E6B754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4022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3.179</w:t>
            </w:r>
          </w:p>
        </w:tc>
      </w:tr>
      <w:tr w:rsidR="00C65DDC" w:rsidRPr="00C65DDC" w14:paraId="50C218A2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D451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Caras-Severin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02A0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Berzasca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28D12B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D1FCF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283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EA2317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050E97E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A7332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3.180</w:t>
            </w:r>
          </w:p>
        </w:tc>
      </w:tr>
      <w:tr w:rsidR="00C65DDC" w:rsidRPr="00C65DDC" w14:paraId="40131900" w14:textId="77777777" w:rsidTr="00064F09">
        <w:trPr>
          <w:trHeight w:val="285"/>
          <w:jc w:val="center"/>
        </w:trPr>
        <w:tc>
          <w:tcPr>
            <w:tcW w:w="184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37E607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Harghita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078F5" w14:textId="77777777" w:rsidR="00C65DDC" w:rsidRPr="00C65DDC" w:rsidRDefault="00C65DDC" w:rsidP="00C65DDC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Dârjiu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CFD63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rural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18326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lang w:val="ro-RO" w:eastAsia="ro-RO"/>
              </w:rPr>
              <w:t>152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9912DE1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8810 CZ-V-I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9A124A" w14:textId="77777777" w:rsidR="00C65DDC" w:rsidRPr="00C65DDC" w:rsidRDefault="00C65DDC" w:rsidP="00C65DDC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BC7CF9" w14:textId="77777777" w:rsidR="00C65DDC" w:rsidRPr="00C65DDC" w:rsidRDefault="00C65DDC" w:rsidP="00C65DDC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C65DDC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3.181</w:t>
            </w:r>
          </w:p>
        </w:tc>
      </w:tr>
    </w:tbl>
    <w:p w14:paraId="4C62EDBC" w14:textId="77777777" w:rsidR="00BB745A" w:rsidRPr="00C0027E" w:rsidRDefault="00BB745A" w:rsidP="00BB745A">
      <w:pPr>
        <w:spacing w:after="0" w:line="240" w:lineRule="auto"/>
        <w:ind w:left="0" w:firstLine="708"/>
        <w:rPr>
          <w:rFonts w:eastAsia="Times New Roman"/>
          <w:bCs/>
          <w:lang w:val="ro-RO"/>
        </w:rPr>
      </w:pPr>
    </w:p>
    <w:sectPr w:rsidR="00BB745A" w:rsidRPr="00C0027E" w:rsidSect="00C0027E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1135" w:left="567" w:header="270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DFCF4" w14:textId="77777777" w:rsidR="006C16F7" w:rsidRDefault="006C16F7" w:rsidP="00CD5B3B">
      <w:r>
        <w:separator/>
      </w:r>
    </w:p>
  </w:endnote>
  <w:endnote w:type="continuationSeparator" w:id="0">
    <w:p w14:paraId="3DD79433" w14:textId="77777777" w:rsidR="006C16F7" w:rsidRDefault="006C16F7" w:rsidP="00CD5B3B">
      <w:r>
        <w:continuationSeparator/>
      </w:r>
    </w:p>
  </w:endnote>
  <w:endnote w:type="continuationNotice" w:id="1">
    <w:p w14:paraId="1BF94227" w14:textId="77777777" w:rsidR="006C16F7" w:rsidRDefault="006C16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0DA73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11F95CC0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2667E5AD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5693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D8342" w14:textId="1F070E24" w:rsidR="00C0027E" w:rsidRDefault="00C002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3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75AB3D" w14:textId="77777777" w:rsidR="00F452A0" w:rsidRDefault="00F452A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4578F" w14:textId="77777777" w:rsidR="006C16F7" w:rsidRDefault="006C16F7" w:rsidP="00CD5B3B">
      <w:r>
        <w:separator/>
      </w:r>
    </w:p>
  </w:footnote>
  <w:footnote w:type="continuationSeparator" w:id="0">
    <w:p w14:paraId="6180564C" w14:textId="77777777" w:rsidR="006C16F7" w:rsidRDefault="006C16F7" w:rsidP="00CD5B3B">
      <w:r>
        <w:continuationSeparator/>
      </w:r>
    </w:p>
  </w:footnote>
  <w:footnote w:type="continuationNotice" w:id="1">
    <w:p w14:paraId="088E3F27" w14:textId="77777777" w:rsidR="006C16F7" w:rsidRDefault="006C16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E45D16" w:rsidRPr="00CD5B3B" w:rsidRDefault="00E45D16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7464B2" w14:paraId="5FFC9EF9" w14:textId="77777777" w:rsidTr="00BD3174">
      <w:tc>
        <w:tcPr>
          <w:tcW w:w="9360" w:type="dxa"/>
        </w:tcPr>
        <w:p w14:paraId="6F8FD4C1" w14:textId="27556B00" w:rsidR="007464B2" w:rsidRPr="00CD5B3B" w:rsidRDefault="00412B0A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7464B2" w:rsidRPr="00CD5B3B" w:rsidRDefault="007464B2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7464B2" w:rsidRDefault="007464B2" w:rsidP="007464B2">
          <w:pPr>
            <w:pStyle w:val="MediumGrid21"/>
            <w:jc w:val="right"/>
          </w:pPr>
          <w:r>
            <w:t>Nesecret</w:t>
          </w:r>
        </w:p>
      </w:tc>
    </w:tr>
  </w:tbl>
  <w:p w14:paraId="796BA5CC" w14:textId="5AF43FD7" w:rsidR="00E562FC" w:rsidRPr="00C34571" w:rsidRDefault="00B411BE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11BD1"/>
    <w:rsid w:val="00012892"/>
    <w:rsid w:val="00015169"/>
    <w:rsid w:val="0001613C"/>
    <w:rsid w:val="000161F9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2A6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43EF"/>
    <w:rsid w:val="00064F09"/>
    <w:rsid w:val="00066FDB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3325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606A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6603"/>
    <w:rsid w:val="005C66B2"/>
    <w:rsid w:val="005D4B23"/>
    <w:rsid w:val="005D52C1"/>
    <w:rsid w:val="005D5797"/>
    <w:rsid w:val="005D6B56"/>
    <w:rsid w:val="005D7E9D"/>
    <w:rsid w:val="005E252F"/>
    <w:rsid w:val="005E4EB4"/>
    <w:rsid w:val="005E6156"/>
    <w:rsid w:val="005E64B6"/>
    <w:rsid w:val="005E6FFA"/>
    <w:rsid w:val="005E7583"/>
    <w:rsid w:val="005E7FF1"/>
    <w:rsid w:val="005F0BDF"/>
    <w:rsid w:val="005F2930"/>
    <w:rsid w:val="005F4555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16F7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37C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37B5"/>
    <w:rsid w:val="00A13C5F"/>
    <w:rsid w:val="00A1469A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7051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5048"/>
    <w:rsid w:val="00B570F6"/>
    <w:rsid w:val="00B5785D"/>
    <w:rsid w:val="00B63400"/>
    <w:rsid w:val="00B65E8F"/>
    <w:rsid w:val="00B701CD"/>
    <w:rsid w:val="00B70AA5"/>
    <w:rsid w:val="00B70F8E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45A"/>
    <w:rsid w:val="00BB7FA2"/>
    <w:rsid w:val="00BC46F8"/>
    <w:rsid w:val="00BC69F4"/>
    <w:rsid w:val="00BC6DA7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027E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6711"/>
    <w:rsid w:val="00C338FB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5DDC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222A"/>
    <w:rsid w:val="00CD3675"/>
    <w:rsid w:val="00CD4A9E"/>
    <w:rsid w:val="00CD4D2C"/>
    <w:rsid w:val="00CD52C1"/>
    <w:rsid w:val="00CD5B3B"/>
    <w:rsid w:val="00CD604D"/>
    <w:rsid w:val="00CD6A13"/>
    <w:rsid w:val="00CE0721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013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7FE4"/>
    <w:rsid w:val="00ED0A37"/>
    <w:rsid w:val="00ED334F"/>
    <w:rsid w:val="00ED366C"/>
    <w:rsid w:val="00ED430F"/>
    <w:rsid w:val="00ED4616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D4C"/>
    <w:rsid w:val="00F452A0"/>
    <w:rsid w:val="00F45474"/>
    <w:rsid w:val="00F455E6"/>
    <w:rsid w:val="00F47D19"/>
    <w:rsid w:val="00F52324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1B95"/>
    <w:rsid w:val="00FD4898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  <w:style w:type="paragraph" w:customStyle="1" w:styleId="xl63">
    <w:name w:val="xl63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4">
    <w:name w:val="xl64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5">
    <w:name w:val="xl65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6">
    <w:name w:val="xl66"/>
    <w:basedOn w:val="Normal"/>
    <w:rsid w:val="00C0027E"/>
    <w:pP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7">
    <w:name w:val="xl67"/>
    <w:basedOn w:val="Normal"/>
    <w:rsid w:val="00C0027E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8">
    <w:name w:val="xl68"/>
    <w:basedOn w:val="Normal"/>
    <w:rsid w:val="00C0027E"/>
    <w:pPr>
      <w:shd w:val="clear" w:color="000000" w:fill="92D050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9">
    <w:name w:val="xl69"/>
    <w:basedOn w:val="Normal"/>
    <w:rsid w:val="00C0027E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0">
    <w:name w:val="xl70"/>
    <w:basedOn w:val="Normal"/>
    <w:rsid w:val="00C0027E"/>
    <w:pP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1">
    <w:name w:val="xl71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72">
    <w:name w:val="xl72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3">
    <w:name w:val="xl73"/>
    <w:basedOn w:val="Normal"/>
    <w:rsid w:val="00C0027E"/>
    <w:pP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4">
    <w:name w:val="xl74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5">
    <w:name w:val="xl75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6">
    <w:name w:val="xl76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font5">
    <w:name w:val="font5"/>
    <w:basedOn w:val="Normal"/>
    <w:rsid w:val="00C65DDC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color w:val="000000"/>
      <w:sz w:val="20"/>
      <w:szCs w:val="20"/>
      <w:lang w:val="ro-RO" w:eastAsia="ro-RO"/>
    </w:rPr>
  </w:style>
  <w:style w:type="paragraph" w:customStyle="1" w:styleId="font6">
    <w:name w:val="font6"/>
    <w:basedOn w:val="Normal"/>
    <w:rsid w:val="00C65DDC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b/>
      <w:bCs/>
      <w:color w:val="000000"/>
      <w:sz w:val="20"/>
      <w:szCs w:val="20"/>
      <w:lang w:val="ro-RO" w:eastAsia="ro-RO"/>
    </w:rPr>
  </w:style>
  <w:style w:type="paragraph" w:customStyle="1" w:styleId="xl77">
    <w:name w:val="xl77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8">
    <w:name w:val="xl78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righ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9">
    <w:name w:val="xl79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80">
    <w:name w:val="xl80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81">
    <w:name w:val="xl81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82">
    <w:name w:val="xl82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83">
    <w:name w:val="xl83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84">
    <w:name w:val="xl84"/>
    <w:basedOn w:val="Normal"/>
    <w:rsid w:val="00C65DD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8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F906A-70E2-4444-A3F7-B142ACFAF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71</TotalTime>
  <Pages>63</Pages>
  <Words>18006</Words>
  <Characters>102638</Characters>
  <Application>Microsoft Office Word</Application>
  <DocSecurity>0</DocSecurity>
  <Lines>855</Lines>
  <Paragraphs>240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120404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</dc:creator>
  <cp:keywords/>
  <cp:lastModifiedBy>Cristina Moldovan</cp:lastModifiedBy>
  <cp:revision>6</cp:revision>
  <cp:lastPrinted>2022-05-04T08:05:00Z</cp:lastPrinted>
  <dcterms:created xsi:type="dcterms:W3CDTF">2023-03-20T10:16:00Z</dcterms:created>
  <dcterms:modified xsi:type="dcterms:W3CDTF">2023-03-23T08:44:00Z</dcterms:modified>
</cp:coreProperties>
</file>