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C8EB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 xml:space="preserve">Planul Național de Redresare și Reziliență </w:t>
      </w:r>
    </w:p>
    <w:p w14:paraId="6A9CD75A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>Componenta C13 – REFORME SOCIALE</w:t>
      </w:r>
    </w:p>
    <w:p w14:paraId="4ABAC836" w14:textId="39EA1662" w:rsidR="00B411BE" w:rsidRPr="00276DC1" w:rsidRDefault="00B411BE" w:rsidP="00C34571">
      <w:pPr>
        <w:ind w:left="426"/>
        <w:rPr>
          <w:sz w:val="20"/>
          <w:szCs w:val="20"/>
        </w:rPr>
      </w:pPr>
      <w:r w:rsidRPr="00276DC1">
        <w:rPr>
          <w:sz w:val="20"/>
          <w:szCs w:val="20"/>
        </w:rPr>
        <w:t xml:space="preserve">Investiția I4 - </w:t>
      </w:r>
      <w:r w:rsidRPr="00276DC1">
        <w:rPr>
          <w:rFonts w:cstheme="minorHAnsi"/>
          <w:sz w:val="20"/>
          <w:szCs w:val="20"/>
        </w:rPr>
        <w:t>Crearea unei rețele de centre de zi de asistență și recuperare pentru persoanele vârstnice</w:t>
      </w:r>
    </w:p>
    <w:p w14:paraId="41404119" w14:textId="1AC9000F" w:rsidR="00264C14" w:rsidRPr="000458D7" w:rsidRDefault="00B411BE" w:rsidP="00C34571">
      <w:pPr>
        <w:spacing w:after="0" w:line="240" w:lineRule="auto"/>
        <w:ind w:left="426"/>
        <w:jc w:val="left"/>
        <w:rPr>
          <w:rFonts w:eastAsia="Times New Roman"/>
          <w:i/>
          <w:lang w:val="ro-RO"/>
        </w:rPr>
      </w:pPr>
      <w:r w:rsidRPr="005535D1">
        <w:t xml:space="preserve"> </w:t>
      </w:r>
    </w:p>
    <w:p w14:paraId="7EC23066" w14:textId="10CDF401" w:rsidR="00C17F9F" w:rsidRPr="00264C14" w:rsidRDefault="00C17F9F" w:rsidP="00C34571">
      <w:pPr>
        <w:spacing w:after="0" w:line="240" w:lineRule="auto"/>
        <w:ind w:left="426"/>
        <w:jc w:val="right"/>
        <w:rPr>
          <w:rFonts w:eastAsia="Times New Roman"/>
          <w:iCs/>
          <w:lang w:val="ro-RO"/>
        </w:rPr>
      </w:pPr>
      <w:r w:rsidRPr="00264C14">
        <w:rPr>
          <w:rFonts w:eastAsia="Times New Roman"/>
          <w:iCs/>
          <w:lang w:val="ro-RO"/>
        </w:rPr>
        <w:t xml:space="preserve">Anexa </w:t>
      </w:r>
      <w:r w:rsidR="00FD1B95">
        <w:t>2</w:t>
      </w:r>
      <w:r w:rsidR="00B411BE" w:rsidRPr="005535D1">
        <w:t xml:space="preserve"> la Ghidul specific</w:t>
      </w:r>
    </w:p>
    <w:p w14:paraId="194377AA" w14:textId="77777777" w:rsidR="00264C14" w:rsidRDefault="00264C14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44752DEB" w14:textId="10A1F5FD" w:rsidR="00B411BE" w:rsidRDefault="00FD1B95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  <w:r>
        <w:rPr>
          <w:rFonts w:eastAsia="Times New Roman"/>
          <w:b/>
          <w:bCs/>
          <w:lang w:val="ro-RO"/>
        </w:rPr>
        <w:t>Lista UAT-urilor eligibile</w:t>
      </w:r>
    </w:p>
    <w:p w14:paraId="6469803F" w14:textId="3066A1E9" w:rsidR="00B411BE" w:rsidRPr="00276DC1" w:rsidRDefault="00B411BE" w:rsidP="00C34571">
      <w:pPr>
        <w:spacing w:after="0"/>
        <w:ind w:left="0" w:firstLine="708"/>
        <w:jc w:val="center"/>
        <w:rPr>
          <w:rFonts w:eastAsia="Times New Roman"/>
          <w:bCs/>
          <w:lang w:val="ro-RO"/>
        </w:rPr>
      </w:pPr>
      <w:r w:rsidRPr="00276DC1">
        <w:rPr>
          <w:rFonts w:eastAsia="Times New Roman"/>
          <w:bCs/>
          <w:lang w:val="ro-RO"/>
        </w:rPr>
        <w:t xml:space="preserve">în cadrul apelului </w:t>
      </w:r>
      <w:r w:rsidRPr="00276DC1">
        <w:rPr>
          <w:rFonts w:cstheme="minorHAnsi"/>
        </w:rPr>
        <w:t>PNRR/2023/C13/I4 Construirea, echiparea și operaționalizarea a 71 de centre de zi de asistență și recuperare pentru persoane vârstnice</w:t>
      </w:r>
    </w:p>
    <w:p w14:paraId="15E32383" w14:textId="77777777" w:rsidR="00FA0E1D" w:rsidRDefault="00FA0E1D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tbl>
      <w:tblPr>
        <w:tblW w:w="9411" w:type="dxa"/>
        <w:jc w:val="center"/>
        <w:tblLook w:val="04A0" w:firstRow="1" w:lastRow="0" w:firstColumn="1" w:lastColumn="0" w:noHBand="0" w:noVBand="1"/>
      </w:tblPr>
      <w:tblGrid>
        <w:gridCol w:w="663"/>
        <w:gridCol w:w="1846"/>
        <w:gridCol w:w="2302"/>
        <w:gridCol w:w="810"/>
        <w:gridCol w:w="1064"/>
        <w:gridCol w:w="1363"/>
        <w:gridCol w:w="1363"/>
      </w:tblGrid>
      <w:tr w:rsidR="00C0027E" w:rsidRPr="00C0027E" w14:paraId="3C34C516" w14:textId="77777777" w:rsidTr="00C0027E">
        <w:trPr>
          <w:trHeight w:val="795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8FD6C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  <w:t>Nr. crt.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D2D69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  <w:t>Județ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23FAB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  <w:t>UAT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F929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  <w:t>Mediu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5F9BA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  <w:t>Pop. 65+ cu nevoi de ILD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65BA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  <w:t>CZ (10.03.2023)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A75A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b/>
                <w:bCs/>
                <w:color w:val="000000"/>
                <w:lang w:val="ro-RO" w:eastAsia="ro-RO"/>
              </w:rPr>
              <w:t>UID (10.03.2023)</w:t>
            </w:r>
          </w:p>
        </w:tc>
      </w:tr>
      <w:tr w:rsidR="00C0027E" w:rsidRPr="00C0027E" w14:paraId="482658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A6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F8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B3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Abrud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08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D2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19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D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3E33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39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C8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44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Aiud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34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A3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2.651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91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B1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BFE33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8D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B4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E2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 Iulia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90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98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6.397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11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C1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3ABC7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64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A7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3C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91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5C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49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70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02C4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C7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A5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8C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Almașu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C8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86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73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AA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bookmarkStart w:id="0" w:name="_GoBack"/>
        <w:bookmarkEnd w:id="0"/>
      </w:tr>
      <w:tr w:rsidR="00C0027E" w:rsidRPr="00C0027E" w14:paraId="207449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5C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0C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5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Arieșeni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99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E1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CB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3D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95B1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A1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60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B5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Avram Iancu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AB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A4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24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9C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9E362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31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B8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33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Arieș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15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85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9F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D2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0F93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49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9A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1B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Berghin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EF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0D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6F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44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275ED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9C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9B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71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B7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88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A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C8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AFA85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91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C8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3D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Blaj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6F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19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2.089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01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5E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38FFB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87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1D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79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Blandiana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C0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E0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83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6E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27D2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BB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E6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9E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Bucerdea Grânoasă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03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20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73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0F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8DF7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64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0E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0F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50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36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B7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ED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A0BD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2F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AA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23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Câlnic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16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51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59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A3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5A764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DE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EC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71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99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58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3C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0D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28D4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F31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A0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B9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Cenade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EC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AB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09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77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8472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80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A2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FE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Cergău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61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5A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C2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3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4798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F7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EA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19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Ceru-Băcăinți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0D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F6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6C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4B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C9B6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FD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6A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27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Cetatea de Baltă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42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B3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7F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17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A4EC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90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BB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2C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Ciugud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16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87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84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79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46F69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31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1E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FB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Ciuruleasa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44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48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17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9A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F7BF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55B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1F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39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Crăciunelu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29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A0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42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F6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9E313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ED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62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03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Cricău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D0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36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CB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B2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4C44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88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63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9C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Cugir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8E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F6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2.982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80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FB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06628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C2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1A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0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6B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C7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E8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B8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3233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21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FA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32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Daia Română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02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78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57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E7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2894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51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F2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55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Doștat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1A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3A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04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B6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2E1E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A1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B4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24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4B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91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9D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CE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B48E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B2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EF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F3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Galda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34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BF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D2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65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F1C9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C3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85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DC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BD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6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1D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9A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D224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41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79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73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Gârda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DA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BA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46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7F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12CD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CB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63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AF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Hopârta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7D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C1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F5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94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32DE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54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BA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3B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BF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1E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FD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CE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8435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E2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A0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E7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Ighiu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79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CF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92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6E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6C25A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92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B1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75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Întregalde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E1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29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80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08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3F7B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AC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42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E5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Jidvei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DE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D4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BB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29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4E00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84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D7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EC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08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72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9B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B3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8EB8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F2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F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BA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Lopadea Nouă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A4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22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C7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B7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91AD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CC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2F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51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Mureșului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C9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A5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CA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DC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E573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26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0B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F2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Lupșa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7C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E8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38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2F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BDE9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E8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64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6A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Meteș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81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28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0F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27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BCDC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85C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D3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F4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Mihalț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BA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4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1F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49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740D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A8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3E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00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Mirăslău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47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BE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DC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AA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63FC1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1E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96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CC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CD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16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EB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C7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914C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22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75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BD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Noșlac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2E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4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5A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BF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261A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FC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C6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2B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Mureș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0D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80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1.581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9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0D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D0E5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80C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F4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0B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Ocoliș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30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06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2B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94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441A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B7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93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39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Ohaba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BC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85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F5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DA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AF61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A6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C1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FD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67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65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64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37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BD4C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E6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A1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AE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Vadului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56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CD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C3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84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58D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0F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04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A8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Ponor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25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31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F0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24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9BCF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73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12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5C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Poșaga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53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D0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B1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B3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D11D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B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10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94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4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0C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6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FF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4039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80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7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A4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Râmeț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4B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B0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D7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1A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51F70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1E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AA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AF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Rimetea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47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8E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96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80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AEF5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C6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50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B5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 de Secaș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71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96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CE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A7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CD0A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3B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B0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FC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 Montană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6E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5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E9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2F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6AF4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E4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72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2E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Sălciua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70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93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3E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72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C9DE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9A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CD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C0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C9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93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1D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9F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3170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6A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F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A5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Săsciori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02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C9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B8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85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502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82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B2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25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E8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03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EE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D5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B13E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17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06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07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Sântimbru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5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F7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0B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36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7A71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C7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4B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00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Scărișoara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B0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5A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06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E6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B8CA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EA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21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69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Sebeș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ED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2C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2.847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5E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17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18B6C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30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26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FD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Sohodol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06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D3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1E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D1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3DE4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B8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41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1D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Stremț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17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5E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2E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86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5DE05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25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53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3C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Șibot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E9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F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39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41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9344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50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B1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45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BA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96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92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C2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98A2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8F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51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D0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Șpring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73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48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F4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D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48DF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F8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C4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5B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Șugag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43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79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D5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C4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E96D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0D4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74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A5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Teiuș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25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BF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00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DC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D31A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A8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2D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C9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3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FF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97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13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A80B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A6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08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4E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Moților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50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6F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45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28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CAED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7A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4E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D0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Lungă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EF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ED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2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6A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C1F8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32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CF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C3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Vidra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97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2A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C6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AE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4593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A9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E6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92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Vințu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B0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B0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F0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32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06C6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DD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08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76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Zlatna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14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35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6B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47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9149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EB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81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CF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77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86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1E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07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E136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8E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93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95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Apateu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C0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1F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02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42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0AEC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78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09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14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68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D8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17.690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AB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07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02CB1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90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4B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F1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Archiș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30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30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4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A2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BAB6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1A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0D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85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39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48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D3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74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1196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4E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61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62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23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01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07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8D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4F1F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20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9A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FD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Bârzava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0D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74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E5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51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0893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11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2A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CE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2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87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39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38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C461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4A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A7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B6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Birchiș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07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77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8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3C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4C96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30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E8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AE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Bocsig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DD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E1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52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35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2F69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937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BD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80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Brazii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4C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2F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34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C7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0138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F1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AB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27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E2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2F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0D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77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FDA5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15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D1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48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Cărand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19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80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28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18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0425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D8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3B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E6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Cermei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27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0A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4B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BC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8E99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6D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8F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34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Chisindia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CE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0D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45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9C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592C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FB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4A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61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Chișineu-Criș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6A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69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4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F9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CD94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33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B4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3E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Conop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CE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20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77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A8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DAF3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CA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37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64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Covăsinț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47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66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86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7B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4656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26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72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6E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Craiva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3A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9F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9A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F2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52C8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F5D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5A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9E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97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C1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36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9A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4CB6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20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89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B0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Dezna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95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34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21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D8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F368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8B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30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B8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Dieci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CC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B4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40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8B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ADB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F0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C5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2A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Dorobanți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A5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11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4F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16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43C2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C7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12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15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7F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A4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ED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5D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9BD3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1D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A6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34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Felnac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17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A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6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B7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AEAD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0D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B6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22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D0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5B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0B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07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90FB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63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95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35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Ghioroc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8E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A8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FB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25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7A20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C3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EC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18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Grăniceri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A9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8A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3E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B3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1136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53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72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A3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Gurahonț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08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FF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B2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E7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61F8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CA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72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01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Hălmagiu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C6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C2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80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32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0A1C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15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2D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AC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Hălmăgel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1F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E9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F5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E8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318B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8A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41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6E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Hășmaș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ED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32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15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BD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56D3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B3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79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07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Ignești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80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F1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9E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E9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24D7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B9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2E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C6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Ineu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D1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09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C3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AA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6637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23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0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6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Iratoșu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B5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7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E8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3C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9572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D1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D7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9A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C1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4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96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B6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65A1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8F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9C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D6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Livada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86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61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E6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2F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63E3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7E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0F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79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FA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EE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D9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A4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FD7B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10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40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4F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09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65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AE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F1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B67A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5A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28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A6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F2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70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C3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74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F399A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4C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02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A1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Nădlac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51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17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01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4B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C31D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29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37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C1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EE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27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3E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D5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DCC2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67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3F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5C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62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00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79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55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6DC7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7D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EB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A4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Pâncota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83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2E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21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79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3A2E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1C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1C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51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Pecica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48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99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5A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9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BEC3B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71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05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E7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Peregu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EC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2A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88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C8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86A9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21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18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DC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56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2C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32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78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9B72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28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E1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40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BE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B6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45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88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AAB5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8B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DC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18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Pleșcuța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64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A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A4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90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2EBA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70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5D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21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Săvârșin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9A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6C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F8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BF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C530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54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2D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E2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E6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61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99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AA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778D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15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36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D7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Sebiș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36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A4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49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4F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7ADF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6D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B4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50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Secusigiu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43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60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B8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40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6507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F4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E5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1D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Seleuș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C2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CA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C4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10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5E75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BE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FA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53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Semlac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03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25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3C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9A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D503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85F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6B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46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Sintea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F9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F6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8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16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8ADC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08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55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33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Socodor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6B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58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90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A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F6A0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30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0D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C9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Șagu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F9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1E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D3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61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CD8E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DE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3B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B2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Șeitin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71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1D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E5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AB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0819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4D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55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BB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Șepreuș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41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AC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D5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52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E19A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93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D4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F0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Șicula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18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42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60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EA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A1FE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D8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B6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5D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Șilindia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41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4E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F6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C0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272D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DC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D8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B5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Șimand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C7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6C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4B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EE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7EC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A1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29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EF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88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49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BA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BE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3849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5E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6D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CD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Șiștarovăț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16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79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31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33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5058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2D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8E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31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Șofronea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21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82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98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B0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F67D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3A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1C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3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Tauț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F8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E0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60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EE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3BE1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61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E6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0B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E2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F8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F8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D2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ECE5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67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52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9E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Ususău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3D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00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DA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DB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9458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E6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BC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01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Vărădia de Mureș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1C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47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63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39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3120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8C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A5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59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Vârfurile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0C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CE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B7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93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A654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3A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E8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66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Vinga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95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7F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0E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C2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3C0C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0A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5D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88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Vladimirescu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86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9C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E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70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1639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12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93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EE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Zăbrani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CA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88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92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7F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A703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2A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C2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C3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Zădăreni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A2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99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33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C9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0FFF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BD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39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2E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Zărand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D6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E0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30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D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4511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6D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45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94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Zerind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3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16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29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1D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2CCB6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B3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93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4A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Zimandu Nou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69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BF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64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BA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48FD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E6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6A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66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Albeștii de Argeș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A4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53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04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22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45F5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95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98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67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Albeștii de Muscel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FB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92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26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71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3E93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E5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28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F7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Albota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B9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71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7B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13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AF76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04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63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A1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C3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0C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67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80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98C9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D3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DD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33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Arefu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66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2C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E1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B0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C009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67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D7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57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Bascov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1B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BA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7C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57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AFC0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91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EE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0F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D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BC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D0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7F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1A7A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45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E6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E9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Băiculești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83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A1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C6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AC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E2C9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90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E2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E0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77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1F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44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E8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8840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49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63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A1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68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3B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24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36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5F13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32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CD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DB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Beleți-Negrești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54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2A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FD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72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86B0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C86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F5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35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Berevoești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0F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38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6D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1B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B7B1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5E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2A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65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4E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E2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10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6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B900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02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7D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22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2D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E6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F9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52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E82F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6C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41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CD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91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0D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FC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EC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472D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28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33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49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D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38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F0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BF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32A6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0C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2F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BC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Brăduleț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B7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93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B8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16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EE03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A0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E5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E8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E9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12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C8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D6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231E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BB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81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31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Bughea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0B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9A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FD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A3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967F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1C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E9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7D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Bughea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83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13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45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1E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BAA5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60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1E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51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1C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90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85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D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A9ADF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D6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B6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30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Căldăraru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7B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26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7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AC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F72F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4E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83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36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43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A3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E5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F6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97BA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B0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78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3F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Căteasca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33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E8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A4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2C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D803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91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6C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F0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Câmpulung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76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5B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7D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1C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DE06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F2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14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BC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Cepari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80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70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6C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A4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4E91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E0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24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21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Cetățeni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7B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16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4A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A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9DDD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2A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E5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56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45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E6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37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53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7A30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98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C4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E3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Ciofrângeni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25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74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0C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CA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B9F9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76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8C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B2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Ciomăgești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54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17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E7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43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A952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E2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E5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A2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D0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52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D6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27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5FAD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3E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94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07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BC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0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8B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07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380D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5E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B0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9F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FE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05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22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EF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1D788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3E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D1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A9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B3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CA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20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19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C8D2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24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D0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4A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C7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9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70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76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CC5C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93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72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6F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Cotmeana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B9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D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84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C9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F3D2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24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F7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DE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BF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B1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6A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18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130C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C0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7D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D4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Curtea de Argeș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7B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35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2.773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45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E1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4655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82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ED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E6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Davidești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52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D1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CA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27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8D991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13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15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D4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Dâmbovicioara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C7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3C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16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5C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DB3A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CA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B9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FE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89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67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0E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07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FF0A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72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6C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0F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4A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FF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0A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10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8F17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C1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CF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B5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Domnești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0A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E0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63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2D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8FDB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2D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8D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29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Dragoslavele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1B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91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A5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2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C2CD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A9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FB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B5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2D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1C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99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11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B17F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49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BA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8F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A4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2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87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0A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99A4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9D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87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5A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Hârsești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89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A6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45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F9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F0954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91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D6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11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Hârtiești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BE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42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79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8C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260C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ED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AF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86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86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90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FD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B9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5A85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C5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F7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9A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Leordeni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02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03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2F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80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1463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B4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A7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0E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78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70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E1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C0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38AF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43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AE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3C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Corbului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0D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BE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E7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DB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4A38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D5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DB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37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9D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5E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D6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8C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B189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CC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EB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37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Mărăcineni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2B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F4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F4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4D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BA06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6C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B6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D2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Merișani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E2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8E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10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36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5653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D4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4F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21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1C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26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00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0E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8747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B8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91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CE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0E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C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60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00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A419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64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99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EE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5C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1D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25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0A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CD08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18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3F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47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57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E9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1.303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A1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9A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7AF36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B1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FC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3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7E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B1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F4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B8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DC60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30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A7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D7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Morărești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81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FD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DF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C9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EFFC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D5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49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6D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E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DE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2E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A6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CD85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84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F0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D1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Mozăceni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36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FA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CA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A8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F03A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0C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36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93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Mușătești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E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7B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03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A4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061F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35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F5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8D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6C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15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C3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D0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9878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D8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FE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71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Nucșoara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14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1C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4A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83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C771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E7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7A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A5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Oarja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C1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9A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CA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63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071B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49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04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92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0B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C2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5E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DC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E76C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38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A4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1D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66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4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16.522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37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0B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D8F8B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16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AB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F1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Lacului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DF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E8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6E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81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6F1D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A4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96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F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Poienarii de Argeș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32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3B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29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06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7C1F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E8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B5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23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Poienarii de Muscel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2E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84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16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E9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039C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46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22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56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E9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B4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C5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F7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69C7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36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D7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31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Priboieni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E3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EF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7E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99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4C89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7A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80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FF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66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D3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9A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87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0A20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7B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23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BF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13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54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D4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9A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DFC9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44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B9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FA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C1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40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13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9A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15E9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2A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4A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B1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0F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9D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3A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16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980F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71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B0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77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Rucăr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42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9F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B6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BC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B820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ED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29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B4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Sălătrucu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F8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36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69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C2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3900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EC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AB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A1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Săpata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85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A9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EB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52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FE19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EF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82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26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 Golești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E9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00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51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E8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7553A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AC5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39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D1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92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A7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2C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AC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D902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1F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AB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79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Stâlpeni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53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7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99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D5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4051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D9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95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B8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B3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17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4E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7F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ADE2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BC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89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4B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Stolnici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0B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A4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96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01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0B72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AF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C1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08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1D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53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07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35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2892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F0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90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FD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40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5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84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44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D647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C8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FB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0B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E7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4D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1.376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C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60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5157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D5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3A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B4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36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97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AF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13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0433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23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F2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44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0F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CD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0C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00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5074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0E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C2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B6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Tigveni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31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C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73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3F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6DB6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A1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7C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25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Topoloveni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21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20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6E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32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72F3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CE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D8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8D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2D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76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39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30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C0D2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36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DB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B8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B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F4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EA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67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53AE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B6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56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99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Ungheni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B0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6E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0F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14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C39B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CF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9D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77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Danului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EF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D1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33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07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A283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7C2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FA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FC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Iașului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B1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7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0B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DD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97AA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1B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28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A0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Mare-Pravăț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2F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0A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60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07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1121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31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18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F1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31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93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73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EB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287F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58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30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16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3F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5E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EF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7C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0E3A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09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CA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8E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BD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31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91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24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F077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33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4A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EE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Agăș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99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30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81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58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77F8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E5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F4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76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Ardeoani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89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6B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59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4F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2538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88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A8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0E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Asău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BE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E4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C2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76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AE404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C1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05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AD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B5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B5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15.565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BD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8D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5B198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15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A3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04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D8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C7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7C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52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CC10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99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29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F4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33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48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3F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D9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12B5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1A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AA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2B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Berești-Bistrița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0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AD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92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82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1732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65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BD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62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Berești-Tazlău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BA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F9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B7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CB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FD46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BE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17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44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Berzunți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57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BD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2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B2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4DF4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EA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D8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9C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D3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04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41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14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12B5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34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FC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49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AF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E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B2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C1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04B6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49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2E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07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Brusturoasa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4D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18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A3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57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705E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33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D3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C7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D4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AD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E4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0A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0D7B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7D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21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0D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Buhoci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2D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63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7A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D5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7622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A2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74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1B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Buhuși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3A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EB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18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E4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1989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F9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CC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39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Cașin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9A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2B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05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F9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23AF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04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0A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74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Căiuți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63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A7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20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3B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9612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E9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18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D6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Cleja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AE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D2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AC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D3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267B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47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73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38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Colonești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56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1B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55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C9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80A9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5F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59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F9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94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D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25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CA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70ED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A6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53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AE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0E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89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AB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97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C49A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FE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51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4E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Coțofănești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A0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AF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7C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41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0897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76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43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B0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Dămienești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A0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5C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3C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0A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DA04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8C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F9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DA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08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80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15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92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4E8F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80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24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AE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Dealu Morii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59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70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13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43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3EEB4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E5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05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00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Dofteana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44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91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50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F3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29FE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02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A1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12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Faraoani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50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FD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6B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AC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0323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EA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69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F0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17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93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46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01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17D4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5B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35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67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DB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71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33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5E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6D30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FD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B4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93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Găiceana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9C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77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EB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3A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5D0E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E7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6A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92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C9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06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F7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13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BEC8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7B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61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8E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Ghimeș-Făget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27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60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51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5F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012A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74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F6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EA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Gioseni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E6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EF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90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F1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EB95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06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9B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DC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Glăvănești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19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54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A1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6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2E2E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04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DD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D8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Văii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55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F5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53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7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B3AD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9E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5E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D3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Helegiu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49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D4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0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1C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78DF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A4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BB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33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Hemeiuș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C0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F6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6A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2C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D8BB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0B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C8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EA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23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F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9E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EF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C204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3B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BD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40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Huruiești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B4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4F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F1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F3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5747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6C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99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6C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4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41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48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BE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FAAA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D1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F5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3B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 Berheciului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4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C5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95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84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AAFA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E2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CB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7A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Letea Veche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D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49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CF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2C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47FF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01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0A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A6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4A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68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C1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4D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96B6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2E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89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FF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74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15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1A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7F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8767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9B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98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4F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Luizi-Călugăra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89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54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F4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F4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A4C4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51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47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5C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20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1C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FC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89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AA92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CB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F9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14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1E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80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F1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7F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52A5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BE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BD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BF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Mănăstirea Cașin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DE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C6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56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21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2F40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02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2F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1C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Mărgineni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DF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7F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39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55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629B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B9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51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3C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25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29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2.018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3C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17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71ACB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BD6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F7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90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Motoșeni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76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40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B3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37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1FC6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42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28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AA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47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33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88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C5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C70F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DF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1C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07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F7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DA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31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CF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1077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E6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88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3C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Odobești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F9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3E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E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AE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D268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B7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6B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D2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Oituz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7B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7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35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77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E82BBF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62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C9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BA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Oncești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EB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D7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86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A0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F618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DA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BC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DF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C4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5F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4.483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F5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4E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AE5D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CF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5A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71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9A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BE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B3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CD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0BB3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DC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01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7E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Palanca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71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B4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5F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DF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9F46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9D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C1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D9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Parava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21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6F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7F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E7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49A2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D0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3E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A5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Parincea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26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A0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C4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3F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25B9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E0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53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B1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DE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EC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6B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71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151A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C9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85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2F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Pârgărești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E2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AD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FD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9A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7625E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9D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A0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B0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Pârjol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54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F4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78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FF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4F9E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D4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68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60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6F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F0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B2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B0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E960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E5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C2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FB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Podu Turcului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5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C3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C9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3D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C847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E0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29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83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4B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A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27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57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D998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4B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0A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0F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Prăjești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44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F2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F0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0A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8481E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FE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CE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C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40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81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B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EC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0378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DE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1D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2F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Răcăciuni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0D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DB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ED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53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F414C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EA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32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D0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Răchitoasa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2D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67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5D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AE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3058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67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DD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39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90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2D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BA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65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66CA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B9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45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5D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Sascut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93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D3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3D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92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240E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FD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E9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39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Sănduleni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AD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0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82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85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9E6B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34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97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F7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C2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3D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98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3A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95B2D8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B1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FA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4F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Săucești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66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FA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7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D6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2C415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64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52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3C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83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7A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FC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C0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3F62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AE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42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CA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06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F3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F3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A2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6824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65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49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0C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Slănic-Moldova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0B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17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56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53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7437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FD7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50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3E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Solonț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F4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56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74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A7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F227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B1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1D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91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Stănișești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A6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46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FD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7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B16A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3E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B0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93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Strugari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0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AC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D0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B5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8211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95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CC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6B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E6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9F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82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B4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F363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1BF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F1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7D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Tamași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E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C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6D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0D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1C2E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B9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F3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8C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CD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B8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F0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38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ACBF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D3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54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BF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Ocna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8F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09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6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1F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6709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89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0E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B4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Trotuș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C3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FC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B7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E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6611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74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AC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E4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B8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D4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46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82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FE88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4C6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50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66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48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B4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1C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D0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A782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6B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CB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52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Urechești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5C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64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15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26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94AF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1E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30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D6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Seacă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08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F3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F0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D3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A4A0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6D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2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21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30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4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D8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CF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2B23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FD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92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BA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Zemeș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0F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29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A0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7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AB2F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50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2B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1C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Abram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C4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73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C6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61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4836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CC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CF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5D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Abrămuț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E5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86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EF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D9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235C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4D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85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5D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Aleșd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5E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84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3B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FA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CFD6C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4B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00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FE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Aștileu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DE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20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E5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22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7653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23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13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5B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Aușeu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BD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A0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9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8E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3A5B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E4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18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42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Avram Iancu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D6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83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B8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C8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7979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AE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BA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1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E5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12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7E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63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7042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26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07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EF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Batăr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ED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CE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45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D9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CFD2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44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23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9E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Beiuș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B1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41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EB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C3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0FB4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D6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7D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2E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Biharia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0F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04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E1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A5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299C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6B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03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EB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Boianu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01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BE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90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00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80B4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D7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A5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53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0B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71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B1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75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0398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19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FE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F0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EF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69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1F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96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4481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91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F7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1A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F2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AE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AF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33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39F1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74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20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54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Brusturi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5C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1B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7C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64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DAC3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7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47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72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Budureasa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81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B3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0C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88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DCAD2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EB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92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D9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Buduslău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61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40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90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EB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BEB9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BD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65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07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Bulz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3C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D4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93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E4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2EA7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AB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75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6F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Buntești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59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47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85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B1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E99C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0B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CF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5C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82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AE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BB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9C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3A4C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C5A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B2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C3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Căpâlna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F2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8E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9F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AD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95B7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C4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13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D8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Cărpinet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4C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E5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74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1A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E7CC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04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89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9C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FF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D9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A8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E6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FF1C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E4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10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97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Cefa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A9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2B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41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19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73CD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79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7B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2A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14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5C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8C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C6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ED5D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4B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7D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29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Cetariu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3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04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2D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B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E46B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DC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31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4A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Cherechiu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A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B1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41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42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B642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FC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38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C6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Chișlaz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51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F1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5D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F1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CC298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02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C6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C1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Ciumeghiu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66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97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5E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70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0CD6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BE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44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05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Cociuba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57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FD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E6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D5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3EB8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0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0B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51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58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CB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83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7F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3DBB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FE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8F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5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Criștioru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62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DD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F4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B6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58EE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1F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D3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6A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Curățele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FA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70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E5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AE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645B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AB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50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BC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Curtuișeni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16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4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1C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95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EF62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B8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B8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64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3A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11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5A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9E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420D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53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78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FC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Diosig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9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4F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B6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52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B22A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10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C7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9A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FA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DD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02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F3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D731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B4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21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80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29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47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B7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E4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C738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B7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39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C3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7B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66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FE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84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A17D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1D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AB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63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9B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6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3F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E8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DF7B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A1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1D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83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Gepiu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88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BD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9A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2D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8690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00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A6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6F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Girișu de Criș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5F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6F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CD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90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0BF6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97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F2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36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Hidișelu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CC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70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EC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E9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ABF8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5C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FA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E1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Holod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97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72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0C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81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FFBB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84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FF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73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Husasău de Tinca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DE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28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63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55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5457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3D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6D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87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Ineu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4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6B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C3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3B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5AF3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A6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5C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6E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Lazuri de Beiuș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BA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84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4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FE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45CF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86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D4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F0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Lăzăreni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42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B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AA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52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2EFF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E1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DF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61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Lugașu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1D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C2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1F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16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8684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A9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53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BC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9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FD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34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4B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8A13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C9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46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A7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Marghita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B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B9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1.492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4D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B4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55790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26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C0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72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Mădăras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FB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95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9C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94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D62A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F3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47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8A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D0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3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1C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98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277F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11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E6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1C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Nojorid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81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17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C7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94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CED1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7C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85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69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Nucet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FC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92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E9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2B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6BA6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61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FD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B2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2F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C5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FA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A0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98FF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B7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6D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73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Oradea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F0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8B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20.950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2C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56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DD650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7F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4A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AF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Oșorhei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62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D1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AB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D8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92B6ED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E7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7F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FF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Paleu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07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49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5D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70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E66F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62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C5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A4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07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62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2D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A8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6950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EC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F9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2C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Pocola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1E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FB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65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0B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4CDE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B1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F5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58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Pomezeu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74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40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C4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10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CB81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F8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2F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30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C3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57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99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B4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E6CD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D43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F1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62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Răbăgani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7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A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7D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1B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50E4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95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13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54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0A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07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DE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E3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7ECA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CB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74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28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82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25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F8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36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263B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DB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E4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9B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FB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EA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13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D2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9096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DB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5E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00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AB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F0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60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4B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771E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0E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C8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69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Salonta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60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69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C8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13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72FE5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80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20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1E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Săcădat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7B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D9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9A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00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683B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DB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37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36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Săcueni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A0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A8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AC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AE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61648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C1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4F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A7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Sălacea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93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68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6A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76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DCB2F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AA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7B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AF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Sălard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A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8E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70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67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2A2AF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1B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03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55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Sâmbăta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EE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44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C4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21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2F49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08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9D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18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Sâniob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F8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08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D8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5E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0699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CB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C4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E3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Sânmartin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F6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A8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9A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80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3237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5F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28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16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Sânnicolau Român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9A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DF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1C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C6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42FD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33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63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E5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Sântandrei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33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54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BB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0D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4C0E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3D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15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A9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Sârbi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5F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75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29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64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BAD9B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10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7A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4A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Spinuș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9D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67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D7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42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134E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15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19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2F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Suplacu de Barcău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DB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EC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FA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34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04E0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F6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E9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75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66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8C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D4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B5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4A34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EF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8D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5B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Șinteu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31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C4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EF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77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A102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F1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CC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17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Șoimi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02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9D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8A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DB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9BC3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8F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91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72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12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EC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4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08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AC96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E1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30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90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Șuncuiuș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6D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E7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0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E4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E19B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EE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34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CE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Tarcea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3E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EE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25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8A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0D89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A8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F5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D3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Tămășeu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E5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E7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46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95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5EC5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660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22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5B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Tărcaia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0A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A4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3C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ED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CEC3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E6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1C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E0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Tăuteu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E8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2C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69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7C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5FDA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66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40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C6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Tileagd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08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08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3A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3E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319C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28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76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A7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AD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0E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F3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1B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8076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EC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49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75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Toboliu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56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7B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11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DE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456F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6F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B6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C7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31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7D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88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3D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514A4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D8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4E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AB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Țețchea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16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D9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F6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D1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5CF0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3D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B0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3A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Uileacu de Beiuș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48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43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1D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52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177F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C4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15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24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Crișului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4E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6C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39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D1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A43C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54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10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57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lui Mihai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8F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64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D9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A1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CEFF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CD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15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C8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Vașcău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E3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8D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49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89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B18D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40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09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59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Vârciorog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6A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5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E7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6C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7ACF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06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0C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E3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4F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26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1D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740F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28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00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26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Beclean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00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44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9E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AA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084F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5E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C3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75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2B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CA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6.601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47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89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6B073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B0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B3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31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Bistrița Bârgăului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6B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10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44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34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E750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1E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08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19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C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35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9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48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F8F0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45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6D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AB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Budacu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E8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28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A3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8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1695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0A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AA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1F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1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03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8C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E6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8F78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CF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7A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CB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Căianu Mic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86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E1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85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E9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6E94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47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D7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D5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D5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19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ED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0C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9290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3E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EA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C2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Chiochiș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74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86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18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4C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E6EB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088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14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D9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Chiuza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A4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F0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3E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D2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840A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46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31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AD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Ciceu-Giurgești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6C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43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B7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36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B447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50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FA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32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Ciceu-Mihăiești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F1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CD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8B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67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7791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09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90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E3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Coșbuc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6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BB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0A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8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0E77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E9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93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4D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Dumitra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F5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6A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36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F8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94A3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6A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73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56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Dumitrița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5B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9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DE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E2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58B0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94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A2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0B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Feldru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05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0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99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15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C371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9C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38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36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Galații Bistriței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D9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A1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EA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F2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7B2D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75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32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FC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Ilva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6E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AC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91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47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8F3A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7D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33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84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Ilva Mică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F0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72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51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13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331C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4E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C9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E3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Josenii Bârgăului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7A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E8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D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35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C5D3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51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30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DC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Lechința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11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53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71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85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2F56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6C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AA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B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F0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06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E9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1F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9D5E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2B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AE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91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19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DF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BE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14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EFF3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85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EE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8D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Ilvei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C7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0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3D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16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4730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1F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4C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7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Maieru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79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E4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F3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F5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B193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62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AA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61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Matei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48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BF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82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89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21B9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26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42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DA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 Ilvei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F1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44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9E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04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8E91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D8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EE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4D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Mărișelu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8F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11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21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DF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8375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81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9B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51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Miceștii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76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DC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EA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D2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1BF2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B9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23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59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Milaș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C6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35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4F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60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1BE1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28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90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78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Monor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C2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17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D1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DD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161A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BC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5F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92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Năsăud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8A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2B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2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58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ED875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A7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D7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A7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15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44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B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DE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51D11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FD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B3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63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Nimigea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54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F9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B8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5E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578EE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1B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3D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08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Nușeni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6F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D9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3A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65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FA97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E3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6E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CB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Parva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79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34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21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E1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8FE3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05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F9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0A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Petru Rareș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E1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08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5B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D5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49E2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57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88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EA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Ilvei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C3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79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DC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5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514B4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49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C3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6D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Prundu Bârgăului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B2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18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8A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9B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F320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18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16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B1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Rebra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FB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EF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FD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FE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F908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68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93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EB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Rebrișoara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B7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3F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C1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95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1208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58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21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30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Rodna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0B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09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CB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6A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CBA5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12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3A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71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Romuli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28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6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A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44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9E51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4C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2D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93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 Salvei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8B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91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5B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52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C185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F7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83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FE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EF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A0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F0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41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6060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74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66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88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Sângeorz-Băi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97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A6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46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D7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5339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C2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50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DB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Sânmihaiu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4F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D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50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DC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626D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76F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EC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13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Silivașu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47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E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87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02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3B38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79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8C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EF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Spermezeu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A5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DC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8E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AD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0890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8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BE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A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Șanț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91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6F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3B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10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6263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AF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F7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FA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3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7E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04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FC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D425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83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A3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DA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Șieu-Măgheruș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21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D5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88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78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8B8E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21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E6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67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Șieu-Odorhei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5C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0F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92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6B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A486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F5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DC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95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30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F5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29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07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26B1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618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34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D5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Șintereag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BE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F5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BC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79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BD47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ED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7C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9E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Târlișua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2D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C4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49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E5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20A6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74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25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B4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AA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D2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12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FD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F2B6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8B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9B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A0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3B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4F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D2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E3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C1AB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D7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01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49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Tiha Bârgăului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AA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0D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1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1F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4461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7F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22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51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5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6F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87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A5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5FCC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06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F8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D5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Urmeniș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CA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B5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A5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9D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2BF6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78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2D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72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Zagra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65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8C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E4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72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F9F4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0E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25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E0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Adășeni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82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18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71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B0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208E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887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A5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29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B0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A0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82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A0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9D4B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63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CA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78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Avrămeni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00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72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49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79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DFE1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0B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84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00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Bălușeni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51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B9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F2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C2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10C3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62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71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DA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Blândești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46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D1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45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24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531D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75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F4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7F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82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98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7.985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D7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6D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2068F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77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57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BE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70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C4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00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7F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4FF8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45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3B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75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Broscăuți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1F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2F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4E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01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3EDB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79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3B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2D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Bucecea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81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7D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3B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88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CC2B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48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16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AE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9C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8F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A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E1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17EE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45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26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C6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Cândești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5E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D8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21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E4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FFCA4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DA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0E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C0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4E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F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25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5C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8F9A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74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34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7B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18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8C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02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62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7C93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27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CC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10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Cordăreni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54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04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A3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D9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0A8DF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5E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43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88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Corlăteni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81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20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FD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81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004F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D47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62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3B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69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76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8E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D4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D6DD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6C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8E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7B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Coșula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22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0B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29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34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E686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44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FE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43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Coțușca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E0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0F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F4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F0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9FF7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13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CF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F8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9A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91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DE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D4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97F3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65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0E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A6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50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4D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A5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FA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5C61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0A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51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50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8F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71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F1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89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33F8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8A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F3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8E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Darabani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01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F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3A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9B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0FD5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23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ED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D5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Dângeni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B8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90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60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74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9B483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B5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B6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4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Dersca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06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E7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E1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47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7C61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1A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1D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E1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Dimăcheni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8D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37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7B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68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3133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A8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F7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D1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Dobârceni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56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AA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BB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38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2AEE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D7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9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E0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Dorohoi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DD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CD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2.120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89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D9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C7438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EF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2C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E9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77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79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AB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7A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7020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30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0A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25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6E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EE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1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1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7B14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92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EB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23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Flămânzi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CE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19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FE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F6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37C0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D2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42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4D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0A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8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7A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30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99F9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C2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CB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9A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George Enescu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C6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B3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FD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23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704F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02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1E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A2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AE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71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92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88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7614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04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15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49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Havârna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DC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68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E4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57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E216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3E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3B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54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AE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96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8B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32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183C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30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25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17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Hilișeu-Horia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A1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45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4B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6B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D04D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24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7F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99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Hlipiceni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4E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71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75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3D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4378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5A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31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36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DE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35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BC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99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1128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13A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40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80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80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0D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E7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D8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D5C9A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CE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96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CA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Leorda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64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91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0C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3E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2C7B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0D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DF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2C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Lozna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57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A2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0B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DF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5A56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09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F9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36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4D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69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60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C7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6B4C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7D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87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4D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Manoleasa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D2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DB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50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9A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1D7B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65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A8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AA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Eminescu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91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E0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AF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9E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FD8B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A5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E6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C4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1E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C5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AF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78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91707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58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5B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FE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Mihălășeni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8B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4A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8B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66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6084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9E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78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AA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Mileanca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D4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A8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2D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7D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E8B7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97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90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20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Mitoc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B1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19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FD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7C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646B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48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BA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C2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85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6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67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B5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A52C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E1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3B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AA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Păltiniș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2E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E6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ED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59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101A6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6F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25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5E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Pomârla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8F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0A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16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D3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6A67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A6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69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54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Prăjeni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82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6A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29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03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09FA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D3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24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0D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04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51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81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02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B288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72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35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D0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Rădăuți-Prut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A8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0B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B6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DE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B853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76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DA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29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Răuseni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A7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F7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1D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4F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476F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FBA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8A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46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Ripiceni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04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20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F1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4F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B55E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01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7B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7A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EF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79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41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8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8BB0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2E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0E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9C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7F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63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B5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BA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B02F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42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0A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CB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Santa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E1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F8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E4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5F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5631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63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45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8F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D3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50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47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17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6EF1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85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C6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40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Stăuceni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4F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E2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23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21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57C8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7A6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BD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E3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Suharău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93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8B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E3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C5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90B3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D4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5D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AF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71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1A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E3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A0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2FBB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DE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AA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27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Șendriceni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B8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34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85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AB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3485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2F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23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9E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21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59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33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77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6AFFA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F5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BA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2A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Știubieni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2D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89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70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F3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FD9E4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86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0F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40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1A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0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D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2F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2DEE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FC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7F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55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Trușești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DB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EA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D2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C5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E6C0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BB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9D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60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Tudora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B6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A9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AF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DD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562D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C2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80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82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3A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81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39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D2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813E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50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C5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DB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42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98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92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10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BD23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43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6D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71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Văculești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9A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5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EB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53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8F0C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9B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36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7D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Vârfu Câmpului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5A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E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C1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0D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9ABC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45C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8D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CA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B3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56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F9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D2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C42D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5A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82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28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0B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CE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1D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80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4491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6F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03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EC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Vlăsinești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39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8A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7F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7B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DF22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33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E6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BA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Vorniceni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67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06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D8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CF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8387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BA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8D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18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Vorona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3F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69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CB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81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D167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15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10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9D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Bărăganul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EF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D2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FD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C7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787C8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EC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33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BD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Berteștii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47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D4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37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7F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33EC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24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23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AE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Bordei Verde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F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CB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DE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15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CFC1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F5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A5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F7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D4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25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20.677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D6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5F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6E78E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80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9A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F9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Cazasu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21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E5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A2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3E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4B9E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97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1B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09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Chiscani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3E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0F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E1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FB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8089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68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A3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83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47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E1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21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F2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9AB1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03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7F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2E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Cireșu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19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5C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C8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00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8275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50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CE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E2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E9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C8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0B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3F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32BB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91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C2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6D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Făurei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E9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17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6E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E5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CC6B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A6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A4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8E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Frecăței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FC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73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7A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63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FD01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94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46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6B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Galbenu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1E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98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AE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F2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A5DC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A2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3E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B2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Gemenele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40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9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0E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AF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FDE4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E4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97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35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88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36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E6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C6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DA3E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C1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38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C7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Gropeni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E7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21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34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EA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F401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F2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D3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D7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F9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5C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1A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3A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CCD5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76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46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B6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Însurăței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9B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04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DB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95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9C42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80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EF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1E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Jirlău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1F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C7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72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6E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1B95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37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67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87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Mărașu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66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EF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D8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FC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D1FE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E7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32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3D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Măxineni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4F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BB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20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39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2EB3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3E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49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DF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Mircea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0A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64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22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F9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5D11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A9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91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E8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Movila Miresii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B3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2F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C8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86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7D83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64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77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9F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57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5E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B5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AE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0213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DD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F8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7D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E4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7C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3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65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5EDA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848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39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7E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C7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85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72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AD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E5CB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42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8F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0E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9F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D5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C0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7F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58FA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F1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99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28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 Tudor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F1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A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AE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89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C6B1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51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1A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31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Scorțaru Nou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BD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8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50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A2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1A5B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AE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44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28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1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9B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9A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52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AFA0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C0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BA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DF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Stăncuța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BD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F0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1E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70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FA13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C8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2D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86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Surdila-Găiseanca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76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BE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67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41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9D0E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55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50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D5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Surdila-Greci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D2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96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A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69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A285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DB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CA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D2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18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52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56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6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3670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C5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D7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D6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Tichilești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63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70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9C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2C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1586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F4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E4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FE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42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59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64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22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FD9A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C6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26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57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Tudor Vladimirescu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68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95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97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64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24F0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2C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F9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F6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Tufești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1E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7A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68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1E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E387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27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C2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5C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24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D1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33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12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E9B8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A7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BB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AF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BB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02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D0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81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8FC0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C9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D2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72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4C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04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38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8B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66BB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88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58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F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1D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A5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4C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E6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FBE5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2E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B3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FF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19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EE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87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A4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49E1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AA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B0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B4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Viziru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19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D9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0F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A8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A56C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DB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BD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CD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Zăvoaia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79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C2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3D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60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F93B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1E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EC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F3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Apața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3A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47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39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02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82A3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64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37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97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Augustin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54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5F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6C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38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F48F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41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68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7F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Beclean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4C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4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8D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87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3FFC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46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E6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9E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3B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76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CB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63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C3B12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C2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42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DA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69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12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78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8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DC48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24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E7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B9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Brașov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C3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9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31.917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A7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88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ABF81F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81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C2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5E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A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12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BB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D6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262B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81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A7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76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D6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F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45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6B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7A76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F3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7E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7A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E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0F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71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59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4DBA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50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73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C8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Cincu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DA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0E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F6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78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042F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98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5E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32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Codlea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D8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51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2.032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4C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8B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E8CC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FA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A9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92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D6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EE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E6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2E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48C8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2D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2B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64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D6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11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D7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38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9C76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89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2D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A0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Crizbav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9D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7E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F3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57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4245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FF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E9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D1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5C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A4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28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3B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8BBC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4B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10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48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E9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A9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26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38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DCEB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E3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36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0B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Făgăraș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37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10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3.787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5F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9F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4615A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99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98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D3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Feldioara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C1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DC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8B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42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7CB7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C4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D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2B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18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7E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2A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7C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259B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5C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59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FE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Ghimbav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98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C7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5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9A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3F6A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5D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FA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A9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Hălchiu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12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7B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D0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5C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5D24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1B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9D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7F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Hărman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93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51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AE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87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85C5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D6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C1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E8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B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0F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8C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B4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072F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3C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8C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B9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Hoghiz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9C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1F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E9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88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4577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99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FA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9E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Holbav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5A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85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F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E4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2F1B2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9F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B8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77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Homorod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79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5D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D4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67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9F1E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06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85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7F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Jibert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1C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1C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70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B4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4011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5C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9F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16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2E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8F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BB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00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CDA8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8B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D7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40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Măieruș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2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98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C0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6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8AD6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CB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BB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80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Mândra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66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6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D5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13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E79F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AB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F6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BB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Moieciu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22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76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64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45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B6FC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06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B4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61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Ormeniș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0C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40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0A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0D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C1ED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46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16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8F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Părău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41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F0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2D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21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7A78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B3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D1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A0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Mărului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C4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04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90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78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2242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42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58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AF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Predeal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C0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6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0C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A3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6FBC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AB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94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26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Prejmer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BC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57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34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27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EA9C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8F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A6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02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1B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7B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F0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8F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1A4A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24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F9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C1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Râșnov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A4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6F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1.502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C1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3E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E962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5E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F2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F1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95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9C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06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E2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930A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92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2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45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Rupea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1F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47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0A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10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8203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EC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1A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52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D8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B1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2.975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8F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57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2E4E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A3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F3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B7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Sâmbăta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82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75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26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D7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6D6F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FA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21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47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Sânpetru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1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B6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73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0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217E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64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6B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07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Șercaia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CA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AE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57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F4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9B05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BD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2D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34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9E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86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A3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7C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468D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5B7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B0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C7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Șinca Nouă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AA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63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14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03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D5BE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3D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4A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04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Șoarș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84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0A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B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E6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71BF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E2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EC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5C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Tărlungeni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32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6F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4E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4A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1490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DD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BD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F3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27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34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4D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6C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C650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3C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A7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74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Ticușu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2A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7C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77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03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9D76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08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09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AC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C5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7C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3B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99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FA7B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66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88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B4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49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C8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D3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71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3563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ED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2E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A0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Vama Buzăului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4E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4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1C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AB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00BE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4F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3E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6C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8C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D3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4B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8F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22DE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B0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EA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91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FB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85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76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51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EC9C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5D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6C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CD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19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AF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A2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99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A088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15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F8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61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59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41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69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09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8816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04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77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2D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E6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37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2.339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C3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4F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8CA02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21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6A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B2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Amaru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4A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DE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12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5A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8A36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10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BC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E3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Balta Albă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2E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11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3A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7B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AB43F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6D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F4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B7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Bălăceanu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57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F1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3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04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1691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C4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92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C8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9D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51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0A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4D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E39E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69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A7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93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42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06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F1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9D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CFDBF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AB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71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D1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Bisoca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9A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41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45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19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498B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B7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F5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19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Blăjani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A8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F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95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6C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F878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56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99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E6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DC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AC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1D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29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815D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BE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62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6D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Bozioru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CA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10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9B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C0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54D2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21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28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3F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69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BB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98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E5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8A40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18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59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3B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DD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95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21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A7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ECBC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1A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15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56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51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79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F3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CC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9F06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7A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68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19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00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5A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92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5B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DFD5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C8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66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8E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76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82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11.757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81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85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29592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94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72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D6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C.A. Rosetti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47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EC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D3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F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69D4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62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0A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DE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Calvini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87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2F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0C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35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5A0B2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9A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10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B7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42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C4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24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21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F666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4A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E2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C9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20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F0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97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2E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4F36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BF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F2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3B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FD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B6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BB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6F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531A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8C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4C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63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Chiliile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9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64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52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B7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CB6C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58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7A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A2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Chiojdu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3A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1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D8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14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8BDC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44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72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73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Cilibia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08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64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44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A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06C6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BC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5E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5C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Cislău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99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2F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22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F9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44F1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2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AF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75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Cochirleanca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13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0D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0B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39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70FA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0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37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C0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Colți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16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ED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C0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0B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25BA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34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8F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43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DF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76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09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C9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2766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1D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CB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C1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Cozieni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E9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5B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CB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9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DEA0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A2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39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FD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3C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02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66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2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7929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FD2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16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F8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Gălbinași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29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30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53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AE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4A67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5B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17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9F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Gherăseni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0D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D3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F2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A4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20EA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B2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89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57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Ghergheasa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FD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52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0A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64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509D4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56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79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AE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Glodeanu Sărat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60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2D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D7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9B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86FF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F3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83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F6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Glodeanu-Siliștea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FF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2A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95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F3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C82B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0A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7D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B6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Grebănu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9B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4E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42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79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1818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7BD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29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00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Teghii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35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FC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D6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74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CDC55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08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E7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40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Largu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3D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B1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A8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58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EF88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0F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9E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6F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Lopătari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A6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E8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C9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87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2BAE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CE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3E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B3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DB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83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48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40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3263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8F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88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CD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B4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20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4E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AE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2DD5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FC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5D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53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Mărăcineni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23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7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BC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D1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22B4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97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72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C3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Mărgăritești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DE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CE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47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97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8AE5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E7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48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52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Mânzălești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74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B6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29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D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8E09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CA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43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88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9C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3F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8C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1B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2FA1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85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09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F5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3A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B6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4E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57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8756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6B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74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01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Movila Banului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75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C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8E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E8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B638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43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17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2B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05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F8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AB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DC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FD5F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F0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C5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55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AA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E2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70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2C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EF74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36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1D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17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Nehoiu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78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67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7D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12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AF26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0D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D5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29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Odăile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6A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20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5D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56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0F02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0D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12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72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Padina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4A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B4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4F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CC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A486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30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AD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6B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Pardoși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EC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02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0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F1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0DF9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39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F7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EA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Pănătău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0A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B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91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16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1C60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2B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92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D9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Pătârlagele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72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5F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97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4D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E949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7E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22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AE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Pârscov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0F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1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EC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23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D36A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74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49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2D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Pietroasele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9F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45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EB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D6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D7C9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5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F9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7B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Podgoria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48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21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29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C6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CD04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CD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2B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A7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Pogoanele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F4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94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A3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19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299E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FA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57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33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Poșta Câlnău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C4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B8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DB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6A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343B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B9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52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6E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EC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45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24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C7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AFE5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96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88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AE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C8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99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62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EF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9EE1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E3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2D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4E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FA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02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8E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6B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9B82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C3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06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7F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Râmnicu Sărat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94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96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3.117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24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D3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0FBE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97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EB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B3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Robeasca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66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03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8F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ED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E7B7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E1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82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A1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Rușețu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F9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8A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B1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96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783C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AB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3E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07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Săgeata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30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01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71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8E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C3B5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44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B9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F0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Săhăteni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E0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C6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4A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48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94E1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7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30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67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Săpoca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73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9F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C8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ED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BB5C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6A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A2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99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65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9D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A8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61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94C4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F5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1B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F2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0A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D8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2A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01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7641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CC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32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56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Scutelnici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13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CF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24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A0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49E8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48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83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CB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Siriu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12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7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70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72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D813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94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17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11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Smeeni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7F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54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F7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40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3536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6D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EE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2F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Stâlpu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6D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4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0E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64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364E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58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89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FC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Tisău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A5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8F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62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F8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9635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1A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E5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07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9D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F6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5A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25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69D2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9F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40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1F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Țintești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DF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38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A8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B0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6FEA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5E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49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C4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92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65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1F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31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C32F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7B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EF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EB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61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73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25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E8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DA32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D3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4F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9F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Pașii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43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87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01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4C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4A5B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15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5E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8D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Râmnicului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E4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4B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0B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3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2729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81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75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28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Salciei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2D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C3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E0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E5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D9E9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81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58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D4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0E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E9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20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0A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147C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42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65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30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98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BF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60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68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4F05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D1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67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46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Vintilă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49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F2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8A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83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8576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77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CA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B4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Viperești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3A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76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E4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5A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66C6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39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B0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4B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B5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51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4D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6B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E96B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D3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8F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39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Ziduri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09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C5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36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55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F38F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9B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1E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D5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Odobescu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18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93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6F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C4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D9E7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B7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5C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B3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Belciugatele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9B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1E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88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30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76D6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25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FD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78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EF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F5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32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31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123D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06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B1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75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B6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7A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65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DD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C596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E0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38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BB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9C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30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5.804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44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01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DCA5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6B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41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68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Căscioarele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38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FA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62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83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A410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B5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14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4E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Chirnogi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1F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7F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D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60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EE57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FA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6D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95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Chiselet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38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10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4E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31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1706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35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F6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B9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48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04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89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DE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AF71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2B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73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F7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53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35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63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B1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286F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A0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A0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44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0F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A9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E9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2B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2091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77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25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0D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Cuza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AD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E9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B8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CA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3737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48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4B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9A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Dichiseni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6E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26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AD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6E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8A63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1A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D5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F1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 Mărunt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17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DB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EF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9E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8EBD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55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DA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42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Dorobanțu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34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1A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45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69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10DA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D7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09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49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Dragalina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FC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C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E2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D3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1B832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EE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A0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21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Dragoș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7B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5B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93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8D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2333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03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E2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D2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Frăsinet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30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4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D7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F7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67D4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80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FB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E1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DF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F1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7F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BA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B5D6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C1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C7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4A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91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1B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C6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7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8603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E4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84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E2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Fundulea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99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4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7A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29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4E97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D1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2A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AA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Gălbinași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13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D6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67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B7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B69C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14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9E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9A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8C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B5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64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30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D5AF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F2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2E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A6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E5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56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2D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26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5E0F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BE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20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DA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Ileana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53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3D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F9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8D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E640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9F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7F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09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Independența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34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D8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70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4E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0EDB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FE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1A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F4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Jegălia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BF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96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BE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D4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A5D8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84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73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0F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Lehliu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A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37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86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3E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67DF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08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9F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CE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Lehliu-Gară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3A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D9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B0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C7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57E2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A6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E7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A6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22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DC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60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B4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4C62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EF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EA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8E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Lupșanu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2A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33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21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6D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B557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64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28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EE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Mânăstirea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37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4F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B7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97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B74F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C6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57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79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Mitreni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0B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B5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A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65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FF74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7B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CF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29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Modelu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05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44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3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EC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13E0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C9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CA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4E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CA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5E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B5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83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4CDF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8D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6D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08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75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A8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D4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53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41BC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42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F0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5E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Oltenița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54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A1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2.625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89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61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3602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F4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BD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B3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Perișoru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98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35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8B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BC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4AFC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5B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C2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44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Plătărești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45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E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0D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B2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CCAA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03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03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44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Radovanu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C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98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D0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78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5533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F1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F0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82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Roseți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6C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3D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4B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8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3737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4F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C2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89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5E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04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A9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BB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F7A5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BC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6C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EE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Sohatu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84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DD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38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79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1525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E4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9D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08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Spanțov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78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B1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8B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0B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E435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89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87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55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Șoldanu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DC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94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FB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E1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9CFD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78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2A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C4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39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0F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C0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2E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31B4C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43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04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9B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E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0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AB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17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E501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50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E9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5C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Tămădău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C3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92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BF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9C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7468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65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73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6F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5B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99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F2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AF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39C2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B5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58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69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14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FC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54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E4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5407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DE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3C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3D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8B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DD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42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35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60FC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29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6B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EF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Argovei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03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5A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4E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B0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5E7E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8D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BA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0F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Vasilați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49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63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B2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9B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7A67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87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C5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C0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97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9B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A2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FD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1377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82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61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AF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Vlad Țepeș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D9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76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B4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F3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27B9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BF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79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52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88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83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75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4F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3042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5D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D9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EF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Armeniș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E6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FE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59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D1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D42E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AD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E9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78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Herculane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F5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E6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38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B6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FBC0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78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E4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49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06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45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65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FA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DF56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51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24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05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Băuțar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36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4C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15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BE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5521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19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4F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FB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Berliște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5C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CF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12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78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5297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99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0C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62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Berzasca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EF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41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88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2F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BDE6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C5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E1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D1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Berzovia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1F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BE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40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2B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9370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19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9F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A2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Bocșa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9B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4D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91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27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2D55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A1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8F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DA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Bolvașnița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6D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74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94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33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6275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C2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F5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BA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Bozovici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7E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FB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3A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AE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EE62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10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54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1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03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9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3A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8C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D5B5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F8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B0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A7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Brebu Nou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C0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41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63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DE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C1A6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74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A4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63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Buchin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8A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1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96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5D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D42E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86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FD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53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Bucoșnița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45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1C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88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41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A28D7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57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0F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BC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Caransebeș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C8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96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2.751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F6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1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CE0A7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8C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E4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09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Carașova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31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6D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BF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8B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029A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D95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6A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4B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Cărbunari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28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E8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55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EE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BC13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C7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8F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76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Ciclova Română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F0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AE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1D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DA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93431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7B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6A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4F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Ciuchici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E7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0D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FF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B6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446E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EC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A2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E7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Ciudanovița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01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96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E8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2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04A3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C8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B7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29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Constantin Daicoviciu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1B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B5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01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9D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EBDB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62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2A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38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A4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11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72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E2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4463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BF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D2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96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62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89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B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CF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B4C4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BC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14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F6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Cornereva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3A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E1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E0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C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C166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CF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F5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53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Coronini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C3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A0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F3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A0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BC42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CF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79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10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Dalboșeț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F5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76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73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A0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C39F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4D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A0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62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Doclin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7D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39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53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1F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B37F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F9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2D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21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Dognecea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5D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B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A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1B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5B39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38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68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8C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Domașnea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FC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F2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D8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77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6654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3F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A2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BC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Eftimie Murgu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FC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48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82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0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D34F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5B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BB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8C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Ezeriș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CB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69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6B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14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5A4A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C8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9E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1B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Fârliug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19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9B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BD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BA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9805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11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70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93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Forotic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F0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9E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58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E0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9FCF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5D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36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76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D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B0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2E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52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7877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07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E6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DC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Glimboca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6B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13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A2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49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569B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FA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A5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D9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Goruia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2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6E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FD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D2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C8FF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FD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D9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D5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27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C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2F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1C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FB68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BE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15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7B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Iablanița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46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10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15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B2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C71B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E2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FE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FB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Lăpușnicel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64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A4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0F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24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17A8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EA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57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63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Lăpușnicu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90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A4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A5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68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621F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F4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12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06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B4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36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5D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24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9F48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31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D9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7F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Lupac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4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22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1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B3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A129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6F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71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F3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8D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A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01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A1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3440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F55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83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A7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4B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71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EE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53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F5CE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85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D1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44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Mehadia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10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21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BA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64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F436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531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62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2C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Mehadica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C2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0A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3D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90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AE13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5B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59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AC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Moldova Nouă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88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3C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95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69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DF08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58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8C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6B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Naidăș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A2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6B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CE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E7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40D5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86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04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FD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Obreja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37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F7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72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B9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3503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9B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BC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D9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de Fier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E2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63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E2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D0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A07F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92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E0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7D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Oravița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16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39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01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6A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4E81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E1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6E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BF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Oțelu Roșu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71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16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17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A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34BE4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10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F7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2D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Păltiniș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16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AE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10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13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7BDD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3A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FC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2E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Pojejena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6A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87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72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4C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6DA2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F6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DE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2A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Prigor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8B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7A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1E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58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964E4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29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1F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25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Ramna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1C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FA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E4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C3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2FC98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5B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2E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BD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Răcășdia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99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BB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78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9C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2979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02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47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9F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Reșița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C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D9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8.187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41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2E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EBED7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D0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5D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F4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Rusca Montană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81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60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FA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3E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CF3A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78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B5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D7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7D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CD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9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17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F6FB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EC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53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59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Sasca Montană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13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F0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D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F1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9914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F9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DF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1E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Sichevița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D3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7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04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7DD0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1D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2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B5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Slatina-Timiș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C8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0C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E2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F2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4652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33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4E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49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Socol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8E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F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7D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59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56F8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81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E6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61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Șopotu Nou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65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1A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3A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9E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09FD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26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A1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06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70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3E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6B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BD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03875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8A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51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93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Teregova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02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25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D4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01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BDD0F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58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90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7D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Ticvaniu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4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34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B2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EE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CAB9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8B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20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51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Topleț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16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78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68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8B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F2CB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B0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75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18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Turnu Ruieni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A1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D0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08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E2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0C92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52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40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92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Văliug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A8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FF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CB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DA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E90D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02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BD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28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Vărădia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FE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4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74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B3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43D1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DB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A5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A8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Vermeș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84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C4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B7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20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77A8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75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E3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E8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76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EA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6D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68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07C2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53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F7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ED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Zăvoi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45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70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62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08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DB99B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E1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03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06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Zorlențu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7F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02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D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E6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CE07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B7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1F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16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Aghireșu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EC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D9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79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A1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5B93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EE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35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0D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Aiton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80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9C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C3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00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F867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A4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27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5F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14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EB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1A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E2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425C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33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32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B8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Apahida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FE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D1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F3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28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452A8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E9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0D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DA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Așchileu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7F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77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8B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8F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2950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43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FB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22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11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4B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2F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A5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A9F8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3B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79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23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CB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19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D1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23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C15D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94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B4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57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CC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EC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CE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CB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BC28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FF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61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E5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Bobâlna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7C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74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D0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BB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0499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37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EB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9F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Bonțida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A2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11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20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2E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B6A6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90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D1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86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85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0C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8F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D6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8186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4D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9A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C5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25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A6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73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B9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96D1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BA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63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6B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Căianu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D5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F9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1F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6D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CD93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BB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22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E2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C3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FE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1F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DA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1BA8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F0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AC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BC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Călățele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91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66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B6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6F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B06D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BD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1D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CB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Cămărașu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84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A2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37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47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BB08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21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18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75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Căpușu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5F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3E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A4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14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C09C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BB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A7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53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Cășeiu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BE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E7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22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B5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1550E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11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B2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51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8F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39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C8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BB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AA7D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FC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B9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41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Câmpia Turzii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08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8A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2.680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12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78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4D3DB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6B9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4E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AC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Câțcău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26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E2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78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E8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08B9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EC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0E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58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Ceanu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7F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40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BE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EC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472D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A4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1A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F1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Chinteni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AF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BA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7C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D6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15DA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9F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FF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22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Chiuiești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F1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46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3A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A8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260B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88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15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64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49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F5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86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C0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0186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2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90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0A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Ciurila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AF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72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34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27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2D5D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22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E9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64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Cluj-Napoca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F0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CA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33.297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B4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E1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A39D2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53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D0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2B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Cojocna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5F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B1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87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68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BE6A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2B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30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2F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22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F8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15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93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E39E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8D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23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00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Cuzdrioara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E4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68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37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E8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70A8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F1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DF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6B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Dăbâca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CF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7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93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C0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517B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BB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A7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C7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Dej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7A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FC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3.866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BE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0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904A0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C7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C8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3D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Feleacu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79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1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4F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F3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BEEC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8F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EF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0E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Fizeșu Gherlii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63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84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B0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1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405D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F1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9F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D9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36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EF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51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D4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C74B7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CD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A6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43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49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3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F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35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B250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F2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DB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62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8F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04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48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95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8621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0F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17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2A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Geaca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B3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FB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39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6B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74D7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E5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D1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59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82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7B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2.295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74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B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3208D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1D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42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2E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59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91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82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9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F6DF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33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BA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4E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Huedin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26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B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0B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BF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E41C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B8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90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D0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6D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E7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5C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11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D7F3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4D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7C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CF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Iclod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B3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77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1D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DB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B6BA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3F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CD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23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 Crișului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5C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03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F8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C9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D084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D3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9E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31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Jichișu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88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B6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51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A1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D3E7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84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CB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75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Jucu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95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67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9C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3A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B259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2A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6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C3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7E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46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C2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32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3CABA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B8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B1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E8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Măguri-Răcătău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F9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0D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00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C3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4E20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9E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DC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5B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Mănăstireni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84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B3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2F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DD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415B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05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3F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70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6A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04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42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06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FDD1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23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A4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03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Mărișel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CE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12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85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8E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3BC9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B3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F2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97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09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FC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C6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84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EB73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E8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19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61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Viteazu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87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4F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11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78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02C0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60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49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F9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Mintiu Gherlii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10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FC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56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66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7F55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72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C0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86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53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48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F3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6B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4A76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10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A7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3E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A8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3F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33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75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ED94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9D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B6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6F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FC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D6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98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C1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56D06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64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C5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75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Panticeu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E0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6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2F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29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066F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66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F8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A4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Pălatca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F8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1B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D3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E8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ECB5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51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79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6A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Petreștii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B5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01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A4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22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E9C1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F2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6E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33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Ploscoș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74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6D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8F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93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4E6C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6A1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C6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4C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6E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19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A5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E9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3C8F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34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26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FB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Recea-Cristur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DB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9F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18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98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25F5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D6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DE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A3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Rișca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F1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18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4F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CD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19B8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B8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5A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F9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Săcuieu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B2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8C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1B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A7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1D7A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68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3A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E7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Săndulești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C3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91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60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31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DBEC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94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31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3B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Săvădisla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F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11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33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75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3507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B0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97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5D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Sâncraiu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F8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F1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94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98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0CD3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C0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D7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8A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Sânmărtin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42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3D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70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41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73C5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D5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7C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9D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Sânpaul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2A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84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FB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1A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500B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04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BE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FF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28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0B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13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26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2354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1C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D1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3A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Suatu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14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3B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62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0F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74BE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7D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32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84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Tritenii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96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5E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35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2A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7950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6A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E3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88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AB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54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5.627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AE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1A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B72552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3F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99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DE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65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3B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DC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17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16848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F8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D6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AF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Țaga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3C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8C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DF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B4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F08C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E5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2F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18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32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C7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03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24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5904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F9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38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F0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B9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5F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36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C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28707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D7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F0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4C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Ierii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65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1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91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2A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3B80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82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6E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52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CC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FB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A1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53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F073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9C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0B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05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5A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1B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EE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48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B914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11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98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CF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 August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AF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E0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85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3A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31C3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9A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73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A0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Adamclisi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89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CC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13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7B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B4C1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85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AF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60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Agigea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E4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C7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8C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12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E85D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7C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BD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C3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C0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94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96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84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D6EE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3C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B9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CE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Aliman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49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38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D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2A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E7F1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357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77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AA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Amzacea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99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BA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6D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37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8748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5E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DF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9D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C8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C9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3D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6A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C71D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17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E0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EA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Bărăganu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D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12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F6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94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AC8F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0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07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B4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Castelu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72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6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18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58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BA61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5D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C4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A4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Cerchezu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DA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05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A8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52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B8CD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15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E3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40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Cernavodă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14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C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DA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8D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20267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57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00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DF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Chirnogeni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D2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D7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9F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75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E517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E9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D0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6C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Ciobanu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5E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B3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A0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AF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32F4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81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AA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D8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Ciocârlia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1F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F3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F7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C9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D18D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07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1E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4E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Cobadin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19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C7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2A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9F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6CA4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87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AD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D4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Cogealac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63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4C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F6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ED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40E0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DB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DD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E2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D0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2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58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AB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BFA8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82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67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F5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CA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F3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33.630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39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FC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A651D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CA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46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6A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3D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F5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E1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AE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792E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BA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7D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CB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41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B2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3D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6A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F27D0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D5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79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F9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Crucea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53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32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4D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DA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9EDA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10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3F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51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Cumpăna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9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AB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1A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C7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BD2D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67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75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A6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Cuza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1D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60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6F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3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C990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92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AA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36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16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E9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91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73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0F03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E3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11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40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Dobromir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7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93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33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E6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2AAB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94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B6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CE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44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1B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F2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98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879D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9C6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FD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61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Eforie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30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77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7C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F8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031C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DF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BE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AD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1C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63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F8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35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7CEF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3F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67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53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Gârliciu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29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BA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0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80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9283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DA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0A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D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Ghindărești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EB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2C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9A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63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9F1B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0B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67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F0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F8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57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5D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D2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A3F8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6D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F1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64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Hârșova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ED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E8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B8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62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612ED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31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D4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13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56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09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0A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89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39DB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48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B7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5E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Independența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83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CF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F5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6C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7827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BC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07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11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Corvin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80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6B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33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F4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061C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EC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EE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DC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Istria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6A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88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0E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D0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B7E0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BD3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DC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39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Limanu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44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EB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04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0B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2ED6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11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E2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5B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Lipnița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26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8F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E0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E7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0553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92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4F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FD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Lumina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E9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F1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4E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7D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E8971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B4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E2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2C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Mangalia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03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69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3.129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CB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9A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1B885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E7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62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BF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Medgidia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2E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97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3.938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73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87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17691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8BA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B0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C3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C5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8E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44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0E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A401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FD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AD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13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Viteazu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F2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F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7E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92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5DD8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2C8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83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F4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Mihail Kogălniceanu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0F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2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22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B3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83FC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D1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39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E9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Mircea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B9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86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25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E4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B7FC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6B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D0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44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Murfatlar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07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9C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69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92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F31F8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8E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7A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E3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Năvodari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EA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11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37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1B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1F767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09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A3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4B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Negru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9F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4A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83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8D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C11D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F3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7C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A5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F4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96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93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3B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C99B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FB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2B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8E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E3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3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63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F4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C91A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CB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7E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63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B8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74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5F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EC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D32F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DC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49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28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Ovidiu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16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26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D4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85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8003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9C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F3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F5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Pantelimon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26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A3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C8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62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D74D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10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EB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E0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Pecineaga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1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4C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40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BC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DD11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92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33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88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Peștera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57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5F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F2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21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9C40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D8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D7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0C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Poarta Albă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DB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93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13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1B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ECD3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78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6A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53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Rasova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EA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F6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4D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1B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2710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CC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12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9E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Saligny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92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E5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8C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9B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9DC1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D7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0F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72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Saraiu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3A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17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FC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E6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2309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63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9E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07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65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DF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5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29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9491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A6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E4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7B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Seimeni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E1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E3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E8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51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A657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9B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B4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3F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BC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E2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81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0C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C1E6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47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07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17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Târgușor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CD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9E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36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C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D147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A3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F4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61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Techirghiol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54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DD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44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F8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9AB7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C22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A9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A1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Topalu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3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0B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E0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74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DC49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2F9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93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F3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Topraisar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49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1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90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2C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A816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BB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BE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EC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Tortoman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A7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7A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C7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C7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4090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84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9A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01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Tuzla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2E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DE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9C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70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6611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CA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0D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00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Valu lui Traian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19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DC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96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91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C99F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0C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71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26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B5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07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10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6C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2ED7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6DF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92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25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Aita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98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DE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3E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74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E34A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EC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41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A6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Arcuș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F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3A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02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70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06E0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A1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17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4B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Baraolt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89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3C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55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EF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EFB7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2B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2C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C3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Barcani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47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2A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EA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AA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C46B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6A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5E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9D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Bățani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2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DF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73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60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1E2C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4D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32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C9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38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5A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75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1F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4239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39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27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41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Bixad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0F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04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3A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42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FA5E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2C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D2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70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Bodoc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F9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8D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F2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75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B6C9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CC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DA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E4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Boroșneu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8B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F5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07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27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0082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F5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B9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20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F2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DC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F4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08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693A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9D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97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EA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Brăduț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06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AE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60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A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15F6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AC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75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3A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Brețcu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3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4B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BE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63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E61E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DC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9D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5E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Catalina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B2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3C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DA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F9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23BC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E6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50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14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DF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96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22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F3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9367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D4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EF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61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Chichiș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F6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26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E8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9E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9DFC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C6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A8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7D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Comandău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A2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F4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EC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D2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13B0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FC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92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EE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1B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9E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91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FE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91191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A1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C2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A0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Dalnic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AE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B3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D9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36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A721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4F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71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23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Dobârlău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36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E3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63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C0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F885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1A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CB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09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Estelnic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2B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68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26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95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A930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45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30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EF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Ghelința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D0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74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6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CD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2FF6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71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AB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C1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Ghidfalău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D3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FA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84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C9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130F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1A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66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3F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Hăghig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A5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55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D8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3B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7653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47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9F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9E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62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F7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A6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BA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3A0A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19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15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61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Întorsura Buzăului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6C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44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7D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05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20415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91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32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B4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Lemnia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40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AC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28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CA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2AB0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9B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FC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CF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Malnaș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9A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79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51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84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3006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E0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E8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31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E0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9D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11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9B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B33B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D0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02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DF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Micfalău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B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1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E5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DB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1A23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14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BB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8D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Moacșa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91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0B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E1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46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6219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D8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C3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0F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Ojdula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A3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16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66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1E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5528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2A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D4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A4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Ozun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E8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CA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1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83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AB66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DB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A8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A0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1B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BC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15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E9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F0FC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4E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FE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86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D0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37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BD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45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CEE9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94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40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D9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Sânzieni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B1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32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9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40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A9B7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AB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AE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69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Sfântu Gheorghe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2C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78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5.933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24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2F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DAAAA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84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DE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24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Sita Buzăului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09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52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C8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60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60F7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51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24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65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Secuiesc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A2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87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C3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EC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D446F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F5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86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CC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A8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0C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2D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6D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DEB9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C2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D4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4D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Crișului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EB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09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E8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64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D4D1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06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42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0D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19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B8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3D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92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BD01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7F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9C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E8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94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B7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79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9A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F9DC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74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D9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D0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Vârghiș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45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7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32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E5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5223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AF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08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D9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Zagon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07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68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55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CA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760F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CD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65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9A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Zăbala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76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5D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A4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05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312E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0F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C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49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C4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C2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7E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B4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7E66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92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16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B4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B2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3C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61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77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1943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41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AC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6D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Bărbulețu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C5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8A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9F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C3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AAEE2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95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C3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7D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Bezdead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F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17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35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33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F9ED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5B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D2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7B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Bilciurești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35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75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6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5F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D2AB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A1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5D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11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01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D2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C4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FD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5D8F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EE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95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5E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40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8F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4A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EB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F9D0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7B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2A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0F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Brezoaele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9A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AA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E2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E7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4191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0E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87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74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4C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BD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AA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5C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4F7C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23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53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5F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B4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97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74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93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B8A4D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496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B3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93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Butimanu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49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ED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DD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7C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E053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C1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0D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80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Cândești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7A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4F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57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74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6021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69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00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DF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0F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F1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3A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AA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0816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F2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8F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1D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Cobia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77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44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A2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72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7853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C3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60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27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Cojasca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06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63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FF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A9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7E96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BC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E9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D0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Comișani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D4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F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4A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95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E0B8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73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EF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87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BF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7D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06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02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B92B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15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DD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39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Corbii Mari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E9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EC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18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3C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9782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64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7D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27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Cornățelu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11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17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7F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4D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C79A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55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6F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C2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37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CA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0B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2A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9A69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70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48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F7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Costeștii din Vale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04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4D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74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DF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190D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33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72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A7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Crângurile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17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FE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C9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E7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A61E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6A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0A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59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Crevedia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CA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78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0D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39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392A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A7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7C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ED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01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B9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16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EA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F085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3D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FA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EA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92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AA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1B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21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3181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DE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60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62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Doicești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68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D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26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5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6473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D9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7C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5C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Dragodana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3A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8B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67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E8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A191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16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DE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46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82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81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64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B8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6D331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2C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C5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CA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E7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4F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CB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26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E655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CB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EA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3C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Finta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CF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14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17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AE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A5B4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5A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1B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4C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7C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FC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F3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B9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37FE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FD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F3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86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A6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27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04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96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5DDB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DE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E8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16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Foii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1E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37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2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93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0146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F3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7D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C5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Ocniței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6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51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76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8D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A4DC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22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E7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75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Șuții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D4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8C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5C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58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3A19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51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4F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D7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Hulubești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FB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8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60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A2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E967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7D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E3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CB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I.L. Caragiale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46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74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48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B9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6E3B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64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B2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42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Iedera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D1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18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61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AE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BC68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A9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16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53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Lucieni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65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99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7B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01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2FF3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EE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80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2C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D1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29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77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BB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4552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7F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F6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DD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Lungulețu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9F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0F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7A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AF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9CB5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59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5B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31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Malu cu Flori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E3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2E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72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27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4CE9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D7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59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0B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87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62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4B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2E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7520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09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A8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E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Mătăsaru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4C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B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17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F1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D210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1C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1E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83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D0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65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18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B6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000C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35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03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1B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94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80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98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F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75A0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F3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03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DF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Moroeni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77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79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54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FF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DB1D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1A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90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D5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Morteni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9B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D8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B9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C9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459E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5D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4D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09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Moțăieni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02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B9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3A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93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74FF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37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9E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8E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3C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3E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DE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28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74102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1C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6E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E2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Nucet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0C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7C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48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7B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E0CA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59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A4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E4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BC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1A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E9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96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BA43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0E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8D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BF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Odobești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0D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91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04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E0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EB2B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E7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CA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27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Perșinari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D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0D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C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A6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84DD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A5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5B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B6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46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55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96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B3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D535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69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CD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EF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6A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56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E1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FF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0C57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C4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4D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AF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Pietroșița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19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F1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C2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89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3C71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D1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99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5C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17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5C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2F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F7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C12A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3C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35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8D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Potlogi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C2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57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CE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50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AC45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7D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0A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77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Produlești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76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1C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7A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34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E42D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2E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E2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33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Pucheni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81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17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0B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00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E7BF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B8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18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09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Pucioasa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12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C2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1.499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F9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25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0BF5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14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22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D6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CA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5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4D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FC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FB18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75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40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95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B3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0D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35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40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AB2C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B7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B6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C5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Răscăeți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07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48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93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DE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E0C9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00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F0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75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Răzvad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D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C0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B5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CC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B9F5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2A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B5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DB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Râu Alb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0C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94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A8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BA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EB43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5C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23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67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EA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33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9D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A8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4FD9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74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82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D0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44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20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DD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F1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F69B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0A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37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AE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Moară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19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51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2E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E4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FD14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EF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8E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75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Șelaru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95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40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0D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8A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CBC0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6A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7F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CE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Șotânga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9E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D8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68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1D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1F59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87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90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34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Tărtășești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4E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DF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B0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20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C099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53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94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A0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B4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A8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3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DF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89CA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4B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AD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DB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Târgoviște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90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13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7.342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54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2A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FF898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17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1A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06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7E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F1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CC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C5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10F8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28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27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6B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49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5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BE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3C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AF3A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E5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77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48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21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C3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35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C5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5271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F5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B4F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08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Lungă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6D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5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6F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AB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8B9C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AE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1E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56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4E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2D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DB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F7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C36D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53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16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19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Văcărești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24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45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C2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90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6EC3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5F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C0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0D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Văleni-Dâmbovița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BA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35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02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0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7A59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19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09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FB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Vârfuri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90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44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4C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4B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5BA1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51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A3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0B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97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46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A3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D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86B7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7C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C9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D6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31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42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30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AE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EA7D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30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18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21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84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9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07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56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DC00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2F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8E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55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6D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CD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66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55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8BB7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27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E7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5A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Vulcana-Băi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EB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0E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33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B8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2D0B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9D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6D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73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Vulcana-Pandele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17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EF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B0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02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479C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2F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B2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AC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Afumați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CE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32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80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A7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0301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97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AB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E8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Almăj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F6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2A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07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59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9A10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9D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7A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9C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Amărăștii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5F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F4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C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72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9EA2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8F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9F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94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Amărăștii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AE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D4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69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BE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5FF9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79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93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B2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Apele Vii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ED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83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A3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61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9ECF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E7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F3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A3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Argetoaia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B3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FD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1C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10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6CC0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62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DD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FF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FC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B1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1.686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F0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57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4317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D0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7D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C4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6F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7D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B5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CB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CFC4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55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BB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BD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Bechet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14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C7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A5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76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A080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EF2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EF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B8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Bistreț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2A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03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F5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A3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C80B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2F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0C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E1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Botoșești-Paia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5F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B3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E1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E5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3A9B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49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D0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88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Brabova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CC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8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61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D6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4ACEF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D5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1F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D0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Braloștița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B8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25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22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7E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10FA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45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98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0B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Bratovoești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52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70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71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8D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BC17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A7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2A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25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2C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41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61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C5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0D35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BA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45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4F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Breasta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FE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86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49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04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93A4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B61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42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D0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28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3D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5D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1F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C03B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91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F0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32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Bulzești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AF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1A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CB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04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4D03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5B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AA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9F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Calafat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25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6D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1.623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E6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E9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8BEB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26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0F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5D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Calopăr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D3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02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59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F3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1F56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17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72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F2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Caraula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0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E1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88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86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E0D8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9A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BA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7C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Carpen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33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82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15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7F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F55F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7C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12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2D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Castranova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91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B6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6C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B6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2400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66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5E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BA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Catane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45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3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DA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55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081B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2F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BE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2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C9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C8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DC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F4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FC282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5B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49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52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1C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C7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0C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84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6C96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64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A7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08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FF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45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02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09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42EF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BA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92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A4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Celaru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DF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10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40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BB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87C9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52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B6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48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Cerăt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19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5A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6A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C9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F435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87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1D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57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01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67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3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87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39F7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AE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D7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FD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B9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06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F7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22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0281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1D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C3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1B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Cioroiași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E4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05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82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D7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519F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1D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1E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C5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Ciupercenii Noi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53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7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BE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0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49EE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75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57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66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EE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AD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4D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30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4F0F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9D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96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34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Coțofenii din Dos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C7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52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A8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A6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1C44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62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7D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90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Coțofenii din Față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8E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A8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F6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8E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0358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C6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8E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95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Craiova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3E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B2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26.748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69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07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36D42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37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BB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F7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Daneți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AB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D2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16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B3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2233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71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8F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D1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Dăbuleni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B6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5E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72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17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A4A6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79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98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F1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6B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56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D1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2B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99BA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A9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A7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63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Dioști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E4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90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5D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CF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46034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50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84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80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C7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53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34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38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A1A2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0C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88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35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E1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0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57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9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A7E3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6A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CD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8E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F4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69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3B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18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E255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A3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25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01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ED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C0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27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2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6CDC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CB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7D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3D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AB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5A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DB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18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342F4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FF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B1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7A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CC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7F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8F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BB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F765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85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95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ED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Galicea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3C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5A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59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89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CD3A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1B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AF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EC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Galiciuica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A1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61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11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D7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2CD3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B7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FB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89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Gângiova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F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2D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F2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2B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B5DB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E9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5B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AE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E7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F1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47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B4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82EE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91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56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39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Ghidici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85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E8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76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D2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8F85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EC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1D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64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CA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FA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D0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3B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94BD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BA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D1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B5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Gighera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3E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09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A8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2C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8B8F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0B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81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C5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Giubega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F3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9C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09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A3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B537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A6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65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12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47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3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2D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B7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B78E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EE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11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11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Gogoșu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F0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7A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33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31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DA9A2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A7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38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A8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Goicea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69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60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DF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8F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1E3D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65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44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0B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DB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BB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DC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FB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B8AD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6E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A2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0D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Grecești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2D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79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1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E7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E621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B9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0E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A9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Ișalnița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2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D6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CF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D6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F82D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43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5F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A9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14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65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27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83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F957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0B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1B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1C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Întorsura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7C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80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67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4B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F777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13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05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E8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12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35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43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64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26C5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BD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5E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87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45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35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53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D5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F018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D2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BF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8C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Maglavit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86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FF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F2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4B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B5E0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DF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CD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7A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Malu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C0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6E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54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838C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BC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40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61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Măceșu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36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73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E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31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5C0E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4A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2D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56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Măceșu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85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45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C2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B2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E7C94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A1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4A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5C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Mârșani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48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85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ED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0D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5E42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18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8A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3B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Melinești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E2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D3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A0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0D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B079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56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9B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1E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Mischii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81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EF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CE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14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45CC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D5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C0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25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Moțăței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3E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74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11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4A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5BFE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74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26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4A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Murgași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73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2B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C9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4D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BAB0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11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16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58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91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48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73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34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3ECD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5B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1F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79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Orodel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D9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14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63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BA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F333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55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D2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1B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49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1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66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DA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3A84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EF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4E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2B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88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D9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20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4D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59CF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92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9F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B8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AB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0A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75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1B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297A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E35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13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99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Piscu Vechi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68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E4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FD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F3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BED9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36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06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0C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Plenița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5E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51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B2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6D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C47F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77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08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1B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Pleșoi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C8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69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37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F1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19D4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8B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5F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03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9C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14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FB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74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741E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30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DA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4B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2A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5E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1.484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48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48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E52A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7F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4D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C2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Predești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07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58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DC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BC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2136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53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37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02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Radovan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9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D6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68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59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11D2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4B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FB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7A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Rast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70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6A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3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78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358C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F5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B5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7E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E5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A5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5B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E5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0C70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73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A1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C0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Rojiște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EA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99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6B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B0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C55A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E6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24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02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Sadova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72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0C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53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09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B40C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55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BF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57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Sălcuța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44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4A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83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2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EFAA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CBD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07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A6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76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04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EB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8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A6DC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70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2D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C6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 de Câmp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2D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08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9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E2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76E2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46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26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B5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 de Pădure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76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9A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11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E7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0E4C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F6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4C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F8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FD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AD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3D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47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34EE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71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17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EC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 Crucii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81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B9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43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5B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6849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28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4A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9E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Sopot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1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50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A0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71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5A41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0B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8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0B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Șegarcea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6D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61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A3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E6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7A3C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ED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32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4E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Șimnicu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3D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4E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7A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6D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F4DD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81C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96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72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Tălpaș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7A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EB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F6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84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C1EA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2F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C5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95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Teasc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AA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4A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4A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C6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A458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44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C9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3E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Terpezița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36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E5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CB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2E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AFAB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78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57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4F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Teslui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8E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7B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5B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8C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4A8C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AF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BC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C3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Țuglui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57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FE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94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E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E2AB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8E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B3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A8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8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B8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AE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8D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000B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76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DF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F7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Urzicuța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4F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F0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9D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A6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1C98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4B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6B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7E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Stanciului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64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25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5A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B6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D239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1B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14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77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Vârtop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5D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76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16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A5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CF18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38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27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EB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Vârvoru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CE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7F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EE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BF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EEA5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9E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11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0F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1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D3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A1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E5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0973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ED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0B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48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Verbița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BF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A1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41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51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83A9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AF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B7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31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Barcea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6F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B6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23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03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93C2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5A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77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E2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82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B3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13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1D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0998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88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90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7E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5B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98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35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FD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AC93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3C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60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FA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8A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4D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0D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E5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CA1E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CB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2C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A8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04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9B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F5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CF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790F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91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60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1C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29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DA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D9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01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32B1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93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11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A6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Berești-Meria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AE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4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E8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B6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A609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5B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09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18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18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99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F1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D0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1231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AD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D5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DE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Brăhășești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87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A8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1E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21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652D7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D2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5F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1E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89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48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DD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3A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3EB1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54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38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1C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Cavadinești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E5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BE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07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93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68D6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BE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67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CF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13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50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5B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18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7C6D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85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22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F2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A1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B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21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35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C890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D9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5F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28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FD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83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63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25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8273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5D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87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04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0C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E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C7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51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50F2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DD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C5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32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Costache Negri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F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F3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B9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41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48CB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5C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4F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CD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F6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0F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0E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2E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DEC7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56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FC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38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Cudalbi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42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00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0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8E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9D04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50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C8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5D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Cuza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F4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B5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3F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31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20FC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A0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90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53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81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2D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6C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47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85C8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29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7F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2E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03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B1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44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98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4F91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C7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29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87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Fârțănești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71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E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15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F6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D726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25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89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3C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Foltești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97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64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9F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96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1414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E6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F7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D4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63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74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18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E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370D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A1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11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AC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F9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D8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12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AD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FEFA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A5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7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A2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A4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DE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26.261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CB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7A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E9212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76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60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82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Ghidigeni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B6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F8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34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7E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87BB2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91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36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EB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Gohor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DA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86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EF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4C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1F7D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90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BE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98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Grivița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9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9F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3F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CE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DCEE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AC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92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72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Independența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55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78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95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29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6050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A4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18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C7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Ivești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9E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30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77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FC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9457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5C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82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D3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Jorăști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59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91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F0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B1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B176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1A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FC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B0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EA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D5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0D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20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DA9D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85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E8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F6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Matca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6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D9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EF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63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2369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89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5F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C7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Măstăcani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DD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40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40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57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06DC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A6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4105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43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0B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E7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5A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9B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B701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B0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F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E0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4F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EB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69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2D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C71D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AF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68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5C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Nămoloasa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42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37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71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49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1031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7C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BE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7E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D0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F2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23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6E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3BAC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97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EB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8F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6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C4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5A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16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FFB5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1B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83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BB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Oancea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05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A4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7B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32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C99C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F6A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CB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B8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Pechea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E7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D1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F2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5E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71E1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1C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9D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92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52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2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86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BB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391C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E8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EB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2F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75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36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84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72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EBB7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51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29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1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Priponești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92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2C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0E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7A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0A23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09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C8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73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E8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19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7F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80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354F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45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39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BB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Rediu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70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E5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C3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E6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D411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75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52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44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Scânteiești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77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03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AF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EC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3312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D33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AF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CA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Schela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72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4C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18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81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D1D2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9D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C0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79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Conachi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E3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54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3B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34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71A8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19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B7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6E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Smârdan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46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E0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73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B6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84C2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DF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4F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1F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Smulți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CE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F8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51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38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BF52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4F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D3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96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23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B1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B5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CB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D656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C0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39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E9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Suhurlui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7C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6D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8A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6F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992E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2F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1F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8A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Șendreni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7F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75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6C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A9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6DD7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12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01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D1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Bujor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69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36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B1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F9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CEAA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A4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CA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16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Tecuci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E0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86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3.936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B1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89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E654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DC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DC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E1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Tudor Vladimirescu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F0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C4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1D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AE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0544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EC4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A5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0D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Tulucești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1B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A4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CA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0A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1632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DC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AB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ED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Țepu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8A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46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8A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C0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46BD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57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67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71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Umbrărești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94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DC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78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2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C2DF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B9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A7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2B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Mărului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32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4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2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A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E7D0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73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3B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7B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1E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3E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71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A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C283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DC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33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76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Vârlezi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E9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F7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CE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1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3877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B8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5D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40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B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FB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46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CB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A383A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D5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93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45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Adunații-Copăceni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58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2F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FB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77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687B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3D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D3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F2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C6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81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A0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F5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6D0A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E2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FD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2A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Bolintin-Deal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D6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02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1B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9D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DDFF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7D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28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F5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Bolintin-Vale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66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13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B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17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1D5F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FA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37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BD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D7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A9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B3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77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6F53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10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86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0A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Bulbucata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49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AC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8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A3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DD7A6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97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D2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4C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Buturugeni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4D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B6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A7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6D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3E9D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85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01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3A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Călugăreni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D8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5B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AB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C5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ED83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DE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F0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BA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Clejani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F5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66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C2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93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37DF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09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D7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8F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Colibași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B6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B5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50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21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4AEA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58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88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6D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00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58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22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63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56A0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40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D1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5F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Cosoba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69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8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4B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1A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40DDF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27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B7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99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Crevedia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62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71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A0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FF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E5EB4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0A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96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16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34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47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61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C1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B194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93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46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49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Florești-Stoenești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53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2C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FD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CF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8D51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B3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D9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5C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7D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D4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1D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2E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75D7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DA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98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FE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Găiseni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81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35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B8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BC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84A38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676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33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78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Găujani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B3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33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A6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BB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188A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8D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1A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25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Ghimpați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3F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E5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8D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5A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28CC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AD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97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C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6B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5D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5.968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A3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C7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2B015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00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83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F5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Gogoșari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7F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FE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57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7E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FF35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4A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B8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0B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Gostinari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BC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9D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54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C0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24CC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79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DB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BC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Gostinu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2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D9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8B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20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C3FA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9E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00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8B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C7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ED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E4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AC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0AA7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B2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40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BC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Greaca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41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09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2B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D3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508A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47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B2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AB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Herăști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E7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76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33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81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295B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F8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62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D1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Hotarele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89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0D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E4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35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7504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C4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5D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98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Iepurești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25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D7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63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A7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D09A2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55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A0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90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Isvoarele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0B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3A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E3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A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817F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93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95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C7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47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C1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8B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79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A5AE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8B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E4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D2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Joița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E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BD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A8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C9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26FA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05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6A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47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Letca Nouă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1F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31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12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6E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8B53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2F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A2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B3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9F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78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53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A5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AD62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40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2E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F0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Mârșa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CE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F6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CB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C2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BE78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61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C0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80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Bravu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88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85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35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F9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CD8D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F2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C4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5F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95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13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1C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67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C37F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97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BB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28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Ogrezeni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4D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C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A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17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42B0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F2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DA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3D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Oinacu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35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C8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08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BA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895C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90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63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BD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CE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AF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0F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AF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48E0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88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79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C2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Putineiu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5C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18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34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49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2AFD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8B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36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AB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Răsuceni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DE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F3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10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DC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A2DE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66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8F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81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Roata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6D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CC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39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8114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2D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96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20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Săbăreni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8C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FE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1C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F6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1B29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33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C4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10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8F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C3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96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E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CF62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95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13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05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Singureni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85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ED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DF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32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D9F1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09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16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B0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FD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51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FA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88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E8AF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65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C4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8F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EF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AF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A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0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414D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0C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0D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13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BC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84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F7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E2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3825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214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C3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A6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2A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C2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5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39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28FB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1C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01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0A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4D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6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80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0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3928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54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0D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C3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Dragului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74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2A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BF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B6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ECAE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7D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6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36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98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2B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6F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7F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D825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F3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F7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68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Vânătorii Mici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DA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43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6E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1E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64D9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BD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CA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BB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C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FC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1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AB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BCB8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F5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F6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A3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10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64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E4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0B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D0AB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1A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F1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DC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Alimpești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17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01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EC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0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5D21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F4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47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83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4E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83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2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85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026C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A8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C1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F9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71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E4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6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70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F1FB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B9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FD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84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Fier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29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01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83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FC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9B47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3C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45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FE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3A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A2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22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73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064C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45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5F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E3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35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89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5B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D2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7980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CD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5E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E8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CB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71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59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56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74C5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8F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80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96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Bâlteni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E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12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A4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D4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785B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A6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40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EF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Bengești-Ciocadia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CD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F8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93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7C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8BB8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3E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A8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74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1A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BF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60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E4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BDA1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83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D9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CE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Bolboși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5D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BC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EF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0F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5565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4F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13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E1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Borăscu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95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74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14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6A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F2A0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CD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44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70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32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9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B9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DB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DB5B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F3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F3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27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Bumbești-Jiu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D8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7B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2A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66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059F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89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4C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F4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Bumbești-Pițic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95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96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72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11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0B5B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023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E0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BD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Bustuchin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F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5C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8F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B3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CFE67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EC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88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86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10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9F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9C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2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C34D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A1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EA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5E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Cătunele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D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2F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B3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CF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9021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7C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5E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63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Câlnic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31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99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66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47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F0FC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DF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E8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8F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Ciuperceni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9B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79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10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D1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D6CB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70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3A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0A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Crasna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18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71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28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F0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51A9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8A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FD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A7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Crușeț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6A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54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72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CE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BC0C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93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F7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EB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Dănciulești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9D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D2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6D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71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A9DB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01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26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59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A7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13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D7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58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D86B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E8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30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23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58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D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EF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C6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4EB8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DC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03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02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6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D5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09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B5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9418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C4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D2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22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Fărcășești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3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0F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98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79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5C37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8D9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AD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D5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Glogova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F0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F2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27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E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1A35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40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84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54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Godinești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D1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8C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4C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35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8206D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4E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A5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E3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Hurezani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7E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20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E7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E6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511E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AF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D7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26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A9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3C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8D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0D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2608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FA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76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76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Jupânești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46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21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1C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B5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3734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1C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43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4D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34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2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EE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DF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7FD1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97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C6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9F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Licurici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16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39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D4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B0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7142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94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C0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16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Logrești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C8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B2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3A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83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EE17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898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E5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B6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Mătăsari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A2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62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8D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3C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2F95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4F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78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2C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Motru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7C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DD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DD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62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6B38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EF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A0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03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Mușetești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F6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75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BE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0E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2022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88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EE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1D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Negomir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65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6B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8F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72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33F4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99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D8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D0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Novaci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DB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0F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FA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B4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A833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C9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56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98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Padeș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59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8D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50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AD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19EF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86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A2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74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Peștișani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D5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3F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B6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03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C5A4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B3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17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5E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Plopșoru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B2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B4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D5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5D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69BC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56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4F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39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Polovragi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D1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B5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7F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8C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412B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B3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50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34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Prigoria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92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B0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98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A3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4B42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5C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5E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E3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 de Amaradia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4F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A1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6B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50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0388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EF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B5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DC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Rovinari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03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86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CE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59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3260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5D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64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3F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D4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EA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2C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DF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8774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ED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4F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76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Samarinești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FD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8E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29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FA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C093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A1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05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80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72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CE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F7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67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9DA4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C4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FB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06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DF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71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6E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79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0ABCF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E5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F7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D2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Schela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88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81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BF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E3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0C9F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1E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BB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74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Scoarța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C1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A7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B7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D7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A645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CB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8B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EC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Slivilești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27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E7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7D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10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6EE5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F4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AB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67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4B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F4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1C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39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E910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54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A4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16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Stejari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37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D6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E5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44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0054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4D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17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E9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24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61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1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C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928E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50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FE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0F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Cărbunești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FC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E9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83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C8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5958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D9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BA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F0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Jiu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32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89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6.898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B5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46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31ACB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2F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AB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42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A1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F9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79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9D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10B1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839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30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BC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Tismana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99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AB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72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79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E0F2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98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B0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02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Turburea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0A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25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3E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CB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E608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C0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E6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AA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A9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32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67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29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7D7A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68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5A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54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Turcinești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53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25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0A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F7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9831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68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70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A1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Țânțăreni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A3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4D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40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0E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A040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D4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0D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B4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Țicleni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BD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B5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15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E9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CC68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3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26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BC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Urdari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90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E1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33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65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FF49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47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6D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12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Văgiulești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95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90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8B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52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1659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62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2E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B4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Vladimir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0F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F5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E7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78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9202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25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90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47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Atid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58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42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60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82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EAF6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A1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88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90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Avrămești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51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4B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76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DE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12FB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24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C9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4B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Tușnad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A0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0A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CE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78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CEF7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BB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83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20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C3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69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B1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18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3E87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81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58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B7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Bilbor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07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9F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FA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F3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6B6F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3D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81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46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Borsec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E3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0F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B7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F3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1DDC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A9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0C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34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78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22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97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7D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8E73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7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0B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18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Căpâlnița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4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49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E6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15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9974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40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26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74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90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C7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3E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D4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4470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72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DF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9E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Ciceu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4C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DA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D7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43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8810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66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FE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44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Ciucsângeorgiu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FF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CA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FB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8C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8F3AB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6D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81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39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Ciumani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69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E0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7B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B7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65C1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65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2B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68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B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7B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BB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1E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189D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2C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BB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DC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Corund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0A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5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F5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F0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3702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B9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FC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1E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12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9D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DC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2A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5848A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CB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7F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AE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Cristuru Secuiesc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A3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75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63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B6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D12B3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56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74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E5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A8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00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A7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DA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3353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B4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97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72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Dârjiu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F8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02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32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CB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FAFF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5C7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17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3F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Dealu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75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EE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9F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22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840A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F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CA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05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Ditrău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43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28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3A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A6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0282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06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E4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02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Feliceni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CF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4E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60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FC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DB93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03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44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9E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11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53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20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EC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CEE5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94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BB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AB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Gălăuțaș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17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85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F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F5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A78F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07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83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01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F5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71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62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7D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F90B0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83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16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94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Joseni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13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6E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85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C0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6F6D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EA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AE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5F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Lăzarea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BA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7D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82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8B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754C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C1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07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3B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Leliceni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D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25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FC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7D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1B1A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F7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F1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8B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Lueta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13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AD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D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51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AE3C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F6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DB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C2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3E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F8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C4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FE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4327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7A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19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A0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FE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C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A3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F8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5D0F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D6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2F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3F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1A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8A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F3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CD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2CC54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1C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D9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76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Mădăraș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AC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1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C6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66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68F6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A5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C4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A7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Mărtiniș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4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7E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73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07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C178F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07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9C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FB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A1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5D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8D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C0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E78F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6C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09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56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Miercurea-Ciuc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F2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8B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4.056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65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1F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61846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F3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DA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89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81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13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A2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B1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42B4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13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55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5A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3D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A0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9D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C8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F1D1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F7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44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67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Ocland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69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71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0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B2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E701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28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9E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76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Odorheiu Secuiesc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E3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13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4.041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D5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D0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CC315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2D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D1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2E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Păuleni-Ciuc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68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88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23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80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72E4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E5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4C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DD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Plăieșii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44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FC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67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7A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9809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91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A1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3B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Porumbeni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68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8C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16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60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8A7F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A3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68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4D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Praid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5F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16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E1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02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21415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85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AE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AF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0E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AD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D8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4A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DAFD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97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F7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09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65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36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7C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AC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1CC1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F6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1C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7F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D2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01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92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FA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6CC2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AF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85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F8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90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02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AE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C9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7136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28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BA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29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Sărmaș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B9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AB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19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9D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246D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93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FF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39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Sâncrăieni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73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A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56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6C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9044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5A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DF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76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Sândominic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4D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35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4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E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2442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C7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D4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39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Sânmartin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28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F5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C2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25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FD9D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57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36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3E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Sânsimion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64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45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2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34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BE7F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8C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17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3E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Sântimbru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6B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E0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5B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3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3F1A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277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BA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52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8D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E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99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DC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723C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DB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21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13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Siculeni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C9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28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E7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06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3DC0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F6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BA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79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Subcetate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81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04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86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89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A4CE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7C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9F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91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6C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D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5A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5D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BB21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DF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04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41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1A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1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B3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D8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2CA2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9B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0B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0B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85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19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48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80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E380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1F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D5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12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3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46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2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0D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B8F47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8F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48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4E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Tulgheș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39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FB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E2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FB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9EC7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2A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05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72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Tușnad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92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1B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09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CB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8E31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64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E8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D1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Ulieș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30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F8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16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EE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298A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87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0A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F3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Vărșag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C8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B3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81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D8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8B70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7A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77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D6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Vlăhița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39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41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92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82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ED40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4F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E6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0A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Voșlăbeni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E0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FD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F6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FD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6861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D7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CE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02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Zetea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5D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0A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D0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AC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6098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8F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C0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0F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E5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E4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68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06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CE74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ED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83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40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Criș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1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63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D5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86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7746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5F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35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D0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21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E4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21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B9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335E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E6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C2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77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32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63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BC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43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3DAC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51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82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07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Băcia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45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52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82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9A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D211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68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B7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F9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EB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14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5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6F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D23C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28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CA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16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79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44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4F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4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FC72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8E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7F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98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Bătrâna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A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38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E5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F9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9A2C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C5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BB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52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A5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8E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0B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6E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9A5E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B0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D2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70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Blăjeni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B3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43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3C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E6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7C05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25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72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C6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Boșorod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62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3C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73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0B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668E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60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E9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C3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CB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C1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A1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83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A0AE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70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50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21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Brănișca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EE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08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F7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2F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642D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E9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B8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9A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Bretea Română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F2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6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30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BE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4E5E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1F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78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F7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72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F7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72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74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4310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A5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15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24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Bucureșci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1A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AF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F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38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9F58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22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85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5F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Bulzeștii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0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3C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07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51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163F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A5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1F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FA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Bunila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0C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F2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BF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46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56D9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2F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5D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D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Burjuc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17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A6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29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5E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5140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04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DD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0F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37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CB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7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79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F30A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B7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EC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B4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Cârjiți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4A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30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4E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52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0C54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66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F5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E8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Cerbăl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DB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9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52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C6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6C07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87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09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13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Certeju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31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D9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BB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C6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C77DC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CC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A4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98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Crișcior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9B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D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6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2F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8282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85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5E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08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Densuș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FD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D9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FD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AF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E930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0C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0D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B3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DA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DE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7.259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0D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AF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7A5F82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19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06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A1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E9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96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F9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FC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1F21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95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18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2B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General Berthelot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1A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EE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9B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44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1D7C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DD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97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4F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Geoagiu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07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31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1B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92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5D09A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FF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9C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05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Ghelari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12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FE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DB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1B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8695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F8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12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60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Gurasada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5E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8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F3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22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D35E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EA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51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4F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Hațeg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5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BA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53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9E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34A0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ED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3E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39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Hărău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BB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F0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D0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36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4B03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B6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8B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BC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27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E2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7.216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3F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9D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A2DFB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48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74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46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47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64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B7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C8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8806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9F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68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FD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Lăpugiu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A2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8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B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B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B75B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8D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F6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4F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Lelese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1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D3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16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14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6076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35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7F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4E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Cernii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A0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89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EB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52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EE35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B6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29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24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Luncoiu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0A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3C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F0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52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1B7E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A2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87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DC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90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61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1.940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B3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2A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A00F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A0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67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51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Mărtinești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E9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55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41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DF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6848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D5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0D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B4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Orăștie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37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61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1.915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8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4B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5EE75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8A0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A1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C0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Orăștioara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5E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A4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02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27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8940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77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6A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04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Pestișu Mic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C2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05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05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BE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2F33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04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2A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00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54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2D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1.691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2A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2C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6E41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99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85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49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Petroșani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95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1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3.556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A9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48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FFD1A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F0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99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39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7F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75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CD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1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CC0A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F9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FD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0A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Rapoltu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0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80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1D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52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CAA2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485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ED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BF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Răchitova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4B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F9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0A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B1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C4D7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A6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1A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8D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Râu de Mori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F7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69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11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43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BDFB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E5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D1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95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Ribița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EB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98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83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06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C280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BC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96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97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56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E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C8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D2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38EB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5A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FE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0F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Sarmizegetusa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E5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AE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C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B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EFBF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5E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1F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AD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Sălașu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58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0C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98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59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32A3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24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92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23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Sântămăria-Orlea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DF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B6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51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25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8942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E5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B6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E2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Simeria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BB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77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1.511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9C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F6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8B40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48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0A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89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Șoimuș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87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2E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1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46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FBD6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07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31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42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Teliucu Inferior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24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4A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8D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AC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ACC2A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4A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BC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37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C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94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C9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E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36C9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96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DD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7A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26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30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75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8C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5A7D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83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06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1C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B8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43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7B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F4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7CC9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90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C3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BE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Turdaș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FF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17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EC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7C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F1FB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76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1F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71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Uricani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CF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00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A5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56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A56E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E7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E3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13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Vața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09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60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B6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78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9D2B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82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AE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C9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16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2E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89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EC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B96A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8E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3D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06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Vețel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69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37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E6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0F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7277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66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CB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0F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Vorța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3D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03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21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2F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0083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E4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27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28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06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F3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2.066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A0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0B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1290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8A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A4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B0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A4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36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D8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F8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8347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F6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12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1F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Adâncata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BB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8C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9A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92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AEBE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F3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AC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E7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2D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72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00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90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C310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84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58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CC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72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C7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63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C3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EDA9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6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13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22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Amara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B8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98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01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95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A600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B1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B8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E2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Andrășești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DA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FF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A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C2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965A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8A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31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64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Armășești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E3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E1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14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47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06BA5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B8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E7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46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Axintele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AD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53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B9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1D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F6D2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0A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47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FE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Balaciu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79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02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30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12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FCEE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A5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D9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D1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E9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73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F5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A3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8F82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D3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8B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03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F5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3E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CD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53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3582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3F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31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DA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A2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DC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35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7A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ED4A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59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D6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63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Bordușani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88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3B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61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80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73B0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F0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E6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26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3E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35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3C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9F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ACF1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13C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71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64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79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CB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8A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02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C49F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01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94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22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Căzănești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8A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DA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B0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9E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EEF0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7B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E4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D8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Ciocârlia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F3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24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72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6E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2539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92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A1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41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Ciochina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DA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44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6F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78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4FD1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DA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93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A0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Ciulnița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1D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51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3D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CD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3D9F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7C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17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23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Cocora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B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0E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0F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57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4AE7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C9A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3A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8A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Colelia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9B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F2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95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17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EA38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61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20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A1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Cosâmbești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05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BC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AD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1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477A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76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A4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8B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Coșereni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40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E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B5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1B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113F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CE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C2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F0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21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16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96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0F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0545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1A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2F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A5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Dridu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7F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3C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96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23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C221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AD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C6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07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Făcăeni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E5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6E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B4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A7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9DC6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C0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F8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BF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Fetești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F8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C5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2.777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7C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8D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91E3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FE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BA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E7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Fierbinți-Târg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11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3A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41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D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579A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26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CB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94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Gârbovi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75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5B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92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2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0C61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96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7C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B0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 Doja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5E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E5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48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21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50BD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75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37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32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 Lazăr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62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DA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A1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B2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E9EFA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33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10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54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79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B9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E1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B5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932A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75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85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F4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Grindu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19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68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FE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BF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882D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55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B3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6D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Grivița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13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C8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EB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CD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0298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F6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B5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4E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Ialomiței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30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15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91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4F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B08A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66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B4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6D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Roată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CA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8B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52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34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2AE1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21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1E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22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Jilavele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2C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3B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85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75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0704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12D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CB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F2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7C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A7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85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7B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024E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3A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3D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A2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Manasia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75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D5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13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76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3D1A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ED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3F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26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Mărculești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CC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7C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0F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E7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4BA9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2C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C1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79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Mihail Kogălniceanu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2B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D0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4F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65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943F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97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75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D7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Miloșești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F4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EB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6E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F7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CFB8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3B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43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6E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62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BE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A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07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8F4C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2A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C0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0E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3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87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1A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C9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03AE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E3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EF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08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FF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AA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8A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DA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76B6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ED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41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CC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Munteni-Buzău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8B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6B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68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4A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00E9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CA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83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E0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Ograda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01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61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27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D0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33CF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6E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13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F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Perieți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43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BA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8D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BF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D714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20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F5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70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Platonești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AB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06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4A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F0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B39F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146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C9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A1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E0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0A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DC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B7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DAAC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EC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C4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ED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Reviga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05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06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39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51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93AC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0B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83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44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EA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A8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2F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9F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3FB2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76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46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A5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B5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C3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75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9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4581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E0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BC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AE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Sărățeni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9D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F8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47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09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2ABD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DE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67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21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61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A8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90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EA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99C8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77D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33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96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Scânteia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AB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53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FD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50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E0D0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2D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AF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96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Sfântu Gheorghe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54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99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51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16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A985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CE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5F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AD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1F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29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F1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A8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C5A6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E9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E4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D3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1A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64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4.001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0D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6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62F3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57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F6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6D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Stelnica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6C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DF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74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25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C94E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91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6C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A2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Sudiți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1E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AA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17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7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DDE0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87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19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0F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FC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0D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E0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1A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54AD0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78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71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BE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Țăndărei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90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DB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35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B1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9B39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7E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AF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8B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E5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A4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1.561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81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FB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5EA2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11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C6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A6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Ciorii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67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7E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7C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CB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7A807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FF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F8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10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Măcrișului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2C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7F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02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A0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B7DF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7B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4A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A6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1B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E7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94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39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DBEF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00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E0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B1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I. Cuza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90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31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DB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82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0064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1A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29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65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Andrieșeni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D4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9E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4E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2B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1D05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DA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F7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12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Aroneanu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FA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DB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45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32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CC8A8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D4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56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FD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59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B9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57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9B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8321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E4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73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D7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Bălțați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29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5E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80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C1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DD9F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5D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57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30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Bârnova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96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4E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10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9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7BD5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6C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09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09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76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A4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E1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70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3DD2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8B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68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3E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Bivolari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4A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44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A3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C3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FAD8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F8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EF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64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F9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D5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98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00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8FE4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EB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EB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7F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9B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11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B1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ED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CDDC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90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78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EE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Ceplenița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4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2B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CC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0F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2B50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8D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34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69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Ciohorăni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11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1B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CD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50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4B6B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11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0E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76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ED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A0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1D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3E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8246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90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19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B2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DD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51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C4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3A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65FD3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38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7E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FD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Coarnele Caprei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E0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D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11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90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DB19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6D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6D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E6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C7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38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BA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5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0C0D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C1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3B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34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1A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E4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C0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4C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B083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507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43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72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Costuleni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AF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24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44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06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BFE5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26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AC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8D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Cotnari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A3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56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CA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20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ACF5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CB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E5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77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08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F5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63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C4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DE01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36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86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AF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D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6B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9C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D1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89CA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C6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C6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0A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Cucuteni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41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9A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74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B1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A526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20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56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32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Dagâța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C3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6E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C5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21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83E4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50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5D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5A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0D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D7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5B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14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9403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07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74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B7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66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F4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CA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4D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9610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2C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CE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82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Dolhești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E7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4D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02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42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2B67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E7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C3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4B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4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5F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F5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4D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C96B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71C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6B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0B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6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7A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2E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08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5855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1F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CC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E7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Erbiceni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3D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03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CA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D4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4599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E8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51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08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F6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1A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B0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B2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D00D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E7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87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10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Focuri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9D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9A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D8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45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1EE1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BB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9E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22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Golăiești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C2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65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CF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59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FE42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EC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03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98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FC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46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B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F1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06FE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49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B1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A0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Grajduri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DF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9A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E6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FA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711A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07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90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DC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Gropnița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97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64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D4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AA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D1CD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74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73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27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Grozești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A3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13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10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72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CB2A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7E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12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1C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Hălăucești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21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C2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21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65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3209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42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50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97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Hărmănești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28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42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41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8B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A7B0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35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F4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66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ED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C2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9E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CA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506B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27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57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F4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Heleșteni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8A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00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0D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2A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0E81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726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41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81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Holboca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2B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81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C4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F6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C5B1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44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71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BE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33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58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74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21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411E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DE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26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18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5D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AC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29.534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5D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2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27262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2C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2B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09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Neculce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78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5F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C4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8D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24DF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09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5A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76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Ipatele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75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9D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5C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5C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82F5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0D1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F3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99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Lespezi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88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F0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73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C3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323F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54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BD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78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Lețcani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54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0D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48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EA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5E11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A0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EF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22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Lungani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6D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63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6C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44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B2D2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D3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DA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FE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Mădârjac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2D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98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B1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F8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06791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37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2E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A6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8A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84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EB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DC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C244B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34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A8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35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B5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59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36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BC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6663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01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20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7F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Miroslava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62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6F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91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90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0A2B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12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4B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E9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Miroslovești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6E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A8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A9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CE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BACB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EB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C2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C0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1F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83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BB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8B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2E49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0F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58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F8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Mogoșești-Siret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85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E3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2A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71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2C6B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1A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69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19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3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D8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39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E3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37E13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B0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97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28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Moțca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B1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01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CB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4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F579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12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9B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17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88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99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70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DC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5E98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A9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47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9A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Oțeleni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F3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AF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EE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55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761C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71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23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CD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Pașcani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F1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38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3.144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2B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D1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F186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5A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31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90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Plugari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15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B4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EF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83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8EC1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FA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91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86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Podu Iloaiei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36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1A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F8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EA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909E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78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A3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05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E7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4C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CE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F5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9117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35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D5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7F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Popricani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EE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F3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F7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D5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1557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04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59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B7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Prisăcani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73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1E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96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46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0CDC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41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36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0D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Probota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CE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13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35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C3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0CE1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30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AA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2B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43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4E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D9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02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CCF2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86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2E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C1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Răducăneni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FD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66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B5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E5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9FE5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78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E8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09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Rediu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FC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70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DB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E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ED49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0B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8E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3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4C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B0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EB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11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AE64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FC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C4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6D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14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89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23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6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00BE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95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37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3C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Ruginoasa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FA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EE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5B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6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A94F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F8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56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15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Scânteia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A0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0B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54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71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813F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DF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5B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ED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 Duca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4C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A4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91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7B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7CDB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7C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F8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83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Scobinți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18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04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9D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5D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99DF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2DA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84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01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A9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F5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7B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F9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21E6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CA7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AD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22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Sirețel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91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09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54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24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F19D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F4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3E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5D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Stolniceni-Prăjescu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3E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2D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D9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29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8063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38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BB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C8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Strunga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63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B5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A8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CB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0035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C1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E8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40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Șcheia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7F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7F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7D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B5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6076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6E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DC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C1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Șipote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8E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2B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DE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C4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7E33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B7C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0C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FD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Tansa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7D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91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3E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48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AAE3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5A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04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99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Tătăruși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F4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B9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D0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EC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7744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98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A9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54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Frumos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9E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C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E9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FE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8C6D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97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88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78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4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88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A6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8F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06B0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0E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8D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8A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5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52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EB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CA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D084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68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07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92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Trifești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1F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F8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CA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BB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0B55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86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1A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1A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Țibana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4E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F7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0F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B9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5220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88B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B7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88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9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80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46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1D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9252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1F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EE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33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Țigănași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B3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12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6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DD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9C50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5A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3C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D3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Țuțora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4F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55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36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8E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11A3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D0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75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5D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Ungheni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CF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89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E0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3D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2B44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0C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05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29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Lupului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9B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9E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F2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99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A9D5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5A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9A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60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Seacă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EE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89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70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29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08E5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FA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1B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20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D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7F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C7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BE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3281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88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18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AD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F3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B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27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2A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852D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6A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32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E6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16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0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DC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B4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9DF3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E8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16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03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BE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94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7C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4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3DEA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E2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82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61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 Decembrie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70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0D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A5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AA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F979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2B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BB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03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Afumați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9B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1E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8D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8C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1C3C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FA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80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45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2E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DA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D6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25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83BF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B3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5F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58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BC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A8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64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1B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1B8E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70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37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FE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Bragadiru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F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AA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4C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C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FC07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E1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C7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C9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9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2C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25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2B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8602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30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7A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4A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Buftea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D9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81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32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8B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8188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76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49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4C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81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F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E2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E1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D25B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AC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BB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FF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Chiajna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B0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42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2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BB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3FFB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30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71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D4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Chitila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1A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E9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8F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7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8BFC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C6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F3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40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Ciolpani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DB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37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4E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D9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C3DF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99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51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EB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Ciorogârla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7B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3B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5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42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44E2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F8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B6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A8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Clinceni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B6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89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54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8B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44CC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A6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0C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CD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A1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8F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48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CA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F564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F8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E6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F4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Corbeanca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57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07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C4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69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B4E0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15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FC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0B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B4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11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72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9F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BA57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07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52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A5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Dascălu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C8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3C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6F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E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E5DC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B9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71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EC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Dărăști-Ilfov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36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F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C6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6A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C18C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65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A9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79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41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6E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83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8F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F0AB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7A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42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2B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Domnești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41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55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85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95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61C6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08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E8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23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Dragomirești-Vale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B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45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B9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18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EC57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2A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52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21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A7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4C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54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8B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C248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B9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D6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9F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12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39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FE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27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98A7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A6A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8D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F8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9F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1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B5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66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6E46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8D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0B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B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Gruiu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AF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9B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1F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79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2928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50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30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5A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Jilava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38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B5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72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E3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8449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E2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EF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EB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AC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5E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07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56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C71A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F9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A2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19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Moara Vlăsiei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5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82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EF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1F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58E6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72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30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1F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53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5D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DA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A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E64A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42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54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E3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Nuci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A6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3F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72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A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8620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B0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97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74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Otopeni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4D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81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14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FF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84FE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AE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5E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61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Pantelimon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0D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3D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1.931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CB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08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7FB3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91D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F7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73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85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EB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1C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4B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F432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31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B7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72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Petrăchioaia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90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1D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9F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6A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EF16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DA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40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2F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Popești-Leordeni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76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7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95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DA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80BA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15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33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E8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Snagov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A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FA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8F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15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E1BA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C0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6D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E3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FF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8B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69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BC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4C35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B2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9E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B1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2C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11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73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DE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7F7C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FD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9D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E4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Vidra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06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01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F8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6E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3B3D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8B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CE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2E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Voluntari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8C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F4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3.580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31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C8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5E4B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A5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2C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F5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Ardusat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ED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E1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24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17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FCE9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7E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24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E8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Ariniș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6D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E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C7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48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D89D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CB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11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3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Asuaju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FD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99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BF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F8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9ED9F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67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89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15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36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4B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11.938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81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77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6D700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A96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FE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4B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Sprie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D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E9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1.377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5F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47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6258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EB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2F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09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Băița de sub Codru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23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ED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C5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AF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1493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6E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55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14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Băiuț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2D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3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A5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58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FA8F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79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FF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A3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Băsești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F0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95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E1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EA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BEE6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60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92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D3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DD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56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0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A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C1F2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20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B6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E0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8D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66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D0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D0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0322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9E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25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A5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E5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6C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8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87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5B18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CA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A9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12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Bocicoiu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85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DE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80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F8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4BF1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FD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E3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60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 Vodă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10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01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92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1E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D0BF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78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68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91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Boiu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5A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FC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EA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02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60FC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71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87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8D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1B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0A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1.936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AF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34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9AEB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58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5E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BD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Botiza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2A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C1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CB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58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3643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EB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41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76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E5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DB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75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2E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8844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70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C0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F2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Cavnic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7E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F5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B3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0A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2FCF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1C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7D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82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CC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F0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D5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8E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8A9F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29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8B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6B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Câmpulung la Tisa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EB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A8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66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81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B9BBF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20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FC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94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70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11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83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F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30B7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18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F1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F3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Cicârlău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DC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1D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18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0E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FA86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4A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7D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A8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34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0E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9A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93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7BE7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9B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17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22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Coltău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B9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C9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F8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7C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3CFC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0A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C4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DE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Copalnic-Mănăștur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B3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4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6B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2E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9F08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AE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DF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F6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8C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B0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24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FE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7306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39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57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97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Cupșeni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63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F2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DE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83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49BE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65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B9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29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Desești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37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64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C5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30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8CD6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85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B1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B6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6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8A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29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6F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120B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19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1B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F7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CB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D9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E8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B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76B6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71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85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C9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Fărcașa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BC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EF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64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0B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A35F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91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CE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C1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Gârdani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DD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D9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8F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A2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1910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21B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07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3F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E9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60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F3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07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4A5A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CA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D2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F6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Groși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C0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AF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5B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04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82D48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49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39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DB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Groșii Țibleșului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40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5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09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13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0752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0A2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DB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79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Ieud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5B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FD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B1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28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E268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50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29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B1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6D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A3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B3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96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2306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19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94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45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Leordina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13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5E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F1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C9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6065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CE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F3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79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Mireșu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2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DB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92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B2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01DE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DB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66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ED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Moisei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95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4D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5C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4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39A51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34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86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3C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Oarța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87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C7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4B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B1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7B93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EC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EA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01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Șugatag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47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26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A2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4B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5833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09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2D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4F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Oncești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C8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01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A9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C6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7C27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C5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FA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06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36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DC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96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78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E673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79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4B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64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Poienile de sub Munte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C7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BC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E3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24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171A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2E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78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F0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Poienile Izei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E6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B0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4B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01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37DC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57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C3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DC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7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CC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C0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92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A28E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8C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EF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3F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 Chioarului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B0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4F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E2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0B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2570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D3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46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1C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DD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B0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E0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10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C872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58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C2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B3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Repedea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72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CF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32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EF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CC3A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30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26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D5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Rona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10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89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88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8F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A4B7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69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D6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07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Rona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D6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C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F3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D2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F2E2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B9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17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FA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Rozavlea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06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2A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1F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56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F922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F8F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0C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72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Ruscova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1D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7A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A3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89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8C35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3C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22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E4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Sarasău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F2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17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FE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E4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A303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3B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2E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AD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Satulung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AF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95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0E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D9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45B2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7F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DB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E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Săcălășeni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9F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C0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02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88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C8F7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C3B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F8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AA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94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AE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FB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24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69FA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84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A9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69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Săliștea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0F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12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BC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CE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E30E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FB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64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3D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Sălsig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7E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40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3E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1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37BE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34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26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A7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Săpânța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3C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6D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0D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EB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8E7D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90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26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F3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Seini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69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D2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8C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76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DFB3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C04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57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4E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Sighetu Marmației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82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D1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3.931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BD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27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F7A23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43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8B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F1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Strâmtura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EC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D8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07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8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9215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47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F1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F8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Suciu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FA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AE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88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BE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1B6B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1E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6C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9A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5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79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1E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0E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56AE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05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87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20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67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FE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1F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48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980C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BA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93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3F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Șomcuta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2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89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45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41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FA95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02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B6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BA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Tăuții-Măgherăuș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E9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95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66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B2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2803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EA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D6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98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Lăpuș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E0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8C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28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26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C6D6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DA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1E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60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70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A7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37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2B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22A7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66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F0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51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Izei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CA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B8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6C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7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B0C6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27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11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8A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Chioarului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5D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5A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CA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5F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E14CF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3D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D5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06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Vima Mică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0E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52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8A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26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92A7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A2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27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71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Vișeu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8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0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24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3B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3894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B2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21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3F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Vișeu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D5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7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1.626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DD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95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58C0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61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84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DE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Aramă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BE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49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CE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E2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FDB5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5E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B5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16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F2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C9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28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BA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7F27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AE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14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C2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2E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56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81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C8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B297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01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0A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60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Bălăcița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D6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87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0B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B9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D6D7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B3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A1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7A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Bâcleș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5D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A1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58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DB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BD13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49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E2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12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Bâlvănești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8A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13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FF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FD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8C4E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91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B8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9B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0D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32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9D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C5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6FF5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93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56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5E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Breznița-Motru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55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72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C7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81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FEB3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64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ED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6F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Breznița-Ocol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DF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F6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FE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DD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3099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0D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66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26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Broșteni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79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E4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D7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F8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EC3F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4B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4D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72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Burila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6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5E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53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0E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D668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66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CF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38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Butoiești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8D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CA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77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E3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D9C9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C1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E2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7E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Căzănești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71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B0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A6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31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C07D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60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50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00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Cireșu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E1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0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E9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51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41FB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45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F9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B6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Corcova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5E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18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AE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7F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D5DE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B0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91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9F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Corlățel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F9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8A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68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88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E8F8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91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72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73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Cujmir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36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B2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C0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C4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54BA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53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DD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A4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Dârvari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34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0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1E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AC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8E2F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F6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EC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DF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Devesel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93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32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C0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CC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7458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75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AA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2F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Drobeta-Turnu Severin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A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41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8.397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72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6B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4991D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2A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6F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C3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Dubova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E0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9D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73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3C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9CE8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9E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7B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43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46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AD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50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20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6534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0C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98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BE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Eșelnița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92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96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C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CE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D56A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1F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9A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F5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BD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E0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9C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A4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92A8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4C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25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2F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Gârla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A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2E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B0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0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5BC8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D5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2F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D7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Godeanu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6E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87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1D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3F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C669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13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24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2E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Gogoșu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3F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5C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F1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84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51CF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96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89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0C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Greci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29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8C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9B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0E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4952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C5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DB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1D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Grozești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12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F6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21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F0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3E2F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04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92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02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Gruia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EE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B8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E6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91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F0B5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04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72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9B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Hinova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77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BB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CA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E6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44BA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A8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2D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E3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Husnicioara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42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C5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4F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FD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05C2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05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46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BB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4A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C7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A3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12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8180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47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7D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8F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30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AE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A1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2C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512F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9D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B1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95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Isverna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5E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68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82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55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C145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D0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DB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3A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 Bârzii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4F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06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CF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D5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2BF5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BE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4A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A0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2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DF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B6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BB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8543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D6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AD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BE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C2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5D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D4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DB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90B6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F0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DA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8D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Malovăț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F4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13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3A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C0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974A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45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1E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A2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Obârșia de Câmp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58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14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D0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78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25D0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F9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6F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0B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Obârșia-Cloșani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8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1E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AE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F0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9041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A9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F8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4D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Oprișor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0B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08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0E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AC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84DBF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1A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1F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8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Orșova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4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F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BA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96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85298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A55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12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19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Pădina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18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36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93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47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4C86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04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F0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A0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Pătulele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94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A3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80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A2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D49B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90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21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62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80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CA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68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87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BDBF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4F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EF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5E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Ponoarele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58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6A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40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44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0EFB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25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46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2E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Poroina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75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C7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20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9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2C025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12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55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5F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Pristol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3B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4B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18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BD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15FA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0D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0E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8B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Prunișor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5E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DD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82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0F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347E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E6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C8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6E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Punghina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DA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45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26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EF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3F26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6D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94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20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Rogova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51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86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70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3A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2E74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0B4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94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75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E9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65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92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97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1CEE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0D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55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B5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Stângăceaua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AE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E6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3B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81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998AF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8D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61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5C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Strehaia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A2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D3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95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EA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3EF8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FC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60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43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Svinița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96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8F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A1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27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63EB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F0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EC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35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C7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69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E4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03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3452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7A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E1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09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F4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C0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0A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E3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EA5C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EF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6B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BF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Șovarna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E0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07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B0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34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2229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74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84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69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Tâmna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E5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86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D3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0A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681C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2D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14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E4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7D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87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75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6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0A4E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90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D8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A1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Vânju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F6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59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34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12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8462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24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DA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2D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Vânjuleț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76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23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4B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F1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7909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31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71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54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59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0A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C2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FA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726D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5C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BC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70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Voloiac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26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7A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9C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B7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D100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D6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44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80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25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73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4A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67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A52C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6E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CD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Municipiul Bucuresti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11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C6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7E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217.091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9E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BD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9B13E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FD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80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E1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Acățari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1C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BF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3B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01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462CD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C0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BF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5F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Adămuș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7F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AB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93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13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A150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99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66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BF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EF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D9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F7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4B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8BA1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32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99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5C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2B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56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15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84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000D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07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D5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C4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Apold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07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A6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F6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06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D29F5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94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F8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ED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Ațintiș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78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D3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EE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09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5873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28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79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59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Bahnea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BC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84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7F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14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05B6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A8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B8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39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C5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29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CF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69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58E7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03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AD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8B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Batoș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9B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9C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FC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00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A671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CB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D7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93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Băgaciu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86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28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65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55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58C8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6A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77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96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8A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0A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C7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AF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0F06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63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14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CA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Bălăușeri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0C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BB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CF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25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C469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F2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0D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3D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Beica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B3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FC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53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49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4907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7E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68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EE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11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98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9B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2C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8DA9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41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11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35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Bichiș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11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50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A6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79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9D8F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6D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68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41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02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7E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4B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A7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3B26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69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C1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97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Brâncovenești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63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D0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C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C1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EF0A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4EA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7A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34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42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9F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5C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9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E24A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BB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3C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74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Ceuașu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30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E6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F0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5E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403F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0F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71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BD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Chețani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D1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B8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13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87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B186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C6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8F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C2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Chibed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15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E0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8C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C6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BB4EE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EC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0D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99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Chiheru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2F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B4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DC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9A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3F25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B6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E2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01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Coroisânmărtin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24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B1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23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F5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5A519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40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30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7B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Corunca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BB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76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27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E0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C377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8F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C9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0E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37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EB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3F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B2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D1EE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D8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9F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11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Crăciunești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78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7A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DF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DD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2196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B4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BD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3F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A9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0C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51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29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CF31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F22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EB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E1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8E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9E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66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80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F28A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3D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04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D0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Cucerdea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1F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35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14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59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11C1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FC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1E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3B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24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0E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4A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C7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4A4D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A0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3F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F5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Daneș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18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50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F2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EB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ACBC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66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04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C8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40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0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46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D6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8B81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17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87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9C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Eremitu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55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17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46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F8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CFBA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B6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63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3C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Ernei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83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5D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4B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4C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4E98D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40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3C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AA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Fărăgău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EC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A1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55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6A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3D7A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7C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62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38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EF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23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2F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DF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FCA1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49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24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98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B4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BD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96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D7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1A74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2A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EB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49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44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DC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5F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31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8317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4D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B0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D6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 Doja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DF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28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6A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8D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9113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D7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A0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CB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34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82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1E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5D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AD48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F4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84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E5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BF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1F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60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4C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4A75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10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6B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43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E5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CD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80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C5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5A86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59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24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B7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Grebenișu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05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A7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FD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3B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B134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D8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05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68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Gurghiu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DC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F4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EA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4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6741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1D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70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71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Hodac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36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EC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A7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E1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B733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80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AF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46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Hodoșa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1E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C1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77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AC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4BC4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57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5C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61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06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B1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30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6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2F38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B5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A7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A9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Iclănzel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1E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8A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D4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7B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E2AB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58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A5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E8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Ideciu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36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9A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1F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7B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D18A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AC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96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0F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Iernut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07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8A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78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65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3B38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5F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13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1F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F6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BA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85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78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4E64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70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95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E3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Luduș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27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4F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3B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D8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6D357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FB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76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67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E0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C0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F3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EA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3760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CB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92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5E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Bradului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C6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C9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FA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0E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034D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D2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27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F9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Mădăraș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94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47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71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BF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6B8A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C6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85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F7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Măgherani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7D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B9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2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EC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D173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07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96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32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44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FA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8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65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E3A2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4D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E7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01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Miercurea Nirajului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0C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55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9F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30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2E2B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F5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79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41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Miheșu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0F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72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FE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58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6E42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81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C4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Nadeș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56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D6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EE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F7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9B8B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96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81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FC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Neaua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4A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77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31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6D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2414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74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9D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90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Ogra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EE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F4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3F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81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3D9D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2B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ED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FE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Papiu Ilarian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FC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FB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B1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2E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FB37A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E5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33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12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Pănet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5A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F1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23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5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837B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15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24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ED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Păsăreni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F6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4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2B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AF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4320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EB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1D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12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Petelea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8D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E2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EF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0C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5AED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16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A3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F6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Pogăceaua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AA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37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F5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CF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A099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14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6F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AD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Răstolița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DF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91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60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27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46D56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FA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D1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39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BC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00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D9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D8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6AA9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15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16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D2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Reghin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FB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4F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3.487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C3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B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28038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CD7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04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8F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Rușii-Munți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0B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68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01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B2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6116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0C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24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C4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Saschiz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0F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0A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D1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35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29F6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F4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80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B4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Sărățeni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4C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E3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4C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7E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D7C3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51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B7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4D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Sărmașu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0D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86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41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4E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7277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68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1A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35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Sâncraiu de Mureș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43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5B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C3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8C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2474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46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8E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0F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Sângeorgiu de Mureș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7A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AE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FF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E4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C840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03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31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8D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Sângeorgiu de Pădure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A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FC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B8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42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99D62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5C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75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95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23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1D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B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EB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954F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AC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FF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7E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Sânpaul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C7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9B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49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BB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A8E0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A5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54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44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Sânpetru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0B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AF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B2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52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97F6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7B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9D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6A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Sântana de Mureș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D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E4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7A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A4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D06F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AE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74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E5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Sighișoara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D3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55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3.326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19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4C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602B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EB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11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92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Solovăstru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B3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09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09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0D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1286B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628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BE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51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Sovata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E6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F4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25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73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AB14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DB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B8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EA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Stânceni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D7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C3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DB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14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5086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F8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6D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12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Suplac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E7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07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D3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7D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9137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D4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D6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7A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Suseni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DF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04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03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89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B3B4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79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86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0D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Șăulia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13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61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0C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BE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8B09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B0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56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DC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Șincai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C8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8A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E3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A3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E126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5B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0B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A7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15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7E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42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B2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526F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2E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A4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58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Mureș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DA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07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16.091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9B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AB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A6571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DA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24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DD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21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FC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2.626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B8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C9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848C7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85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12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63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Ungheni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4C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74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30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89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2BD9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68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CA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BF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Largă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05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CB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AA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F0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D3DB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54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A1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D1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Vărgata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C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4D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3A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07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C25E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CE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45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46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Vătava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74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74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95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0D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1031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FE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C3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DA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E9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8F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BE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9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E9CA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B8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39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B6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Vețca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D1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14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BC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80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479C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83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D6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C9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12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92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B5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E2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EA08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F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2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2E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Voivodeni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40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A6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2B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07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4A99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E1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08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C5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Zagăr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A5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16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3E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26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27BA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24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2C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FF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Zau de Câmpie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5A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72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63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22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73A7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2B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F1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B3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Agapia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7D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0B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1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9D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B351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B6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FB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DB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cel Bun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E4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35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C4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10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1B6F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7C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31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3D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Bahna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9E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3F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3A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38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4A62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74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15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5B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Bălțătești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B5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A8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6E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5A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B259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2E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F3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87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Bârgăuani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77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0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3A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09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55AB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41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F2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91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63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C1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84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6B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AA38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29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51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1C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Bicaz-Chei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97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9D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3B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15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3996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F3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6B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8E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Bicazu Ardelean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43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07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E5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20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935A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4B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91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FB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C9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0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40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1B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496A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CD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91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D6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0B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F0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6D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36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8EE8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64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73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00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Boghicea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F4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CD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8E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89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B850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89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EB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5D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35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1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B0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14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E3DB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1D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2A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C7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34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9A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4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B5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DD48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599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B4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66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47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25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C5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21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92AD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102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FD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C2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Bozieni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41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85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B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CF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51F2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54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9C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9F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Brusturi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F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4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0C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8C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6CBC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2C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24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49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Cândești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FB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4D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16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FB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BCBF3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20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84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8C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Ceahlău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16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57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28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29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77A6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91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FB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EB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Cordun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83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D8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E1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1F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E12EA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C1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AF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FA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Costișa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88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D8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4E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68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CA01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69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FE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7C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Crăcăoani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BB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72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07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74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99F5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73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EE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7B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Dămuc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A9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A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33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74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0399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EB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E3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B0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3F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D1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A2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80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C9D5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2C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49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DF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Dochia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94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AA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8F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EF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4D39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10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6C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AE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F0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B8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46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79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CCFB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B3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21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74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35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DD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3F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4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019C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14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23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61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B4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56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0B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0D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EBAE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FB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51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FA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Dulcești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6B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6E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7A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86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9B1A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B0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E3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EE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 Roșie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D2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BF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2C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ED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FFFC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9F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E0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EC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Farcașa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4E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91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A5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86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EDDD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6D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00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03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Făurei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E6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CC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CF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BF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89F6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52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F1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77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Gâdinți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32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C9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89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41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2595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4B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98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BE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Gârcina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B3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B0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DA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F1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53A0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DE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A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4B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03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E7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A8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35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238A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33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A7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8C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Ghindăoani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C6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6E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39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0D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A0DF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94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2B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3D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Girov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85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A5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A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08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1418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80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3A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6B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Grințieș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72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81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CD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41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C6D9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17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3C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6E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Grumăzești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C6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6D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95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84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E97D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58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69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D7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Hangu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25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0A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82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91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4585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CE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3B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11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FB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B6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48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28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34BA4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9B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68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BC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Icușești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8D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29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8F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4D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BE3D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E7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C9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4F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Creangă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51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86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4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93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02F3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9A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9A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65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Mărgineni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F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11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A7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E6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1B6E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35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A6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CF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F4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8C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44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22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28E6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7F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E4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E7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E8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8E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49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66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E4BE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E0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26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CC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Oniceni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FE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46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8E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7A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51B9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15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77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82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Păstrăveni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CD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F4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15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DC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D7FB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41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AB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DB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C7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D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B9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2D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08AD2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F2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B3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DF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Pângărați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C6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90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1E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14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7DCD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E5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A1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C5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Petricani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66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AA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86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35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8D07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BF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44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77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 Șoimului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D1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CE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54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CE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9923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87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54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6C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Piatra-Neamț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4D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A7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10.990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AC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63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85B8F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55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D2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29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Pipirig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1A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82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F5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D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8665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E8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C0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E6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Podoleni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C0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04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5E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8A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EC20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CE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AB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F2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Teiului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2B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DD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22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5D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BBAF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2F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91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F2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49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CB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83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32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03B8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B8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BE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17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Răucești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49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1B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00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29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E88D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42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80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89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Războieni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94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BA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3D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34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6292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399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64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9C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Rediu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ED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81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BE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07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C4D5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D3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B6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14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82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A1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5.661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8D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D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E861A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21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06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CC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62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BE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B3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86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0053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22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80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4A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Roznov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FC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55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26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C0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197C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70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37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A9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Ruginoasa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1C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BB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CA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CE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65255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54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20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CA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Sagna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A4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15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3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F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E5CA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F0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7E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7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Săbăoani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4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3C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AD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64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481D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8C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0C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66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DF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5A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DA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04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BE24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B4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23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88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A8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D9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50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27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DC85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4BA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66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CE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28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ED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65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CD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1971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D1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3E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99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00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8C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C5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B8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53F6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31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82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3B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Tarcău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9A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50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2F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8D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C9EE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0C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7A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8A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DC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E2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26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8B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53CD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49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92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9D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Tazlău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1F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39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64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FE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BDCC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C4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AA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B0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Tămășeni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DE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BD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AC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A6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0ADA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D0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89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72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Târgu-Neamț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F3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3B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DC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E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8B53C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33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5E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6B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F4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E9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01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98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B1F5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A2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C9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2A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Trifești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17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D2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F8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2D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C069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DE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2F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A0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Tupilați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5A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39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5B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51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FF24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30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8E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FE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Țibucani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2F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2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95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EC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76AC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15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11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1D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Urecheni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F1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E6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6B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D2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0249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A27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5C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D6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Ursului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A2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2A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75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FB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D871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C0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41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7C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16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A7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C4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7F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60FF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36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66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07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Vânători-Neamț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C1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C4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55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A7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17FD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2A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A2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16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3D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5B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8D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D960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38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89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91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Baldovinești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6D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1A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D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0B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90A1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2E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90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96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20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CA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1.445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23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09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E8AF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2D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98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D7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Băbiciu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05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A2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97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A8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E8AB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F9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73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4C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B5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A7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CA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91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7029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96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DB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58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F3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5A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8B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06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E469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4A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D7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54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3F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14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25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94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E20A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C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8D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F7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Bobicești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7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15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AF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B7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E755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59D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D3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C8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Brastavățu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BE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03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60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A2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FA83A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3F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36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C4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Brâncoveni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77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0C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8B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96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3193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0F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3B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94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06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1C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42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7D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168B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EA6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A9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6B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Bucinișu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FB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1E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55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E1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5166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86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36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77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Caracal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8F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97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2.765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BD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65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3CBB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7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2F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D7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02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CE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99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CF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5CEE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AF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E5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D3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Cârlogani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E3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18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47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7A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6249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C8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6C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52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Cezieni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13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B7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5A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90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BBA1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14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AC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D1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Cilieni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2C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74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4E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AE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0EB7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6C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AC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FD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Colonești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02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0F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DD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0E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A9A6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BC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7D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AD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Corabia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29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CC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96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C4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7A92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C2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CC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9E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52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22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B1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94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8958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CB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AE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92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Coteana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A9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BD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C1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52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29B3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8A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A3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42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Crâmpoia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3A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EB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D5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FC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7F8B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E1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21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07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Cungrea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B0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9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B0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B3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E3DF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AC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8A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8F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5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1B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0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1B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7D44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F8D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42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49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AB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4B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B6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F8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ED9D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2D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81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74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Deveselu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87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B8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B6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0A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66E6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58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04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D1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7A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B0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0C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31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E5AA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5B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B0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5C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Dobrosloveni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53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DC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4E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1D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A351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B8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B2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50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Dobroteasa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C1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0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6D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5F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1EF2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79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44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2C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A8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5C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C0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6E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7C56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51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2D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43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Drăgănești-Olt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43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A0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C3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30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F237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EF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B0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18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Drăghiceni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93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DB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23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49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B817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0F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FC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86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Făgețelu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62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D1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84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1C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192C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E5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C4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F5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Fălcoiu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2C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6E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43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19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FB12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23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76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6B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Fărcașele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94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53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E6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D0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7E20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2E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33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82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2D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E2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57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B0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69BD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5A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04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13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Găvănești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CE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25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AA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89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A761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D1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EF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97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Gârcov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AD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3D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9F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38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8A94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1B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D7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B9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Ghimpețeni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48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21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C6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2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C602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52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98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56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Giuvărăști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00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58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9B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B6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4B58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FD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5A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29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Gostavățu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4F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6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30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9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A78B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57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3B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FC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06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1B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53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36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5475F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4E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11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9C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2C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DB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92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F8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E1D7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0F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24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3D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Grojdibodu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A8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D0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9F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DF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F6CE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B3D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52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09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Padinii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B6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54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A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45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75BD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B2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BA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05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4B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02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CC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2C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6771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FB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8B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2F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Iancu Jianu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52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69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0F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44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60FE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DA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D9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3B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Icoana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4D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6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B9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B0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F385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FA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46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9C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Ipotești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E5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94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B4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D0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A28E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C1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F9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80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Izbiceni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A6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58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A4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A9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F6953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2F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04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85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B7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74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89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9E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BEED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AF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F5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FC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Leleasca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5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F1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80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69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8254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AA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27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4F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Mărunței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F4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84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65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F7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4135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AF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9C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86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91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C8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79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D8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57E4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31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3C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59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Milcov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4F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4E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B8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9F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867F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0A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68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12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Morunglav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99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99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E8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41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3584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D9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70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3C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4F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2B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89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4D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3019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F77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F8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CA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Titulescu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65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29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64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1D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22B4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738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27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D5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Obârșia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2B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B8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20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A3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929A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03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20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FE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Oboga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37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6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81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F1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2DB5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58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84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89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Oporelu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77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2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36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EA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6AE8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D3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E8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E6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Optași-Măgura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98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7F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17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93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747A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46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47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5B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00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39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2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A2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DEBD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5C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3C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FC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Osica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6A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96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5D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7D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4898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A28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04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A7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Osica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D3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F4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9B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2C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82A9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27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68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DB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Pârșcoveni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61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A3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D1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C4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89F1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0C6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DC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40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Perieți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D7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B1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7F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66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60AB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9D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C0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4C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Piatra-Olt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D2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F2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B9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6D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E2B5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09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9C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5B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Pleșoiu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FC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FB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B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BF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3CA5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89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1E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4D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Poboru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04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1D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73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47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FCDE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F4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69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A1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Potcoava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7C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3E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91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46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592C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88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8E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6D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Priseaca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27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2E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50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89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11B3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FE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8A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3C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Radomirești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5F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EC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4F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76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AE3A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80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3E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30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63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CB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A8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C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6ED8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21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78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FA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Rotunda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CE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C9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28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43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C22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7F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41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D1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Rusănești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84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82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50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35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A568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11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D9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2F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Sâmburești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A0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7B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FC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94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DB86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D4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BD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C9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Sârbii-Măgura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8C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35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5C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4A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DA12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CB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3F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93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Scărișoara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AF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A3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73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21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09615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57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E8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6C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A4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34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C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6E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F662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7F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03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B3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Scornicești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16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31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FB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1C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9532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86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08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82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FF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37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02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D4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B412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914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6B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04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Slatina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C9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2A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5.250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CF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A3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7958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0C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D5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75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Slătioara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35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3F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AF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D0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956D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7A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A5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02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Spineni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1E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DE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CA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4E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A962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29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CB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A5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Sprâncenata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49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A0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71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6E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ED8D4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1C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58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3C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B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F7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49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F3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5735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99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28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3A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Stoicănești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2D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7D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1E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FD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CDF8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A2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F2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F7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Strejești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37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3E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70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2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FD1D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0E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A1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92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Studina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81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A4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AB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B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C3E2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B8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48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0F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Șerbănești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B8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4B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01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C7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A9C1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DC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AE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C1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Șopârlița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2B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F5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67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F4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A191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3C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CA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E3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F1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95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D4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C6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1808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1C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2B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5C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1C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06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71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0A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9E6A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B2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56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C1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Teslui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8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6B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2A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70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068F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61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98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87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E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75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A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5D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B33D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97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2C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96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B6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45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7E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3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1B21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67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94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EC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6B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1C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ED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2E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B489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84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ED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7C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Tufeni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3D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AB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E1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0F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6C72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E8A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61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52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1B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00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A6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A4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702C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57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90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A2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FD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E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D2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19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D829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97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1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80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Vădastra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30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AB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C5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86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0E74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DA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1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D0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Vădăstrița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13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C9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27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DC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2846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DB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04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AA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2D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0A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A1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16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5F36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82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5E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13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F9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81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A8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62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629A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0B4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3F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13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Verguleasa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F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AB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A0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24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263C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BC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1A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1B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6A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6F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B2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D1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EED8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98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5C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6E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Vișina Nouă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C4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19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C6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6A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A975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96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2A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69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Vitomirești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59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77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DA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06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E5ED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19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60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FF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1E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EA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F1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7E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897B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45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59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C0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0E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17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8B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83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867D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E10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48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9B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0E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A4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43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E0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34E2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5B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DC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81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09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2E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27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1F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BE5A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A1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70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F9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Adunați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2D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5D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B0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C6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046F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47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49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C2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Albești-Paleologu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37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BD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BD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01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F6A5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81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19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1D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3E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2C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15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38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64FE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4B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B0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20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Apostolache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27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5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6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B6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8591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CC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08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D0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Ariceștii Rahtivani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ED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4E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74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2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AA56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E4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2D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E3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Ariceștii Zeletin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49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B2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79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CA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1D76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C9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A7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BE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Azuga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40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4C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2D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27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A491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98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B1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7C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Baba 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3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A4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40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1E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0354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EB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60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14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Balta Doamnei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3E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61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8B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A9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D8CD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C7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3F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13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Băicoi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F0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54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1.962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EC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2F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BDCB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E8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5A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A4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36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F6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B0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37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A3F0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61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57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9C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01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CE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6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9A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6FB4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0A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86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D0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68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0D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EB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2D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DE20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84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92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63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Bătrâni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4F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AE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91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DD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8131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ED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AF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67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27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B2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38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19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1E3A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E0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91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CD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08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32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D7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73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617E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A3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6B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FC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Blejoi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4C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BF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57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14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BAE3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11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FF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CA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Boldești-Gradiștea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17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D6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C7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59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F6EF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54F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BE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EE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Boldești-Scăeni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18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9F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6C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5E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13F7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AF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B8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41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Brazi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EE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1F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60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A9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74E8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5B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09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AF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9F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1A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2.040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5F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A2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8FD3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02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28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CD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62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BE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A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7D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01FD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E0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42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EB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BA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AA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45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AF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B10C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28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0A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2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87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DA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CE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96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4572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F2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37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15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Călugăreni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19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A7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A9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C6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156E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20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45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63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Cărbunești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9F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9F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64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8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B816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0C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35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C8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2A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EF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BF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0A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8362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B8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7A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8F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Ceptura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E8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08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16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B2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6359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AD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6C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09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Cerașu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0A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2A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61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77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F080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C7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FA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13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Chiojdeanca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CD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F1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25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89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9DEA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2F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52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DC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94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67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13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65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F53D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9A0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31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9F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Cocorăștii Colț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05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D6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8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4D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39F7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EC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09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F5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Cocorăștii Mislii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58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18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42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F7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CF4D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70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44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65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Colceag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5F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D0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76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5B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220B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F6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C7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B9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Comarnic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03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13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A3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59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5440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938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FF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F5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35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86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28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3E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429C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6E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79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83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Cosminele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A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5D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DC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6E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A425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FE7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D5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E2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Drajna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44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C3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97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49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34E2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8C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7D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1D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E0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EE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73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EB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56B4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DD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4F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09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AD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DD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E2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19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AB43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13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18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DF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02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13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0A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71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64CF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EE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E5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0B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20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59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3E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44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0F38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A4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45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C7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Filipeștii de Pădure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B3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68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47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81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B2CD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25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C1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10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Filipeștii de Târg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E5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30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D4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A6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5AD6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250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82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AE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D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67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08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77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F185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3E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C8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7F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Fulga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B2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A7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5E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90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89D5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3A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0D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1B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Gherghița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DF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AC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B2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C0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24FD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AF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F5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3A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Gorgota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F6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C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39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AD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BEAC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00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4B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56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Gornet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3E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87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7A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EE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25AA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F3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39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55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Gornet-Cricov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BF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BC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BD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A6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FB58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E68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0B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0F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Vadului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BF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20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D1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C9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259B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8F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78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3D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Vitioarei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FD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E4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F3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07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0E83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E1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33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4C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Iordăcheanu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F8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21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FD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7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6470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69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82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BC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90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D5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C3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45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AC60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26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38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A2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Jugureni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1C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5B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65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C8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B318F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D7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AD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C9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Lapoș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51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5F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87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96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4288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54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83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91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Lipănești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E7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9B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50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3D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C688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A8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59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22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92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89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75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26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A29A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0E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A5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9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E1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F2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C8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E4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1E03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6A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72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49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Măneciu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5A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46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44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F1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56B2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53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BF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56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10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3E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C2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14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3015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F8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66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EB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Mizil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27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50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7D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E2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95B4B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AD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37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09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05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59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D3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42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6BAC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4C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67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F9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Păcureți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9F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47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86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F9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1C5E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B2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6F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46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E3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FF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27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67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DDD1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55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63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BE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48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02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24.128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45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EB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FA0F5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3C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AF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2E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05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63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46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1C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6666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43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FE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2D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59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16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81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16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1491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78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5C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A6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Podenii Noi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59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65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5D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AC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A843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83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C0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8D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Câmpina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5C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D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15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84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8D29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00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D6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F1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Poienarii Burchii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6A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C9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90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D7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60D3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54A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BF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BD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Posești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71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43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AA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1F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3ED5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01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7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BC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Predeal-Sărari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D0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A7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5C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9C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4626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7B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48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31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Provița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5F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6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54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37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CDB7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28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44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17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Provița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8D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B5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9C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EF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CD73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85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21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5A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Puchenii Mari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D8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96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B3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1F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53AA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35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93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32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Râfov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47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4A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98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66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8F7C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25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72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BD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45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0D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CE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50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AB38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E7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5F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44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77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D9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5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39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CDAF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1CB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59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F6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2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F9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85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12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83ADF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BE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C9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52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A7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F2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67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E0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6304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C8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A3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69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Secăria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20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A9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C8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7B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5431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1E0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14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A1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Sinaia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CF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4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1.509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D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FE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FABC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B1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F8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47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09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55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54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58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518F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EE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95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5E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Starchiojd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40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8F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4A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EB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AAA7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9B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C0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BE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Surani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E3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FD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D1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63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B13B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81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81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13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1F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CA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E0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42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75C1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95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79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58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Șoimari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23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6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E1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56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144B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60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5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5A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Șotrile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0F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49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14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87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D7BB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AF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73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35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8B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0E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20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8E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0B88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DD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1C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F3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FE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88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E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DB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7CA3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43B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EC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16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F2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1E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41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80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5602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50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9E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6F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Târgșoru Vechi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8D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D1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6D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27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4661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1D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66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0C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Teișani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51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A1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EC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1F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C8D3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8B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12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73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32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D4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0F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DC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EADF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023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34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6D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Tinosu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6F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BE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CB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B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B06F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BD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0D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05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Tomșani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5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4A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4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88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E16F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F6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D7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E0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Urlați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43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2F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982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53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E2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2047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50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8B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9F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Săpat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58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0C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B1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63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7736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BC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8C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48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Călugărească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A1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BE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9F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07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024B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F1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C6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9D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Doftanei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CF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8B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79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62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F493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1A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49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CD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Vălenii de Munte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75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07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B1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8E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61112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A6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5A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40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Vărbilău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AA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D8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7F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2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0F9D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0C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A7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3A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A8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96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54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90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E92E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06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7F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10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Agrij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FE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17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3A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AA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3C68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3F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B7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69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DC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0D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4D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CD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D3D5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D3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F9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88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F3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F7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AA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0E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881E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3A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9A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85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35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06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F3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A4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39A2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48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66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98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Bănișor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89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49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B9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9D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B0E9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D10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17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78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Benesat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BD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1A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C2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CD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5BBE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F1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01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D7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Bobota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2A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90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82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ED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A94B6E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2A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90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9A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Bocșa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AA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07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4E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B7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0AFF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1D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D5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3C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F2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B6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39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A0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0A82D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7B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E7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E2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2E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1B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FC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12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E0DAF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C3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E4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31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Camăr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43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B5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A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D8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4462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ED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26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94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Carastelec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32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54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3D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F7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8F8F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33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70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4C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Cehu Silvaniei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70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9D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B9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0D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AEA37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06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E8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2D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Chieșd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54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D2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3F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FF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8D86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A7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93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D8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Cizer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DC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F4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B1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6D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0F93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0C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D5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1D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Coșeiu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FD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15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60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6B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44D696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D5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49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D7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Crasna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0A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DB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66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1F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4B23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32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2C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07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Creaca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AD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39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F1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A2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D899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CD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E4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15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Cristolț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2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AC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4B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93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398D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FC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B8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71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0B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D1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B3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B0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1464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81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C2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4F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Cuzăplac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6B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A3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F8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1C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579C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CE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E0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08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34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46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34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43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F707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A3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E9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8B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FD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14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20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C2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EEB0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24C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A3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9B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Fildu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7F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DE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79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F6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FD7B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65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42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A1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Gâlgău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DE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FE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E5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F9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3A6B2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A6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55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92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1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3B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8A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BB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27CB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B0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93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F9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Halmășd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96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3A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A0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A2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28CF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BD7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DA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5A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Hereclean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32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05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55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08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BC11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589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A2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9B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Hida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6C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49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CF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45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7C42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75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E3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29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Horoatu Crasnei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29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9D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1D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02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4FE2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19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F5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07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Ileanda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4F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62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17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57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AA8A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D5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C0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AD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63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A7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3A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03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AE25C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8EC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87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86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Jibou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35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AD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56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1E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4A09DE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78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01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2B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Letca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9E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A6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7B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14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769C2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10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25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12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Lozna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5F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BE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44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02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BBAF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0D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D6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EA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1B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A8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C9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79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C65E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35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3E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8F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Măeriște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50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70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56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25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D0E8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D2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F1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6F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Meseșenii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5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BE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FA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E4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6250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3B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7F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7C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Mirșid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8A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B4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93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F2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10CB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2D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BA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CD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Năpradea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F1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0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BD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E4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2531A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87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30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DD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Nușfalău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82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29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97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56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95C54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9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01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52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Pericei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97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9D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EC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37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00C08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E4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AA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AB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4A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80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31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93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DB09B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FD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B9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BE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Blenchii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F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BB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C8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E9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1686D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9A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EE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59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62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55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8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DE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68BA6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34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D0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38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C9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D6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6A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1C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10D3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AF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6E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3F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Sălățig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67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74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17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13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A25B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22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F1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8C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6E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5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51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4A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9E74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36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B4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44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Sânmihaiu Almașului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5C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4F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EE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E3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CF863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6C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04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95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Someș-Odorhei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1E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5A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B1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81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592C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2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24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FC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Surduc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32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B8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B6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CC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CF61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F2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E1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F5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Șamșud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A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49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93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E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BFD00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9C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E2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2C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Șărmășag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EC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46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FF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63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A504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F8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76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6F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Șimișna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90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63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AC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BA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DCA8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71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23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4F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Șimleu Silvaniei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CD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35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1.288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F1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AD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C253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68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81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9F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Treznea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29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DD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2E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D0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4099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EC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A5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94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Valcău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8E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58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AE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FA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F6739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0D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22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1D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Vârșolț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F5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53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7E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FC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2FBA9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E1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21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D9E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9F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30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4.478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2D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0C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21AD2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E0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EC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B1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Zalha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88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71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89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7A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2D83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CC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DF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F6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Zimbor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CC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DC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84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50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C698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B8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FD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CB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Acâș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CA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40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B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D1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D746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AD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77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FF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Agriș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24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2C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D1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58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CBCD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8F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D9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FF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Andrid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86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0B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0C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92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C71DF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98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9C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90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0B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FE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7D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F6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AF95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8E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55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30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Ardud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B4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0B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2C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2F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98E2E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56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F4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48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Bătarci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D9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25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B0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2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8454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D0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91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5C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B4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12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0F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A4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1985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B77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D5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FE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Beltiug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07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FD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FB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24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2BCCB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36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59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E4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96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F5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E0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CB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3080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D0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F0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49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Bixad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FF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B6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38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98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C2F3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DE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32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48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7E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CE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52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E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E5D5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72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95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3F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Botiz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50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A6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70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41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EB4D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CE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A5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DF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39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2E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2.406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52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72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9ADB8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07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C7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5B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Călinești-Oaș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66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B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59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00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D432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33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21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A9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Cămărzana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9D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F6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33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1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23B8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E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4C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50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Cămin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28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23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C7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72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4E3B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23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99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22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34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89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F5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8F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7043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6B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92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61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Căuaș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8A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43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F0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23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00C8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39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8E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9D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Cehal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B3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E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C6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7B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2B24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B8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0A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36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Certeze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CD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2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C2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13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63C3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9E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57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C4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1B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68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59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6D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9AD7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4B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5A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97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Craidorolț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1A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4B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55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21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D1B9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05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94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3E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Crucișor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ED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02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D1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A0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22C7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D90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38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57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Culciu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73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E8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E7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52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CAD3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63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50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4F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D9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5F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08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67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28B7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5A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FF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C0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Dorolț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07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8A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93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9E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18CE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EA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59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80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Foieni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F6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28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6A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7A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ED62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4F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C3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93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Gherța Mică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12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5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28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E8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4268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48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B6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72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Halmeu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50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4B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09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28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422E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F9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C2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69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Hodod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E7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0C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48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69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97DD31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F8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52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0D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Homoroade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40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BD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37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4A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575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2D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51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49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Lazuri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5A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B2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76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21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2EB3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C2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2C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BC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Livada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E6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BE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69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31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CAB9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B1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35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96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Medieșu Aurit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B7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BD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A9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86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AA3C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CB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8A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40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Micula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8F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DA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4C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86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2845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11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3D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FB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Moftin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14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36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7D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B2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C17B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74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83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17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Negrești-Oaș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6B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DF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C0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1D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0864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1B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58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46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Odoreu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B6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5B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D8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B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3DCB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F0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B0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92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Orașu Nou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3C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A8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15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EB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B19A9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D7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F9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16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4D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8F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3A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12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D9FD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6F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F6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1A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0C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B5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32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FA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52261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21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2B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2D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2E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6E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11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08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1034E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F0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5F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EC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Pișcolt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81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1E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CC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01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7836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7D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58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5E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E1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B1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3E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23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507C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00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8C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E1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Porumbești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5E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54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2A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3E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C36A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7A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4C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26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Racșa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76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4F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2B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D6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7F4F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10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09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E5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Sanislău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12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1F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5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DC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7EB7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0C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5C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73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Santău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D6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59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AE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07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0A98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96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C6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B3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97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92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10.635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15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05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6C03B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53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EA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FA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E6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34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CD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B4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8945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14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47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A2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90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64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9A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23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F016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C6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37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ED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Socond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49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FA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F8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1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6578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56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BA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68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Supur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9F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EF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78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7E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BCBEA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6F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95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70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Tarna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FC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D5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52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99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1B18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09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84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A8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Tășnad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CF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8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A9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C2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D16F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FD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8C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47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Târșolț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B4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34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66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05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8985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83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E1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F4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Terebești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B9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34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75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74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DC25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3D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85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EC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Tiream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A2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45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07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75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8B4EC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AF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F6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1F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7D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71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4E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55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29FF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D4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4C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19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Turulung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F6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55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4F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87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CB975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1A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88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30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1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BF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F5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CA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2BD5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3A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50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E6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Vinului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DF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5B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0C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32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7E86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55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D9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67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BE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AC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77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D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8FCB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4A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2E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D9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Vetiș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89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D8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F4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17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639D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7C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55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11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Viile Satu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EE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E9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A5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65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90B02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E8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07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48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Agnita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B2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47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32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64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82E81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6A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FC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9E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FF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81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B9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CA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C7D4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D2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5C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3A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Alțina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78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A2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9F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F1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765E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F6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1A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20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Apoldu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45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45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1E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F6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3837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E3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D4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16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Arpașu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81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31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85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0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A490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6E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FF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24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Ațel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52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35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1D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3E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6BB8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EA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0C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FC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Avrig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36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3D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F5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57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49788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C6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C3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19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Axente Sever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48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4A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C8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AC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6FC2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05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20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79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Bazna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FA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2B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F2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1F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42D4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27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EA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F2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Bârghiș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CC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ED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AB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36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8A53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59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D6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B1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Biertan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B5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E1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56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77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4CF7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6B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C0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EF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Blăjel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D3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10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4F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E1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BE01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72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8C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6A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6F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13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CA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49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8D05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F4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89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7B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Brateiu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F1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DE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9A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E8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D39A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908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69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42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C0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84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8A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BD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D75C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36B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5C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9A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Bruiu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05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71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9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74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05A6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E3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36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9A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2C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8B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BA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5D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F519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67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63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4E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Cârțișoara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33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80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55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D5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DA0A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E7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68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E9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Chirpăr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02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E6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F9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3C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3F0A3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2A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24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FD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Cisnădie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92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D2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FA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33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6C74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7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0F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BF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Copșa Mică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DE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41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CD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69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4AB8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BB7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C3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69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F0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66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8F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6A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BE7B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B6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13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7E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Dârlos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DB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EB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D6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89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E0D2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2A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5F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1D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62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E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0E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81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399E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D4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BE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B2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Râului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DA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7E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7A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3E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68AE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1D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D0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51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Hoghilag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F3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3B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05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89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8819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B3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65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0B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Iacobeni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EC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48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D9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85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7C33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77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98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37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FC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F3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38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E8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F910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B9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5B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CE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Laslea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A9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A7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40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92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11D9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BA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D7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E9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Loamneș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F2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F2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AE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59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96E0D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5FA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78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60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Ludoș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85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3F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0A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0B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EF410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D1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E2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BB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Marpod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7B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62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58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1E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CA71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BC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8F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07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Mediaș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F1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B4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6.103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24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22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9B5C7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08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50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D4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Merghindeal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0A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B2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86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50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6E5B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571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53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20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Micăsasa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DD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E4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25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D8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C533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4A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A9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7A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Miercurea Sibiului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48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F0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36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3E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0C67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F7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D9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EE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BA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16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E0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0F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7CA1A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84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D2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A5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B3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97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6F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99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5954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A2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47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70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Nocrich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8B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44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1B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4B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AE3A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13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2F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C9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Sibiului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EB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C4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8A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0D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23C0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36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B3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B0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Orlat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8E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7F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60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52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1FB8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1B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B5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13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BB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02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2D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87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7AA8D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9B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8E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E4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Sibiului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6F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84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0B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98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0147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CB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98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84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Poplaca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A9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2B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BB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F2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ABE1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27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D9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69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Porumbacu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19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FA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2F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94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66F2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18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53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60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15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B3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97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4A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E9A6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07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9A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60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Rășinari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54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EF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2A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FF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AC95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F2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08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DC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Râu Sadului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C4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CF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B1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BB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8FBC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36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96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EE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2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51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4A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0E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F5316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2C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C8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B3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14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2C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B1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3C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A222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BC3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04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25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Săliște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FE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1C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7F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9F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433D1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9B9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21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2C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80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F2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18.319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D7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FB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032CE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03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22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B8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Slimnic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2C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49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12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1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2B5E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78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1B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51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Șeica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33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4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A0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1F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72B4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E5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87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70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Șeica Mică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B9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93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1B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A7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B2D61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28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EB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FC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Șelimbăr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AB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72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10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CB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801B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7A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EE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C2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Șura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9D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BD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BC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C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BD7C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3F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A0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69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Șura Mică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35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EC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07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37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3821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D1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74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75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Tălmaciu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63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FB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19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60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5959C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19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F6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8B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BD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45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9D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45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FEE6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23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32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8D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Tilișca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32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35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32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DA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8D92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C1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6F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02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Turnu Roșu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31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29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2D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F1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6C88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BD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B7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1E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Viilor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49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44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73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53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6E5B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C6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2E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20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Vurpăr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C9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57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3E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43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778E0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AD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51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C1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Adâncata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31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6F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EA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89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6DAB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8C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57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20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Arbore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EA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C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8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F6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C412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B1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28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F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E4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9A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A5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54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A7B0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6CE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CF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DA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Bălăceana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07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CA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99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D9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225B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F8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89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20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Bălcăuți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64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35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88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FC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2D35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B2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E7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9A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Berchișești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26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99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B5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11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E873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12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4E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44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Bilca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BC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40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BF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3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7D385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BB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CD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68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BE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79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2F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D3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9F80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93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78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89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2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7F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2F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1B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8F21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41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1F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FB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Bosanci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35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1F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48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F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B112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973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2B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CB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Botoșana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CC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4E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F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88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BA79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2E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53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EE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72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B8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00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47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C4F7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DD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2E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01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Brodina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DD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D0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72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FA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3D9A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0C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B6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1F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Broșteni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85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36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22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F2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DFCC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33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CD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6D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F6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1E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5B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D0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12CD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9F1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80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5F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Burla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92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59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54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20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972D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27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0F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B9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Cacica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A2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2F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88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27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1A89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EF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13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F3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Cajvana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35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C6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65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64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6EFD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A1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11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47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Calafindești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19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72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5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10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2C5A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A5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91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10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Capu Câmpului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61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A2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D4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7D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F57B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CB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C7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08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Câmpulung Moldovenesc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E9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25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1.998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4D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77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FFD6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47F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D2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38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Cârlibaba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D6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FE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C4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3F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BBED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E9A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D5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74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38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AE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A0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A2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FC19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316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92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D6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Ciprian Porumbescu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3C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B7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6B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5D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BC14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34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89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38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77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AB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43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11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FD16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8D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D2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32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Cornu Luncii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F6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01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5D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88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E187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A3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12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F6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50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DF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BC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DA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C1C18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45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7D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92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Crucea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DD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3B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1D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A9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7A55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19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81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80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7D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59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56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84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E866C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22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7F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A0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Dolhasca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2A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ED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34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F3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53DF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556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3D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30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Dolhești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4C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0D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B1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5D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E547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F0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9A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D8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Dorna Candrenilor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6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9C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38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2C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4F36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89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37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20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Dorna-Arini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CA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A4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7F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54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A502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35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C1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F1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F0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F6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B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00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38E7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18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AE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A2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F3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A6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51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27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FE14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AB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78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5B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8C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15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7F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CE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7E4D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45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45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0B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FB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D6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0E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E4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4093B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E1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3B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1D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Fălticeni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E2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C8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EF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19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FD0D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82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DD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78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AB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79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F7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7D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D07D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C93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5D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C7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1D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A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26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19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8090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E8A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43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26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Forăști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96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1E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45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70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38E2D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18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64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A7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Frasin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81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25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D4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B0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0F5DC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ED2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76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F4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Frătăuții Noi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4C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73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C1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E9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4AA8D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00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54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EF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Frătăuții Vechi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08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5E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64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27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6D0C7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EE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3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3E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Frumosu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D2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BD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28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DB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8798A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B6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DB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46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Fundu Moldovei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29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8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57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0B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8EB4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C1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AC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8A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E6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6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1B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32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9EE6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D5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2B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76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9D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8F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0D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D9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5700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2B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8F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4A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Grănicești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1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5B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0D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EA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38B3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976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2E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B1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Humorului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60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12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1.530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D2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7A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DE72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4B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62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30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Hănțești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0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AE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30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9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7AC0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946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6C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23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Hârtop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17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2B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E8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74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FF89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702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61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9F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Horodnic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E3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59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BF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A2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F14CA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E6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F8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D9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Horodnic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53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40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6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5B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0339D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22F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53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FD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Horodniceni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D7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AC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33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84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B168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A5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36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B3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Iacobeni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F8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67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BC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88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3083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62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5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3E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Iaslovăț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F6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DA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95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D4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26D3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055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F8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D6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Ilișești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51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09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03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FD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BC69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D9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D0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99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Ipotești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F8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EB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D4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C4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A2F7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53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B5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EF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 Sucevei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4D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EB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B3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E5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5E0D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F2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1E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31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C8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0A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4D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49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FFAD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2C3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27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AF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Marginea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08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86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C9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A0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671F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29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46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A9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Mălini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64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E0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27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B4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701D4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05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BE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A1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Mănăstirea Humorului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13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59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38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18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1BA33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8D5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77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AF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Milișăuți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C2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C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5A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3A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B0F8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43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8D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35F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Mitocu Dragomirnei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B2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9A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40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DD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58C57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A9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17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D6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6D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BF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73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6D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A23B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69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DC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8A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Moldova-Sulița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0C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73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10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00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C5F2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3D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32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50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59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F3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A6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73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F1F21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53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5CF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7B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Mușenița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41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D3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53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EE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EA33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FE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29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BF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4B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A6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EC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5F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9C31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F3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CA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0F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Panaci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19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30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82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03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4B4F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09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67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A2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Păltinoasa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81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C5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E5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43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1A21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F5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58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8C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Pătrăuți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D1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CC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92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5D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5E4E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41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29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1B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Pârteștii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77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0A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FA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DA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2610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E6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15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E5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Stampei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A7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D1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3F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C6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A50E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CE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B2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AF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Poieni-Solca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19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DF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DE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AA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5173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EE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F7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E3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Pojorâta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B2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7A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D6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40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24D5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B55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C2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4D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Preutești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16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A8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54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2D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F5832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B8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A7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E8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Putna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01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90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0C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46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F4B08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B2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87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DF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Rădășeni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F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86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63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52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D152A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9C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B8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8F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Rădăuți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98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43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2.526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D0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0A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553F84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773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2D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74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21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AD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48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23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060F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4C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58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DC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Sadova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40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C2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60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C4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1145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B7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B3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43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49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BA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FA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05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4BC25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04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67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50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E0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9E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D2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A7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71F7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EF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73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53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Siminicea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4B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55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EA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B2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B9B87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9C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59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E5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Siret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CE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11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04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9F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788C0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CFD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B1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87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Slatina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23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B5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15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F9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8A8C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B9D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73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0F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Solca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B4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23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B1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FF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4F93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291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BD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E4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Straja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6F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88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A4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B0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314E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7F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F6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8E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Stroiești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74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BF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8B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AD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4F9F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29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9C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B3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Stulpicani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46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B2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2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44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32D3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70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0B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E7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F1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7C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8.847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71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1B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6BBA1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57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3E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D3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35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51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C8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A1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8762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06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BE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3C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Șaru Dornei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31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DE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A6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C5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C834B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4A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34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E4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Șcheia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1E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2C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A7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9E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7C8A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2D5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12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C2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Șerbăuți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BC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66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2E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DB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2735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89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BC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49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17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7B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81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CE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011F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4F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2D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54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1D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EA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D4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DB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4FB9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67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68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F0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Ulma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2F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73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84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DB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D6C8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FF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A4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48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Moldovei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D0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6A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21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8D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EDAD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CE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1B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48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Moldovei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E4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C1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00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25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3C31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26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42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5A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C2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AF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23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C4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35F3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98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03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F6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Vatra Dornei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41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E0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1.714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18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5F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AE6A0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DE6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20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D4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Vatra Moldoviței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68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6B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DE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11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BE61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9C6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55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10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9B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DA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5E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2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F0F9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0B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A1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24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Vicovu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D1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AB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B7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36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50BC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12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04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B6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Vicovu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6A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D0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A0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8C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71C1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C0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CB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07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Voitinel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82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49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52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A2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ADEF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D6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70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C6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Volovăț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C5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CA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99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4F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DE01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6B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FF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A6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89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F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13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7F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D717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F92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F0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0C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Zamostea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6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E1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38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E2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A0FF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3E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85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A8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Zvoriștea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56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79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9E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00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F48F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83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02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8B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40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BD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A7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6D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236A0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A3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62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83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Balaci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4E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D6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B4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0E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13CE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67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00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C9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Băbăița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C1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4C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BC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67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0649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CB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A5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5E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D1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95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16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74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2151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968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EB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7A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B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5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ED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39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2FCD8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A28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D0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20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Blejești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D4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18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36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46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BB92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10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67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F0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02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BF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4B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50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EAE8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7D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63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52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Botoroaga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40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A3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E6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14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0D5D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DC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01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B9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Bragadiru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E5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C7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03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B3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AF54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098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38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44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Brânceni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78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07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1C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A5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EE60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E9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D3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CE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Bujoreni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D2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F5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10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72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10AA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C8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A4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66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Bujoru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14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82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21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62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7AFF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41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B2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0F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5A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AC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BD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23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17CD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EA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EA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EC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AD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5F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11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34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0E4F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7E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EE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CC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Călmățuiu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C2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F0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54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14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C5F6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22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0E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60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Călmățuiu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D9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C0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34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1A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E1BD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6B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D7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60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Cervenia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DC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45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80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4F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B144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EA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4B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AB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Ciolănești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50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4A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9C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9D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C71E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009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39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40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Ciuperceni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EB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01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39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74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A23B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8E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8D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D2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Conțești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2E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33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9E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A6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EE73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42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08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AE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E4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17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A9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91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5B09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463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52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D9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Crângeni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4C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82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99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B1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14570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02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4E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5F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Crângu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18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42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4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6C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7876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72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17E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C0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Crevenicu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6E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42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E6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F2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E7DC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56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23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7C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8B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4F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37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CA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4696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0EC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C6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22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DF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97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C9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1D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50F1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FAC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15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8B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FD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2B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D5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D8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A7B0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76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15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F9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Drăcșenei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32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13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8C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01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97A0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21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57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C5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 de Vede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0E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F0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C6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EF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E508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9D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B3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B9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Drăgănești-Vlașca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5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28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70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57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2947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81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1D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75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00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DC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B0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BD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DAC4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45F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0D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79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Frăsinet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E0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D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F1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05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5F9D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E4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FC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66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0B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23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91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8A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074CE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DA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50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F6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Furculești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F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F1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AD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08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CEAE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C9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D1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1D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Gălăteni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F9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15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B7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8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C95F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FBE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71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8B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Gratia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E3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1E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EB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FA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24F2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86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E5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70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Islaz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E4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73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DD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F7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BEF1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F7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45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0F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D6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BD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BA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5D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F077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F8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7B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AC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7D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51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3A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09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F319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FBF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1C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F9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1B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70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3A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A1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333C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BC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D8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0D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12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09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F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5D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3D2B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37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4B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61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Mavrodin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84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E1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F3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C6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88EE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A9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7E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28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30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EE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09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F4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30A44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480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0F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CF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Măldăeni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0D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0B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0E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6F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1FF6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03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95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6D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Mârzănești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CC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BC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76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A4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0F842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34B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41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AF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C9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12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2E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B3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85E3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38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4F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32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C5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15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D9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A3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52E3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96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96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82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Nanov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23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6F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CD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8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0649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D9F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D1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E0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Năsturelu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A3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E8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FA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6E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60E7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70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0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03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Necșești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14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68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75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2D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CEC1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CB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9E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13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Nenciulești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03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EE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B3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37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67F39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CD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E08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10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67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37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FC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B4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3EC22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B9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50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74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Orbeasca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41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24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B8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50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312F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E8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35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64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Peretu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B4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D3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E7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37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1412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54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1D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0A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6B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8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48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04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C167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53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F5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4A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4E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67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AF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1C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D1E4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D8C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FB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1D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Plopii-Slăvitești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EB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E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4C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8F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58ED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B8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87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72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E7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57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A4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63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1BF3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C4A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3F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8C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DC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E7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FF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CA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87A1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7A2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75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08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Poroschia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44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9E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D1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DA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1C05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DD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8C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E5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Purani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AB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79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EF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A7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FA02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CB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0D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2D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Putineiu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AD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7F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71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D0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6646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B8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7E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56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Rădoiești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B7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9B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71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DD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0E13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F4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84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A8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Răsmirești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FF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4E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FB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35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4BD3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D8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D7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29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 de Vede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5F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7E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2.933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5F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24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F1144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85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53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BB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Saelele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2E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A1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94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9A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E991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06E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45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3B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F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23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CB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C7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C072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F9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53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9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4F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10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57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59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B106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1D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EB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F3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Sârbeni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10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D2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05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14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A41ED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B1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6D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A5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Scrioaștea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41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1C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00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50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7104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28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63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0F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Scurtu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57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35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50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FC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DBE99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B6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CA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3B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FB7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D1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DA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D5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CEB2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8B1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12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4D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Segarcea-Vale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CE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0F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37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7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56D7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69D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51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EC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Sfințești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85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95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E3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FD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C5E3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31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7C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04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D0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8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72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F6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F70D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F0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25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36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Siliștea-Gumești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BE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26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50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C2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877B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A9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3E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BB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Mândra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A4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3D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3E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BA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5E11C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77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72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B7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Smârdioasa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F2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EF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A8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B7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10D4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48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98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0F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Stejaru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52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19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50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72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F804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3E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62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A4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Suhaia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C0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B0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28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C5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7CB15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0B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D3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C3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Ștorobăneasa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B9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0F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A1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71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2BBA4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C3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43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6F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Talpa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9B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4E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B4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A6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2F80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3F3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FF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7A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Tătărăștii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8F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23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66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A0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2180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8E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9D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47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Tătărăștii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15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60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19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28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CB8C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7C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D7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4D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FD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41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B6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40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7239E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8FA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C5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E6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Trivalea-Moșteni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C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21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81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53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4088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18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9C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D8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Troianul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8F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15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20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F7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6B3D2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D13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B5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A6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Turnu Măgurele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55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9C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2.783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D0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DD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2CBDC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0B1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60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83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Țigănești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69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D8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C0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FE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A330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D8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CC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5F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Uda-Clocociov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FE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29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5D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26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7568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45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ED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C9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Vârtoape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EF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2D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AC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8B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7CAC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44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18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F8F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90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61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39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C6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A06D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E3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82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0D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Videle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75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D6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1.086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4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3E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5B5C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C96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2F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274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DE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2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21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B8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7B60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6EE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4E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52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Vitănești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1F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8C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8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19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9C259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13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C0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3C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Zâmbreasca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9D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3A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4D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80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91A7E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75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57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6B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Zimnicea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E8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0F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1.600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F4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BD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B2A8E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FC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8E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71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Balinț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5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05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E7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4F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475B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87D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53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5D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Banloc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9B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DA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E2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63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F6A4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7C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E5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5E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39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9B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6A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AD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69BA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D00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5A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66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9F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EC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EC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0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803E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EF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8F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2C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Beba Veche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0C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91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4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1F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5BF7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7D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EB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92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Becicherecu Mic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18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AF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98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8E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C225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255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F1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F5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Belinț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6E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B6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76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00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A818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0D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38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D38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Bethausen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8F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F1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DA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D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3032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72D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35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3D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Biled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5E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79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6B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CB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6884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860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68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F7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Birda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68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9F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8E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0F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782F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30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DB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71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35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19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E5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A4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19CA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DF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32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19B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Boldur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53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D1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43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81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B801B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2B1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BA9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22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Brestovăț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6D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63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12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7A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B37B1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03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A5E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47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2C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B2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70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A6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9948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302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9D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9D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Buziaș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97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EE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CD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50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39D2B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659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51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35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Cărpiniș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01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C8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4C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DA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DA17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6B5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37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D6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Cenad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23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B5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5F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F8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5554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1C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F5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C6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Cenei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B9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32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B3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8B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35D43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524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65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0A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Checea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CD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BD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72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B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FBA2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3E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56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35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Chevereșu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A0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B8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B0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CB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86C9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22A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68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0F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Ciacova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43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ED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9C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95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BBD6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FC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88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46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Comloșu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1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58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C4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35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13BD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6AA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23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F9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Coșteiu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76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33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AD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E6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D94B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E4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3F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92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Criciova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1E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D8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8E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D5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91C1D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02D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5F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76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4F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45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9E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85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45F17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621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ED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31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Darova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AB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ED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98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17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C760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4F5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35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B34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Denta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80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79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FF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3D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C1B8F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90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4E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B4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16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DF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DB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D4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6B38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36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C7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61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Dudeștii Noi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B1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D2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F7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A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3306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9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0E0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31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Dudeștii Vechi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72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F6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52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0B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0AED9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F6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BF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C6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D4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54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FE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56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2C06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B7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68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FD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AE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6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0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B1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8F6B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02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41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22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Făget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AC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2D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7A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B6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9142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EC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A0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62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Fârdea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3C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B5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3F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98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573B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DE1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08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D9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Fibiș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B1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F7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32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B6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A8E3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15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7A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F3B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Foeni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5B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79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1B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F5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44F1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1F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9A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14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Gavojdia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49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FE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62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F0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96145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52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97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53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Gătaia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2B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60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775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D0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5E34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F4B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2F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EB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Ghilad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E6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D0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24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6C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648B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CA4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FD0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0E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Ghiroda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46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7E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84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74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DD16DC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6BC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3D3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15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Ghizela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1A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35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4F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F8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8FAE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934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144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1A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Giarmata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BC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8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13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39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C159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5F5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286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BA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Giera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44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5F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8E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12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C4FE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58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DE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6C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Giroc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9E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50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CB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48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19090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63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DD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03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Giulvăz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DF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D7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E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EF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DA59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D4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A7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1B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Gottlob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4F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D3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46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1B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DDDF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72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9D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92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Iecea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33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4D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48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56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33BA4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0D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43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FB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Jamu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AA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42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72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B6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B32A6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79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6E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1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Jebel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D4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85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F4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BA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0D02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E3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7C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77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Jimbolia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42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BE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F5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B7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F0285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50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73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E7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Lenauheim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87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E9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82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B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C4805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56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7A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AB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Liebling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20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08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63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CC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28B8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42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45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BE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91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4B9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B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63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EC04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A18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42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C5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Lovrin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8E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1F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C7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40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7EDC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41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2E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16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Lugoj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D9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C8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4.714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0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90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C8FA5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17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65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DF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17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01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35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1C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84DE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84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2D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90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Mașloc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DD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55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30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42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5489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9E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2B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74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Mănăștiur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E7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99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7E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2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5E86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DB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A4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8B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Moravița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C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F0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45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F3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D3E7D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B1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C5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10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Moșnița Nouă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99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30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DB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F2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FBC4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EC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A4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61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Nădrag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34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16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DF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89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E3086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04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79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96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Nițchidorf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B8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15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B5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70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62CE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CF4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AB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CA9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Ohaba Lungă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62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FD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04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F0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28B1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FC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B9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2D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Orțișoara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75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42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5E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43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652B1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C1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4C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FF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Otelec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4F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3D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C3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99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CF824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6D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2E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F5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Parța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D2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62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57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6B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029EC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7E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0F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D6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Pădureni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9A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A9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01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90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AD798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49D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ED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3D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Peciu Nou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B8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09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1D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10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1788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72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5C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A7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Periam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87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CF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D36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35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4F09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3DE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922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BA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Pesac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33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59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68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9B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7885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11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E6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EE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70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95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AE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3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D175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13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3E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E8A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Pișchia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39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91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98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3E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CA9B7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6D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EF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CE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BD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D2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93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06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A14B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E9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6A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F9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Recaș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81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00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41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96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1E07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BE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2B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C1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42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CF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5D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50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F1A36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A0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06B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BD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Sacoșu Turcesc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BB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52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82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D8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A3AB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0B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7F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0D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Saravale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0F8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A1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17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1B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13470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5FC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AC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70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Satchinez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F9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06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F9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6B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900EC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EE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DE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8C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Săcălaz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5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E5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3C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61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770B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DA4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20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A8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Sânandrei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FC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0B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9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DE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F98E5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7A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53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1A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Sânmihaiu Român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86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C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BD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91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62258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BBF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69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60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Sânnicolau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DE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62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30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0D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682F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51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01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5E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Sânpetru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9F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4F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F8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1E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D770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90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0B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60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Secaș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FD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6C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6F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C1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84151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A4D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57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B4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68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B9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E8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27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067BB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B9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02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2A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Șandra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2B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E6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C6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2A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0987A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6D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7B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5A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Știuca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AD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1C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08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30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6711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FD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2C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F3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Teremia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86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50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D6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77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22F81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89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DD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85C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00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F3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32.142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56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CA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0199F2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C5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36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92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D1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35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BB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79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DB592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A0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0F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82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Tomnatic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A8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BC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2A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91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DB2B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D0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93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8B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Topolovățu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E3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B2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05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CD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EAA3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8F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0A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D9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Tormac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EA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AA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F9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27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BE95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6E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88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EA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 Vuia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07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E5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7E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14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7ED2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49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F9D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C4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Uivar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34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0D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C2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B3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4235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E1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C3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24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Variaș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E0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87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36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5B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2EE5D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D6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89B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29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C0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C9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04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6C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C57E4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62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9F7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7B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 Vlad Delamarina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64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7F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34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82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7704F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6F1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A4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29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Voiteg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93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79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C0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4B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5C78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00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2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91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Babadag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2C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AE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E8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47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41955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AB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B1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86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55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A3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41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02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29522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25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BD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14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Beidaud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E1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60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5D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0B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B726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E98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35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2E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Beștepe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AA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A0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3C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D6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DC16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01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2B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AA6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C.A. Rosetti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63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DC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60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12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9C29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B8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D7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78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Carcaliu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B0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1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3A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EC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5098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CB7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AD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4CC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Casimcea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32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94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9B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2A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A5AE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7E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92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A0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Ceamurlia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2A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17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8B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86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EB8840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3C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B4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19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Ceatalchioi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F7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43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11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92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1301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94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4B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D9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D6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19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FC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32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3FA9C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A5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3C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54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Chilia Veche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26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2B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1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4A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4DA3A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38C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B2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EAB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Ciucurova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DC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03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0A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7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425C8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94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F0D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F3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BA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D8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00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7B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0BB53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768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68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EE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94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F9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8D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6A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BED2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8D9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A0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D8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Dorobanțu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CA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9D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95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1A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5FC6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D7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5C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61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Frecăței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8D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78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07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C0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534C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3E0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F7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A7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Greci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50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DC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F9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4A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7A8CC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B6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04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4D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Grindu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90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0B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A0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2A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4C97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C07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3B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EF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Hamcearca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4B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8B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1B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B6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E125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76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05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52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6D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AF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2B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40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CA3E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E5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63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83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I.C. Brătianu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51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8C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50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D3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9FAD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155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2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8C8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Isaccea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1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C7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1E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E8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AA735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C6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D2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69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7B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71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08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6E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AF340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FD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52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DD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Jijila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34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F2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24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A9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BEB67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0A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A22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4D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Jurilovca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2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71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54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89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F17F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9E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94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B8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03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D6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B9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5E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FF9424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35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36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Mahmudia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8A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5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08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10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F8E48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47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E6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87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Maliuc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FF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ED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2D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0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90E1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D19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FF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9C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E8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C4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0A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3F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495B4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76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CF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0C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Bravu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F1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9E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FF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C7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9DA4C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FEB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4A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0E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Mihail Kogălniceanu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4F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1C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90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2E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489F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43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8A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2C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Murighiol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CE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57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0C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C8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05D6C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B1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A3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7C0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Nalbant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F2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A5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93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12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977F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7D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23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92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Niculițel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3F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0B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lang w:val="ro-RO" w:eastAsia="ro-RO"/>
              </w:rPr>
              <w:t>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E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48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8F665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BBB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09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A8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Nufăru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43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C9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95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93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E7FE2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CE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75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FE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Ostrov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1A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21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C2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04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22C22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3F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F6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46E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Pardina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C4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CE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64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78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BBE19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3E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ED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FD8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Peceneaga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D2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A4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00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6B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36BD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9B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6D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3E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Sarichioi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5F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25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19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26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52E21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C0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6A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F8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Sfântu Gheorghe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0A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4C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EC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8A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D6A83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8A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76E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41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Slava Cercheză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87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D7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31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11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4417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1EA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60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EBD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Smârdan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888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16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C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AB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54B90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EF4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60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52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Somova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C8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3F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DD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CF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B4EC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216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6C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2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Stejaru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C9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5A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F4A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588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0B3CF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C3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7B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F5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Sulina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AF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FE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A8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DE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AE60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5D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9B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39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Topolog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0D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91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40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49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8E0F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16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A7C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FB1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EA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19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6.692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BA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AE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713E93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0B2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B4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1E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Turcoaia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E1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15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2C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0E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F9C8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62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F7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CE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Nucarilor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BB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B4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78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F0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11EF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7C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E2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707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Teilor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28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C5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1D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22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653DDF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F7D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E0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6F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Văcăreni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16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11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91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7F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950CB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B2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49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A9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D1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DD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43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7C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7DD998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100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38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19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Amărăști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DF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49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72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E7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E8C1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34D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1E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B0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C0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D7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F7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E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7CF15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0B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23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25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Govora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44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81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0A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FA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04D6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5CE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12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10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Olănești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84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91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C7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AB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59C3D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05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DC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9E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3E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FB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16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98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0991A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49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10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23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Bărbătești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19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1F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F4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5F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3D3973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F43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74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79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C8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7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27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3B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687C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7C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C5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FC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Berislăvești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BF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5E9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E8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7B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1280E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ED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71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38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88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A5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E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74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A9FE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207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FB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CE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Brezoi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74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C8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40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41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636E0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607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68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C0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E3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02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65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07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A6592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030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50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9A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Bujoreni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A3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C0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CA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A6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13C5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B0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C9D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07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8E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F3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A3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E5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3CD91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855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16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65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Călimănești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00B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E5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77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35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0DC5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3B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58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CD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Câineni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45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31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A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ED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8ACD1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57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F2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BA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F6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61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6E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68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844E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AD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EA1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58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34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0B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D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78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178EB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9F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82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B9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D5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5F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13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19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5A146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A3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30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09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Crețeni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32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16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A0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48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D17F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42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B52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D6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F9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76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B8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EA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85D2B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30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9E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A7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Dănicei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BC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9A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11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5E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F7853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C7F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71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B6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Diculești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1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07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C0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82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1017D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730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BA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2A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BE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F5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FA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EA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F70BA3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0FE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58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28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89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74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F9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3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34C5E9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F4E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ED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43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F1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B9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1C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9B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0D38D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60D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D2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B2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Fârtățești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B6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2C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8D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E5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BDBB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96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6E8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9D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Frâncești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94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D8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6F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5B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57C52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66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67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E4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Galicea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BF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09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7F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8A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8970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672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F7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02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Ghioroiu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1C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31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B8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97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9BA06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AD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14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F1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Glăvile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76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8A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5C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7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7C35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14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CC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19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84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4D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47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01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FB87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699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A3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5B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CA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23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D7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CD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8A5B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F4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93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88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Gușoeni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18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AB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E8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47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E29F0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289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C61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7A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Horezu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78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B0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B2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F4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E49D2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6B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16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90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D2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4F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0D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06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CE10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B2E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75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CA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Laloșu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17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41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48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0A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3707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DB5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4C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520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Lăcusteni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ED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42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48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6D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329F9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A7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4F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EF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E8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BE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4D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51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CBB98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6E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AC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B40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1F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8D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76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1A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9AA4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82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530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1E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16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91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E8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54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F8FE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8AB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6F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F7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4A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F8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CD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E5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43A66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38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6A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233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Malaia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86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1C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3B2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52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663A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B39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45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C8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Mateești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B1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06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4B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B7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93A6B2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C8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3E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F3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Măciuca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2D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1A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94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78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6DA39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42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D96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8A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Mădulari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EB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C6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51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AD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79BB1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87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F4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F3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Măldărești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21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FC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FE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6B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8E3A2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FA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B5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B6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58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07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ED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59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930E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E9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D7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B8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Milcoiu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7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9B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58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29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BBCA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E9F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0F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19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Mitrofani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14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85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6C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23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859D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2BE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C0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974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Muereasca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B9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1A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68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23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4FCA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5B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03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20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45B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78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1D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E3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70640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47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AB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1D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Ocnele Mari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32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3E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2B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07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5FEBB0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E0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D5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1D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40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EA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2D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12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6230B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307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1E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077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Orlești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683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46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3BA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6A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EB23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EE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B3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97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Oteșani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4D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C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AE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F0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0A44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F48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B4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74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B5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7A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67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32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16199C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F69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F41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4D3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Păușești-Măglași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79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65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93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B9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8E9434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8D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03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16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9B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66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69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8F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893CDD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F9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973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FA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Pesceana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A1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CC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88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A7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D3F0EC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DE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A7D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25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Pietrari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CD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AE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9A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D4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BBAAC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24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C6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649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0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13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90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25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5AF37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65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8E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097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CC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33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65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98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2999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49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8B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AE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87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7C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DE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2C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8343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D8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3D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BE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Râmnicu Vâlcea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07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B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9.695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06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10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7815F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E72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AD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2A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8B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B9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E6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0F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19D9B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4E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5F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4C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Roșiile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1F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00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D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12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572297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94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74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AD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29F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CD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E0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F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F90C2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820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AD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CD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Sălătrucel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34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3B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BA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58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6D3F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044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AB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A50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Scundu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DC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DA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76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42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E71A8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D5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AA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2C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09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1D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D8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42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06E0B6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08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7D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40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Slătioara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97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8D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A9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DA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CF5F1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56D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64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AB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4C6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FE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C1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11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D0ACF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36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C9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CF8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1B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67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E6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29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D5392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520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DA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47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Stoilești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EB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E07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BE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67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3F6C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CDA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72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31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5F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83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DC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E6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E740E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2F6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02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233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EA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8A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A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BB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6EF040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2D5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2E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12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Șirineasa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BC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47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A7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9D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09F2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F6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FF2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25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32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75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43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AE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F1E8B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F3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D17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D7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03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A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44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A0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4F496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001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4C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C5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Tetoiu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E5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43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F5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2B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7224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9D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E6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AE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Titești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22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E1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3BB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F7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FB6B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79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54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B4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Tomșani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A9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25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2D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90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96F7F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7F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56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73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Vaideeni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D5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D8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FB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34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7DCD8F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D93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E15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13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F1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D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07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2B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16105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01C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E44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14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B4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5A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33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D6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C039A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33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D1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44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46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C8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F5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6F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AAA17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4C7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497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AC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1E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9F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7E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7F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ED35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6C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51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AF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Zătreni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B5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FC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2B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F9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CEC89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22F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115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AF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E4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03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A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2C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78D0C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0BC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C7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B2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Vlahuță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27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6AA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71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0D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782467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8C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E5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4D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Arsura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9C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1B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FBC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1D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991F1A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2F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A6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24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C4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67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F6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D8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F66E88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2A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BA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A6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28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1D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E9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3A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0FFE7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C5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2EF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37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Băcești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D82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80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44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5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CA12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37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6B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D4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04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61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24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10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2D1BD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25B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70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F0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Bârlad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F7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70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6.154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A1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6F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8D8FCB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8A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C3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53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Berezeni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74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DD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3C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C9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CFD9FD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08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87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B2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3A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F8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85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F2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54DD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628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BF1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C9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0EB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E1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BA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48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2786B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EB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28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10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53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E2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AB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A3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606A75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0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E9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95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12D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6A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BF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1D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0F81E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9E7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E7A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0D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53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55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42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59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169ABFF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FCA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265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48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Bunești-Averești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89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E1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95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09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95BE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637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BC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C51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C1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A2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86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CE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DA71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3B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39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0E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Codăești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78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D2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82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D7B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9290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DD2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C7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4CF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43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6B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89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FD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E3D0F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120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67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A0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92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F6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BD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C9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2762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BDC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BB1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FB0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73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B9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E48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C1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4A2F74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3E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51A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404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Crețești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A2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8F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601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A7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441C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0E4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9F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A4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ECA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DA5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27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AE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5412F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9D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26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20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F6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14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6C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0B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4DC7E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87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27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365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87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A0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59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86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A3B0A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E5E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A7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F4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Dimitrie Cantemir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77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E9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30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C8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EC0593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DF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62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34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Dodești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77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9E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83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240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58737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6F8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276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50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37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99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5F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1E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87948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624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7D1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846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Drânceni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C5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74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E1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AD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91202D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B5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BB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A7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Duda-Epureni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84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BB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10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06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4D67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1DB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0D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E2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03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00E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81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8E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A381A8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7D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2EC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E24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Epureni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E6E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04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71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93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AECA0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D5A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75D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09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Fălciu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B3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8C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7A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B6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3FB546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1FF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28E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7B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Ferești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EF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40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77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0C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65D0A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4C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CD5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7F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Fruntișeni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5C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83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2E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70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8206F6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58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0D2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68F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Găgești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60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E0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6D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C2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9F085F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D74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55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842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33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B1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FD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94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69FC3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CF8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D2E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64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Gherghești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27F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26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AD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80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67530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63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6F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CBE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Grivița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91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C4C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2A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04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3596C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7FF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54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DB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Hoceni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F4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66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3C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7A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357A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201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FD6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2E1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Huși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241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4F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2.208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26B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F23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66F84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D7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24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1A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12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1D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CE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4D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F6F71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44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71D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52D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Ibănești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01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29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02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F2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06BBD8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D8E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80F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7C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Ivănești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A6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A3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83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E4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51E95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CB4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E1C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47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Ivești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48F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E3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7E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CC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47DA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F79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850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B0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Laza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C57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99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02E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1D7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A09A0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24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624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AAF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Lipovăț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B5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EA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30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BF6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A33E8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86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84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68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Banului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34C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8F4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E1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3F5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22EB00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A5C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95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60D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Mălușteni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C4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57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40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6E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B0DF2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489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FA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7B0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Miclești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DA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F1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5E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66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FCAF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8A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194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C0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Muntenii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48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A8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6D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35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86D19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27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8C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653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Muntenii de Sus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A6E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86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E8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173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50DA04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CA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78E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BF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Murgeni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28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B5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75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33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445626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9C3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AA1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38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70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DD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F01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99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4737D6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CC5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94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232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Oltenești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5D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F6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D7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2A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5B3B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92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7C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133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962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0AB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34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1F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96FDA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04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C2E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1B0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Pădureni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60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FA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20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8DA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67816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12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AE9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BF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7A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DC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B8B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64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04C2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8F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CD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B6C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Pochidia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A8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A0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D4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3E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37ABB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473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1A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E4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Pogana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87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7F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6B2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D7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BA5C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4E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9A6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A2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Pogonești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2C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FC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D6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105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207C34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B4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13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738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00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C6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38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ED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67ED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C46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5B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BE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E14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C7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376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D2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89FF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F8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8D2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64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Pungești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4C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38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9A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03C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8359D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3F6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FD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62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Pușcași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AD4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39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823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87C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56E0E8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A60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76B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52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Rafaila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19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14F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0A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B7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1084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846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D12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F94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Rebricea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7F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E94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E61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011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A35E4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D9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3089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AC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DB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5D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57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32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52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07FCD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B7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335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A2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9F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28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B3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8A0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6A2A1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BD4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A88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202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56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47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24F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D5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CB77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811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029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1DA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C3F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F5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A0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DF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C12C9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488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17F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5B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Șuletea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48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67E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9A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D0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27E0C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FEA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6B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83C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Tanacu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B8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F6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29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82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80C0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AC8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6B0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61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Tăcuta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45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69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AB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12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118257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AF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42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E6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A9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C0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11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A81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653C6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248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765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720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33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89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80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03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114E32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B8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55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5E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Tutova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15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541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0F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6C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B699B9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337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3099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4B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BDB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F0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B3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5.257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EF7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EF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5882D02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A73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18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A9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99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ED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228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43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01D63A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9F3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D16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06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Vetrișoaia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4D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E38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D2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0A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C8E7A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61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FA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2B3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356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27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C8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CFA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2D188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E5C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E3E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E76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Vinderei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80B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4F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1C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74D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5E5457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C1D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6A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7B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73C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B4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9F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E5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8E2CC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A65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509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C4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966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CB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58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F5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3AE063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DB1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D6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E71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Vutcani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18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86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88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E0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645DB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5B6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5BC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EDA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Zăpodeni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67F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C3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20C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76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A7BA75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A67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69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6BB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Zorleni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81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AD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82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35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96CF5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21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3109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C4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C1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Adjud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76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DB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1.496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C7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AD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3A084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EAC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775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24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Andreiașu de Jos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FC0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62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003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DE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EFFCD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9EE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E6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F7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22A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33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B0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EA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624973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7D0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375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A3E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D8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4C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09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FA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12A2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0FB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C2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E78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Biliești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F7F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C6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DB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1A6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BDB1F4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287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E4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6D5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Boghești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7E2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10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EF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EE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264FE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E56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12E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19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Bolotești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DD7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27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8AB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3F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B56B69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5F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6BC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7AC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Bordești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9F2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54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B23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81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C001D2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CD1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B5D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C18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Broșteni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C3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DA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EF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8B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20266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2DA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E47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9AC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Câmpineanca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987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D9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5F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12D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8B7C8B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759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0D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4E0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C6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7F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BC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F22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74D45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236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6FA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15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Cârligele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8E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AA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10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4B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13DA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017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6B4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5B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Chiojdeni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0C0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B9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AD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87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CA019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42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74C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19B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3B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22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ED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5D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072479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562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E7D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FC8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625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55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5B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220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67661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DA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8D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A5D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Cotești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BB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AA0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D06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AA4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4C817A5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E6A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1F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6B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BC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0E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F55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66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3A5AAE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23F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663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4CD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Dumitrești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579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C9D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654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223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66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BC0973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419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532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0AB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Fitionești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2F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8EF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04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3A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E9082A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5F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71B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B04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Focșani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BE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702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7.364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32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BE1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4D79B5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E62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3129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9F6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99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Garoafa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D7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F4C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CB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5F3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5BC06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34F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A6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FE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6A0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0A3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0BD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EB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9E887B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75E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0A5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57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Gologanu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E71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C2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7A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184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6585F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120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95B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6AA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Gugești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26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CD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9DF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56B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B02CDF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95D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CC2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710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Caliței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B4E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74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06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436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1787D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46C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6B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089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Homocea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E1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F6C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00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5C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DFF184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84B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41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60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Jariștea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121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7AE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319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CF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4460DE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70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6D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66A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Jitia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E2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B1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380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CE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AD2EF1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5F0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0A7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AA2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Măicănești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91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E99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DD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5A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9ED896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3AE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693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FB2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Mărășești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07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FF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0A1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7CE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2188EE0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117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3FF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DD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Mera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06C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019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D1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637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94951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7C2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B67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D17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Milcovul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6F7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F42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BC5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EB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D2D12F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6EB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663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78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B1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65E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FE6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553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EBB7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94D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4F9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7E7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8BE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BDC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EAA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22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1FC2DC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452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061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5B6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Năruja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5D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CB7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701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16D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CCC89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BB3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C0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D0E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8F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F86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C09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4E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CB2C37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33C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60F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E81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Nereju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EC5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7BC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41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9F0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BC09A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3958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B6A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8AF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Nistorești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1A5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878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AB7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21D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1724D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14C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94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581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Obrejița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E4D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C87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735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CE7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76E105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FB4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36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A09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Odobești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FA9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CAC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E0A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549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7A037E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6C0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895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699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Paltin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3B9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EE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BBB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DB4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7115FA58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C3A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C27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9B1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Panciu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64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A3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ED8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CZ-V-I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840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1BF77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F5F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98B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515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75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11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BD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50A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86815D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33B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25D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5BB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CD2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4D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3B3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9E2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FEF858C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7A25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E19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2DC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Ploscuțeni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50A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129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3B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2C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B21BE7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13D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F47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DB7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Cristei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3FD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E10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1B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81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49947F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BDF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55D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3A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1D1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7D6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C8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134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6C1F1BE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7E0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BDF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C51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Pufești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6EA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FD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00E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B726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0CAB89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BDB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2DE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DC4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Răcoasa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667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5CD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534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2E6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97558F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B29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A2C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58A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Răstoaca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ECB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28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2D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D18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74B4A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36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3159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864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E0A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Reghiu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58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5C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0AC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FB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D74BBD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9074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7A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59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Ruginești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4A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EF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D12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A5C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E389D4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7E1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7D9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BA4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Sihlea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82F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64A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599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C2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159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710067D0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4DBC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E29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84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Bradului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1E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32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27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490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DFAEA19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8C93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C08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3F8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Ciorăști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1B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26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C48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2F4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F2B935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8E2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776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1AC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Soveja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5F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988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AD4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9F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D0CA74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FC1F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113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6B8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Spulber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615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73B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139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D1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C26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329BDB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803D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4B3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AF5A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Străoane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090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483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A86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D2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5E1DFBE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60EA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AA6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1081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Suraia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EB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F1E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5BF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419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63CEC64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8F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809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0BB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Tănăsoaia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D32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718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22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31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8C11562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C82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81D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BC52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Tătăranu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891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993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709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B24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766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57E28F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05A6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93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50B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Tâmboești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5F3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6A1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163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435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FF01F1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30F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286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C5C4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Tulnici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B05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E60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6E0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504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7E67F9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7047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3E5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74A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Țifești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38B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8CF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610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593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741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2F6E4FE6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6B7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9DF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A4E3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Urechești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78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E1A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F9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77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BAE405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F7BB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9E3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9A7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Sării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474D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5AC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077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6BD3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375250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1669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749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926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798B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BA9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710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03E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635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2AE2733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5E8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2FFE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CE6F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Vârteșcoiu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5225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2EF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2F5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2CD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42B23B7D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830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8F09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25A8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Vidra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92A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A98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856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F8E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A35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1E0772F7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000E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E42B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F94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Vintileasca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C57E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6A4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4180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69D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05E5CD81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378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E975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CEF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Vizantea-Livezi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7DF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11BF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9BE2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229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8810 ID-I</w:t>
            </w:r>
          </w:p>
        </w:tc>
      </w:tr>
      <w:tr w:rsidR="00C0027E" w:rsidRPr="00C0027E" w14:paraId="6F63DBFA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8EC0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4120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5F9C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Vrâncioaia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CE99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7ED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3EAC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1F47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  <w:tr w:rsidR="00C0027E" w:rsidRPr="00C0027E" w14:paraId="329AFB1B" w14:textId="77777777" w:rsidTr="00C0027E">
        <w:trPr>
          <w:trHeight w:val="28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0951" w14:textId="77777777" w:rsidR="00C0027E" w:rsidRPr="00C0027E" w:rsidRDefault="00C0027E" w:rsidP="00C0027E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3181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603D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C8A6" w14:textId="77777777" w:rsidR="00C0027E" w:rsidRPr="00C0027E" w:rsidRDefault="00C0027E" w:rsidP="00C0027E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3C88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F80A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5ED1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40D4" w14:textId="77777777" w:rsidR="00C0027E" w:rsidRPr="00C0027E" w:rsidRDefault="00C0027E" w:rsidP="00C0027E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0027E">
              <w:rPr>
                <w:rFonts w:ascii="Calibri" w:eastAsia="Times New Roman" w:hAnsi="Calibri" w:cs="Calibri"/>
                <w:color w:val="000000"/>
                <w:lang w:val="ro-RO" w:eastAsia="ro-RO"/>
              </w:rPr>
              <w:t>0</w:t>
            </w:r>
          </w:p>
        </w:tc>
      </w:tr>
    </w:tbl>
    <w:p w14:paraId="73207076" w14:textId="77777777" w:rsidR="00FD1B95" w:rsidRPr="00C0027E" w:rsidRDefault="00FD1B95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sectPr w:rsidR="00FD1B95" w:rsidRPr="00C0027E" w:rsidSect="00C0027E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88" w:right="852" w:bottom="1135" w:left="567" w:header="270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88F9C" w14:textId="77777777" w:rsidR="00A6170E" w:rsidRDefault="00A6170E" w:rsidP="00CD5B3B">
      <w:r>
        <w:separator/>
      </w:r>
    </w:p>
  </w:endnote>
  <w:endnote w:type="continuationSeparator" w:id="0">
    <w:p w14:paraId="4EE552EE" w14:textId="77777777" w:rsidR="00A6170E" w:rsidRDefault="00A6170E" w:rsidP="00CD5B3B">
      <w:r>
        <w:continuationSeparator/>
      </w:r>
    </w:p>
  </w:endnote>
  <w:endnote w:type="continuationNotice" w:id="1">
    <w:p w14:paraId="1D85CA89" w14:textId="77777777" w:rsidR="00A6170E" w:rsidRDefault="00A617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0DA73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11F95CC0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2667E5AD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5693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1D8342" w14:textId="1F070E24" w:rsidR="00C0027E" w:rsidRDefault="00C002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17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75AB3D" w14:textId="77777777" w:rsidR="00F452A0" w:rsidRDefault="00F452A0" w:rsidP="002B4199">
    <w:pPr>
      <w:tabs>
        <w:tab w:val="center" w:pos="4320"/>
        <w:tab w:val="right" w:pos="8640"/>
      </w:tabs>
      <w:spacing w:after="0"/>
      <w:ind w:left="567"/>
      <w:rPr>
        <w:rFonts w:ascii="Cambria" w:hAnsi="Cambria"/>
        <w:lang w:val="ro-RO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2C37B" w14:textId="77777777" w:rsidR="00A6170E" w:rsidRDefault="00A6170E" w:rsidP="00CD5B3B">
      <w:r>
        <w:separator/>
      </w:r>
    </w:p>
  </w:footnote>
  <w:footnote w:type="continuationSeparator" w:id="0">
    <w:p w14:paraId="101B6886" w14:textId="77777777" w:rsidR="00A6170E" w:rsidRDefault="00A6170E" w:rsidP="00CD5B3B">
      <w:r>
        <w:continuationSeparator/>
      </w:r>
    </w:p>
  </w:footnote>
  <w:footnote w:type="continuationNotice" w:id="1">
    <w:p w14:paraId="4C43085A" w14:textId="77777777" w:rsidR="00A6170E" w:rsidRDefault="00A617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2A950" w14:textId="77777777" w:rsidR="00E45D16" w:rsidRPr="00CD5B3B" w:rsidRDefault="00E45D16" w:rsidP="00E45D16">
    <w:pPr>
      <w:pStyle w:val="MediumGrid21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19" w:type="dxa"/>
      <w:tblInd w:w="-56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  <w:gridCol w:w="5100"/>
      <w:gridCol w:w="3259"/>
    </w:tblGrid>
    <w:tr w:rsidR="007464B2" w14:paraId="5FFC9EF9" w14:textId="77777777" w:rsidTr="00BD3174">
      <w:tc>
        <w:tcPr>
          <w:tcW w:w="9360" w:type="dxa"/>
        </w:tcPr>
        <w:p w14:paraId="6F8FD4C1" w14:textId="27556B00" w:rsidR="007464B2" w:rsidRPr="00CD5B3B" w:rsidRDefault="00412B0A" w:rsidP="00B411BE">
          <w:pPr>
            <w:pStyle w:val="MediumGrid21"/>
            <w:ind w:left="419"/>
            <w:jc w:val="both"/>
          </w:pPr>
          <w:r>
            <w:t xml:space="preserve">                                                             </w:t>
          </w:r>
        </w:p>
      </w:tc>
      <w:tc>
        <w:tcPr>
          <w:tcW w:w="5100" w:type="dxa"/>
          <w:shd w:val="clear" w:color="auto" w:fill="auto"/>
        </w:tcPr>
        <w:p w14:paraId="7BE1E705" w14:textId="77777777" w:rsidR="007464B2" w:rsidRPr="00CD5B3B" w:rsidRDefault="007464B2" w:rsidP="007464B2">
          <w:pPr>
            <w:pStyle w:val="MediumGrid21"/>
          </w:pPr>
        </w:p>
      </w:tc>
      <w:tc>
        <w:tcPr>
          <w:tcW w:w="3259" w:type="dxa"/>
          <w:shd w:val="clear" w:color="auto" w:fill="auto"/>
          <w:vAlign w:val="center"/>
        </w:tcPr>
        <w:p w14:paraId="2468B536" w14:textId="77777777" w:rsidR="007464B2" w:rsidRDefault="007464B2" w:rsidP="007464B2">
          <w:pPr>
            <w:pStyle w:val="MediumGrid21"/>
            <w:jc w:val="right"/>
          </w:pPr>
          <w:r>
            <w:t>Nesecret</w:t>
          </w:r>
        </w:p>
      </w:tc>
    </w:tr>
  </w:tbl>
  <w:p w14:paraId="796BA5CC" w14:textId="5AF43FD7" w:rsidR="00E562FC" w:rsidRPr="00C34571" w:rsidRDefault="00B411BE" w:rsidP="00C34571">
    <w:pPr>
      <w:pStyle w:val="Header"/>
      <w:spacing w:after="0" w:line="240" w:lineRule="auto"/>
      <w:rPr>
        <w:sz w:val="16"/>
        <w:szCs w:val="16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9B8BE5C" wp14:editId="4F6BAD75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01542D25"/>
    <w:multiLevelType w:val="hybridMultilevel"/>
    <w:tmpl w:val="267CC9B2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880B53"/>
    <w:multiLevelType w:val="hybridMultilevel"/>
    <w:tmpl w:val="5226CB1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3129BD"/>
    <w:multiLevelType w:val="multilevel"/>
    <w:tmpl w:val="F5267CF6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6477898"/>
    <w:multiLevelType w:val="hybridMultilevel"/>
    <w:tmpl w:val="7D84A93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68B21AC"/>
    <w:multiLevelType w:val="hybridMultilevel"/>
    <w:tmpl w:val="ABD6A738"/>
    <w:lvl w:ilvl="0" w:tplc="094885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D134611"/>
    <w:multiLevelType w:val="hybridMultilevel"/>
    <w:tmpl w:val="9B28DC2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263DFD"/>
    <w:multiLevelType w:val="hybridMultilevel"/>
    <w:tmpl w:val="9E20D95A"/>
    <w:lvl w:ilvl="0" w:tplc="8A02E4E6">
      <w:numFmt w:val="bullet"/>
      <w:lvlText w:val="-"/>
      <w:lvlJc w:val="left"/>
      <w:pPr>
        <w:ind w:left="195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8" w15:restartNumberingAfterBreak="0">
    <w:nsid w:val="15DD032F"/>
    <w:multiLevelType w:val="multilevel"/>
    <w:tmpl w:val="A5C29B78"/>
    <w:lvl w:ilvl="0">
      <w:start w:val="1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16167198"/>
    <w:multiLevelType w:val="hybridMultilevel"/>
    <w:tmpl w:val="427CF47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212F1"/>
    <w:multiLevelType w:val="hybridMultilevel"/>
    <w:tmpl w:val="D3B07FC0"/>
    <w:lvl w:ilvl="0" w:tplc="B5226CD6">
      <w:start w:val="5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7735A7F"/>
    <w:multiLevelType w:val="hybridMultilevel"/>
    <w:tmpl w:val="0554E8C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7AC5095"/>
    <w:multiLevelType w:val="hybridMultilevel"/>
    <w:tmpl w:val="DFBA5DD6"/>
    <w:lvl w:ilvl="0" w:tplc="8102BA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6966D74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872125F"/>
    <w:multiLevelType w:val="hybridMultilevel"/>
    <w:tmpl w:val="DF36DCC0"/>
    <w:lvl w:ilvl="0" w:tplc="A1E42AF8"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19405B1A"/>
    <w:multiLevelType w:val="hybridMultilevel"/>
    <w:tmpl w:val="88604A1E"/>
    <w:lvl w:ilvl="0" w:tplc="59A80510"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B3E404E"/>
    <w:multiLevelType w:val="hybridMultilevel"/>
    <w:tmpl w:val="59DEF1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607A7C"/>
    <w:multiLevelType w:val="hybridMultilevel"/>
    <w:tmpl w:val="C284C6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C3ECF"/>
    <w:multiLevelType w:val="hybridMultilevel"/>
    <w:tmpl w:val="4C245AA8"/>
    <w:lvl w:ilvl="0" w:tplc="0409000F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1C5B737D"/>
    <w:multiLevelType w:val="multilevel"/>
    <w:tmpl w:val="A05C56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9" w15:restartNumberingAfterBreak="0">
    <w:nsid w:val="208423E6"/>
    <w:multiLevelType w:val="hybridMultilevel"/>
    <w:tmpl w:val="F496D9C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1854" w:hanging="360"/>
      </w:pPr>
    </w:lvl>
    <w:lvl w:ilvl="2" w:tplc="76868450">
      <w:start w:val="1"/>
      <w:numFmt w:val="decimal"/>
      <w:lvlText w:val="(%3)"/>
      <w:lvlJc w:val="left"/>
      <w:pPr>
        <w:ind w:left="3474" w:hanging="360"/>
      </w:pPr>
      <w:rPr>
        <w:rFonts w:hint="default"/>
      </w:rPr>
    </w:lvl>
    <w:lvl w:ilvl="3" w:tplc="4CB08E6E">
      <w:start w:val="10"/>
      <w:numFmt w:val="decimal"/>
      <w:lvlText w:val="%4."/>
      <w:lvlJc w:val="left"/>
      <w:pPr>
        <w:ind w:left="401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9734B39"/>
    <w:multiLevelType w:val="hybridMultilevel"/>
    <w:tmpl w:val="0D027AE2"/>
    <w:lvl w:ilvl="0" w:tplc="8A02E4E6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2A2C129D"/>
    <w:multiLevelType w:val="hybridMultilevel"/>
    <w:tmpl w:val="9724AD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326AD9"/>
    <w:multiLevelType w:val="hybridMultilevel"/>
    <w:tmpl w:val="A962C450"/>
    <w:lvl w:ilvl="0" w:tplc="9B86F8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0171DE4"/>
    <w:multiLevelType w:val="hybridMultilevel"/>
    <w:tmpl w:val="E5C65F0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2620C3A"/>
    <w:multiLevelType w:val="hybridMultilevel"/>
    <w:tmpl w:val="6D163E2C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11C48"/>
    <w:multiLevelType w:val="multilevel"/>
    <w:tmpl w:val="376A3D92"/>
    <w:lvl w:ilvl="0">
      <w:start w:val="12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BE32ADB"/>
    <w:multiLevelType w:val="hybridMultilevel"/>
    <w:tmpl w:val="A7EECBB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CFF53E6"/>
    <w:multiLevelType w:val="multilevel"/>
    <w:tmpl w:val="D16E128A"/>
    <w:lvl w:ilvl="0">
      <w:start w:val="6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43F00561"/>
    <w:multiLevelType w:val="hybridMultilevel"/>
    <w:tmpl w:val="FBA6CE3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EEA3CFF"/>
    <w:multiLevelType w:val="hybridMultilevel"/>
    <w:tmpl w:val="75E8B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BC7641"/>
    <w:multiLevelType w:val="hybridMultilevel"/>
    <w:tmpl w:val="D3BED3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A02DCF"/>
    <w:multiLevelType w:val="hybridMultilevel"/>
    <w:tmpl w:val="0F161B3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F32441B"/>
    <w:multiLevelType w:val="hybridMultilevel"/>
    <w:tmpl w:val="12801C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21E6C"/>
    <w:multiLevelType w:val="multilevel"/>
    <w:tmpl w:val="A54499B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abstractNum w:abstractNumId="34" w15:restartNumberingAfterBreak="0">
    <w:nsid w:val="60C9591A"/>
    <w:multiLevelType w:val="hybridMultilevel"/>
    <w:tmpl w:val="F3C46BF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3947084"/>
    <w:multiLevelType w:val="multilevel"/>
    <w:tmpl w:val="814A861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6" w15:restartNumberingAfterBreak="0">
    <w:nsid w:val="68DE662A"/>
    <w:multiLevelType w:val="hybridMultilevel"/>
    <w:tmpl w:val="66ECD2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20324B3"/>
    <w:multiLevelType w:val="multilevel"/>
    <w:tmpl w:val="4D260A8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7281222B"/>
    <w:multiLevelType w:val="hybridMultilevel"/>
    <w:tmpl w:val="ECA4DFB6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766B0"/>
    <w:multiLevelType w:val="multilevel"/>
    <w:tmpl w:val="4FF616AC"/>
    <w:lvl w:ilvl="0">
      <w:start w:val="5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9"/>
  </w:num>
  <w:num w:numId="5">
    <w:abstractNumId w:val="12"/>
  </w:num>
  <w:num w:numId="6">
    <w:abstractNumId w:val="34"/>
  </w:num>
  <w:num w:numId="7">
    <w:abstractNumId w:val="36"/>
  </w:num>
  <w:num w:numId="8">
    <w:abstractNumId w:val="19"/>
  </w:num>
  <w:num w:numId="9">
    <w:abstractNumId w:val="11"/>
  </w:num>
  <w:num w:numId="10">
    <w:abstractNumId w:val="23"/>
  </w:num>
  <w:num w:numId="11">
    <w:abstractNumId w:val="31"/>
  </w:num>
  <w:num w:numId="12">
    <w:abstractNumId w:val="30"/>
  </w:num>
  <w:num w:numId="13">
    <w:abstractNumId w:val="15"/>
  </w:num>
  <w:num w:numId="14">
    <w:abstractNumId w:val="16"/>
  </w:num>
  <w:num w:numId="15">
    <w:abstractNumId w:val="32"/>
  </w:num>
  <w:num w:numId="16">
    <w:abstractNumId w:val="4"/>
  </w:num>
  <w:num w:numId="17">
    <w:abstractNumId w:val="28"/>
  </w:num>
  <w:num w:numId="18">
    <w:abstractNumId w:val="2"/>
  </w:num>
  <w:num w:numId="19">
    <w:abstractNumId w:val="18"/>
  </w:num>
  <w:num w:numId="20">
    <w:abstractNumId w:val="29"/>
  </w:num>
  <w:num w:numId="21">
    <w:abstractNumId w:val="0"/>
  </w:num>
  <w:num w:numId="22">
    <w:abstractNumId w:val="35"/>
  </w:num>
  <w:num w:numId="23">
    <w:abstractNumId w:val="37"/>
  </w:num>
  <w:num w:numId="24">
    <w:abstractNumId w:val="39"/>
  </w:num>
  <w:num w:numId="25">
    <w:abstractNumId w:val="27"/>
  </w:num>
  <w:num w:numId="26">
    <w:abstractNumId w:val="6"/>
  </w:num>
  <w:num w:numId="27">
    <w:abstractNumId w:val="33"/>
  </w:num>
  <w:num w:numId="28">
    <w:abstractNumId w:val="3"/>
  </w:num>
  <w:num w:numId="29">
    <w:abstractNumId w:val="8"/>
  </w:num>
  <w:num w:numId="30">
    <w:abstractNumId w:val="25"/>
  </w:num>
  <w:num w:numId="31">
    <w:abstractNumId w:val="26"/>
  </w:num>
  <w:num w:numId="32">
    <w:abstractNumId w:val="1"/>
  </w:num>
  <w:num w:numId="33">
    <w:abstractNumId w:val="17"/>
  </w:num>
  <w:num w:numId="34">
    <w:abstractNumId w:val="5"/>
  </w:num>
  <w:num w:numId="35">
    <w:abstractNumId w:val="14"/>
  </w:num>
  <w:num w:numId="36">
    <w:abstractNumId w:val="38"/>
  </w:num>
  <w:num w:numId="37">
    <w:abstractNumId w:val="22"/>
  </w:num>
  <w:num w:numId="38">
    <w:abstractNumId w:val="21"/>
  </w:num>
  <w:num w:numId="39">
    <w:abstractNumId w:val="24"/>
  </w:num>
  <w:num w:numId="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21F9"/>
    <w:rsid w:val="00003680"/>
    <w:rsid w:val="0000620B"/>
    <w:rsid w:val="00011BD1"/>
    <w:rsid w:val="00012892"/>
    <w:rsid w:val="00015169"/>
    <w:rsid w:val="0001613C"/>
    <w:rsid w:val="000161F9"/>
    <w:rsid w:val="00020622"/>
    <w:rsid w:val="00022C71"/>
    <w:rsid w:val="000237C5"/>
    <w:rsid w:val="00024CEB"/>
    <w:rsid w:val="00024DDA"/>
    <w:rsid w:val="0002615C"/>
    <w:rsid w:val="000266CF"/>
    <w:rsid w:val="00026B2C"/>
    <w:rsid w:val="000305C4"/>
    <w:rsid w:val="000306D5"/>
    <w:rsid w:val="0003170A"/>
    <w:rsid w:val="000326A6"/>
    <w:rsid w:val="00033C04"/>
    <w:rsid w:val="00033CBE"/>
    <w:rsid w:val="000344E1"/>
    <w:rsid w:val="00034DE8"/>
    <w:rsid w:val="0003550D"/>
    <w:rsid w:val="00036EAF"/>
    <w:rsid w:val="000419E1"/>
    <w:rsid w:val="00041EB4"/>
    <w:rsid w:val="00042E51"/>
    <w:rsid w:val="000444C4"/>
    <w:rsid w:val="000458D7"/>
    <w:rsid w:val="00046BE0"/>
    <w:rsid w:val="00047079"/>
    <w:rsid w:val="00047C37"/>
    <w:rsid w:val="00052885"/>
    <w:rsid w:val="00052AF5"/>
    <w:rsid w:val="00053489"/>
    <w:rsid w:val="00053ECA"/>
    <w:rsid w:val="000546CA"/>
    <w:rsid w:val="00060CD7"/>
    <w:rsid w:val="000643EF"/>
    <w:rsid w:val="00066FDB"/>
    <w:rsid w:val="00070365"/>
    <w:rsid w:val="00070728"/>
    <w:rsid w:val="00072A27"/>
    <w:rsid w:val="00074052"/>
    <w:rsid w:val="00075409"/>
    <w:rsid w:val="00077A6F"/>
    <w:rsid w:val="000807E1"/>
    <w:rsid w:val="00081737"/>
    <w:rsid w:val="00081E96"/>
    <w:rsid w:val="00082795"/>
    <w:rsid w:val="000828A4"/>
    <w:rsid w:val="000830C0"/>
    <w:rsid w:val="0009195F"/>
    <w:rsid w:val="000923EB"/>
    <w:rsid w:val="00093CD1"/>
    <w:rsid w:val="000941D2"/>
    <w:rsid w:val="0009435F"/>
    <w:rsid w:val="00095E6F"/>
    <w:rsid w:val="00096C54"/>
    <w:rsid w:val="00097108"/>
    <w:rsid w:val="000971ED"/>
    <w:rsid w:val="00097DE9"/>
    <w:rsid w:val="000A1D1E"/>
    <w:rsid w:val="000A2E37"/>
    <w:rsid w:val="000A62F3"/>
    <w:rsid w:val="000A7B6F"/>
    <w:rsid w:val="000B02E2"/>
    <w:rsid w:val="000B1297"/>
    <w:rsid w:val="000B1DE0"/>
    <w:rsid w:val="000B2B3C"/>
    <w:rsid w:val="000B2EE1"/>
    <w:rsid w:val="000B3325"/>
    <w:rsid w:val="000B428B"/>
    <w:rsid w:val="000B5690"/>
    <w:rsid w:val="000B6214"/>
    <w:rsid w:val="000C0C2D"/>
    <w:rsid w:val="000C142A"/>
    <w:rsid w:val="000C190E"/>
    <w:rsid w:val="000C2D99"/>
    <w:rsid w:val="000C305C"/>
    <w:rsid w:val="000C5B44"/>
    <w:rsid w:val="000C5CDA"/>
    <w:rsid w:val="000C7E6E"/>
    <w:rsid w:val="000D06A7"/>
    <w:rsid w:val="000D0A26"/>
    <w:rsid w:val="000D3F30"/>
    <w:rsid w:val="000E2962"/>
    <w:rsid w:val="000E31FF"/>
    <w:rsid w:val="000E4F18"/>
    <w:rsid w:val="000E5F9D"/>
    <w:rsid w:val="000E6939"/>
    <w:rsid w:val="000E6FB2"/>
    <w:rsid w:val="000E7448"/>
    <w:rsid w:val="000F19B4"/>
    <w:rsid w:val="000F2005"/>
    <w:rsid w:val="000F4F20"/>
    <w:rsid w:val="000F5481"/>
    <w:rsid w:val="000F5AE7"/>
    <w:rsid w:val="000F6A7F"/>
    <w:rsid w:val="000F719E"/>
    <w:rsid w:val="00100649"/>
    <w:rsid w:val="00100F36"/>
    <w:rsid w:val="001012D8"/>
    <w:rsid w:val="001022CD"/>
    <w:rsid w:val="001034A4"/>
    <w:rsid w:val="00104796"/>
    <w:rsid w:val="00110CCE"/>
    <w:rsid w:val="00113576"/>
    <w:rsid w:val="001177ED"/>
    <w:rsid w:val="00124CD0"/>
    <w:rsid w:val="00124DDD"/>
    <w:rsid w:val="00126209"/>
    <w:rsid w:val="0012670B"/>
    <w:rsid w:val="00127A93"/>
    <w:rsid w:val="00130659"/>
    <w:rsid w:val="0013116B"/>
    <w:rsid w:val="001321E1"/>
    <w:rsid w:val="0013352E"/>
    <w:rsid w:val="00135BA2"/>
    <w:rsid w:val="001364DA"/>
    <w:rsid w:val="00136ED7"/>
    <w:rsid w:val="00137C5E"/>
    <w:rsid w:val="00142B47"/>
    <w:rsid w:val="00143638"/>
    <w:rsid w:val="00145F5C"/>
    <w:rsid w:val="00147FED"/>
    <w:rsid w:val="001502FF"/>
    <w:rsid w:val="001504EB"/>
    <w:rsid w:val="00154F68"/>
    <w:rsid w:val="00155DBC"/>
    <w:rsid w:val="00156CBD"/>
    <w:rsid w:val="0016661D"/>
    <w:rsid w:val="00167866"/>
    <w:rsid w:val="00167DAE"/>
    <w:rsid w:val="0017520F"/>
    <w:rsid w:val="00176243"/>
    <w:rsid w:val="001766CA"/>
    <w:rsid w:val="00176A91"/>
    <w:rsid w:val="001776B7"/>
    <w:rsid w:val="00177736"/>
    <w:rsid w:val="00177FAD"/>
    <w:rsid w:val="001800C5"/>
    <w:rsid w:val="0018027C"/>
    <w:rsid w:val="00180D71"/>
    <w:rsid w:val="001827CB"/>
    <w:rsid w:val="001844EF"/>
    <w:rsid w:val="00186D72"/>
    <w:rsid w:val="0018730D"/>
    <w:rsid w:val="0018746F"/>
    <w:rsid w:val="001876F3"/>
    <w:rsid w:val="00192128"/>
    <w:rsid w:val="00192788"/>
    <w:rsid w:val="00192DA4"/>
    <w:rsid w:val="001949B9"/>
    <w:rsid w:val="00194B53"/>
    <w:rsid w:val="00197683"/>
    <w:rsid w:val="00197CFA"/>
    <w:rsid w:val="001A0353"/>
    <w:rsid w:val="001A0432"/>
    <w:rsid w:val="001A15F9"/>
    <w:rsid w:val="001A16CE"/>
    <w:rsid w:val="001A1924"/>
    <w:rsid w:val="001A4BB9"/>
    <w:rsid w:val="001A573A"/>
    <w:rsid w:val="001A7248"/>
    <w:rsid w:val="001A758F"/>
    <w:rsid w:val="001A7848"/>
    <w:rsid w:val="001A7A2B"/>
    <w:rsid w:val="001B103D"/>
    <w:rsid w:val="001B1C42"/>
    <w:rsid w:val="001B5961"/>
    <w:rsid w:val="001B6592"/>
    <w:rsid w:val="001B7DA3"/>
    <w:rsid w:val="001C009F"/>
    <w:rsid w:val="001C0D70"/>
    <w:rsid w:val="001C0E47"/>
    <w:rsid w:val="001C5E6B"/>
    <w:rsid w:val="001C6984"/>
    <w:rsid w:val="001D0F19"/>
    <w:rsid w:val="001D14C9"/>
    <w:rsid w:val="001D1CD9"/>
    <w:rsid w:val="001D1D58"/>
    <w:rsid w:val="001D5F2D"/>
    <w:rsid w:val="001D7222"/>
    <w:rsid w:val="001D7422"/>
    <w:rsid w:val="001E1285"/>
    <w:rsid w:val="001E5F0A"/>
    <w:rsid w:val="001E6D63"/>
    <w:rsid w:val="001E7F91"/>
    <w:rsid w:val="001F1794"/>
    <w:rsid w:val="001F2A1B"/>
    <w:rsid w:val="001F44BE"/>
    <w:rsid w:val="001F5272"/>
    <w:rsid w:val="001F6EE2"/>
    <w:rsid w:val="002006C2"/>
    <w:rsid w:val="002008D4"/>
    <w:rsid w:val="00201A0C"/>
    <w:rsid w:val="0020210B"/>
    <w:rsid w:val="002030E7"/>
    <w:rsid w:val="002046B8"/>
    <w:rsid w:val="00204A08"/>
    <w:rsid w:val="00204CA0"/>
    <w:rsid w:val="00206094"/>
    <w:rsid w:val="00206B5C"/>
    <w:rsid w:val="00206BAA"/>
    <w:rsid w:val="00207212"/>
    <w:rsid w:val="002134A3"/>
    <w:rsid w:val="0021398C"/>
    <w:rsid w:val="00216FB1"/>
    <w:rsid w:val="00217125"/>
    <w:rsid w:val="00217646"/>
    <w:rsid w:val="002205B0"/>
    <w:rsid w:val="00221406"/>
    <w:rsid w:val="002214D8"/>
    <w:rsid w:val="00223463"/>
    <w:rsid w:val="00227031"/>
    <w:rsid w:val="00227DC6"/>
    <w:rsid w:val="002316AC"/>
    <w:rsid w:val="00232213"/>
    <w:rsid w:val="00236636"/>
    <w:rsid w:val="00237786"/>
    <w:rsid w:val="00237858"/>
    <w:rsid w:val="00242A38"/>
    <w:rsid w:val="00243ED6"/>
    <w:rsid w:val="002446C3"/>
    <w:rsid w:val="0024530E"/>
    <w:rsid w:val="00247B3A"/>
    <w:rsid w:val="002510A8"/>
    <w:rsid w:val="00252E9B"/>
    <w:rsid w:val="00253EEB"/>
    <w:rsid w:val="0025522E"/>
    <w:rsid w:val="00255B5E"/>
    <w:rsid w:val="00256EB7"/>
    <w:rsid w:val="00257C5C"/>
    <w:rsid w:val="00260235"/>
    <w:rsid w:val="00260467"/>
    <w:rsid w:val="00263890"/>
    <w:rsid w:val="00264C14"/>
    <w:rsid w:val="00265577"/>
    <w:rsid w:val="002678EA"/>
    <w:rsid w:val="002679D9"/>
    <w:rsid w:val="002728FA"/>
    <w:rsid w:val="00272F5B"/>
    <w:rsid w:val="002730EE"/>
    <w:rsid w:val="00273DF6"/>
    <w:rsid w:val="00274053"/>
    <w:rsid w:val="002758CD"/>
    <w:rsid w:val="0027613F"/>
    <w:rsid w:val="00276943"/>
    <w:rsid w:val="00276DC1"/>
    <w:rsid w:val="00277EBC"/>
    <w:rsid w:val="0028023B"/>
    <w:rsid w:val="0028669B"/>
    <w:rsid w:val="002875C2"/>
    <w:rsid w:val="00290193"/>
    <w:rsid w:val="00292F00"/>
    <w:rsid w:val="00293574"/>
    <w:rsid w:val="002938AE"/>
    <w:rsid w:val="00295342"/>
    <w:rsid w:val="002A046F"/>
    <w:rsid w:val="002A108E"/>
    <w:rsid w:val="002A5224"/>
    <w:rsid w:val="002A5742"/>
    <w:rsid w:val="002A6270"/>
    <w:rsid w:val="002B0558"/>
    <w:rsid w:val="002B0C5F"/>
    <w:rsid w:val="002B1376"/>
    <w:rsid w:val="002B4199"/>
    <w:rsid w:val="002B468D"/>
    <w:rsid w:val="002B48D5"/>
    <w:rsid w:val="002B5001"/>
    <w:rsid w:val="002B5468"/>
    <w:rsid w:val="002B61AA"/>
    <w:rsid w:val="002C4C68"/>
    <w:rsid w:val="002D0F05"/>
    <w:rsid w:val="002D1C77"/>
    <w:rsid w:val="002D6299"/>
    <w:rsid w:val="002D68C6"/>
    <w:rsid w:val="002D70F0"/>
    <w:rsid w:val="002E1280"/>
    <w:rsid w:val="002E1D49"/>
    <w:rsid w:val="002E3DA3"/>
    <w:rsid w:val="002E4F84"/>
    <w:rsid w:val="002E65B6"/>
    <w:rsid w:val="002E677A"/>
    <w:rsid w:val="002E68A4"/>
    <w:rsid w:val="002E692C"/>
    <w:rsid w:val="002E72AE"/>
    <w:rsid w:val="002F046A"/>
    <w:rsid w:val="002F233F"/>
    <w:rsid w:val="002F5B4F"/>
    <w:rsid w:val="002F6B95"/>
    <w:rsid w:val="00302264"/>
    <w:rsid w:val="0030227C"/>
    <w:rsid w:val="00303045"/>
    <w:rsid w:val="00303CAD"/>
    <w:rsid w:val="00304333"/>
    <w:rsid w:val="00305568"/>
    <w:rsid w:val="003070E3"/>
    <w:rsid w:val="00307746"/>
    <w:rsid w:val="0031211D"/>
    <w:rsid w:val="00312DA2"/>
    <w:rsid w:val="00315328"/>
    <w:rsid w:val="003165E8"/>
    <w:rsid w:val="00321FFC"/>
    <w:rsid w:val="00324A6F"/>
    <w:rsid w:val="003260F2"/>
    <w:rsid w:val="003262C7"/>
    <w:rsid w:val="003263D3"/>
    <w:rsid w:val="00326F73"/>
    <w:rsid w:val="00330E82"/>
    <w:rsid w:val="003319CC"/>
    <w:rsid w:val="00332725"/>
    <w:rsid w:val="00332793"/>
    <w:rsid w:val="00332F9A"/>
    <w:rsid w:val="00333219"/>
    <w:rsid w:val="00334EE1"/>
    <w:rsid w:val="003362C8"/>
    <w:rsid w:val="003367A2"/>
    <w:rsid w:val="00337D9C"/>
    <w:rsid w:val="00337F43"/>
    <w:rsid w:val="0034130D"/>
    <w:rsid w:val="00346283"/>
    <w:rsid w:val="00346A2A"/>
    <w:rsid w:val="00347CD0"/>
    <w:rsid w:val="00347FA8"/>
    <w:rsid w:val="00350127"/>
    <w:rsid w:val="003507AF"/>
    <w:rsid w:val="00350D09"/>
    <w:rsid w:val="00350FBD"/>
    <w:rsid w:val="0035646A"/>
    <w:rsid w:val="003570EE"/>
    <w:rsid w:val="00357193"/>
    <w:rsid w:val="00357563"/>
    <w:rsid w:val="003631C4"/>
    <w:rsid w:val="00363AB9"/>
    <w:rsid w:val="00364D66"/>
    <w:rsid w:val="0036554E"/>
    <w:rsid w:val="00365628"/>
    <w:rsid w:val="00367ACC"/>
    <w:rsid w:val="00370F50"/>
    <w:rsid w:val="003718B5"/>
    <w:rsid w:val="0037397E"/>
    <w:rsid w:val="00373FD2"/>
    <w:rsid w:val="003749B1"/>
    <w:rsid w:val="00374C78"/>
    <w:rsid w:val="00375761"/>
    <w:rsid w:val="00377D7E"/>
    <w:rsid w:val="00380A7B"/>
    <w:rsid w:val="00381F39"/>
    <w:rsid w:val="003820FB"/>
    <w:rsid w:val="003830F9"/>
    <w:rsid w:val="0038359B"/>
    <w:rsid w:val="00383EEA"/>
    <w:rsid w:val="0038715C"/>
    <w:rsid w:val="00390142"/>
    <w:rsid w:val="003A0EB1"/>
    <w:rsid w:val="003A25C0"/>
    <w:rsid w:val="003A2BB1"/>
    <w:rsid w:val="003A37C7"/>
    <w:rsid w:val="003A40AE"/>
    <w:rsid w:val="003A431F"/>
    <w:rsid w:val="003A4AAB"/>
    <w:rsid w:val="003A71ED"/>
    <w:rsid w:val="003B1501"/>
    <w:rsid w:val="003B606A"/>
    <w:rsid w:val="003B6E3C"/>
    <w:rsid w:val="003B7030"/>
    <w:rsid w:val="003C18A3"/>
    <w:rsid w:val="003C2AB2"/>
    <w:rsid w:val="003C2F75"/>
    <w:rsid w:val="003C48CA"/>
    <w:rsid w:val="003C633D"/>
    <w:rsid w:val="003C6646"/>
    <w:rsid w:val="003C67D1"/>
    <w:rsid w:val="003C68DE"/>
    <w:rsid w:val="003C6AC7"/>
    <w:rsid w:val="003C7069"/>
    <w:rsid w:val="003D1759"/>
    <w:rsid w:val="003D3B93"/>
    <w:rsid w:val="003D4826"/>
    <w:rsid w:val="003E2927"/>
    <w:rsid w:val="003E3124"/>
    <w:rsid w:val="003E5240"/>
    <w:rsid w:val="003E568B"/>
    <w:rsid w:val="003F2401"/>
    <w:rsid w:val="003F2F81"/>
    <w:rsid w:val="003F33FC"/>
    <w:rsid w:val="003F542B"/>
    <w:rsid w:val="00400402"/>
    <w:rsid w:val="004017E0"/>
    <w:rsid w:val="00403505"/>
    <w:rsid w:val="00405272"/>
    <w:rsid w:val="00405AB7"/>
    <w:rsid w:val="00410393"/>
    <w:rsid w:val="00412B0A"/>
    <w:rsid w:val="004163EB"/>
    <w:rsid w:val="00416C32"/>
    <w:rsid w:val="004204E3"/>
    <w:rsid w:val="00424000"/>
    <w:rsid w:val="0042568D"/>
    <w:rsid w:val="00425846"/>
    <w:rsid w:val="00430EEC"/>
    <w:rsid w:val="004333F4"/>
    <w:rsid w:val="00434EDA"/>
    <w:rsid w:val="0043535B"/>
    <w:rsid w:val="00435F7F"/>
    <w:rsid w:val="004369D2"/>
    <w:rsid w:val="004419FB"/>
    <w:rsid w:val="004422E3"/>
    <w:rsid w:val="004453BE"/>
    <w:rsid w:val="004458FC"/>
    <w:rsid w:val="00445A26"/>
    <w:rsid w:val="004468CE"/>
    <w:rsid w:val="00446E6A"/>
    <w:rsid w:val="00450ADF"/>
    <w:rsid w:val="00450CAF"/>
    <w:rsid w:val="004534D7"/>
    <w:rsid w:val="004545BC"/>
    <w:rsid w:val="004557D4"/>
    <w:rsid w:val="0045767E"/>
    <w:rsid w:val="0046192F"/>
    <w:rsid w:val="00465F09"/>
    <w:rsid w:val="00466EFC"/>
    <w:rsid w:val="004674A3"/>
    <w:rsid w:val="0047052C"/>
    <w:rsid w:val="004714D6"/>
    <w:rsid w:val="00471B05"/>
    <w:rsid w:val="004730AA"/>
    <w:rsid w:val="00474FD0"/>
    <w:rsid w:val="004767C1"/>
    <w:rsid w:val="00477950"/>
    <w:rsid w:val="004800E0"/>
    <w:rsid w:val="00482DF6"/>
    <w:rsid w:val="004850E9"/>
    <w:rsid w:val="00491461"/>
    <w:rsid w:val="00491AE5"/>
    <w:rsid w:val="00492C51"/>
    <w:rsid w:val="00492D68"/>
    <w:rsid w:val="00493AD5"/>
    <w:rsid w:val="004952FB"/>
    <w:rsid w:val="00496EF3"/>
    <w:rsid w:val="00496FBD"/>
    <w:rsid w:val="004A0216"/>
    <w:rsid w:val="004A0B39"/>
    <w:rsid w:val="004A1134"/>
    <w:rsid w:val="004A2362"/>
    <w:rsid w:val="004A3CB9"/>
    <w:rsid w:val="004A4748"/>
    <w:rsid w:val="004A538D"/>
    <w:rsid w:val="004A5D07"/>
    <w:rsid w:val="004A5E7B"/>
    <w:rsid w:val="004A60F6"/>
    <w:rsid w:val="004A796E"/>
    <w:rsid w:val="004B01EB"/>
    <w:rsid w:val="004B1563"/>
    <w:rsid w:val="004B39CD"/>
    <w:rsid w:val="004B77C9"/>
    <w:rsid w:val="004C01AD"/>
    <w:rsid w:val="004C4C77"/>
    <w:rsid w:val="004C5CC4"/>
    <w:rsid w:val="004C6425"/>
    <w:rsid w:val="004C7779"/>
    <w:rsid w:val="004C7FD2"/>
    <w:rsid w:val="004D08C7"/>
    <w:rsid w:val="004D180C"/>
    <w:rsid w:val="004D2A1F"/>
    <w:rsid w:val="004D637B"/>
    <w:rsid w:val="004D72D4"/>
    <w:rsid w:val="004E0CDD"/>
    <w:rsid w:val="004E24CF"/>
    <w:rsid w:val="004E3A6F"/>
    <w:rsid w:val="004E3BC3"/>
    <w:rsid w:val="004E59CF"/>
    <w:rsid w:val="004F1117"/>
    <w:rsid w:val="004F4B45"/>
    <w:rsid w:val="0050268B"/>
    <w:rsid w:val="0050394A"/>
    <w:rsid w:val="0050432E"/>
    <w:rsid w:val="005044AA"/>
    <w:rsid w:val="0050602E"/>
    <w:rsid w:val="005118F1"/>
    <w:rsid w:val="00513207"/>
    <w:rsid w:val="00515373"/>
    <w:rsid w:val="00516131"/>
    <w:rsid w:val="0051701A"/>
    <w:rsid w:val="00521401"/>
    <w:rsid w:val="0052155E"/>
    <w:rsid w:val="00530D83"/>
    <w:rsid w:val="00532ACE"/>
    <w:rsid w:val="0053317C"/>
    <w:rsid w:val="005344D6"/>
    <w:rsid w:val="00535D76"/>
    <w:rsid w:val="00544FE4"/>
    <w:rsid w:val="005451E1"/>
    <w:rsid w:val="0054709B"/>
    <w:rsid w:val="00547242"/>
    <w:rsid w:val="00547968"/>
    <w:rsid w:val="00551340"/>
    <w:rsid w:val="005529C4"/>
    <w:rsid w:val="0055712C"/>
    <w:rsid w:val="005628B4"/>
    <w:rsid w:val="00563DFD"/>
    <w:rsid w:val="005652AA"/>
    <w:rsid w:val="0056560F"/>
    <w:rsid w:val="00570107"/>
    <w:rsid w:val="00570C8A"/>
    <w:rsid w:val="00570FE4"/>
    <w:rsid w:val="005712D5"/>
    <w:rsid w:val="005713CB"/>
    <w:rsid w:val="0057501B"/>
    <w:rsid w:val="00575674"/>
    <w:rsid w:val="005759DB"/>
    <w:rsid w:val="0058039E"/>
    <w:rsid w:val="005818A9"/>
    <w:rsid w:val="00582E7F"/>
    <w:rsid w:val="005843A3"/>
    <w:rsid w:val="00585AE8"/>
    <w:rsid w:val="00585FCE"/>
    <w:rsid w:val="00586621"/>
    <w:rsid w:val="00593B94"/>
    <w:rsid w:val="00593E46"/>
    <w:rsid w:val="0059474E"/>
    <w:rsid w:val="005975B5"/>
    <w:rsid w:val="005A08D2"/>
    <w:rsid w:val="005A0D1F"/>
    <w:rsid w:val="005A0FD0"/>
    <w:rsid w:val="005A161A"/>
    <w:rsid w:val="005A1CA8"/>
    <w:rsid w:val="005A3B55"/>
    <w:rsid w:val="005A7194"/>
    <w:rsid w:val="005A7907"/>
    <w:rsid w:val="005B0913"/>
    <w:rsid w:val="005B290C"/>
    <w:rsid w:val="005B3260"/>
    <w:rsid w:val="005B45B8"/>
    <w:rsid w:val="005B5CF2"/>
    <w:rsid w:val="005B5EF7"/>
    <w:rsid w:val="005B7BDE"/>
    <w:rsid w:val="005C0CD5"/>
    <w:rsid w:val="005C2814"/>
    <w:rsid w:val="005C6603"/>
    <w:rsid w:val="005C66B2"/>
    <w:rsid w:val="005D4B23"/>
    <w:rsid w:val="005D5797"/>
    <w:rsid w:val="005D6B56"/>
    <w:rsid w:val="005D7E9D"/>
    <w:rsid w:val="005E252F"/>
    <w:rsid w:val="005E4EB4"/>
    <w:rsid w:val="005E6156"/>
    <w:rsid w:val="005E64B6"/>
    <w:rsid w:val="005E6FFA"/>
    <w:rsid w:val="005E7583"/>
    <w:rsid w:val="005E7FF1"/>
    <w:rsid w:val="005F0BDF"/>
    <w:rsid w:val="005F2930"/>
    <w:rsid w:val="005F4555"/>
    <w:rsid w:val="00610424"/>
    <w:rsid w:val="00610B12"/>
    <w:rsid w:val="006110AE"/>
    <w:rsid w:val="00613514"/>
    <w:rsid w:val="006252DD"/>
    <w:rsid w:val="00625CA7"/>
    <w:rsid w:val="00626ECD"/>
    <w:rsid w:val="00627298"/>
    <w:rsid w:val="00630CF9"/>
    <w:rsid w:val="0063113F"/>
    <w:rsid w:val="006321A4"/>
    <w:rsid w:val="006328CB"/>
    <w:rsid w:val="0063399C"/>
    <w:rsid w:val="006367E9"/>
    <w:rsid w:val="006418FE"/>
    <w:rsid w:val="00641C5A"/>
    <w:rsid w:val="00642E3D"/>
    <w:rsid w:val="006432E7"/>
    <w:rsid w:val="006443A9"/>
    <w:rsid w:val="00644768"/>
    <w:rsid w:val="00645D40"/>
    <w:rsid w:val="00646F82"/>
    <w:rsid w:val="00647F01"/>
    <w:rsid w:val="00650379"/>
    <w:rsid w:val="00652411"/>
    <w:rsid w:val="00653A3E"/>
    <w:rsid w:val="00653F7F"/>
    <w:rsid w:val="00661214"/>
    <w:rsid w:val="006625BF"/>
    <w:rsid w:val="006638B0"/>
    <w:rsid w:val="00666117"/>
    <w:rsid w:val="00670533"/>
    <w:rsid w:val="00672D1A"/>
    <w:rsid w:val="006732D1"/>
    <w:rsid w:val="00674738"/>
    <w:rsid w:val="00677671"/>
    <w:rsid w:val="0068024B"/>
    <w:rsid w:val="00680A99"/>
    <w:rsid w:val="00682985"/>
    <w:rsid w:val="00683BCD"/>
    <w:rsid w:val="00684B6D"/>
    <w:rsid w:val="00685271"/>
    <w:rsid w:val="00685419"/>
    <w:rsid w:val="00686610"/>
    <w:rsid w:val="0068733C"/>
    <w:rsid w:val="00690716"/>
    <w:rsid w:val="006946FF"/>
    <w:rsid w:val="00696A24"/>
    <w:rsid w:val="006A0763"/>
    <w:rsid w:val="006A0ADF"/>
    <w:rsid w:val="006A141B"/>
    <w:rsid w:val="006A1A7B"/>
    <w:rsid w:val="006A2442"/>
    <w:rsid w:val="006A263E"/>
    <w:rsid w:val="006A6C4D"/>
    <w:rsid w:val="006A7820"/>
    <w:rsid w:val="006B0939"/>
    <w:rsid w:val="006B10A8"/>
    <w:rsid w:val="006B1702"/>
    <w:rsid w:val="006B4052"/>
    <w:rsid w:val="006B528B"/>
    <w:rsid w:val="006B54DF"/>
    <w:rsid w:val="006B63A8"/>
    <w:rsid w:val="006B650F"/>
    <w:rsid w:val="006B6BC5"/>
    <w:rsid w:val="006B6E68"/>
    <w:rsid w:val="006C08E9"/>
    <w:rsid w:val="006C3793"/>
    <w:rsid w:val="006C45F3"/>
    <w:rsid w:val="006C7D7F"/>
    <w:rsid w:val="006C7DD1"/>
    <w:rsid w:val="006D0BA9"/>
    <w:rsid w:val="006D2447"/>
    <w:rsid w:val="006D2EEB"/>
    <w:rsid w:val="006D35A2"/>
    <w:rsid w:val="006D49A0"/>
    <w:rsid w:val="006D5121"/>
    <w:rsid w:val="006D5DF6"/>
    <w:rsid w:val="006D71AB"/>
    <w:rsid w:val="006D7410"/>
    <w:rsid w:val="006D7B0F"/>
    <w:rsid w:val="006E04A7"/>
    <w:rsid w:val="006E0CA1"/>
    <w:rsid w:val="006E1F27"/>
    <w:rsid w:val="006E3455"/>
    <w:rsid w:val="006E366F"/>
    <w:rsid w:val="006E3A1A"/>
    <w:rsid w:val="006E4325"/>
    <w:rsid w:val="006F1B19"/>
    <w:rsid w:val="006F2D01"/>
    <w:rsid w:val="006F37DD"/>
    <w:rsid w:val="006F388F"/>
    <w:rsid w:val="006F5BC0"/>
    <w:rsid w:val="00704D5A"/>
    <w:rsid w:val="00705602"/>
    <w:rsid w:val="00705AB3"/>
    <w:rsid w:val="0071064F"/>
    <w:rsid w:val="00712A87"/>
    <w:rsid w:val="0071356A"/>
    <w:rsid w:val="00714CAE"/>
    <w:rsid w:val="0071627B"/>
    <w:rsid w:val="0071771E"/>
    <w:rsid w:val="00720F8C"/>
    <w:rsid w:val="00721130"/>
    <w:rsid w:val="00721E9D"/>
    <w:rsid w:val="00722BEC"/>
    <w:rsid w:val="00723F07"/>
    <w:rsid w:val="00723FBE"/>
    <w:rsid w:val="00725AAF"/>
    <w:rsid w:val="00730AC7"/>
    <w:rsid w:val="007312A3"/>
    <w:rsid w:val="007313E7"/>
    <w:rsid w:val="00732177"/>
    <w:rsid w:val="00733110"/>
    <w:rsid w:val="007340E1"/>
    <w:rsid w:val="007346CF"/>
    <w:rsid w:val="00734DF5"/>
    <w:rsid w:val="00736312"/>
    <w:rsid w:val="00736E04"/>
    <w:rsid w:val="00737BBD"/>
    <w:rsid w:val="00737ED0"/>
    <w:rsid w:val="007402D5"/>
    <w:rsid w:val="00741E95"/>
    <w:rsid w:val="0074230D"/>
    <w:rsid w:val="00742657"/>
    <w:rsid w:val="00742E75"/>
    <w:rsid w:val="00743071"/>
    <w:rsid w:val="00743C9B"/>
    <w:rsid w:val="00744442"/>
    <w:rsid w:val="007457BC"/>
    <w:rsid w:val="00746122"/>
    <w:rsid w:val="007464B2"/>
    <w:rsid w:val="00752958"/>
    <w:rsid w:val="00754C5C"/>
    <w:rsid w:val="00755379"/>
    <w:rsid w:val="007573E6"/>
    <w:rsid w:val="0076134D"/>
    <w:rsid w:val="0076313C"/>
    <w:rsid w:val="00763A0E"/>
    <w:rsid w:val="00763B31"/>
    <w:rsid w:val="00765A0A"/>
    <w:rsid w:val="00766E0E"/>
    <w:rsid w:val="007672F1"/>
    <w:rsid w:val="00771323"/>
    <w:rsid w:val="00771DDA"/>
    <w:rsid w:val="00773B7D"/>
    <w:rsid w:val="007769AD"/>
    <w:rsid w:val="00776CC8"/>
    <w:rsid w:val="00776E2B"/>
    <w:rsid w:val="00780217"/>
    <w:rsid w:val="00780604"/>
    <w:rsid w:val="007810E8"/>
    <w:rsid w:val="0078162B"/>
    <w:rsid w:val="007823DD"/>
    <w:rsid w:val="00783F1F"/>
    <w:rsid w:val="0078529E"/>
    <w:rsid w:val="0078558B"/>
    <w:rsid w:val="007914E2"/>
    <w:rsid w:val="0079266C"/>
    <w:rsid w:val="00793C7D"/>
    <w:rsid w:val="0079473D"/>
    <w:rsid w:val="00794A12"/>
    <w:rsid w:val="0079623A"/>
    <w:rsid w:val="00796E68"/>
    <w:rsid w:val="007A0461"/>
    <w:rsid w:val="007A2E0B"/>
    <w:rsid w:val="007A3B76"/>
    <w:rsid w:val="007A5A49"/>
    <w:rsid w:val="007A6959"/>
    <w:rsid w:val="007A6FDC"/>
    <w:rsid w:val="007A7215"/>
    <w:rsid w:val="007B005F"/>
    <w:rsid w:val="007B0306"/>
    <w:rsid w:val="007B1C28"/>
    <w:rsid w:val="007B29E8"/>
    <w:rsid w:val="007B368E"/>
    <w:rsid w:val="007B4701"/>
    <w:rsid w:val="007B53A0"/>
    <w:rsid w:val="007B53FD"/>
    <w:rsid w:val="007B7113"/>
    <w:rsid w:val="007B715F"/>
    <w:rsid w:val="007B74A0"/>
    <w:rsid w:val="007B79BA"/>
    <w:rsid w:val="007C070A"/>
    <w:rsid w:val="007C1395"/>
    <w:rsid w:val="007C1F5C"/>
    <w:rsid w:val="007C1F77"/>
    <w:rsid w:val="007C34AF"/>
    <w:rsid w:val="007C3E3F"/>
    <w:rsid w:val="007C535C"/>
    <w:rsid w:val="007C5A27"/>
    <w:rsid w:val="007D1C93"/>
    <w:rsid w:val="007D22A2"/>
    <w:rsid w:val="007D296D"/>
    <w:rsid w:val="007D4165"/>
    <w:rsid w:val="007D4FC1"/>
    <w:rsid w:val="007D577C"/>
    <w:rsid w:val="007D60F4"/>
    <w:rsid w:val="007D65C2"/>
    <w:rsid w:val="007E0CE5"/>
    <w:rsid w:val="007E0DFB"/>
    <w:rsid w:val="007E2E0A"/>
    <w:rsid w:val="007E6D08"/>
    <w:rsid w:val="007F1462"/>
    <w:rsid w:val="007F1FFA"/>
    <w:rsid w:val="007F4054"/>
    <w:rsid w:val="007F6C99"/>
    <w:rsid w:val="007F796F"/>
    <w:rsid w:val="00806622"/>
    <w:rsid w:val="008100C9"/>
    <w:rsid w:val="008108D1"/>
    <w:rsid w:val="008113D1"/>
    <w:rsid w:val="008117BF"/>
    <w:rsid w:val="00811EA6"/>
    <w:rsid w:val="00812E93"/>
    <w:rsid w:val="008134EB"/>
    <w:rsid w:val="008135AA"/>
    <w:rsid w:val="00816C62"/>
    <w:rsid w:val="00817025"/>
    <w:rsid w:val="008253BD"/>
    <w:rsid w:val="0082577C"/>
    <w:rsid w:val="00825CF5"/>
    <w:rsid w:val="00833945"/>
    <w:rsid w:val="00833E2F"/>
    <w:rsid w:val="0083423A"/>
    <w:rsid w:val="00840316"/>
    <w:rsid w:val="00840E7C"/>
    <w:rsid w:val="00843145"/>
    <w:rsid w:val="0084375D"/>
    <w:rsid w:val="008437B3"/>
    <w:rsid w:val="00843FCA"/>
    <w:rsid w:val="00845242"/>
    <w:rsid w:val="00851290"/>
    <w:rsid w:val="008522CC"/>
    <w:rsid w:val="0085262A"/>
    <w:rsid w:val="00852D4E"/>
    <w:rsid w:val="008536B3"/>
    <w:rsid w:val="00853B19"/>
    <w:rsid w:val="00855335"/>
    <w:rsid w:val="008557CB"/>
    <w:rsid w:val="00856015"/>
    <w:rsid w:val="00856C83"/>
    <w:rsid w:val="008579C8"/>
    <w:rsid w:val="00861584"/>
    <w:rsid w:val="00865114"/>
    <w:rsid w:val="00872110"/>
    <w:rsid w:val="00872FC6"/>
    <w:rsid w:val="00873AEF"/>
    <w:rsid w:val="00874BEC"/>
    <w:rsid w:val="00875025"/>
    <w:rsid w:val="008768FA"/>
    <w:rsid w:val="00876CA4"/>
    <w:rsid w:val="00876F15"/>
    <w:rsid w:val="008828F7"/>
    <w:rsid w:val="00882910"/>
    <w:rsid w:val="00883704"/>
    <w:rsid w:val="00883C98"/>
    <w:rsid w:val="0088763D"/>
    <w:rsid w:val="008876AC"/>
    <w:rsid w:val="00892012"/>
    <w:rsid w:val="00892133"/>
    <w:rsid w:val="00892171"/>
    <w:rsid w:val="008923FA"/>
    <w:rsid w:val="00894454"/>
    <w:rsid w:val="00894733"/>
    <w:rsid w:val="00894CEA"/>
    <w:rsid w:val="00895345"/>
    <w:rsid w:val="008956AA"/>
    <w:rsid w:val="0089572D"/>
    <w:rsid w:val="00896CE2"/>
    <w:rsid w:val="008A1546"/>
    <w:rsid w:val="008A1C40"/>
    <w:rsid w:val="008A2AC0"/>
    <w:rsid w:val="008A36BC"/>
    <w:rsid w:val="008A3D5D"/>
    <w:rsid w:val="008A6B98"/>
    <w:rsid w:val="008A6BA1"/>
    <w:rsid w:val="008A7337"/>
    <w:rsid w:val="008B1F8A"/>
    <w:rsid w:val="008B2927"/>
    <w:rsid w:val="008B6B88"/>
    <w:rsid w:val="008B7C16"/>
    <w:rsid w:val="008C07EF"/>
    <w:rsid w:val="008C2394"/>
    <w:rsid w:val="008C2F48"/>
    <w:rsid w:val="008C4503"/>
    <w:rsid w:val="008C5D98"/>
    <w:rsid w:val="008D190E"/>
    <w:rsid w:val="008D3418"/>
    <w:rsid w:val="008D3730"/>
    <w:rsid w:val="008D3A88"/>
    <w:rsid w:val="008D5AFD"/>
    <w:rsid w:val="008D62FA"/>
    <w:rsid w:val="008E0472"/>
    <w:rsid w:val="008E05E5"/>
    <w:rsid w:val="008E3088"/>
    <w:rsid w:val="008E75B6"/>
    <w:rsid w:val="008F04A8"/>
    <w:rsid w:val="008F0501"/>
    <w:rsid w:val="008F0DDF"/>
    <w:rsid w:val="008F1BAC"/>
    <w:rsid w:val="008F2A13"/>
    <w:rsid w:val="008F2A5E"/>
    <w:rsid w:val="008F44B2"/>
    <w:rsid w:val="008F4A46"/>
    <w:rsid w:val="008F50AA"/>
    <w:rsid w:val="008F7C6F"/>
    <w:rsid w:val="00900BC3"/>
    <w:rsid w:val="00903C2C"/>
    <w:rsid w:val="00907703"/>
    <w:rsid w:val="00914DC2"/>
    <w:rsid w:val="00915096"/>
    <w:rsid w:val="0091597C"/>
    <w:rsid w:val="00917DF2"/>
    <w:rsid w:val="009215FE"/>
    <w:rsid w:val="00921999"/>
    <w:rsid w:val="0092204E"/>
    <w:rsid w:val="0092665D"/>
    <w:rsid w:val="009302B9"/>
    <w:rsid w:val="00930B66"/>
    <w:rsid w:val="00932D01"/>
    <w:rsid w:val="009332A1"/>
    <w:rsid w:val="0094093A"/>
    <w:rsid w:val="009413E8"/>
    <w:rsid w:val="00941AF6"/>
    <w:rsid w:val="00942A08"/>
    <w:rsid w:val="0094346B"/>
    <w:rsid w:val="00944611"/>
    <w:rsid w:val="009458D8"/>
    <w:rsid w:val="00945DD2"/>
    <w:rsid w:val="00947CD6"/>
    <w:rsid w:val="009502E6"/>
    <w:rsid w:val="0095119C"/>
    <w:rsid w:val="00952979"/>
    <w:rsid w:val="0095460F"/>
    <w:rsid w:val="00954C11"/>
    <w:rsid w:val="00955EB7"/>
    <w:rsid w:val="00956156"/>
    <w:rsid w:val="00956AD9"/>
    <w:rsid w:val="00964820"/>
    <w:rsid w:val="00964CCA"/>
    <w:rsid w:val="00965CAE"/>
    <w:rsid w:val="00967B81"/>
    <w:rsid w:val="00972BF0"/>
    <w:rsid w:val="00973F07"/>
    <w:rsid w:val="00975B78"/>
    <w:rsid w:val="009765EE"/>
    <w:rsid w:val="009779C9"/>
    <w:rsid w:val="00977EE9"/>
    <w:rsid w:val="009800DD"/>
    <w:rsid w:val="009805FB"/>
    <w:rsid w:val="00981C8D"/>
    <w:rsid w:val="00981E78"/>
    <w:rsid w:val="0098202B"/>
    <w:rsid w:val="0098432C"/>
    <w:rsid w:val="00984C03"/>
    <w:rsid w:val="009850A7"/>
    <w:rsid w:val="00991F02"/>
    <w:rsid w:val="0099390A"/>
    <w:rsid w:val="009942F3"/>
    <w:rsid w:val="00996A65"/>
    <w:rsid w:val="00996B0F"/>
    <w:rsid w:val="00996E4D"/>
    <w:rsid w:val="009A0C50"/>
    <w:rsid w:val="009A3D5D"/>
    <w:rsid w:val="009A5B22"/>
    <w:rsid w:val="009B02D4"/>
    <w:rsid w:val="009B0F1D"/>
    <w:rsid w:val="009B38EF"/>
    <w:rsid w:val="009B3CEB"/>
    <w:rsid w:val="009B5943"/>
    <w:rsid w:val="009B5EFE"/>
    <w:rsid w:val="009B660F"/>
    <w:rsid w:val="009B7446"/>
    <w:rsid w:val="009C14FB"/>
    <w:rsid w:val="009C3146"/>
    <w:rsid w:val="009C46D4"/>
    <w:rsid w:val="009C5BCB"/>
    <w:rsid w:val="009C5E89"/>
    <w:rsid w:val="009C63CF"/>
    <w:rsid w:val="009C6848"/>
    <w:rsid w:val="009D3B5D"/>
    <w:rsid w:val="009D5EA5"/>
    <w:rsid w:val="009D6566"/>
    <w:rsid w:val="009E065D"/>
    <w:rsid w:val="009E3CD9"/>
    <w:rsid w:val="009E4DF3"/>
    <w:rsid w:val="009E510E"/>
    <w:rsid w:val="009E7CB6"/>
    <w:rsid w:val="009F00A0"/>
    <w:rsid w:val="009F0D0E"/>
    <w:rsid w:val="009F1716"/>
    <w:rsid w:val="009F2B7A"/>
    <w:rsid w:val="009F5921"/>
    <w:rsid w:val="009F6F47"/>
    <w:rsid w:val="009F7C42"/>
    <w:rsid w:val="00A00255"/>
    <w:rsid w:val="00A00D0C"/>
    <w:rsid w:val="00A00EE9"/>
    <w:rsid w:val="00A079C6"/>
    <w:rsid w:val="00A1128B"/>
    <w:rsid w:val="00A137B5"/>
    <w:rsid w:val="00A13C5F"/>
    <w:rsid w:val="00A1469A"/>
    <w:rsid w:val="00A22037"/>
    <w:rsid w:val="00A22E3F"/>
    <w:rsid w:val="00A23C50"/>
    <w:rsid w:val="00A24263"/>
    <w:rsid w:val="00A2672E"/>
    <w:rsid w:val="00A26942"/>
    <w:rsid w:val="00A30578"/>
    <w:rsid w:val="00A30A94"/>
    <w:rsid w:val="00A314D0"/>
    <w:rsid w:val="00A314E1"/>
    <w:rsid w:val="00A315A8"/>
    <w:rsid w:val="00A34A93"/>
    <w:rsid w:val="00A355E8"/>
    <w:rsid w:val="00A3635E"/>
    <w:rsid w:val="00A371EA"/>
    <w:rsid w:val="00A374F0"/>
    <w:rsid w:val="00A40F18"/>
    <w:rsid w:val="00A422E2"/>
    <w:rsid w:val="00A42B6B"/>
    <w:rsid w:val="00A44074"/>
    <w:rsid w:val="00A44EBD"/>
    <w:rsid w:val="00A45698"/>
    <w:rsid w:val="00A45C5A"/>
    <w:rsid w:val="00A464D3"/>
    <w:rsid w:val="00A47E8A"/>
    <w:rsid w:val="00A5169E"/>
    <w:rsid w:val="00A51DF8"/>
    <w:rsid w:val="00A5246A"/>
    <w:rsid w:val="00A54E9D"/>
    <w:rsid w:val="00A55F3C"/>
    <w:rsid w:val="00A6170E"/>
    <w:rsid w:val="00A67051"/>
    <w:rsid w:val="00A732AB"/>
    <w:rsid w:val="00A75089"/>
    <w:rsid w:val="00A76C74"/>
    <w:rsid w:val="00A77F01"/>
    <w:rsid w:val="00A80746"/>
    <w:rsid w:val="00A8151F"/>
    <w:rsid w:val="00A83318"/>
    <w:rsid w:val="00A86044"/>
    <w:rsid w:val="00A86675"/>
    <w:rsid w:val="00A870AA"/>
    <w:rsid w:val="00A871F2"/>
    <w:rsid w:val="00A87FE9"/>
    <w:rsid w:val="00A90672"/>
    <w:rsid w:val="00A9101D"/>
    <w:rsid w:val="00A91D40"/>
    <w:rsid w:val="00A94207"/>
    <w:rsid w:val="00A94B4A"/>
    <w:rsid w:val="00AA0DCE"/>
    <w:rsid w:val="00AA0F70"/>
    <w:rsid w:val="00AA1281"/>
    <w:rsid w:val="00AA1439"/>
    <w:rsid w:val="00AA2F8E"/>
    <w:rsid w:val="00AA4F52"/>
    <w:rsid w:val="00AA6083"/>
    <w:rsid w:val="00AA6530"/>
    <w:rsid w:val="00AA6739"/>
    <w:rsid w:val="00AA7535"/>
    <w:rsid w:val="00AB225D"/>
    <w:rsid w:val="00AB22C7"/>
    <w:rsid w:val="00AB286C"/>
    <w:rsid w:val="00AB2C52"/>
    <w:rsid w:val="00AB5EEF"/>
    <w:rsid w:val="00AC01A8"/>
    <w:rsid w:val="00AC0B2A"/>
    <w:rsid w:val="00AC1A86"/>
    <w:rsid w:val="00AC2A0B"/>
    <w:rsid w:val="00AC3018"/>
    <w:rsid w:val="00AC3092"/>
    <w:rsid w:val="00AC3CE0"/>
    <w:rsid w:val="00AC55AE"/>
    <w:rsid w:val="00AC57CC"/>
    <w:rsid w:val="00AC7D02"/>
    <w:rsid w:val="00AD1FAD"/>
    <w:rsid w:val="00AD4A27"/>
    <w:rsid w:val="00AD4EE5"/>
    <w:rsid w:val="00AD5336"/>
    <w:rsid w:val="00AD576D"/>
    <w:rsid w:val="00AD6AEA"/>
    <w:rsid w:val="00AD6C20"/>
    <w:rsid w:val="00AD7D97"/>
    <w:rsid w:val="00AE1541"/>
    <w:rsid w:val="00AE26B4"/>
    <w:rsid w:val="00AE4895"/>
    <w:rsid w:val="00AE63C9"/>
    <w:rsid w:val="00AE7397"/>
    <w:rsid w:val="00AF2335"/>
    <w:rsid w:val="00AF6088"/>
    <w:rsid w:val="00AF69A0"/>
    <w:rsid w:val="00AF6B67"/>
    <w:rsid w:val="00AF7395"/>
    <w:rsid w:val="00B00E92"/>
    <w:rsid w:val="00B01DF5"/>
    <w:rsid w:val="00B020BB"/>
    <w:rsid w:val="00B030BB"/>
    <w:rsid w:val="00B052E4"/>
    <w:rsid w:val="00B064A3"/>
    <w:rsid w:val="00B131D7"/>
    <w:rsid w:val="00B138FA"/>
    <w:rsid w:val="00B13BB4"/>
    <w:rsid w:val="00B141B5"/>
    <w:rsid w:val="00B1440E"/>
    <w:rsid w:val="00B1765C"/>
    <w:rsid w:val="00B178F5"/>
    <w:rsid w:val="00B17D1A"/>
    <w:rsid w:val="00B24F1C"/>
    <w:rsid w:val="00B24F95"/>
    <w:rsid w:val="00B2602E"/>
    <w:rsid w:val="00B262FB"/>
    <w:rsid w:val="00B275D8"/>
    <w:rsid w:val="00B31AD9"/>
    <w:rsid w:val="00B32ECA"/>
    <w:rsid w:val="00B34B88"/>
    <w:rsid w:val="00B353C8"/>
    <w:rsid w:val="00B35CCC"/>
    <w:rsid w:val="00B411BE"/>
    <w:rsid w:val="00B41EA0"/>
    <w:rsid w:val="00B42C9F"/>
    <w:rsid w:val="00B436ED"/>
    <w:rsid w:val="00B43E4B"/>
    <w:rsid w:val="00B44425"/>
    <w:rsid w:val="00B44675"/>
    <w:rsid w:val="00B4552D"/>
    <w:rsid w:val="00B52D3A"/>
    <w:rsid w:val="00B52F90"/>
    <w:rsid w:val="00B53037"/>
    <w:rsid w:val="00B55048"/>
    <w:rsid w:val="00B570F6"/>
    <w:rsid w:val="00B5785D"/>
    <w:rsid w:val="00B63400"/>
    <w:rsid w:val="00B65E8F"/>
    <w:rsid w:val="00B701CD"/>
    <w:rsid w:val="00B70AA5"/>
    <w:rsid w:val="00B74B52"/>
    <w:rsid w:val="00B76E99"/>
    <w:rsid w:val="00B77809"/>
    <w:rsid w:val="00B818D2"/>
    <w:rsid w:val="00B81FE0"/>
    <w:rsid w:val="00B820A6"/>
    <w:rsid w:val="00B82E77"/>
    <w:rsid w:val="00B835CF"/>
    <w:rsid w:val="00B842F0"/>
    <w:rsid w:val="00B852FE"/>
    <w:rsid w:val="00B8749E"/>
    <w:rsid w:val="00B91043"/>
    <w:rsid w:val="00B915F6"/>
    <w:rsid w:val="00B91802"/>
    <w:rsid w:val="00B93230"/>
    <w:rsid w:val="00B93260"/>
    <w:rsid w:val="00B93DD8"/>
    <w:rsid w:val="00B963B0"/>
    <w:rsid w:val="00B97D10"/>
    <w:rsid w:val="00BA1E41"/>
    <w:rsid w:val="00BA2A02"/>
    <w:rsid w:val="00BA4147"/>
    <w:rsid w:val="00BA4905"/>
    <w:rsid w:val="00BA5676"/>
    <w:rsid w:val="00BA5A50"/>
    <w:rsid w:val="00BA688C"/>
    <w:rsid w:val="00BA68F5"/>
    <w:rsid w:val="00BA6A49"/>
    <w:rsid w:val="00BB3243"/>
    <w:rsid w:val="00BB5A3B"/>
    <w:rsid w:val="00BB6182"/>
    <w:rsid w:val="00BB7FA2"/>
    <w:rsid w:val="00BC46F8"/>
    <w:rsid w:val="00BC69F4"/>
    <w:rsid w:val="00BC6DA7"/>
    <w:rsid w:val="00BD08C8"/>
    <w:rsid w:val="00BD14A2"/>
    <w:rsid w:val="00BD3174"/>
    <w:rsid w:val="00BD3227"/>
    <w:rsid w:val="00BD530F"/>
    <w:rsid w:val="00BD5B72"/>
    <w:rsid w:val="00BE50F9"/>
    <w:rsid w:val="00BE51D6"/>
    <w:rsid w:val="00BE5FA4"/>
    <w:rsid w:val="00BE6F3A"/>
    <w:rsid w:val="00BE77A6"/>
    <w:rsid w:val="00BF3DBC"/>
    <w:rsid w:val="00BF59C9"/>
    <w:rsid w:val="00BF61D9"/>
    <w:rsid w:val="00C0027E"/>
    <w:rsid w:val="00C0110B"/>
    <w:rsid w:val="00C04A2E"/>
    <w:rsid w:val="00C05F49"/>
    <w:rsid w:val="00C06857"/>
    <w:rsid w:val="00C0791A"/>
    <w:rsid w:val="00C07B3C"/>
    <w:rsid w:val="00C07CFF"/>
    <w:rsid w:val="00C129B3"/>
    <w:rsid w:val="00C13993"/>
    <w:rsid w:val="00C14C3E"/>
    <w:rsid w:val="00C15BB4"/>
    <w:rsid w:val="00C16D49"/>
    <w:rsid w:val="00C17414"/>
    <w:rsid w:val="00C174D8"/>
    <w:rsid w:val="00C17BBE"/>
    <w:rsid w:val="00C17CD5"/>
    <w:rsid w:val="00C17F4E"/>
    <w:rsid w:val="00C17F9F"/>
    <w:rsid w:val="00C20EF1"/>
    <w:rsid w:val="00C22CE0"/>
    <w:rsid w:val="00C22E56"/>
    <w:rsid w:val="00C24038"/>
    <w:rsid w:val="00C243BF"/>
    <w:rsid w:val="00C243F3"/>
    <w:rsid w:val="00C244C2"/>
    <w:rsid w:val="00C255B0"/>
    <w:rsid w:val="00C26711"/>
    <w:rsid w:val="00C338FB"/>
    <w:rsid w:val="00C33F2C"/>
    <w:rsid w:val="00C34571"/>
    <w:rsid w:val="00C36D64"/>
    <w:rsid w:val="00C4044E"/>
    <w:rsid w:val="00C40C36"/>
    <w:rsid w:val="00C41A68"/>
    <w:rsid w:val="00C42C0A"/>
    <w:rsid w:val="00C43816"/>
    <w:rsid w:val="00C444A1"/>
    <w:rsid w:val="00C45017"/>
    <w:rsid w:val="00C45D2F"/>
    <w:rsid w:val="00C45D31"/>
    <w:rsid w:val="00C50EF5"/>
    <w:rsid w:val="00C5141F"/>
    <w:rsid w:val="00C52254"/>
    <w:rsid w:val="00C52B48"/>
    <w:rsid w:val="00C53233"/>
    <w:rsid w:val="00C53288"/>
    <w:rsid w:val="00C537C4"/>
    <w:rsid w:val="00C53BC6"/>
    <w:rsid w:val="00C560C1"/>
    <w:rsid w:val="00C5703F"/>
    <w:rsid w:val="00C60FD0"/>
    <w:rsid w:val="00C63523"/>
    <w:rsid w:val="00C64911"/>
    <w:rsid w:val="00C66363"/>
    <w:rsid w:val="00C66F5C"/>
    <w:rsid w:val="00C67348"/>
    <w:rsid w:val="00C67945"/>
    <w:rsid w:val="00C67998"/>
    <w:rsid w:val="00C703D1"/>
    <w:rsid w:val="00C7151A"/>
    <w:rsid w:val="00C71F20"/>
    <w:rsid w:val="00C74DF6"/>
    <w:rsid w:val="00C75694"/>
    <w:rsid w:val="00C80AF2"/>
    <w:rsid w:val="00C81BF4"/>
    <w:rsid w:val="00C825B1"/>
    <w:rsid w:val="00C83368"/>
    <w:rsid w:val="00C835F1"/>
    <w:rsid w:val="00C861DD"/>
    <w:rsid w:val="00C87675"/>
    <w:rsid w:val="00C911C6"/>
    <w:rsid w:val="00C933D8"/>
    <w:rsid w:val="00C93836"/>
    <w:rsid w:val="00C94037"/>
    <w:rsid w:val="00C954CC"/>
    <w:rsid w:val="00C9564F"/>
    <w:rsid w:val="00C95A28"/>
    <w:rsid w:val="00C95C15"/>
    <w:rsid w:val="00C96B62"/>
    <w:rsid w:val="00C97B90"/>
    <w:rsid w:val="00CA00F1"/>
    <w:rsid w:val="00CA2420"/>
    <w:rsid w:val="00CA3F76"/>
    <w:rsid w:val="00CA4DB7"/>
    <w:rsid w:val="00CA6279"/>
    <w:rsid w:val="00CB15CD"/>
    <w:rsid w:val="00CB2343"/>
    <w:rsid w:val="00CB25D6"/>
    <w:rsid w:val="00CB31A9"/>
    <w:rsid w:val="00CB45CF"/>
    <w:rsid w:val="00CB4C15"/>
    <w:rsid w:val="00CB58AA"/>
    <w:rsid w:val="00CB59F1"/>
    <w:rsid w:val="00CB692C"/>
    <w:rsid w:val="00CB6B70"/>
    <w:rsid w:val="00CB7658"/>
    <w:rsid w:val="00CC17C9"/>
    <w:rsid w:val="00CC2A74"/>
    <w:rsid w:val="00CC34CB"/>
    <w:rsid w:val="00CC55D2"/>
    <w:rsid w:val="00CC56F4"/>
    <w:rsid w:val="00CC6D53"/>
    <w:rsid w:val="00CC74CE"/>
    <w:rsid w:val="00CC7C19"/>
    <w:rsid w:val="00CD0C6C"/>
    <w:rsid w:val="00CD0C80"/>
    <w:rsid w:val="00CD0F06"/>
    <w:rsid w:val="00CD3675"/>
    <w:rsid w:val="00CD4A9E"/>
    <w:rsid w:val="00CD4D2C"/>
    <w:rsid w:val="00CD52C1"/>
    <w:rsid w:val="00CD5B3B"/>
    <w:rsid w:val="00CD604D"/>
    <w:rsid w:val="00CD6A13"/>
    <w:rsid w:val="00CE0721"/>
    <w:rsid w:val="00CE27AF"/>
    <w:rsid w:val="00CE70D5"/>
    <w:rsid w:val="00CF0372"/>
    <w:rsid w:val="00CF11A1"/>
    <w:rsid w:val="00CF1FB8"/>
    <w:rsid w:val="00CF26C1"/>
    <w:rsid w:val="00CF436F"/>
    <w:rsid w:val="00CF4BDB"/>
    <w:rsid w:val="00CF5807"/>
    <w:rsid w:val="00CF74BD"/>
    <w:rsid w:val="00CF78BE"/>
    <w:rsid w:val="00D01622"/>
    <w:rsid w:val="00D017DB"/>
    <w:rsid w:val="00D041B8"/>
    <w:rsid w:val="00D04AB2"/>
    <w:rsid w:val="00D05991"/>
    <w:rsid w:val="00D06E9C"/>
    <w:rsid w:val="00D07800"/>
    <w:rsid w:val="00D12BE0"/>
    <w:rsid w:val="00D142F7"/>
    <w:rsid w:val="00D176D8"/>
    <w:rsid w:val="00D20CCA"/>
    <w:rsid w:val="00D21B5D"/>
    <w:rsid w:val="00D25EBD"/>
    <w:rsid w:val="00D2646D"/>
    <w:rsid w:val="00D31016"/>
    <w:rsid w:val="00D332E5"/>
    <w:rsid w:val="00D34508"/>
    <w:rsid w:val="00D35C17"/>
    <w:rsid w:val="00D4183A"/>
    <w:rsid w:val="00D43778"/>
    <w:rsid w:val="00D46A33"/>
    <w:rsid w:val="00D47068"/>
    <w:rsid w:val="00D50263"/>
    <w:rsid w:val="00D50EE5"/>
    <w:rsid w:val="00D51C06"/>
    <w:rsid w:val="00D5206B"/>
    <w:rsid w:val="00D52E07"/>
    <w:rsid w:val="00D557EC"/>
    <w:rsid w:val="00D55E88"/>
    <w:rsid w:val="00D566A6"/>
    <w:rsid w:val="00D57BBE"/>
    <w:rsid w:val="00D57EDF"/>
    <w:rsid w:val="00D60EAD"/>
    <w:rsid w:val="00D62365"/>
    <w:rsid w:val="00D668C7"/>
    <w:rsid w:val="00D66C60"/>
    <w:rsid w:val="00D67CD6"/>
    <w:rsid w:val="00D706F7"/>
    <w:rsid w:val="00D70CEE"/>
    <w:rsid w:val="00D71745"/>
    <w:rsid w:val="00D72511"/>
    <w:rsid w:val="00D72569"/>
    <w:rsid w:val="00D73109"/>
    <w:rsid w:val="00D73312"/>
    <w:rsid w:val="00D73646"/>
    <w:rsid w:val="00D73837"/>
    <w:rsid w:val="00D74709"/>
    <w:rsid w:val="00D75DC7"/>
    <w:rsid w:val="00D7645F"/>
    <w:rsid w:val="00D76821"/>
    <w:rsid w:val="00D76E37"/>
    <w:rsid w:val="00D804A5"/>
    <w:rsid w:val="00D81DFE"/>
    <w:rsid w:val="00D83A62"/>
    <w:rsid w:val="00D844F0"/>
    <w:rsid w:val="00D86F1D"/>
    <w:rsid w:val="00D87C2E"/>
    <w:rsid w:val="00D90209"/>
    <w:rsid w:val="00D902A7"/>
    <w:rsid w:val="00D9089A"/>
    <w:rsid w:val="00D92423"/>
    <w:rsid w:val="00D96002"/>
    <w:rsid w:val="00D961B4"/>
    <w:rsid w:val="00D97879"/>
    <w:rsid w:val="00DA0C79"/>
    <w:rsid w:val="00DA4115"/>
    <w:rsid w:val="00DA445B"/>
    <w:rsid w:val="00DA472F"/>
    <w:rsid w:val="00DA5A13"/>
    <w:rsid w:val="00DA5F58"/>
    <w:rsid w:val="00DB02F1"/>
    <w:rsid w:val="00DB038B"/>
    <w:rsid w:val="00DB1512"/>
    <w:rsid w:val="00DB1ED2"/>
    <w:rsid w:val="00DB2F32"/>
    <w:rsid w:val="00DB4015"/>
    <w:rsid w:val="00DB4B4A"/>
    <w:rsid w:val="00DB51A8"/>
    <w:rsid w:val="00DB52D9"/>
    <w:rsid w:val="00DB620A"/>
    <w:rsid w:val="00DC1A4B"/>
    <w:rsid w:val="00DC28F0"/>
    <w:rsid w:val="00DC2DA7"/>
    <w:rsid w:val="00DC3E14"/>
    <w:rsid w:val="00DC6E3F"/>
    <w:rsid w:val="00DC7132"/>
    <w:rsid w:val="00DC7C73"/>
    <w:rsid w:val="00DD2082"/>
    <w:rsid w:val="00DD274F"/>
    <w:rsid w:val="00DD686A"/>
    <w:rsid w:val="00DD71AB"/>
    <w:rsid w:val="00DE4842"/>
    <w:rsid w:val="00DE6BFC"/>
    <w:rsid w:val="00DE7AC4"/>
    <w:rsid w:val="00DF0E88"/>
    <w:rsid w:val="00DF42F3"/>
    <w:rsid w:val="00DF701D"/>
    <w:rsid w:val="00E03780"/>
    <w:rsid w:val="00E060FB"/>
    <w:rsid w:val="00E12822"/>
    <w:rsid w:val="00E12FC8"/>
    <w:rsid w:val="00E13099"/>
    <w:rsid w:val="00E13D25"/>
    <w:rsid w:val="00E144D7"/>
    <w:rsid w:val="00E1576B"/>
    <w:rsid w:val="00E17638"/>
    <w:rsid w:val="00E20483"/>
    <w:rsid w:val="00E204CD"/>
    <w:rsid w:val="00E207B8"/>
    <w:rsid w:val="00E22C1A"/>
    <w:rsid w:val="00E23C24"/>
    <w:rsid w:val="00E24FDD"/>
    <w:rsid w:val="00E252E1"/>
    <w:rsid w:val="00E25C4B"/>
    <w:rsid w:val="00E26A37"/>
    <w:rsid w:val="00E33AFE"/>
    <w:rsid w:val="00E346FD"/>
    <w:rsid w:val="00E34843"/>
    <w:rsid w:val="00E377BD"/>
    <w:rsid w:val="00E413A3"/>
    <w:rsid w:val="00E42679"/>
    <w:rsid w:val="00E43916"/>
    <w:rsid w:val="00E45A31"/>
    <w:rsid w:val="00E45D16"/>
    <w:rsid w:val="00E46228"/>
    <w:rsid w:val="00E467DF"/>
    <w:rsid w:val="00E50D29"/>
    <w:rsid w:val="00E52036"/>
    <w:rsid w:val="00E52B6E"/>
    <w:rsid w:val="00E52C4F"/>
    <w:rsid w:val="00E545B4"/>
    <w:rsid w:val="00E55D1C"/>
    <w:rsid w:val="00E55EBA"/>
    <w:rsid w:val="00E562FC"/>
    <w:rsid w:val="00E57884"/>
    <w:rsid w:val="00E57E96"/>
    <w:rsid w:val="00E617A0"/>
    <w:rsid w:val="00E64475"/>
    <w:rsid w:val="00E666C7"/>
    <w:rsid w:val="00E70058"/>
    <w:rsid w:val="00E70759"/>
    <w:rsid w:val="00E70C78"/>
    <w:rsid w:val="00E73CB3"/>
    <w:rsid w:val="00E74BC6"/>
    <w:rsid w:val="00E74EA8"/>
    <w:rsid w:val="00E81FD8"/>
    <w:rsid w:val="00E82A8A"/>
    <w:rsid w:val="00E82F21"/>
    <w:rsid w:val="00E84661"/>
    <w:rsid w:val="00E848C8"/>
    <w:rsid w:val="00E849EC"/>
    <w:rsid w:val="00E859B3"/>
    <w:rsid w:val="00E87E2D"/>
    <w:rsid w:val="00E9210B"/>
    <w:rsid w:val="00E92695"/>
    <w:rsid w:val="00E94014"/>
    <w:rsid w:val="00E95FDE"/>
    <w:rsid w:val="00E969FD"/>
    <w:rsid w:val="00EA0E04"/>
    <w:rsid w:val="00EA0F6C"/>
    <w:rsid w:val="00EA2626"/>
    <w:rsid w:val="00EA28E8"/>
    <w:rsid w:val="00EA3908"/>
    <w:rsid w:val="00EA4E1F"/>
    <w:rsid w:val="00EA5309"/>
    <w:rsid w:val="00EA58E5"/>
    <w:rsid w:val="00EA7F42"/>
    <w:rsid w:val="00EB1467"/>
    <w:rsid w:val="00EB2F05"/>
    <w:rsid w:val="00EB51CE"/>
    <w:rsid w:val="00EB574B"/>
    <w:rsid w:val="00EC0BD8"/>
    <w:rsid w:val="00EC0DF4"/>
    <w:rsid w:val="00EC2458"/>
    <w:rsid w:val="00EC5C7B"/>
    <w:rsid w:val="00EC7FE4"/>
    <w:rsid w:val="00ED0A37"/>
    <w:rsid w:val="00ED334F"/>
    <w:rsid w:val="00ED366C"/>
    <w:rsid w:val="00ED430F"/>
    <w:rsid w:val="00ED4616"/>
    <w:rsid w:val="00EE1601"/>
    <w:rsid w:val="00EE22ED"/>
    <w:rsid w:val="00EE5093"/>
    <w:rsid w:val="00EE6859"/>
    <w:rsid w:val="00EF0615"/>
    <w:rsid w:val="00EF1DA3"/>
    <w:rsid w:val="00EF44A2"/>
    <w:rsid w:val="00EF472D"/>
    <w:rsid w:val="00EF4ADC"/>
    <w:rsid w:val="00F01CA6"/>
    <w:rsid w:val="00F05243"/>
    <w:rsid w:val="00F056B8"/>
    <w:rsid w:val="00F0612C"/>
    <w:rsid w:val="00F06245"/>
    <w:rsid w:val="00F072CC"/>
    <w:rsid w:val="00F10F50"/>
    <w:rsid w:val="00F1295A"/>
    <w:rsid w:val="00F13170"/>
    <w:rsid w:val="00F13299"/>
    <w:rsid w:val="00F13E93"/>
    <w:rsid w:val="00F16A4C"/>
    <w:rsid w:val="00F16F0B"/>
    <w:rsid w:val="00F16FA7"/>
    <w:rsid w:val="00F17666"/>
    <w:rsid w:val="00F201F4"/>
    <w:rsid w:val="00F20C40"/>
    <w:rsid w:val="00F211EA"/>
    <w:rsid w:val="00F224DA"/>
    <w:rsid w:val="00F22F30"/>
    <w:rsid w:val="00F238B2"/>
    <w:rsid w:val="00F23FF8"/>
    <w:rsid w:val="00F25CC8"/>
    <w:rsid w:val="00F30464"/>
    <w:rsid w:val="00F314CB"/>
    <w:rsid w:val="00F41A9F"/>
    <w:rsid w:val="00F41F8D"/>
    <w:rsid w:val="00F42D4C"/>
    <w:rsid w:val="00F452A0"/>
    <w:rsid w:val="00F45474"/>
    <w:rsid w:val="00F455E6"/>
    <w:rsid w:val="00F47D19"/>
    <w:rsid w:val="00F52324"/>
    <w:rsid w:val="00F55B18"/>
    <w:rsid w:val="00F5607E"/>
    <w:rsid w:val="00F60CC7"/>
    <w:rsid w:val="00F62485"/>
    <w:rsid w:val="00F6384E"/>
    <w:rsid w:val="00F63BC9"/>
    <w:rsid w:val="00F64B35"/>
    <w:rsid w:val="00F659E6"/>
    <w:rsid w:val="00F663DB"/>
    <w:rsid w:val="00F66AF9"/>
    <w:rsid w:val="00F67D20"/>
    <w:rsid w:val="00F67D2A"/>
    <w:rsid w:val="00F70841"/>
    <w:rsid w:val="00F712DA"/>
    <w:rsid w:val="00F71A6C"/>
    <w:rsid w:val="00F73159"/>
    <w:rsid w:val="00F73CA5"/>
    <w:rsid w:val="00F74EF9"/>
    <w:rsid w:val="00F77A78"/>
    <w:rsid w:val="00F81F90"/>
    <w:rsid w:val="00F82558"/>
    <w:rsid w:val="00F8323C"/>
    <w:rsid w:val="00F855D2"/>
    <w:rsid w:val="00F867DD"/>
    <w:rsid w:val="00F86BD0"/>
    <w:rsid w:val="00F87159"/>
    <w:rsid w:val="00F87D49"/>
    <w:rsid w:val="00F90EB1"/>
    <w:rsid w:val="00F964A7"/>
    <w:rsid w:val="00F97695"/>
    <w:rsid w:val="00FA0580"/>
    <w:rsid w:val="00FA0E1D"/>
    <w:rsid w:val="00FA1014"/>
    <w:rsid w:val="00FA26D3"/>
    <w:rsid w:val="00FA2780"/>
    <w:rsid w:val="00FA33AB"/>
    <w:rsid w:val="00FA3834"/>
    <w:rsid w:val="00FA5E17"/>
    <w:rsid w:val="00FA6A92"/>
    <w:rsid w:val="00FA6F23"/>
    <w:rsid w:val="00FB14AB"/>
    <w:rsid w:val="00FB1511"/>
    <w:rsid w:val="00FB252E"/>
    <w:rsid w:val="00FB3190"/>
    <w:rsid w:val="00FB3A58"/>
    <w:rsid w:val="00FB46D7"/>
    <w:rsid w:val="00FB496B"/>
    <w:rsid w:val="00FB5970"/>
    <w:rsid w:val="00FB6D27"/>
    <w:rsid w:val="00FC2864"/>
    <w:rsid w:val="00FC41DF"/>
    <w:rsid w:val="00FC4284"/>
    <w:rsid w:val="00FC554B"/>
    <w:rsid w:val="00FC5AAF"/>
    <w:rsid w:val="00FC6ACE"/>
    <w:rsid w:val="00FC7503"/>
    <w:rsid w:val="00FC7650"/>
    <w:rsid w:val="00FD1B95"/>
    <w:rsid w:val="00FD4898"/>
    <w:rsid w:val="00FD7F1A"/>
    <w:rsid w:val="00FE059C"/>
    <w:rsid w:val="00FE09C7"/>
    <w:rsid w:val="00FE0A73"/>
    <w:rsid w:val="00FE2F2C"/>
    <w:rsid w:val="00FE3916"/>
    <w:rsid w:val="00FE4D4C"/>
    <w:rsid w:val="00FE4F80"/>
    <w:rsid w:val="00FE663B"/>
    <w:rsid w:val="00FE7AA3"/>
    <w:rsid w:val="00FF1130"/>
    <w:rsid w:val="00FF3A27"/>
    <w:rsid w:val="00FF3FC0"/>
    <w:rsid w:val="00FF55BA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39CB4"/>
  <w15:chartTrackingRefBased/>
  <w15:docId w15:val="{28E13E88-A270-4145-88D6-038CE99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C7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DA0C7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References,Numbered List Paragraph,Numbered Paragraph,Main numbered paragraph,Outlines a.b.c.,Akapit z listą BS,List_Paragraph,Multilevel para_II,List Paragraph (numbered (a)),Numbered list,List Paragraph 1,Normal bullet 2,List Paragraph1"/>
    <w:basedOn w:val="Normal"/>
    <w:link w:val="ListParagraphChar"/>
    <w:uiPriority w:val="34"/>
    <w:qFormat/>
    <w:rsid w:val="00DA0C79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A0C79"/>
    <w:pPr>
      <w:spacing w:line="48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rsid w:val="00DA0C79"/>
    <w:rPr>
      <w:rFonts w:ascii="Times New Roman" w:eastAsia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A0C7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unhideWhenUsed/>
    <w:rsid w:val="00DA0C79"/>
    <w:pPr>
      <w:spacing w:line="24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DA0C79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unhideWhenUsed/>
    <w:rsid w:val="00DA0C79"/>
    <w:rPr>
      <w:strike w:val="0"/>
      <w:dstrike w:val="0"/>
      <w:color w:val="6975A5"/>
      <w:u w:val="none"/>
      <w:effect w:val="none"/>
    </w:rPr>
  </w:style>
  <w:style w:type="character" w:styleId="CommentReference">
    <w:name w:val="annotation reference"/>
    <w:uiPriority w:val="99"/>
    <w:unhideWhenUsed/>
    <w:rsid w:val="00B2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4F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4F1C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4F1C"/>
    <w:rPr>
      <w:rFonts w:ascii="Trebuchet MS" w:hAnsi="Trebuchet MS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4B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B43E4B"/>
    <w:rPr>
      <w:rFonts w:ascii="Trebuchet MS" w:hAnsi="Trebuchet MS"/>
    </w:rPr>
  </w:style>
  <w:style w:type="character" w:styleId="FootnoteReferenc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"/>
    <w:uiPriority w:val="99"/>
    <w:unhideWhenUsed/>
    <w:qFormat/>
    <w:rsid w:val="00B43E4B"/>
    <w:rPr>
      <w:vertAlign w:val="superscript"/>
    </w:rPr>
  </w:style>
  <w:style w:type="character" w:customStyle="1" w:styleId="apple-converted-space">
    <w:name w:val="apple-converted-space"/>
    <w:rsid w:val="00EF1DA3"/>
  </w:style>
  <w:style w:type="character" w:customStyle="1" w:styleId="spar">
    <w:name w:val="s_par"/>
    <w:rsid w:val="005A08D2"/>
  </w:style>
  <w:style w:type="character" w:customStyle="1" w:styleId="ListParagraphChar">
    <w:name w:val="List Paragraph Char"/>
    <w:aliases w:val="References Char,Numbered List Paragraph Char,Numbered Paragraph Char,Main numbered paragraph Char,Outlines a.b.c. Char,Akapit z listą BS Char,List_Paragraph Char,Multilevel para_II Char,List Paragraph (numbered (a)) Char"/>
    <w:link w:val="ListParagraph"/>
    <w:uiPriority w:val="34"/>
    <w:locked/>
    <w:rsid w:val="00972BF0"/>
    <w:rPr>
      <w:rFonts w:ascii="Times New Roman" w:eastAsia="Times New Roman" w:hAnsi="Times New Roman"/>
      <w:lang w:val="en-US" w:eastAsia="en-US"/>
    </w:rPr>
  </w:style>
  <w:style w:type="paragraph" w:styleId="Revision">
    <w:name w:val="Revision"/>
    <w:hidden/>
    <w:uiPriority w:val="71"/>
    <w:rsid w:val="00FA1014"/>
    <w:rPr>
      <w:rFonts w:ascii="Trebuchet MS" w:hAnsi="Trebuchet MS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6B170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54CC"/>
    <w:rPr>
      <w:color w:val="954F72"/>
      <w:u w:val="single"/>
    </w:rPr>
  </w:style>
  <w:style w:type="paragraph" w:customStyle="1" w:styleId="xl63">
    <w:name w:val="xl63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4">
    <w:name w:val="xl64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5">
    <w:name w:val="xl65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6">
    <w:name w:val="xl66"/>
    <w:basedOn w:val="Normal"/>
    <w:rsid w:val="00C0027E"/>
    <w:pP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7">
    <w:name w:val="xl67"/>
    <w:basedOn w:val="Normal"/>
    <w:rsid w:val="00C0027E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8">
    <w:name w:val="xl68"/>
    <w:basedOn w:val="Normal"/>
    <w:rsid w:val="00C0027E"/>
    <w:pPr>
      <w:shd w:val="clear" w:color="000000" w:fill="92D050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9">
    <w:name w:val="xl69"/>
    <w:basedOn w:val="Normal"/>
    <w:rsid w:val="00C0027E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0">
    <w:name w:val="xl70"/>
    <w:basedOn w:val="Normal"/>
    <w:rsid w:val="00C0027E"/>
    <w:pP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1">
    <w:name w:val="xl71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72">
    <w:name w:val="xl72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3">
    <w:name w:val="xl73"/>
    <w:basedOn w:val="Normal"/>
    <w:rsid w:val="00C0027E"/>
    <w:pP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4">
    <w:name w:val="xl74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5">
    <w:name w:val="xl75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6">
    <w:name w:val="xl76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GOV_identitate_vizuala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450A5-62D0-4713-AB7E-B03063E2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249</TotalTime>
  <Pages>63</Pages>
  <Words>17411</Words>
  <Characters>100987</Characters>
  <Application>Microsoft Office Word</Application>
  <DocSecurity>0</DocSecurity>
  <Lines>841</Lines>
  <Paragraphs>236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118162</CharactersWithSpaces>
  <SharedDoc>false</SharedDoc>
  <HLinks>
    <vt:vector size="30" baseType="variant">
      <vt:variant>
        <vt:i4>852022</vt:i4>
      </vt:variant>
      <vt:variant>
        <vt:i4>6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852022</vt:i4>
      </vt:variant>
      <vt:variant>
        <vt:i4>3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</dc:creator>
  <cp:keywords/>
  <cp:lastModifiedBy>Gabriela Necșuliu</cp:lastModifiedBy>
  <cp:revision>3</cp:revision>
  <cp:lastPrinted>2022-05-04T08:05:00Z</cp:lastPrinted>
  <dcterms:created xsi:type="dcterms:W3CDTF">2023-03-20T05:32:00Z</dcterms:created>
  <dcterms:modified xsi:type="dcterms:W3CDTF">2023-03-20T10:14:00Z</dcterms:modified>
</cp:coreProperties>
</file>