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5203D" w14:textId="77777777" w:rsidR="00970A0E" w:rsidRPr="00D90B2E" w:rsidRDefault="00970A0E" w:rsidP="00970A0E">
      <w:pPr>
        <w:rPr>
          <w:lang w:val="ro-RO"/>
        </w:rPr>
      </w:pPr>
    </w:p>
    <w:tbl>
      <w:tblPr>
        <w:tblStyle w:val="TableGrid"/>
        <w:tblW w:w="0" w:type="auto"/>
        <w:tblInd w:w="-725" w:type="dxa"/>
        <w:tblLook w:val="04A0" w:firstRow="1" w:lastRow="0" w:firstColumn="1" w:lastColumn="0" w:noHBand="0" w:noVBand="1"/>
      </w:tblPr>
      <w:tblGrid>
        <w:gridCol w:w="9446"/>
      </w:tblGrid>
      <w:tr w:rsidR="00F90E1C" w14:paraId="0D5D466D" w14:textId="77777777" w:rsidTr="00642960">
        <w:tc>
          <w:tcPr>
            <w:tcW w:w="9446" w:type="dxa"/>
          </w:tcPr>
          <w:p w14:paraId="06866258" w14:textId="77777777" w:rsidR="00F90E1C" w:rsidRPr="00146788" w:rsidRDefault="00F90E1C" w:rsidP="00642960">
            <w:pPr>
              <w:spacing w:before="120" w:after="120" w:line="276" w:lineRule="auto"/>
              <w:ind w:left="1"/>
              <w:jc w:val="center"/>
              <w:rPr>
                <w:rFonts w:ascii="Times New Roman" w:hAnsi="Times New Roman"/>
                <w:color w:val="FF0000"/>
                <w:szCs w:val="20"/>
                <w:lang w:val="ro-RO"/>
              </w:rPr>
            </w:pPr>
            <w:r w:rsidRPr="00146788">
              <w:rPr>
                <w:rFonts w:ascii="Times New Roman" w:hAnsi="Times New Roman"/>
                <w:color w:val="FF0000"/>
                <w:szCs w:val="20"/>
                <w:lang w:val="ro-RO"/>
              </w:rPr>
              <w:t xml:space="preserve">Acest </w:t>
            </w:r>
            <w:r>
              <w:rPr>
                <w:rFonts w:ascii="Times New Roman" w:hAnsi="Times New Roman"/>
                <w:color w:val="FF0000"/>
                <w:szCs w:val="20"/>
                <w:lang w:val="ro-RO"/>
              </w:rPr>
              <w:t>material</w:t>
            </w:r>
            <w:r w:rsidRPr="00146788">
              <w:rPr>
                <w:rFonts w:ascii="Times New Roman" w:hAnsi="Times New Roman"/>
                <w:color w:val="FF0000"/>
                <w:szCs w:val="20"/>
                <w:lang w:val="ro-RO"/>
              </w:rPr>
              <w:t xml:space="preserve"> poate fi utilizat ca punct de plecare în elaborarea </w:t>
            </w:r>
            <w:r>
              <w:rPr>
                <w:rFonts w:ascii="Times New Roman" w:hAnsi="Times New Roman"/>
                <w:color w:val="FF0000"/>
                <w:szCs w:val="20"/>
                <w:lang w:val="ro-RO"/>
              </w:rPr>
              <w:t>clauzelor contractuale</w:t>
            </w:r>
            <w:r w:rsidRPr="00146788">
              <w:rPr>
                <w:rFonts w:ascii="Times New Roman" w:hAnsi="Times New Roman"/>
                <w:color w:val="FF0000"/>
                <w:szCs w:val="20"/>
                <w:lang w:val="ro-RO"/>
              </w:rPr>
              <w:t xml:space="preserve"> pentru achiziția de produse care, după caz, poate include operațiuni cu titlu accesoriu cum ar fi, dar fără a se limita la: instalare, punere în funcțiune, testare, pregătirea personalului, mentenanță, suport tehnic, dezafectare – și oricare altele asemenea.</w:t>
            </w:r>
          </w:p>
          <w:p w14:paraId="6C778635" w14:textId="77777777" w:rsidR="00F90E1C" w:rsidRPr="00146788" w:rsidRDefault="00F90E1C" w:rsidP="00642960">
            <w:pPr>
              <w:spacing w:before="120" w:after="120" w:line="276" w:lineRule="auto"/>
              <w:ind w:left="1"/>
              <w:jc w:val="center"/>
              <w:rPr>
                <w:rFonts w:ascii="Times New Roman" w:hAnsi="Times New Roman"/>
                <w:color w:val="FF0000"/>
                <w:szCs w:val="20"/>
                <w:lang w:val="fr-BE"/>
              </w:rPr>
            </w:pPr>
            <w:r w:rsidRPr="00146788">
              <w:rPr>
                <w:rFonts w:ascii="Times New Roman" w:hAnsi="Times New Roman"/>
                <w:color w:val="FF0000"/>
                <w:szCs w:val="20"/>
                <w:lang w:val="fr-BE"/>
              </w:rPr>
              <w:t xml:space="preserve">Informațiile din </w:t>
            </w:r>
            <w:r w:rsidRPr="00146788">
              <w:rPr>
                <w:rFonts w:ascii="Times New Roman" w:hAnsi="Times New Roman"/>
                <w:i/>
                <w:color w:val="FF0000"/>
                <w:szCs w:val="20"/>
                <w:lang w:val="fr-BE"/>
              </w:rPr>
              <w:t>fiecare cadran</w:t>
            </w:r>
            <w:r w:rsidRPr="00146788">
              <w:rPr>
                <w:rFonts w:ascii="Times New Roman" w:hAnsi="Times New Roman"/>
                <w:color w:val="FF0000"/>
                <w:szCs w:val="20"/>
                <w:lang w:val="fr-BE"/>
              </w:rPr>
              <w:t xml:space="preserve"> sunt explicații detaliate pentru uzul intern al autorității/entității contractante. Acestea se vor șterge din varianta finală a </w:t>
            </w:r>
            <w:r>
              <w:rPr>
                <w:rFonts w:ascii="Times New Roman" w:hAnsi="Times New Roman"/>
                <w:color w:val="FF0000"/>
                <w:szCs w:val="20"/>
                <w:lang w:val="fr-BE"/>
              </w:rPr>
              <w:t xml:space="preserve">materialului ce va fi </w:t>
            </w:r>
            <w:r w:rsidRPr="00146788">
              <w:rPr>
                <w:rFonts w:ascii="Times New Roman" w:hAnsi="Times New Roman"/>
                <w:color w:val="FF0000"/>
                <w:szCs w:val="20"/>
                <w:lang w:val="fr-BE"/>
              </w:rPr>
              <w:t>publicat de autoritatea/entitatea contractantă.</w:t>
            </w:r>
          </w:p>
          <w:p w14:paraId="4064A0F5" w14:textId="77777777" w:rsidR="00F90E1C" w:rsidRPr="00146788" w:rsidRDefault="00F90E1C" w:rsidP="00642960">
            <w:pPr>
              <w:spacing w:before="120" w:after="120" w:line="276" w:lineRule="auto"/>
              <w:jc w:val="center"/>
              <w:rPr>
                <w:rFonts w:ascii="Times New Roman" w:hAnsi="Times New Roman"/>
                <w:color w:val="FF0000"/>
                <w:szCs w:val="20"/>
                <w:lang w:val="fr-BE"/>
              </w:rPr>
            </w:pPr>
            <w:r w:rsidRPr="00146788">
              <w:rPr>
                <w:rFonts w:ascii="Times New Roman" w:hAnsi="Times New Roman"/>
                <w:color w:val="FF0000"/>
                <w:szCs w:val="20"/>
                <w:lang w:val="fr-BE"/>
              </w:rPr>
              <w:t xml:space="preserve">Informațiile în scris format cu caracter </w:t>
            </w:r>
            <w:r w:rsidRPr="00146788">
              <w:rPr>
                <w:rFonts w:ascii="Times New Roman" w:hAnsi="Times New Roman"/>
                <w:i/>
                <w:color w:val="FF0000"/>
                <w:szCs w:val="20"/>
                <w:lang w:val="fr-BE"/>
              </w:rPr>
              <w:t xml:space="preserve">italic </w:t>
            </w:r>
            <w:r w:rsidRPr="00146788">
              <w:rPr>
                <w:rFonts w:ascii="Times New Roman" w:hAnsi="Times New Roman"/>
                <w:color w:val="FF0000"/>
                <w:szCs w:val="20"/>
                <w:lang w:val="fr-BE"/>
              </w:rPr>
              <w:t>vor fi adaptate de autoritatea/entitatea contractantă</w:t>
            </w:r>
            <w:r w:rsidRPr="00146788" w:rsidDel="00784A2C">
              <w:rPr>
                <w:rFonts w:ascii="Times New Roman" w:hAnsi="Times New Roman"/>
                <w:color w:val="FF0000"/>
                <w:szCs w:val="20"/>
                <w:lang w:val="fr-BE"/>
              </w:rPr>
              <w:t xml:space="preserve"> </w:t>
            </w:r>
            <w:r w:rsidRPr="00146788">
              <w:rPr>
                <w:rFonts w:ascii="Times New Roman" w:hAnsi="Times New Roman"/>
                <w:color w:val="FF0000"/>
                <w:szCs w:val="20"/>
                <w:lang w:val="fr-BE"/>
              </w:rPr>
              <w:t xml:space="preserve">în funcție de situația specifică fiecărei proceduri de achiziție. </w:t>
            </w:r>
          </w:p>
          <w:p w14:paraId="6F7F9AA9" w14:textId="77777777" w:rsidR="00F90E1C" w:rsidRDefault="00F90E1C" w:rsidP="00642960">
            <w:pPr>
              <w:pStyle w:val="Body"/>
              <w:jc w:val="center"/>
              <w:rPr>
                <w:b/>
                <w:bCs/>
                <w:lang w:val="fr-BE"/>
              </w:rPr>
            </w:pPr>
            <w:r w:rsidRPr="00146788">
              <w:rPr>
                <w:rFonts w:ascii="Times New Roman" w:hAnsi="Times New Roman"/>
                <w:color w:val="FF0000"/>
                <w:szCs w:val="20"/>
                <w:lang w:val="fr-BE"/>
              </w:rPr>
              <w:t>Informațiile în scris format cu caracter normal vor fi preluate ca atare de către autoritatea/entitatea contractantă.</w:t>
            </w:r>
          </w:p>
        </w:tc>
      </w:tr>
    </w:tbl>
    <w:p w14:paraId="39FF61AC" w14:textId="77777777" w:rsidR="00970A0E" w:rsidRPr="00F90E1C" w:rsidRDefault="00970A0E" w:rsidP="00CE53BF">
      <w:pPr>
        <w:pStyle w:val="Body"/>
        <w:jc w:val="center"/>
        <w:rPr>
          <w:b/>
          <w:bCs/>
          <w:lang w:val="fr-BE"/>
        </w:rPr>
      </w:pPr>
    </w:p>
    <w:p w14:paraId="1448AF61" w14:textId="5DA41919" w:rsidR="002B1DD5" w:rsidRPr="00505877" w:rsidRDefault="00CE53BF" w:rsidP="00CE53BF">
      <w:pPr>
        <w:pStyle w:val="Body"/>
        <w:jc w:val="center"/>
        <w:rPr>
          <w:b/>
          <w:bCs/>
          <w:lang w:val="ro-RO"/>
        </w:rPr>
      </w:pPr>
      <w:r w:rsidRPr="00505877">
        <w:rPr>
          <w:b/>
          <w:bCs/>
          <w:lang w:val="ro-RO"/>
        </w:rPr>
        <w:t>MODEL</w:t>
      </w:r>
    </w:p>
    <w:p w14:paraId="53D48C5E" w14:textId="6665CDFA" w:rsidR="00CE53BF" w:rsidRPr="00505877" w:rsidRDefault="00CE53BF" w:rsidP="00CE53BF">
      <w:pPr>
        <w:pStyle w:val="Body"/>
        <w:jc w:val="center"/>
        <w:rPr>
          <w:b/>
          <w:bCs/>
          <w:lang w:val="ro-RO"/>
        </w:rPr>
      </w:pPr>
      <w:r w:rsidRPr="00505877">
        <w:rPr>
          <w:b/>
          <w:bCs/>
          <w:lang w:val="ro-RO"/>
        </w:rPr>
        <w:t>ACORD</w:t>
      </w:r>
      <w:r w:rsidR="00572F06">
        <w:rPr>
          <w:b/>
          <w:bCs/>
          <w:lang w:val="ro-RO"/>
        </w:rPr>
        <w:t>-</w:t>
      </w:r>
      <w:r w:rsidRPr="00505877">
        <w:rPr>
          <w:b/>
          <w:bCs/>
          <w:lang w:val="ro-RO"/>
        </w:rPr>
        <w:t>CADRU</w:t>
      </w:r>
      <w:r w:rsidR="005E60C1">
        <w:rPr>
          <w:b/>
          <w:bCs/>
          <w:lang w:val="ro-RO"/>
        </w:rPr>
        <w:t xml:space="preserve"> </w:t>
      </w:r>
      <w:r w:rsidR="009D71FF">
        <w:rPr>
          <w:b/>
          <w:bCs/>
          <w:lang w:val="ro-RO"/>
        </w:rPr>
        <w:t>CU</w:t>
      </w:r>
      <w:r w:rsidR="005E60C1">
        <w:rPr>
          <w:b/>
          <w:bCs/>
          <w:lang w:val="ro-RO"/>
        </w:rPr>
        <w:t xml:space="preserve"> RELUAREA COMPETIȚIEI</w:t>
      </w:r>
    </w:p>
    <w:p w14:paraId="265301C0" w14:textId="66932D82" w:rsidR="00CE53BF" w:rsidRPr="00505877" w:rsidRDefault="00CE53BF" w:rsidP="00CE53BF">
      <w:pPr>
        <w:pStyle w:val="Body"/>
        <w:jc w:val="center"/>
        <w:rPr>
          <w:b/>
          <w:bCs/>
          <w:lang w:val="ro-RO"/>
        </w:rPr>
      </w:pPr>
      <w:r w:rsidRPr="00505877">
        <w:rPr>
          <w:b/>
          <w:bCs/>
          <w:lang w:val="ro-RO"/>
        </w:rPr>
        <w:t>Nr. […] / […]</w:t>
      </w:r>
    </w:p>
    <w:p w14:paraId="3745B8B5" w14:textId="77777777" w:rsidR="00CE53BF" w:rsidRPr="00505877" w:rsidRDefault="00CE53BF" w:rsidP="00CE53BF">
      <w:pPr>
        <w:pStyle w:val="Body"/>
        <w:rPr>
          <w:lang w:val="ro-RO"/>
        </w:rPr>
      </w:pPr>
    </w:p>
    <w:p w14:paraId="5C3AF719" w14:textId="1C968DFA" w:rsidR="00CE53BF" w:rsidRPr="00CE53BF" w:rsidRDefault="00CE53BF" w:rsidP="00CE53BF">
      <w:pPr>
        <w:pStyle w:val="Body"/>
        <w:rPr>
          <w:lang w:val="ro-RO"/>
        </w:rPr>
      </w:pPr>
      <w:r w:rsidRPr="00CE53BF">
        <w:rPr>
          <w:lang w:val="ro-RO"/>
        </w:rPr>
        <w:t>Prezentul Acord-Cadru de achiziție publică/sectorială de produse, (denumit în continuare „</w:t>
      </w:r>
      <w:r w:rsidRPr="00CE53BF">
        <w:rPr>
          <w:b/>
          <w:bCs/>
          <w:lang w:val="ro-RO"/>
        </w:rPr>
        <w:t>Acord-Cadru</w:t>
      </w:r>
      <w:r w:rsidRPr="00CE53BF">
        <w:rPr>
          <w:lang w:val="ro-RO"/>
        </w:rPr>
        <w:t xml:space="preserve">”), s-a încheiat având în vedere prevederile din </w:t>
      </w:r>
      <w:r w:rsidRPr="00CE53BF">
        <w:rPr>
          <w:i/>
          <w:lang w:val="ro-RO"/>
        </w:rPr>
        <w:t>Legea nr. 98/2016 privind achizițiile publice (denumită în continuare „</w:t>
      </w:r>
      <w:r w:rsidRPr="00CE53BF">
        <w:rPr>
          <w:b/>
          <w:bCs/>
          <w:i/>
          <w:lang w:val="ro-RO"/>
        </w:rPr>
        <w:t>Legea nr. 98/2016”</w:t>
      </w:r>
      <w:r w:rsidRPr="00CE53BF">
        <w:rPr>
          <w:i/>
          <w:lang w:val="ro-RO"/>
        </w:rPr>
        <w:t>) / Legea nr. 99/2016 privind achizițiile sectoriale (denumită în continuare „</w:t>
      </w:r>
      <w:r w:rsidRPr="00CE53BF">
        <w:rPr>
          <w:b/>
          <w:bCs/>
          <w:i/>
          <w:lang w:val="ro-RO"/>
        </w:rPr>
        <w:t>Legea nr. 99/2016</w:t>
      </w:r>
      <w:r w:rsidRPr="00CE53BF">
        <w:rPr>
          <w:i/>
          <w:lang w:val="ro-RO"/>
        </w:rPr>
        <w:t>”),</w:t>
      </w:r>
      <w:r w:rsidRPr="00CE53BF">
        <w:rPr>
          <w:lang w:val="ro-RO"/>
        </w:rPr>
        <w:t xml:space="preserve"> precum și orice alte prevederi legale emise în aplicarea acesteia</w:t>
      </w:r>
    </w:p>
    <w:p w14:paraId="28AEF4D5" w14:textId="2715FCB7" w:rsidR="00C921B2" w:rsidRPr="00505877" w:rsidRDefault="00CE53BF" w:rsidP="009C568E">
      <w:pPr>
        <w:pStyle w:val="Body"/>
        <w:rPr>
          <w:lang w:val="ro-RO"/>
        </w:rPr>
      </w:pPr>
      <w:r w:rsidRPr="00505877">
        <w:rPr>
          <w:lang w:val="ro-RO"/>
        </w:rPr>
        <w:t>Încheiat în data de [zz/ll/aaaa], între</w:t>
      </w:r>
    </w:p>
    <w:p w14:paraId="118CBD1E" w14:textId="25F2A0DC" w:rsidR="00CE53BF" w:rsidRPr="00505877" w:rsidRDefault="00CE53BF" w:rsidP="006F76C9">
      <w:pPr>
        <w:pStyle w:val="Schedule1"/>
        <w:rPr>
          <w:b/>
          <w:bCs/>
          <w:lang w:val="ro-RO"/>
        </w:rPr>
      </w:pPr>
      <w:r w:rsidRPr="00505877">
        <w:rPr>
          <w:b/>
          <w:bCs/>
          <w:lang w:val="ro-RO"/>
        </w:rPr>
        <w:t>Părțile Acordului-cadru</w:t>
      </w:r>
    </w:p>
    <w:p w14:paraId="6811F009" w14:textId="45823F49" w:rsidR="00CE53BF" w:rsidRPr="00505877" w:rsidRDefault="00CE53BF" w:rsidP="00CE53BF">
      <w:pPr>
        <w:pStyle w:val="Body1"/>
        <w:rPr>
          <w:lang w:val="ro-RO"/>
        </w:rPr>
      </w:pPr>
      <w:r w:rsidRPr="00505877">
        <w:rPr>
          <w:lang w:val="ro-RO"/>
        </w:rPr>
        <w:t xml:space="preserve">[…] cu sediul în […] și adresă de </w:t>
      </w:r>
      <w:r w:rsidR="00505877" w:rsidRPr="00505877">
        <w:rPr>
          <w:lang w:val="ro-RO"/>
        </w:rPr>
        <w:t>corespondență</w:t>
      </w:r>
      <w:r w:rsidRPr="00505877">
        <w:rPr>
          <w:lang w:val="ro-RO"/>
        </w:rPr>
        <w:t xml:space="preserve"> în […], cod fiscal</w:t>
      </w:r>
      <w:r w:rsidR="00572F06">
        <w:rPr>
          <w:lang w:val="ro-RO"/>
        </w:rPr>
        <w:t>/ cod unic de identificare</w:t>
      </w:r>
      <w:r w:rsidRPr="00505877">
        <w:rPr>
          <w:lang w:val="ro-RO"/>
        </w:rPr>
        <w:t xml:space="preserve"> […], cont </w:t>
      </w:r>
      <w:r w:rsidR="00572F06">
        <w:rPr>
          <w:lang w:val="ro-RO"/>
        </w:rPr>
        <w:t xml:space="preserve">bancar/ </w:t>
      </w:r>
      <w:r w:rsidRPr="00505877">
        <w:rPr>
          <w:lang w:val="ro-RO"/>
        </w:rPr>
        <w:t xml:space="preserve">Trezoreria Statului […], reprezentat prin […], în calitate de parte la </w:t>
      </w:r>
      <w:r w:rsidRPr="00505877">
        <w:rPr>
          <w:b/>
          <w:bCs/>
          <w:lang w:val="ro-RO"/>
        </w:rPr>
        <w:t>Acordul-</w:t>
      </w:r>
      <w:r w:rsidR="00E6116D">
        <w:rPr>
          <w:b/>
          <w:bCs/>
          <w:lang w:val="ro-RO"/>
        </w:rPr>
        <w:t>C</w:t>
      </w:r>
      <w:r w:rsidRPr="00505877">
        <w:rPr>
          <w:b/>
          <w:bCs/>
          <w:lang w:val="ro-RO"/>
        </w:rPr>
        <w:t>adru nr.</w:t>
      </w:r>
      <w:r w:rsidRPr="00505877">
        <w:rPr>
          <w:lang w:val="ro-RO"/>
        </w:rPr>
        <w:t xml:space="preserve"> […], numit în continuare “</w:t>
      </w:r>
      <w:r w:rsidRPr="00505877">
        <w:rPr>
          <w:b/>
          <w:bCs/>
          <w:lang w:val="ro-RO"/>
        </w:rPr>
        <w:t>Promitentul-Achizitor</w:t>
      </w:r>
      <w:r w:rsidRPr="00505877">
        <w:rPr>
          <w:lang w:val="ro-RO"/>
        </w:rPr>
        <w:t>”, pe de o parte,</w:t>
      </w:r>
    </w:p>
    <w:p w14:paraId="2AD1839D" w14:textId="110D8FFF" w:rsidR="00CE53BF" w:rsidRPr="00505877" w:rsidRDefault="00CE53BF" w:rsidP="00CE53BF">
      <w:pPr>
        <w:pStyle w:val="Body1"/>
        <w:rPr>
          <w:lang w:val="ro-RO"/>
        </w:rPr>
      </w:pPr>
      <w:r w:rsidRPr="00505877">
        <w:rPr>
          <w:lang w:val="ro-RO"/>
        </w:rPr>
        <w:t>Și</w:t>
      </w:r>
    </w:p>
    <w:p w14:paraId="75596882" w14:textId="39917066" w:rsidR="00CE53BF" w:rsidRPr="00CE53BF" w:rsidRDefault="00CE53BF" w:rsidP="00CE53BF">
      <w:pPr>
        <w:pStyle w:val="Body1"/>
        <w:rPr>
          <w:bCs/>
          <w:lang w:val="ro-RO"/>
        </w:rPr>
      </w:pPr>
      <w:r w:rsidRPr="00CE53BF">
        <w:rPr>
          <w:b/>
          <w:lang w:val="ro-RO"/>
        </w:rPr>
        <w:t xml:space="preserve">S.C. […] </w:t>
      </w:r>
      <w:r w:rsidRPr="00CE53BF">
        <w:rPr>
          <w:bCs/>
          <w:lang w:val="ro-RO"/>
        </w:rPr>
        <w:t xml:space="preserve">cu sediul în […], nr. de înregistrare în Registrul </w:t>
      </w:r>
      <w:r w:rsidR="00505877" w:rsidRPr="00CE53BF">
        <w:rPr>
          <w:bCs/>
          <w:lang w:val="ro-RO"/>
        </w:rPr>
        <w:t>Comerțului</w:t>
      </w:r>
      <w:r w:rsidRPr="00CE53BF">
        <w:rPr>
          <w:bCs/>
          <w:lang w:val="ro-RO"/>
        </w:rPr>
        <w:t>, telefon […], fax […], având CIF […], cont IBAN […] deschis la […]</w:t>
      </w:r>
      <w:r w:rsidRPr="00CE53BF">
        <w:rPr>
          <w:lang w:val="ro-RO"/>
        </w:rPr>
        <w:t xml:space="preserve">, </w:t>
      </w:r>
      <w:r w:rsidRPr="00CE53BF">
        <w:rPr>
          <w:bCs/>
          <w:lang w:val="ro-RO"/>
        </w:rPr>
        <w:t xml:space="preserve">reprezentată prin […], având </w:t>
      </w:r>
      <w:r w:rsidRPr="00CE53BF">
        <w:rPr>
          <w:lang w:val="ro-RO"/>
        </w:rPr>
        <w:t>funcția</w:t>
      </w:r>
      <w:r w:rsidRPr="00CE53BF">
        <w:rPr>
          <w:b/>
          <w:bCs/>
          <w:lang w:val="ro-RO"/>
        </w:rPr>
        <w:t xml:space="preserve"> </w:t>
      </w:r>
      <w:r w:rsidRPr="00CE53BF">
        <w:rPr>
          <w:bCs/>
          <w:lang w:val="ro-RO"/>
        </w:rPr>
        <w:t>[…]</w:t>
      </w:r>
      <w:r w:rsidRPr="00CE53BF">
        <w:rPr>
          <w:b/>
          <w:bCs/>
          <w:lang w:val="ro-RO"/>
        </w:rPr>
        <w:t>,</w:t>
      </w:r>
      <w:r w:rsidRPr="00CE53BF">
        <w:rPr>
          <w:bCs/>
          <w:lang w:val="ro-RO"/>
        </w:rPr>
        <w:t xml:space="preserve"> în calitate de Promitent-Furnizor </w:t>
      </w:r>
      <w:r w:rsidRPr="00CE53BF">
        <w:rPr>
          <w:b/>
          <w:lang w:val="ro-RO"/>
        </w:rPr>
        <w:t>în Acordul-</w:t>
      </w:r>
      <w:r w:rsidR="00E6116D">
        <w:rPr>
          <w:b/>
          <w:lang w:val="ro-RO"/>
        </w:rPr>
        <w:t>C</w:t>
      </w:r>
      <w:r w:rsidRPr="00CE53BF">
        <w:rPr>
          <w:b/>
          <w:lang w:val="ro-RO"/>
        </w:rPr>
        <w:t xml:space="preserve">adru nr. […], </w:t>
      </w:r>
      <w:r w:rsidRPr="00CE53BF">
        <w:rPr>
          <w:lang w:val="ro-RO"/>
        </w:rPr>
        <w:t>numit în continuare “</w:t>
      </w:r>
      <w:r w:rsidRPr="00CE53BF">
        <w:rPr>
          <w:b/>
          <w:bCs/>
          <w:lang w:val="ro-RO"/>
        </w:rPr>
        <w:t>Promitentul-Furnizor</w:t>
      </w:r>
      <w:r w:rsidRPr="00CE53BF">
        <w:rPr>
          <w:lang w:val="ro-RO"/>
        </w:rPr>
        <w:t>”,</w:t>
      </w:r>
      <w:r w:rsidRPr="00CE53BF">
        <w:rPr>
          <w:bCs/>
          <w:lang w:val="ro-RO"/>
        </w:rPr>
        <w:t xml:space="preserve"> </w:t>
      </w:r>
    </w:p>
    <w:p w14:paraId="4916B423" w14:textId="4F519101" w:rsidR="00CE53BF" w:rsidRPr="00505877" w:rsidRDefault="00CE53BF" w:rsidP="00CE53BF">
      <w:pPr>
        <w:pStyle w:val="Body1"/>
        <w:rPr>
          <w:lang w:val="ro-RO"/>
        </w:rPr>
      </w:pPr>
      <w:r w:rsidRPr="00505877">
        <w:rPr>
          <w:lang w:val="ro-RO"/>
        </w:rPr>
        <w:t>Pe de altă parte,</w:t>
      </w:r>
    </w:p>
    <w:p w14:paraId="0734BED0" w14:textId="6C6CBCC6" w:rsidR="00CE53BF" w:rsidRPr="00505877" w:rsidRDefault="00CE53BF" w:rsidP="00CE53BF">
      <w:pPr>
        <w:pStyle w:val="Body1"/>
        <w:rPr>
          <w:lang w:val="ro-RO"/>
        </w:rPr>
      </w:pPr>
      <w:r w:rsidRPr="00505877">
        <w:rPr>
          <w:lang w:val="ro-RO"/>
        </w:rPr>
        <w:t>Fiecare denumit în continuare ”Parte” și împreună ”Părți”;</w:t>
      </w:r>
    </w:p>
    <w:p w14:paraId="2292F630" w14:textId="38D9B1E3" w:rsidR="00CE53BF" w:rsidRPr="00505877" w:rsidRDefault="00CE53BF" w:rsidP="00CE53BF">
      <w:pPr>
        <w:pStyle w:val="Body1"/>
        <w:rPr>
          <w:b/>
          <w:bCs/>
          <w:lang w:val="ro-RO"/>
        </w:rPr>
      </w:pPr>
      <w:r w:rsidRPr="00505877">
        <w:rPr>
          <w:b/>
          <w:bCs/>
          <w:lang w:val="ro-RO"/>
        </w:rPr>
        <w:t>Având în vedere că:</w:t>
      </w:r>
    </w:p>
    <w:p w14:paraId="6A4BF631" w14:textId="23563919" w:rsidR="004D220E" w:rsidRDefault="00CE53BF" w:rsidP="00CE53BF">
      <w:pPr>
        <w:pStyle w:val="bullet2"/>
        <w:rPr>
          <w:lang w:val="ro-RO"/>
        </w:rPr>
      </w:pPr>
      <w:r w:rsidRPr="00505877">
        <w:rPr>
          <w:lang w:val="ro-RO"/>
        </w:rPr>
        <w:t xml:space="preserve">Promitentul Furnizor s-a clasat pe locul </w:t>
      </w:r>
      <w:r w:rsidR="004D220E" w:rsidRPr="00505877">
        <w:rPr>
          <w:lang w:val="ro-RO"/>
        </w:rPr>
        <w:t>(</w:t>
      </w:r>
      <w:r w:rsidR="004D220E">
        <w:rPr>
          <w:i/>
          <w:iCs/>
          <w:lang w:val="ro-RO"/>
        </w:rPr>
        <w:t>a se completa cu locul pe care s-a situat Promitentul-Furnizor</w:t>
      </w:r>
      <w:r w:rsidR="004D220E" w:rsidRPr="00505877">
        <w:rPr>
          <w:lang w:val="ro-RO"/>
        </w:rPr>
        <w:t xml:space="preserve">) </w:t>
      </w:r>
      <w:r w:rsidRPr="00505877">
        <w:rPr>
          <w:lang w:val="ro-RO"/>
        </w:rPr>
        <w:t>în cadrul procedurii desfășurate în vederea încheierii Acordului-Cadru</w:t>
      </w:r>
      <w:r w:rsidR="004D220E">
        <w:rPr>
          <w:lang w:val="ro-RO"/>
        </w:rPr>
        <w:t>.</w:t>
      </w:r>
    </w:p>
    <w:tbl>
      <w:tblPr>
        <w:tblStyle w:val="TableGrid"/>
        <w:tblW w:w="0" w:type="auto"/>
        <w:tblInd w:w="1040" w:type="dxa"/>
        <w:tblLook w:val="04A0" w:firstRow="1" w:lastRow="0" w:firstColumn="1" w:lastColumn="0" w:noHBand="0" w:noVBand="1"/>
      </w:tblPr>
      <w:tblGrid>
        <w:gridCol w:w="7681"/>
      </w:tblGrid>
      <w:tr w:rsidR="004D220E" w:rsidRPr="00F90E1C" w14:paraId="4BDE38E0" w14:textId="77777777" w:rsidTr="004D220E">
        <w:tc>
          <w:tcPr>
            <w:tcW w:w="8721" w:type="dxa"/>
          </w:tcPr>
          <w:p w14:paraId="2A58D673" w14:textId="77777777" w:rsidR="004D220E" w:rsidRDefault="00E138FB" w:rsidP="004D220E">
            <w:pPr>
              <w:pStyle w:val="bullet2"/>
              <w:numPr>
                <w:ilvl w:val="0"/>
                <w:numId w:val="0"/>
              </w:numPr>
              <w:rPr>
                <w:lang w:val="ro-RO"/>
              </w:rPr>
            </w:pPr>
            <w:r>
              <w:rPr>
                <w:lang w:val="ro-RO"/>
              </w:rPr>
              <w:t xml:space="preserve">În cazul în care există mai mulți operatori economici, AC/EC poate semna fie un acord cadru cu toți operatorii economici parte la acordul-cadru – ipoteză în care în secțiunea introductivă trebuie să figureze toate părțile, iar în cadrul considerentul trebuie indicate toate locurile pe care s-au clasat Promitenții-Furnizori. Apreciem că aceasta este cea mai oportună variantă, întrucât prevederile sunt aceleași, iar o eventuală modificare a acordului-cadru operează doar în măsura în care a fost acceptată de toate părțile. </w:t>
            </w:r>
          </w:p>
          <w:p w14:paraId="0AF3F3D7" w14:textId="04603AE0" w:rsidR="00E138FB" w:rsidRDefault="00E138FB" w:rsidP="004D220E">
            <w:pPr>
              <w:pStyle w:val="bullet2"/>
              <w:numPr>
                <w:ilvl w:val="0"/>
                <w:numId w:val="0"/>
              </w:numPr>
              <w:rPr>
                <w:lang w:val="ro-RO"/>
              </w:rPr>
            </w:pPr>
            <w:r>
              <w:rPr>
                <w:lang w:val="ro-RO"/>
              </w:rPr>
              <w:lastRenderedPageBreak/>
              <w:t xml:space="preserve">AC/EC are, însă posibilitatea de a încheia un acord-cadru cu fiecare operator economic, însă condiția referitoare la modificarea acordului trebuie respectată și în acest caz. Până la acceptarea modificării de către toți operatorii, aceasta nu operează. </w:t>
            </w:r>
          </w:p>
        </w:tc>
      </w:tr>
    </w:tbl>
    <w:p w14:paraId="07C1E841" w14:textId="3DD943BB" w:rsidR="00CE53BF" w:rsidRPr="00505877" w:rsidRDefault="00CE53BF" w:rsidP="006A572F">
      <w:pPr>
        <w:pStyle w:val="bullet2"/>
        <w:numPr>
          <w:ilvl w:val="0"/>
          <w:numId w:val="0"/>
        </w:numPr>
        <w:ind w:left="1040"/>
        <w:rPr>
          <w:lang w:val="ro-RO"/>
        </w:rPr>
      </w:pPr>
    </w:p>
    <w:p w14:paraId="5AF3549D" w14:textId="77777777" w:rsidR="00C921B2" w:rsidRPr="00505877" w:rsidRDefault="00C921B2" w:rsidP="009C568E">
      <w:pPr>
        <w:pStyle w:val="Body"/>
        <w:rPr>
          <w:lang w:val="ro-RO"/>
        </w:rPr>
      </w:pPr>
    </w:p>
    <w:p w14:paraId="4401DE95" w14:textId="6A74743A" w:rsidR="00C921B2" w:rsidRPr="00505877" w:rsidRDefault="000E2DC7" w:rsidP="006F76C9">
      <w:pPr>
        <w:pStyle w:val="Level1"/>
        <w:rPr>
          <w:lang w:val="ro-RO"/>
        </w:rPr>
      </w:pPr>
      <w:r>
        <w:rPr>
          <w:lang w:val="ro-RO"/>
        </w:rPr>
        <w:t>CAPITOLUL</w:t>
      </w:r>
      <w:r w:rsidR="006F76C9" w:rsidRPr="00505877">
        <w:rPr>
          <w:lang w:val="ro-RO"/>
        </w:rPr>
        <w:t xml:space="preserve"> 1 – INTERPRETAREA </w:t>
      </w:r>
      <w:r w:rsidR="006E0B2E">
        <w:rPr>
          <w:lang w:val="ro-RO"/>
        </w:rPr>
        <w:t xml:space="preserve">ACORDULUI-CADRU ȘI A </w:t>
      </w:r>
      <w:r w:rsidR="006F76C9" w:rsidRPr="00505877">
        <w:rPr>
          <w:lang w:val="ro-RO"/>
        </w:rPr>
        <w:t>CONTRACTULUI SUBSECVENT</w:t>
      </w:r>
    </w:p>
    <w:p w14:paraId="4C3BE297" w14:textId="18E9744A" w:rsidR="006F76C9" w:rsidRPr="00505877" w:rsidRDefault="006F76C9" w:rsidP="006F76C9">
      <w:pPr>
        <w:pStyle w:val="Level2"/>
        <w:rPr>
          <w:lang w:val="ro-RO"/>
        </w:rPr>
      </w:pPr>
      <w:r w:rsidRPr="00505877">
        <w:rPr>
          <w:b/>
          <w:bCs/>
          <w:lang w:val="ro-RO"/>
        </w:rPr>
        <w:t>Definiții</w:t>
      </w:r>
    </w:p>
    <w:p w14:paraId="4F1EF9AC" w14:textId="221EB27A" w:rsidR="006F76C9" w:rsidRPr="00505877" w:rsidRDefault="006F76C9" w:rsidP="006F76C9">
      <w:pPr>
        <w:pStyle w:val="Body"/>
        <w:rPr>
          <w:lang w:val="ro-RO"/>
        </w:rPr>
      </w:pPr>
      <w:r w:rsidRPr="00505877">
        <w:rPr>
          <w:lang w:val="ro-RO"/>
        </w:rPr>
        <w:t xml:space="preserve">În prezentul </w:t>
      </w:r>
      <w:r w:rsidR="00D67684">
        <w:rPr>
          <w:lang w:val="ro-RO"/>
        </w:rPr>
        <w:t>Acord-Cadru</w:t>
      </w:r>
      <w:r w:rsidRPr="00505877">
        <w:rPr>
          <w:lang w:val="ro-RO"/>
        </w:rPr>
        <w:t xml:space="preserve"> următorii termeni vor fi interpretați astfel:</w:t>
      </w:r>
    </w:p>
    <w:p w14:paraId="6A76125D" w14:textId="0D490A74" w:rsidR="006F76C9" w:rsidRPr="00505877" w:rsidRDefault="006F76C9" w:rsidP="006F76C9">
      <w:pPr>
        <w:pStyle w:val="alpha1"/>
        <w:rPr>
          <w:lang w:val="ro-RO"/>
        </w:rPr>
      </w:pPr>
      <w:r w:rsidRPr="00505877">
        <w:rPr>
          <w:b/>
          <w:bCs/>
          <w:i/>
          <w:iCs/>
          <w:lang w:val="ro-RO"/>
        </w:rPr>
        <w:t xml:space="preserve">Acord-cadru </w:t>
      </w:r>
      <w:r w:rsidRPr="00505877">
        <w:rPr>
          <w:lang w:val="ro-RO"/>
        </w:rPr>
        <w:t>– reprezintă înțelegerea scrisă Promitentul-</w:t>
      </w:r>
      <w:r w:rsidR="00B67101" w:rsidRPr="00505877" w:rsidDel="00B67101">
        <w:rPr>
          <w:lang w:val="ro-RO"/>
        </w:rPr>
        <w:t xml:space="preserve"> </w:t>
      </w:r>
      <w:r w:rsidRPr="00505877">
        <w:rPr>
          <w:lang w:val="ro-RO"/>
        </w:rPr>
        <w:t xml:space="preserve">Achizitor și Promitentul-Furnizor prin care se stabilesc termenii și condițiile care vor guverna atribuirea și derularea contractelor subsecvente ce urmează a fi încheiate de către Promitentul-Achizitor în baza prevederilor Acordului-cadru, precum şi </w:t>
      </w:r>
      <w:r w:rsidR="00D67684">
        <w:rPr>
          <w:lang w:val="ro-RO"/>
        </w:rPr>
        <w:t>a tuturor</w:t>
      </w:r>
      <w:r w:rsidRPr="00505877">
        <w:rPr>
          <w:lang w:val="ro-RO"/>
        </w:rPr>
        <w:t xml:space="preserve"> anexel</w:t>
      </w:r>
      <w:r w:rsidR="00D67684">
        <w:rPr>
          <w:lang w:val="ro-RO"/>
        </w:rPr>
        <w:t>or</w:t>
      </w:r>
      <w:r w:rsidRPr="00505877">
        <w:rPr>
          <w:lang w:val="ro-RO"/>
        </w:rPr>
        <w:t xml:space="preserve"> sale.</w:t>
      </w:r>
    </w:p>
    <w:p w14:paraId="4EAB666E" w14:textId="4DE569DA" w:rsidR="006F76C9" w:rsidRDefault="006F76C9" w:rsidP="006F76C9">
      <w:pPr>
        <w:pStyle w:val="alpha1"/>
        <w:rPr>
          <w:lang w:val="ro-RO"/>
        </w:rPr>
      </w:pPr>
      <w:r w:rsidRPr="00505877">
        <w:rPr>
          <w:b/>
          <w:bCs/>
          <w:i/>
          <w:iCs/>
          <w:lang w:val="ro-RO"/>
        </w:rPr>
        <w:t>Act Adițional</w:t>
      </w:r>
      <w:r w:rsidRPr="00505877">
        <w:rPr>
          <w:lang w:val="ro-RO"/>
        </w:rPr>
        <w:t xml:space="preserve"> – document prin care se modifică termenii și condițiile prezentului </w:t>
      </w:r>
      <w:r w:rsidR="00572F06">
        <w:rPr>
          <w:lang w:val="ro-RO"/>
        </w:rPr>
        <w:t>Acord-cadru</w:t>
      </w:r>
      <w:r w:rsidRPr="00505877">
        <w:rPr>
          <w:lang w:val="ro-RO"/>
        </w:rPr>
        <w:t xml:space="preserve">, în condițiile </w:t>
      </w:r>
      <w:r w:rsidRPr="00812785">
        <w:rPr>
          <w:i/>
          <w:lang w:val="ro-RO"/>
        </w:rPr>
        <w:t>Legii nr. 98/2016</w:t>
      </w:r>
      <w:r w:rsidR="00572F06" w:rsidRPr="00812785">
        <w:rPr>
          <w:i/>
          <w:lang w:val="ro-RO"/>
        </w:rPr>
        <w:t>/ Legii nr. 99/2016</w:t>
      </w:r>
      <w:r w:rsidRPr="00505877">
        <w:rPr>
          <w:lang w:val="ro-RO"/>
        </w:rPr>
        <w:t xml:space="preserve"> privind achizițiile publice, cu modificările și completările ulterioare.</w:t>
      </w:r>
    </w:p>
    <w:p w14:paraId="751AB725" w14:textId="7AA62627" w:rsidR="00D67684" w:rsidRPr="00505877" w:rsidRDefault="00D67684" w:rsidP="006F76C9">
      <w:pPr>
        <w:pStyle w:val="alpha1"/>
        <w:rPr>
          <w:lang w:val="ro-RO"/>
        </w:rPr>
      </w:pPr>
      <w:r w:rsidRPr="00D67684">
        <w:rPr>
          <w:b/>
          <w:bCs/>
          <w:i/>
          <w:iCs/>
          <w:lang w:val="ro-RO"/>
        </w:rPr>
        <w:t>Cazul fortuit</w:t>
      </w:r>
      <w:r w:rsidRPr="00D67684">
        <w:rPr>
          <w:lang w:val="ro-RO"/>
        </w:rPr>
        <w:t xml:space="preserve"> – Eveniment care nu poate fi prevăzut și nici împiedicat de către cel care ar fi fost chemat să răspundă dacă evenimentul nu s-ar fi produs</w:t>
      </w:r>
      <w:r>
        <w:rPr>
          <w:lang w:val="ro-RO"/>
        </w:rPr>
        <w:t>.</w:t>
      </w:r>
    </w:p>
    <w:p w14:paraId="0C8C1DF2" w14:textId="6C3E267B" w:rsidR="006F76C9" w:rsidRDefault="006F76C9" w:rsidP="006F76C9">
      <w:pPr>
        <w:pStyle w:val="alpha1"/>
        <w:rPr>
          <w:lang w:val="ro-RO"/>
        </w:rPr>
      </w:pPr>
      <w:r w:rsidRPr="00505877">
        <w:rPr>
          <w:b/>
          <w:bCs/>
          <w:i/>
          <w:iCs/>
          <w:lang w:val="ro-RO"/>
        </w:rPr>
        <w:t xml:space="preserve">Contract Subsecvent </w:t>
      </w:r>
      <w:r w:rsidRPr="00505877">
        <w:rPr>
          <w:lang w:val="ro-RO"/>
        </w:rPr>
        <w:t>–contract</w:t>
      </w:r>
      <w:r w:rsidR="00D67684">
        <w:rPr>
          <w:lang w:val="ro-RO"/>
        </w:rPr>
        <w:t>ul</w:t>
      </w:r>
      <w:r w:rsidRPr="00505877">
        <w:rPr>
          <w:lang w:val="ro-RO"/>
        </w:rPr>
        <w:t xml:space="preserve"> încheiat între Promitentul-</w:t>
      </w:r>
      <w:r w:rsidR="00B67101" w:rsidRPr="00505877" w:rsidDel="00B67101">
        <w:rPr>
          <w:lang w:val="ro-RO"/>
        </w:rPr>
        <w:t xml:space="preserve"> </w:t>
      </w:r>
      <w:r w:rsidRPr="00505877">
        <w:rPr>
          <w:lang w:val="ro-RO"/>
        </w:rPr>
        <w:t>Achizitor în calitate de „</w:t>
      </w:r>
      <w:r w:rsidR="00D67684">
        <w:rPr>
          <w:lang w:val="ro-RO"/>
        </w:rPr>
        <w:t>Autoritate/entitate contractantă</w:t>
      </w:r>
      <w:r w:rsidRPr="00505877">
        <w:rPr>
          <w:lang w:val="ro-RO"/>
        </w:rPr>
        <w:t xml:space="preserve">” și </w:t>
      </w:r>
      <w:r w:rsidR="00B67101">
        <w:rPr>
          <w:lang w:val="ro-RO"/>
        </w:rPr>
        <w:t xml:space="preserve">Promitentul </w:t>
      </w:r>
      <w:r w:rsidRPr="00505877">
        <w:rPr>
          <w:lang w:val="ro-RO"/>
        </w:rPr>
        <w:t>Furnizor, în calitate de „</w:t>
      </w:r>
      <w:r w:rsidR="00B67101">
        <w:rPr>
          <w:lang w:val="ro-RO"/>
        </w:rPr>
        <w:t>Contractant</w:t>
      </w:r>
      <w:r w:rsidRPr="00505877">
        <w:rPr>
          <w:lang w:val="ro-RO"/>
        </w:rPr>
        <w:t>”</w:t>
      </w:r>
      <w:r w:rsidR="00D67684">
        <w:rPr>
          <w:lang w:val="ro-RO"/>
        </w:rPr>
        <w:t>.</w:t>
      </w:r>
    </w:p>
    <w:p w14:paraId="27573E50" w14:textId="12CAE13D" w:rsidR="00D67684" w:rsidRDefault="00D67684" w:rsidP="006F76C9">
      <w:pPr>
        <w:pStyle w:val="alpha1"/>
        <w:rPr>
          <w:lang w:val="ro-RO"/>
        </w:rPr>
      </w:pPr>
      <w:r>
        <w:rPr>
          <w:b/>
          <w:bCs/>
          <w:i/>
          <w:iCs/>
          <w:lang w:val="ro-RO"/>
        </w:rPr>
        <w:t xml:space="preserve">Contractant </w:t>
      </w:r>
      <w:r w:rsidRPr="00D67684">
        <w:rPr>
          <w:lang w:val="ro-RO"/>
        </w:rPr>
        <w:t>-</w:t>
      </w:r>
      <w:r>
        <w:rPr>
          <w:lang w:val="ro-RO"/>
        </w:rPr>
        <w:t xml:space="preserve"> </w:t>
      </w:r>
      <w:r w:rsidR="002F7796" w:rsidRPr="00505877">
        <w:rPr>
          <w:lang w:val="ro-RO"/>
        </w:rPr>
        <w:t>Promitentul-Furnizor semnatar al Acordului-cadru, parte semnatară a Contract</w:t>
      </w:r>
      <w:r w:rsidR="002F7796">
        <w:rPr>
          <w:lang w:val="ro-RO"/>
        </w:rPr>
        <w:t>ului</w:t>
      </w:r>
      <w:r w:rsidR="002F7796" w:rsidRPr="00505877">
        <w:rPr>
          <w:lang w:val="ro-RO"/>
        </w:rPr>
        <w:t xml:space="preserve"> Subsecvent atribuit în baza Acordului-cadru</w:t>
      </w:r>
      <w:r w:rsidR="00F81B6F">
        <w:rPr>
          <w:lang w:val="ro-RO"/>
        </w:rPr>
        <w:t>.</w:t>
      </w:r>
    </w:p>
    <w:p w14:paraId="43BCB1A8" w14:textId="77777777" w:rsidR="00F81B6F" w:rsidRPr="00F81B6F" w:rsidRDefault="00F81B6F" w:rsidP="00F81B6F">
      <w:pPr>
        <w:pStyle w:val="alpha1"/>
        <w:rPr>
          <w:lang w:val="ro-RO"/>
        </w:rPr>
      </w:pPr>
      <w:r w:rsidRPr="00F81B6F">
        <w:rPr>
          <w:b/>
          <w:bCs/>
          <w:i/>
          <w:iCs/>
          <w:lang w:val="ro-RO"/>
        </w:rPr>
        <w:t>Defect (Defecte) / Neconformitate (Neconformități)</w:t>
      </w:r>
      <w:r w:rsidRPr="00F81B6F">
        <w:rPr>
          <w:lang w:val="ro-RO"/>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w:t>
      </w:r>
    </w:p>
    <w:p w14:paraId="095E59D5" w14:textId="38F85346" w:rsidR="00F81B6F" w:rsidRDefault="00F81B6F" w:rsidP="00F81B6F">
      <w:pPr>
        <w:pStyle w:val="alpha1"/>
        <w:numPr>
          <w:ilvl w:val="0"/>
          <w:numId w:val="0"/>
        </w:numPr>
        <w:ind w:left="360"/>
        <w:rPr>
          <w:lang w:val="ro-RO"/>
        </w:rPr>
      </w:pPr>
      <w:r w:rsidRPr="00F81B6F">
        <w:rPr>
          <w:lang w:val="ro-RO"/>
        </w:rPr>
        <w:t>Defectele/neconformitățile/defecțiunile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14:paraId="064CA41D" w14:textId="661373E4" w:rsidR="00F81B6F" w:rsidRDefault="00F81B6F" w:rsidP="006F76C9">
      <w:pPr>
        <w:pStyle w:val="alpha1"/>
        <w:rPr>
          <w:lang w:val="ro-RO"/>
        </w:rPr>
      </w:pPr>
      <w:r w:rsidRPr="00F81B6F">
        <w:rPr>
          <w:b/>
          <w:bCs/>
          <w:i/>
          <w:iCs/>
          <w:lang w:val="ro-RO"/>
        </w:rPr>
        <w:t>Despăgubire</w:t>
      </w:r>
      <w:r w:rsidRPr="00F81B6F">
        <w:rPr>
          <w:lang w:val="ro-RO"/>
        </w:rPr>
        <w:t xml:space="preserve"> - suma, neprevăzută expres în Contract, care este acordată de către instanța de judecată ca despăgubire plătibilă Părții prejudiciate în urma încălcării prevederilor Contractului de către cealaltă Parte</w:t>
      </w:r>
      <w:r>
        <w:rPr>
          <w:lang w:val="ro-RO"/>
        </w:rPr>
        <w:t>.</w:t>
      </w:r>
    </w:p>
    <w:p w14:paraId="1351D2CA" w14:textId="583D99B8" w:rsidR="00F81B6F" w:rsidRDefault="00F81B6F" w:rsidP="006F76C9">
      <w:pPr>
        <w:pStyle w:val="alpha1"/>
        <w:rPr>
          <w:lang w:val="ro-RO"/>
        </w:rPr>
      </w:pPr>
      <w:r w:rsidRPr="00F81B6F">
        <w:rPr>
          <w:b/>
          <w:bCs/>
          <w:i/>
          <w:iCs/>
          <w:lang w:val="ro-RO"/>
        </w:rPr>
        <w:t>Dispoziție</w:t>
      </w:r>
      <w:r w:rsidRPr="00F81B6F">
        <w:rPr>
          <w:lang w:val="ro-RO"/>
        </w:rPr>
        <w:t xml:space="preserve"> - document scris(ă) emis(ă) de Autoritatea/entitatea contractantă în executarea Contractului și cu respectarea prevederilor acestuia, în limitele Legii nr. 98/2016 / Legii nr. 99/2016, și a normelor de aplicare a acesteia</w:t>
      </w:r>
      <w:r>
        <w:rPr>
          <w:lang w:val="ro-RO"/>
        </w:rPr>
        <w:t>.</w:t>
      </w:r>
    </w:p>
    <w:p w14:paraId="2DF899A4" w14:textId="48FCD0AA" w:rsidR="006F76C9" w:rsidRPr="001D3159" w:rsidRDefault="006F76C9" w:rsidP="006F76C9">
      <w:pPr>
        <w:pStyle w:val="alpha1"/>
        <w:rPr>
          <w:lang w:val="ro-RO"/>
        </w:rPr>
      </w:pPr>
      <w:r w:rsidRPr="001D3159">
        <w:rPr>
          <w:b/>
          <w:bCs/>
          <w:i/>
          <w:iCs/>
          <w:lang w:val="ro-RO"/>
        </w:rPr>
        <w:t>Forță majoră</w:t>
      </w:r>
      <w:r w:rsidRPr="001D3159">
        <w:rPr>
          <w:lang w:val="ro-RO"/>
        </w:rPr>
        <w:t xml:space="preserve"> – </w:t>
      </w:r>
      <w:r w:rsidR="001D3159" w:rsidRPr="001D3159">
        <w:rPr>
          <w:lang w:val="ro-RO"/>
        </w:rPr>
        <w:t xml:space="preserve">eveniment independent de controlul Părților, care nu se datorează greșelii sau vinei acestora, care nu putea fi prevăzut în momentul încheierii </w:t>
      </w:r>
      <w:r w:rsidR="001D3159">
        <w:rPr>
          <w:lang w:val="ro-RO"/>
        </w:rPr>
        <w:t>Acordului-Cadru</w:t>
      </w:r>
      <w:r w:rsidR="001D3159" w:rsidRPr="001D3159">
        <w:rPr>
          <w:lang w:val="ro-RO"/>
        </w:rPr>
        <w:t xml:space="preserve">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w:t>
      </w:r>
      <w:r w:rsidR="001D3159" w:rsidRPr="001D3159">
        <w:rPr>
          <w:lang w:val="ro-RO"/>
        </w:rPr>
        <w:lastRenderedPageBreak/>
        <w:t>de controlul Părților și care nu ar putea fi evitate prin luarea măsurilor corespunzătoare de diligență</w:t>
      </w:r>
      <w:r w:rsidRPr="001D3159">
        <w:rPr>
          <w:lang w:val="ro-RO"/>
        </w:rPr>
        <w:t>.</w:t>
      </w:r>
    </w:p>
    <w:p w14:paraId="2DBD1FD8" w14:textId="31D670BC" w:rsidR="00F81B6F" w:rsidRPr="00505877" w:rsidRDefault="00F81B6F" w:rsidP="006F76C9">
      <w:pPr>
        <w:pStyle w:val="alpha1"/>
        <w:rPr>
          <w:lang w:val="ro-RO"/>
        </w:rPr>
      </w:pPr>
      <w:r w:rsidRPr="00F81B6F">
        <w:rPr>
          <w:b/>
          <w:bCs/>
          <w:i/>
          <w:iCs/>
          <w:lang w:val="ro-RO"/>
        </w:rPr>
        <w:t>Întârziere</w:t>
      </w:r>
      <w:r w:rsidRPr="00F81B6F">
        <w:rPr>
          <w:lang w:val="ro-RO"/>
        </w:rPr>
        <w:t xml:space="preserve"> - orice eșec al Contractantului sau al Autorității/entității contractante de a executa orice obligații contractuale în termenul convenit</w:t>
      </w:r>
      <w:r>
        <w:rPr>
          <w:lang w:val="ro-RO"/>
        </w:rPr>
        <w:t>.</w:t>
      </w:r>
    </w:p>
    <w:p w14:paraId="52B6441C" w14:textId="456A41D1" w:rsidR="006F76C9" w:rsidRPr="001D3159" w:rsidRDefault="006F76C9" w:rsidP="006F76C9">
      <w:pPr>
        <w:pStyle w:val="alpha1"/>
        <w:rPr>
          <w:lang w:val="ro-RO"/>
        </w:rPr>
      </w:pPr>
      <w:r w:rsidRPr="001D3159">
        <w:rPr>
          <w:b/>
          <w:bCs/>
          <w:i/>
          <w:iCs/>
          <w:lang w:val="ro-RO"/>
        </w:rPr>
        <w:t>În scri</w:t>
      </w:r>
      <w:r w:rsidR="001D3159" w:rsidRPr="001D3159">
        <w:rPr>
          <w:b/>
          <w:bCs/>
          <w:i/>
          <w:iCs/>
          <w:lang w:val="ro-RO"/>
        </w:rPr>
        <w:t xml:space="preserve">s (scris) </w:t>
      </w:r>
      <w:r w:rsidRPr="001D3159">
        <w:rPr>
          <w:lang w:val="ro-RO"/>
        </w:rPr>
        <w:t xml:space="preserve">– </w:t>
      </w:r>
      <w:r w:rsidR="001D3159" w:rsidRPr="001D3159">
        <w:rPr>
          <w:lang w:val="ro-RO"/>
        </w:rPr>
        <w:t xml:space="preserve"> orice ansamblu de cuvinte sau cifre care poate fi citit, reprodus și comunicat ulterior, stocat pe suport de hârtie, inclusiv informații transmise și stocate prin Mijloace electronice de comunicare în cadrul Contractului</w:t>
      </w:r>
      <w:r w:rsidRPr="001D3159">
        <w:rPr>
          <w:lang w:val="ro-RO"/>
        </w:rPr>
        <w:t>.</w:t>
      </w:r>
    </w:p>
    <w:p w14:paraId="444A7740" w14:textId="204D66D1" w:rsidR="006F76C9" w:rsidRPr="00505877" w:rsidRDefault="006F76C9" w:rsidP="006F76C9">
      <w:pPr>
        <w:pStyle w:val="alpha1"/>
        <w:rPr>
          <w:lang w:val="ro-RO"/>
        </w:rPr>
      </w:pPr>
      <w:r w:rsidRPr="00505877">
        <w:rPr>
          <w:b/>
          <w:bCs/>
          <w:i/>
          <w:iCs/>
          <w:lang w:val="ro-RO"/>
        </w:rPr>
        <w:t>Penalitate</w:t>
      </w:r>
      <w:r w:rsidRPr="00505877">
        <w:rPr>
          <w:lang w:val="ro-RO"/>
        </w:rPr>
        <w:t xml:space="preserve"> – suma de bani plătibilă de către una dintre părți către cealaltă parte în caz de neîndeplinire a obligațiilor din Contractul Subsecvent, în caz de neîndeplinire a unei părți a Contractului Subsecvent sau de îndeplinire cu întârziere a obligațiilor, astfel cum s-a stabilit prin documentele Contractului Subsecvent.</w:t>
      </w:r>
    </w:p>
    <w:p w14:paraId="77CDA8A4" w14:textId="02C0EF2B" w:rsidR="006F76C9" w:rsidRPr="00505877" w:rsidRDefault="006F76C9" w:rsidP="006F76C9">
      <w:pPr>
        <w:pStyle w:val="alpha1"/>
        <w:rPr>
          <w:lang w:val="ro-RO"/>
        </w:rPr>
      </w:pPr>
      <w:r w:rsidRPr="00505877">
        <w:rPr>
          <w:b/>
          <w:bCs/>
          <w:lang w:val="ro-RO"/>
        </w:rPr>
        <w:t>Personalul Promitentul</w:t>
      </w:r>
      <w:r w:rsidR="00505877">
        <w:rPr>
          <w:b/>
          <w:bCs/>
          <w:lang w:val="ro-RO"/>
        </w:rPr>
        <w:t>ui-</w:t>
      </w:r>
      <w:r w:rsidRPr="00505877">
        <w:rPr>
          <w:b/>
          <w:bCs/>
          <w:lang w:val="ro-RO"/>
        </w:rPr>
        <w:t xml:space="preserve">Furnizor – </w:t>
      </w:r>
      <w:r w:rsidR="001D3159" w:rsidRPr="001D3159">
        <w:rPr>
          <w:lang w:val="ro-RO"/>
        </w:rPr>
        <w:t>persoanele desemnate de către Contractant sau de către oricare dintre Subcontractanți pentru îndeplinirea Contractului</w:t>
      </w:r>
      <w:r w:rsidRPr="00505877">
        <w:rPr>
          <w:lang w:val="ro-RO"/>
        </w:rPr>
        <w:t>.</w:t>
      </w:r>
    </w:p>
    <w:p w14:paraId="27CB85FA" w14:textId="23D05BC2" w:rsidR="006F76C9" w:rsidRPr="00505877" w:rsidRDefault="006F76C9" w:rsidP="006F76C9">
      <w:pPr>
        <w:pStyle w:val="alpha1"/>
        <w:rPr>
          <w:lang w:val="ro-RO"/>
        </w:rPr>
      </w:pPr>
      <w:r w:rsidRPr="00505877">
        <w:rPr>
          <w:b/>
          <w:bCs/>
          <w:i/>
          <w:iCs/>
          <w:lang w:val="ro-RO"/>
        </w:rPr>
        <w:t>Preț</w:t>
      </w:r>
      <w:r w:rsidR="002F7796">
        <w:rPr>
          <w:b/>
          <w:bCs/>
          <w:i/>
          <w:iCs/>
          <w:lang w:val="ro-RO"/>
        </w:rPr>
        <w:t xml:space="preserve"> - </w:t>
      </w:r>
      <w:r w:rsidR="001D3159">
        <w:rPr>
          <w:lang w:val="ro-RO"/>
        </w:rPr>
        <w:t>p</w:t>
      </w:r>
      <w:r w:rsidR="002F7796" w:rsidRPr="002F7796">
        <w:rPr>
          <w:lang w:val="ro-RO"/>
        </w:rPr>
        <w:t>rețul plătibil Contractantului de către Autoritatea/entitatea contractantă, în baza și în conformitate cu prevederile Contractului</w:t>
      </w:r>
      <w:r w:rsidR="002F7796">
        <w:rPr>
          <w:lang w:val="ro-RO"/>
        </w:rPr>
        <w:t xml:space="preserve"> Subsecvent</w:t>
      </w:r>
      <w:r w:rsidR="002F7796" w:rsidRPr="002F7796">
        <w:rPr>
          <w:lang w:val="ro-RO"/>
        </w:rPr>
        <w:t>, a ofertei Contractantului și a documentației de atribuire, pentru îndeplinirea integrală și corespunzătoare a tuturor obligațiilor asumate prin Contract</w:t>
      </w:r>
      <w:r w:rsidRPr="00505877">
        <w:rPr>
          <w:lang w:val="ro-RO"/>
        </w:rPr>
        <w:t>.</w:t>
      </w:r>
    </w:p>
    <w:p w14:paraId="45DF9EF6" w14:textId="77777777" w:rsidR="006F76C9" w:rsidRPr="00505877" w:rsidRDefault="006F76C9" w:rsidP="006F76C9">
      <w:pPr>
        <w:pStyle w:val="alpha1"/>
        <w:rPr>
          <w:lang w:val="ro-RO"/>
        </w:rPr>
      </w:pPr>
      <w:r w:rsidRPr="00505877">
        <w:rPr>
          <w:b/>
          <w:bCs/>
          <w:i/>
          <w:iCs/>
          <w:lang w:val="ro-RO"/>
        </w:rPr>
        <w:t>Prejudiciu</w:t>
      </w:r>
      <w:r w:rsidRPr="00505877">
        <w:rPr>
          <w:lang w:val="ro-RO"/>
        </w:rPr>
        <w:t xml:space="preserve"> – paguba produsă uneia dintre părţi de către cealaltă parte prin neexecutarea/ executarea necorespunzătoare ori cu întârziere a obligațiilor stabilite prin contractul subsecvent.</w:t>
      </w:r>
    </w:p>
    <w:p w14:paraId="2EE226B9" w14:textId="1853C1C7" w:rsidR="006F76C9" w:rsidRPr="00505877" w:rsidRDefault="006F76C9" w:rsidP="006F76C9">
      <w:pPr>
        <w:pStyle w:val="alpha1"/>
        <w:rPr>
          <w:lang w:val="ro-RO"/>
        </w:rPr>
      </w:pPr>
      <w:r w:rsidRPr="00505877">
        <w:rPr>
          <w:b/>
          <w:bCs/>
          <w:i/>
          <w:iCs/>
          <w:lang w:val="ro-RO"/>
        </w:rPr>
        <w:t xml:space="preserve">Procesul verbal de Recepție </w:t>
      </w:r>
      <w:r w:rsidRPr="00505877">
        <w:rPr>
          <w:lang w:val="ro-RO"/>
        </w:rPr>
        <w:t xml:space="preserve">– </w:t>
      </w:r>
      <w:r w:rsidR="002F7796" w:rsidRPr="002F7796">
        <w:rPr>
          <w:lang w:val="ro-RO"/>
        </w:rPr>
        <w:t>documentul prin care sunt acceptate Produsele furnizate, întocmit de Contractant și semnat de Autoritatea/entitatea contractantă, prin care aceasta din urmă confirmă furnizarea Produselor în mod corespunzător de către Contractant și că acestea au fost acceptate</w:t>
      </w:r>
      <w:r w:rsidR="00677A98">
        <w:rPr>
          <w:lang w:val="ro-RO"/>
        </w:rPr>
        <w:t xml:space="preserve"> din punct de vedere calitativ și cantitativ</w:t>
      </w:r>
      <w:r w:rsidR="002F7796" w:rsidRPr="002F7796">
        <w:rPr>
          <w:lang w:val="ro-RO"/>
        </w:rPr>
        <w:t xml:space="preserve"> de către Autoritatea/entitatea contractantă</w:t>
      </w:r>
      <w:r w:rsidRPr="00505877">
        <w:rPr>
          <w:lang w:val="ro-RO"/>
        </w:rPr>
        <w:t>.</w:t>
      </w:r>
    </w:p>
    <w:p w14:paraId="639951D4" w14:textId="3706CB25" w:rsidR="006F76C9" w:rsidRDefault="006F76C9" w:rsidP="006F76C9">
      <w:pPr>
        <w:pStyle w:val="alpha1"/>
        <w:rPr>
          <w:lang w:val="ro-RO"/>
        </w:rPr>
      </w:pPr>
      <w:r w:rsidRPr="001D3159">
        <w:rPr>
          <w:b/>
          <w:bCs/>
          <w:i/>
          <w:iCs/>
          <w:lang w:val="ro-RO"/>
        </w:rPr>
        <w:t xml:space="preserve">Recepție </w:t>
      </w:r>
      <w:r w:rsidRPr="001D3159">
        <w:rPr>
          <w:lang w:val="ro-RO"/>
        </w:rPr>
        <w:t xml:space="preserve">- </w:t>
      </w:r>
      <w:r w:rsidR="001D3159" w:rsidRPr="001D3159">
        <w:rPr>
          <w:lang w:val="ro-RO"/>
        </w:rPr>
        <w:t>reprezintă operațiunea prin care Autoritatea/entitatea contractantă își exprimă acceptarea cantitativă și calitativă față de produsele furnizate în cadrul contractului de achiziție publică/sectorială și pe baza căreia efectuează plata</w:t>
      </w:r>
      <w:r w:rsidR="00F81B6F">
        <w:rPr>
          <w:lang w:val="ro-RO"/>
        </w:rPr>
        <w:t>.</w:t>
      </w:r>
    </w:p>
    <w:p w14:paraId="4DC6B6FD" w14:textId="76B9B6E9" w:rsidR="006F76C9" w:rsidRPr="00F81B6F" w:rsidRDefault="00F81B6F" w:rsidP="006F76C9">
      <w:pPr>
        <w:pStyle w:val="alpha1"/>
        <w:rPr>
          <w:lang w:val="ro-RO"/>
        </w:rPr>
      </w:pPr>
      <w:r w:rsidRPr="00F81B6F">
        <w:rPr>
          <w:b/>
          <w:bCs/>
          <w:lang w:val="ro-RO"/>
        </w:rPr>
        <w:t>Termen -</w:t>
      </w:r>
      <w:r w:rsidRPr="00F81B6F">
        <w:rPr>
          <w:lang w:val="ro-RO"/>
        </w:rPr>
        <w:t xml:space="preserve"> intervalul de timp în care Părțile trebuie să-și îndeplinească obligațiile, astfel cum este stabilit prin Contract, exprimat în zile, care începe să curgă de la începutul primei ore a primei zile a termenului și se încheie la expirarea ultimei ore a ultimei zile a termenului; ziua în cursul căreia a avut loc un eveniment sau s-a realizat un act al Autorității/entității contractante nu este luată în calculul termenului. Dacă ultima zi a unui termen exprimat altfel decât în ore este o zi de sărbătoare legală, o duminică sau o sâmbătă, termenul se încheie la expirarea ultimei ore a următoarei zile lucrătoare</w:t>
      </w:r>
      <w:r w:rsidR="006F76C9" w:rsidRPr="00F81B6F">
        <w:rPr>
          <w:lang w:val="ro-RO"/>
        </w:rPr>
        <w:t>.</w:t>
      </w:r>
    </w:p>
    <w:p w14:paraId="6BC9BF51" w14:textId="64DD27A3" w:rsidR="006F76C9" w:rsidRPr="00505877" w:rsidRDefault="006F76C9" w:rsidP="006F76C9">
      <w:pPr>
        <w:pStyle w:val="alpha1"/>
        <w:rPr>
          <w:lang w:val="ro-RO"/>
        </w:rPr>
      </w:pPr>
      <w:r w:rsidRPr="00F81B6F">
        <w:rPr>
          <w:b/>
          <w:bCs/>
          <w:i/>
          <w:iCs/>
          <w:lang w:val="ro-RO"/>
        </w:rPr>
        <w:t>Zile</w:t>
      </w:r>
      <w:r w:rsidRPr="00F81B6F">
        <w:rPr>
          <w:lang w:val="ro-RO"/>
        </w:rPr>
        <w:t xml:space="preserve"> – zile calendaristice, cu excepția situațiilor în care se prevede expres că sunt zile lucrătoare</w:t>
      </w:r>
    </w:p>
    <w:p w14:paraId="2DF38207" w14:textId="77777777" w:rsidR="006335E5" w:rsidRPr="00C042BB" w:rsidRDefault="006335E5" w:rsidP="006335E5">
      <w:pPr>
        <w:pStyle w:val="Level2"/>
        <w:rPr>
          <w:lang w:val="ro-RO"/>
        </w:rPr>
      </w:pPr>
      <w:r>
        <w:rPr>
          <w:b/>
          <w:bCs/>
          <w:lang w:val="ro-RO"/>
        </w:rPr>
        <w:t>Documentele contractului</w:t>
      </w:r>
    </w:p>
    <w:p w14:paraId="71D0046E" w14:textId="6C963BF2" w:rsidR="006335E5" w:rsidRDefault="006335E5" w:rsidP="006335E5">
      <w:pPr>
        <w:pStyle w:val="Level3"/>
        <w:rPr>
          <w:lang w:val="ro-RO"/>
        </w:rPr>
      </w:pPr>
      <w:r>
        <w:rPr>
          <w:lang w:val="ro-RO"/>
        </w:rPr>
        <w:t>Anexele Acordului-Cadru, documente care fac parte integrantă din cuprinsul acestuia sunt u</w:t>
      </w:r>
      <w:r w:rsidR="00F206A5">
        <w:rPr>
          <w:lang w:val="ro-RO"/>
        </w:rPr>
        <w:t>r</w:t>
      </w:r>
      <w:r>
        <w:rPr>
          <w:lang w:val="ro-RO"/>
        </w:rPr>
        <w:t>mătoarele:</w:t>
      </w:r>
    </w:p>
    <w:p w14:paraId="5446F183" w14:textId="6DDAAE8B" w:rsidR="006335E5" w:rsidRPr="00D36B3F" w:rsidRDefault="006335E5" w:rsidP="006335E5">
      <w:pPr>
        <w:pStyle w:val="Level4"/>
        <w:rPr>
          <w:lang w:val="ro-RO"/>
        </w:rPr>
      </w:pPr>
      <w:r>
        <w:rPr>
          <w:lang w:val="ro-RO"/>
        </w:rPr>
        <w:t>Caietul de sarcini/documentul descriptiv</w:t>
      </w:r>
      <w:r w:rsidRPr="00505877">
        <w:rPr>
          <w:lang w:val="ro-RO"/>
        </w:rPr>
        <w:t xml:space="preserve"> inclusiv răspunsurile publicate</w:t>
      </w:r>
      <w:r>
        <w:rPr>
          <w:lang w:val="ro-RO"/>
        </w:rPr>
        <w:t>/ transmise</w:t>
      </w:r>
      <w:r w:rsidRPr="00505877">
        <w:rPr>
          <w:lang w:val="ro-RO"/>
        </w:rPr>
        <w:t xml:space="preserve"> de Autoritatea </w:t>
      </w:r>
      <w:r>
        <w:rPr>
          <w:lang w:val="ro-RO"/>
        </w:rPr>
        <w:t>Contractantă</w:t>
      </w:r>
      <w:r w:rsidRPr="00505877">
        <w:rPr>
          <w:lang w:val="ro-RO"/>
        </w:rPr>
        <w:t xml:space="preserve">  </w:t>
      </w:r>
      <w:r w:rsidRPr="00505877">
        <w:rPr>
          <w:bCs/>
          <w:lang w:val="ro-RO"/>
        </w:rPr>
        <w:t xml:space="preserve">şi/sau măsurile de remediere aplicate până la depunerea </w:t>
      </w:r>
      <w:r>
        <w:rPr>
          <w:bCs/>
          <w:lang w:val="ro-RO"/>
        </w:rPr>
        <w:t xml:space="preserve">candidaturilor/ </w:t>
      </w:r>
      <w:r w:rsidRPr="00505877">
        <w:rPr>
          <w:bCs/>
          <w:lang w:val="ro-RO"/>
        </w:rPr>
        <w:t xml:space="preserve">ofertelor ce privesc aspectele tehnice şi/sau financiare, </w:t>
      </w:r>
      <w:r w:rsidRPr="00505877">
        <w:rPr>
          <w:lang w:val="ro-RO"/>
        </w:rPr>
        <w:t xml:space="preserve">aferentă anunțului de participare publicat în SEAP sub nr. </w:t>
      </w:r>
      <w:r w:rsidRPr="00D36B3F">
        <w:rPr>
          <w:lang w:val="ro-RO"/>
        </w:rPr>
        <w:t>[…] / […].</w:t>
      </w:r>
    </w:p>
    <w:p w14:paraId="40AC0AAD" w14:textId="77777777" w:rsidR="006335E5" w:rsidRDefault="006335E5" w:rsidP="006335E5">
      <w:pPr>
        <w:pStyle w:val="Level4"/>
        <w:rPr>
          <w:lang w:val="ro-RO"/>
        </w:rPr>
      </w:pPr>
      <w:bookmarkStart w:id="0" w:name="_GoBack"/>
      <w:bookmarkEnd w:id="0"/>
      <w:r w:rsidRPr="00505877">
        <w:rPr>
          <w:lang w:val="ro-RO"/>
        </w:rPr>
        <w:t>Oferta Promitentul</w:t>
      </w:r>
      <w:r>
        <w:rPr>
          <w:lang w:val="ro-RO"/>
        </w:rPr>
        <w:t>ui</w:t>
      </w:r>
      <w:r w:rsidRPr="00505877">
        <w:rPr>
          <w:lang w:val="ro-RO"/>
        </w:rPr>
        <w:t>-Furnizor (incluzând propunerea tehnică și cea financiară depusă în vederea încheierii acordului-cadru</w:t>
      </w:r>
      <w:r>
        <w:rPr>
          <w:lang w:val="ro-RO"/>
        </w:rPr>
        <w:t>;</w:t>
      </w:r>
    </w:p>
    <w:p w14:paraId="232271C1" w14:textId="77777777" w:rsidR="006335E5" w:rsidRDefault="006335E5" w:rsidP="006335E5">
      <w:pPr>
        <w:pStyle w:val="Level4"/>
        <w:rPr>
          <w:lang w:val="ro-RO"/>
        </w:rPr>
      </w:pPr>
      <w:r>
        <w:rPr>
          <w:lang w:val="ro-RO"/>
        </w:rPr>
        <w:lastRenderedPageBreak/>
        <w:t>Acordul de Asociere (dacă este cazul);</w:t>
      </w:r>
    </w:p>
    <w:p w14:paraId="7B72C9F5" w14:textId="77777777" w:rsidR="006335E5" w:rsidRPr="00C042BB" w:rsidRDefault="006335E5" w:rsidP="006335E5">
      <w:pPr>
        <w:pStyle w:val="Level4"/>
        <w:rPr>
          <w:lang w:val="ro-RO"/>
        </w:rPr>
      </w:pPr>
      <w:r w:rsidRPr="00093634">
        <w:rPr>
          <w:lang w:val="ro-RO"/>
        </w:rPr>
        <w:t>Angajamentul ferm de susținere din partea unui terț (dacă este cazul)</w:t>
      </w:r>
      <w:r>
        <w:rPr>
          <w:lang w:val="ro-RO"/>
        </w:rPr>
        <w:t>.</w:t>
      </w:r>
    </w:p>
    <w:p w14:paraId="54DFEF7D" w14:textId="77777777" w:rsidR="006335E5" w:rsidRPr="000E2DC7" w:rsidRDefault="006335E5" w:rsidP="000E2DC7">
      <w:pPr>
        <w:pStyle w:val="Level2"/>
        <w:numPr>
          <w:ilvl w:val="0"/>
          <w:numId w:val="0"/>
        </w:numPr>
        <w:ind w:left="680"/>
        <w:rPr>
          <w:lang w:val="ro-RO"/>
        </w:rPr>
      </w:pPr>
    </w:p>
    <w:p w14:paraId="13469533" w14:textId="58C69F5A" w:rsidR="006F76C9" w:rsidRPr="00505877" w:rsidRDefault="006F76C9" w:rsidP="006F76C9">
      <w:pPr>
        <w:pStyle w:val="Level2"/>
        <w:rPr>
          <w:lang w:val="ro-RO"/>
        </w:rPr>
      </w:pPr>
      <w:r w:rsidRPr="00505877">
        <w:rPr>
          <w:b/>
          <w:bCs/>
          <w:lang w:val="ro-RO"/>
        </w:rPr>
        <w:t>Ordinea de prioritate a documentelor</w:t>
      </w:r>
    </w:p>
    <w:p w14:paraId="5F1E3CCD" w14:textId="121B0980" w:rsidR="006F76C9" w:rsidRPr="00505877" w:rsidRDefault="006F76C9" w:rsidP="006F76C9">
      <w:pPr>
        <w:pStyle w:val="Body"/>
        <w:rPr>
          <w:lang w:val="ro-RO"/>
        </w:rPr>
      </w:pPr>
      <w:r w:rsidRPr="00505877">
        <w:rPr>
          <w:lang w:val="ro-RO"/>
        </w:rPr>
        <w:t xml:space="preserve">În cazul unui conflict între diferite prevederi din prezentul </w:t>
      </w:r>
      <w:r w:rsidR="004C353C">
        <w:rPr>
          <w:lang w:val="ro-RO"/>
        </w:rPr>
        <w:t>Acord-Cadru</w:t>
      </w:r>
      <w:r w:rsidR="004C353C" w:rsidRPr="00505877">
        <w:rPr>
          <w:lang w:val="ro-RO"/>
        </w:rPr>
        <w:t xml:space="preserve"> </w:t>
      </w:r>
      <w:r w:rsidRPr="00505877">
        <w:rPr>
          <w:lang w:val="ro-RO"/>
        </w:rPr>
        <w:t>și anexele acestuia, următoarele reguli devin aplicabile:</w:t>
      </w:r>
    </w:p>
    <w:p w14:paraId="353473EB" w14:textId="3E3F6C98" w:rsidR="00A7090B" w:rsidRPr="00AC3773" w:rsidRDefault="00A7090B" w:rsidP="00E22D2F">
      <w:pPr>
        <w:pStyle w:val="alpha1"/>
        <w:numPr>
          <w:ilvl w:val="0"/>
          <w:numId w:val="45"/>
        </w:numPr>
        <w:spacing w:line="276" w:lineRule="auto"/>
        <w:rPr>
          <w:rFonts w:cs="Arial"/>
          <w:i/>
          <w:lang w:val="ro-RO"/>
        </w:rPr>
      </w:pPr>
      <w:r w:rsidRPr="00505877">
        <w:rPr>
          <w:rFonts w:cs="Arial"/>
          <w:lang w:val="ro-RO"/>
        </w:rPr>
        <w:t>prevederile incluse în Acordul-cadru au prioritate față de cele din Contractul Subsecvent</w:t>
      </w:r>
      <w:r w:rsidR="00677A98">
        <w:rPr>
          <w:rFonts w:cs="Arial"/>
          <w:lang w:val="ro-RO"/>
        </w:rPr>
        <w:t xml:space="preserve">. </w:t>
      </w:r>
      <w:r w:rsidR="00677A98" w:rsidRPr="00AC3773">
        <w:rPr>
          <w:rFonts w:cs="Arial"/>
          <w:i/>
          <w:lang w:val="ro-RO"/>
        </w:rPr>
        <w:t xml:space="preserve">Prin excepție, </w:t>
      </w:r>
      <w:r w:rsidR="006335E5" w:rsidRPr="000E2DC7">
        <w:rPr>
          <w:rFonts w:cs="Arial"/>
          <w:iCs/>
          <w:lang w:val="ro-RO"/>
        </w:rPr>
        <w:t>aspectele care au făcut obiectul reofertării și care sunt preluate ca atare în Contractul Subsecvent au prioritate față de dispozițiile Acordului-Cadru;</w:t>
      </w:r>
    </w:p>
    <w:tbl>
      <w:tblPr>
        <w:tblStyle w:val="TableGrid"/>
        <w:tblW w:w="0" w:type="auto"/>
        <w:tblInd w:w="360" w:type="dxa"/>
        <w:tblLook w:val="04A0" w:firstRow="1" w:lastRow="0" w:firstColumn="1" w:lastColumn="0" w:noHBand="0" w:noVBand="1"/>
      </w:tblPr>
      <w:tblGrid>
        <w:gridCol w:w="8361"/>
      </w:tblGrid>
      <w:tr w:rsidR="001101CE" w:rsidRPr="00F90E1C" w14:paraId="33513CBF" w14:textId="77777777" w:rsidTr="001101CE">
        <w:tc>
          <w:tcPr>
            <w:tcW w:w="8721" w:type="dxa"/>
          </w:tcPr>
          <w:p w14:paraId="54AD9625" w14:textId="77777777" w:rsidR="001101CE" w:rsidRPr="001101CE" w:rsidRDefault="001101CE" w:rsidP="001101CE">
            <w:pPr>
              <w:pStyle w:val="alpha1"/>
              <w:numPr>
                <w:ilvl w:val="0"/>
                <w:numId w:val="0"/>
              </w:numPr>
              <w:spacing w:line="276" w:lineRule="auto"/>
              <w:rPr>
                <w:rFonts w:cs="Arial"/>
                <w:i/>
                <w:iCs/>
                <w:lang w:val="ro-RO"/>
              </w:rPr>
            </w:pPr>
            <w:r w:rsidRPr="001101CE">
              <w:rPr>
                <w:rFonts w:cs="Arial"/>
                <w:i/>
                <w:iCs/>
                <w:lang w:val="ro-RO"/>
              </w:rPr>
              <w:t xml:space="preserve">În măsura în care se modifică/se elimină/se adaugă clauze contractuale în cuprinsul Acordului-Cadru, acestea trebuie modificate și în cuprinsul Contractului Subsecvent. </w:t>
            </w:r>
          </w:p>
          <w:p w14:paraId="2C5AD2AF" w14:textId="09F7D12C" w:rsidR="001101CE" w:rsidRDefault="001101CE" w:rsidP="001101CE">
            <w:pPr>
              <w:pStyle w:val="alpha1"/>
              <w:numPr>
                <w:ilvl w:val="0"/>
                <w:numId w:val="0"/>
              </w:numPr>
              <w:spacing w:line="276" w:lineRule="auto"/>
              <w:rPr>
                <w:rFonts w:cs="Arial"/>
                <w:lang w:val="ro-RO"/>
              </w:rPr>
            </w:pPr>
            <w:r w:rsidRPr="001101CE">
              <w:rPr>
                <w:rFonts w:cs="Arial"/>
                <w:i/>
                <w:iCs/>
                <w:lang w:val="ro-RO"/>
              </w:rPr>
              <w:t>Prin excepție, în cazul Acordului-Cadru cu reluarea competiției în măsura în care, în urma reluării competiției, se modifică anumiți termeni contractuali, modificările vor fi făcute exclusiv în ceea ce privește Contractul Subsecvent.</w:t>
            </w:r>
            <w:r>
              <w:rPr>
                <w:rFonts w:cs="Arial"/>
                <w:lang w:val="ro-RO"/>
              </w:rPr>
              <w:t xml:space="preserve"> </w:t>
            </w:r>
          </w:p>
        </w:tc>
      </w:tr>
    </w:tbl>
    <w:p w14:paraId="0EA042F7" w14:textId="77777777" w:rsidR="001101CE" w:rsidRPr="00505877" w:rsidRDefault="001101CE" w:rsidP="001101CE">
      <w:pPr>
        <w:pStyle w:val="alpha1"/>
        <w:numPr>
          <w:ilvl w:val="0"/>
          <w:numId w:val="0"/>
        </w:numPr>
        <w:spacing w:line="276" w:lineRule="auto"/>
        <w:ind w:left="360"/>
        <w:rPr>
          <w:rFonts w:cs="Arial"/>
          <w:lang w:val="ro-RO"/>
        </w:rPr>
      </w:pPr>
    </w:p>
    <w:p w14:paraId="384FD13E" w14:textId="6E9EAE9B" w:rsidR="00A7090B" w:rsidRDefault="00A7090B" w:rsidP="00E22D2F">
      <w:pPr>
        <w:pStyle w:val="alpha1"/>
        <w:numPr>
          <w:ilvl w:val="0"/>
          <w:numId w:val="45"/>
        </w:numPr>
        <w:spacing w:line="276" w:lineRule="auto"/>
        <w:rPr>
          <w:rFonts w:cs="Arial"/>
          <w:lang w:val="ro-RO"/>
        </w:rPr>
      </w:pPr>
      <w:r w:rsidRPr="00505877">
        <w:rPr>
          <w:rFonts w:cs="Arial"/>
          <w:lang w:val="ro-RO"/>
        </w:rPr>
        <w:t xml:space="preserve">prevederile incluse în Contractul Subsecvent au prioritate față de cele incluse </w:t>
      </w:r>
      <w:r w:rsidR="002E39FE">
        <w:rPr>
          <w:rFonts w:cs="Arial"/>
          <w:lang w:val="ro-RO"/>
        </w:rPr>
        <w:t>în alte anexe</w:t>
      </w:r>
      <w:r w:rsidR="0089088B">
        <w:rPr>
          <w:rFonts w:cs="Arial"/>
          <w:lang w:val="ro-RO"/>
        </w:rPr>
        <w:t xml:space="preserve">, </w:t>
      </w:r>
      <w:bookmarkStart w:id="1" w:name="_Hlk103078166"/>
      <w:r w:rsidR="0089088B">
        <w:rPr>
          <w:rFonts w:cs="Arial"/>
          <w:lang w:val="ro-RO"/>
        </w:rPr>
        <w:t>cu excepția Acordului-Cadru în care se aplică dispozițiile lit. a)</w:t>
      </w:r>
      <w:bookmarkEnd w:id="1"/>
      <w:r w:rsidRPr="00505877">
        <w:rPr>
          <w:rFonts w:cs="Arial"/>
          <w:lang w:val="ro-RO"/>
        </w:rPr>
        <w:t>;</w:t>
      </w:r>
    </w:p>
    <w:tbl>
      <w:tblPr>
        <w:tblStyle w:val="TableGrid"/>
        <w:tblW w:w="0" w:type="auto"/>
        <w:tblInd w:w="360" w:type="dxa"/>
        <w:tblLook w:val="04A0" w:firstRow="1" w:lastRow="0" w:firstColumn="1" w:lastColumn="0" w:noHBand="0" w:noVBand="1"/>
      </w:tblPr>
      <w:tblGrid>
        <w:gridCol w:w="8361"/>
      </w:tblGrid>
      <w:tr w:rsidR="00EA3368" w:rsidRPr="00F90E1C" w14:paraId="1D756EC6" w14:textId="77777777" w:rsidTr="00EA3368">
        <w:tc>
          <w:tcPr>
            <w:tcW w:w="8721" w:type="dxa"/>
          </w:tcPr>
          <w:p w14:paraId="14929D95" w14:textId="77777777" w:rsidR="00EA3368" w:rsidRDefault="00EA3368" w:rsidP="00EA3368">
            <w:pPr>
              <w:pStyle w:val="alpha1"/>
              <w:numPr>
                <w:ilvl w:val="0"/>
                <w:numId w:val="0"/>
              </w:numPr>
              <w:spacing w:line="276" w:lineRule="auto"/>
              <w:rPr>
                <w:rFonts w:cs="Arial"/>
                <w:lang w:val="ro-RO"/>
              </w:rPr>
            </w:pPr>
            <w:bookmarkStart w:id="2" w:name="_Hlk103078141"/>
            <w:r>
              <w:rPr>
                <w:rFonts w:cs="Arial"/>
                <w:lang w:val="ro-RO"/>
              </w:rPr>
              <w:t xml:space="preserve">Contractul semnat are o forță superioară dispozițiilor Caietului de Sarcini. De aceea este extrem de important ca la momentul semnării contractului să se verifice concordanța acestuia cu dispozițiile Caietului de sarcini. </w:t>
            </w:r>
          </w:p>
          <w:p w14:paraId="13A4B53D" w14:textId="77777777" w:rsidR="00EA3368" w:rsidRDefault="00EA3368" w:rsidP="00EA3368">
            <w:pPr>
              <w:pStyle w:val="alpha1"/>
              <w:numPr>
                <w:ilvl w:val="0"/>
                <w:numId w:val="0"/>
              </w:numPr>
              <w:spacing w:line="276" w:lineRule="auto"/>
              <w:rPr>
                <w:rFonts w:cs="Arial"/>
                <w:lang w:val="ro-RO"/>
              </w:rPr>
            </w:pPr>
            <w:r>
              <w:rPr>
                <w:rFonts w:cs="Arial"/>
                <w:lang w:val="ro-RO"/>
              </w:rPr>
              <w:t>Prin încheierea contractului nu se pot aduce modificări dispozițiilor Caietului de Sarcini, motiv pentru care în ipoteza în care din eroare nu s-au modificat dispozițiile din contractul subsecvent pentru a fi puse în acord cu documentația de atribuire există două posibilități:</w:t>
            </w:r>
          </w:p>
          <w:p w14:paraId="51DFBFF6" w14:textId="77777777" w:rsidR="00EA3368" w:rsidRDefault="00EA3368" w:rsidP="00EA3368">
            <w:pPr>
              <w:pStyle w:val="alpha1"/>
              <w:numPr>
                <w:ilvl w:val="0"/>
                <w:numId w:val="91"/>
              </w:numPr>
              <w:spacing w:line="276" w:lineRule="auto"/>
              <w:rPr>
                <w:rFonts w:cs="Arial"/>
                <w:lang w:val="ro-RO"/>
              </w:rPr>
            </w:pPr>
            <w:r>
              <w:rPr>
                <w:rFonts w:cs="Arial"/>
                <w:lang w:val="ro-RO"/>
              </w:rPr>
              <w:t xml:space="preserve">dacă reiese în mod evident faptul că </w:t>
            </w:r>
            <w:r w:rsidR="0089088B">
              <w:rPr>
                <w:rFonts w:cs="Arial"/>
                <w:lang w:val="ro-RO"/>
              </w:rPr>
              <w:t>neconcordanța este o simplă eroare materială – s-ar putea încheia un act adițional de îndreptare al acestor erori materiale;</w:t>
            </w:r>
          </w:p>
          <w:p w14:paraId="59B8B144" w14:textId="7BB15E6E" w:rsidR="0089088B" w:rsidRDefault="0089088B" w:rsidP="00EA3368">
            <w:pPr>
              <w:pStyle w:val="alpha1"/>
              <w:numPr>
                <w:ilvl w:val="0"/>
                <w:numId w:val="91"/>
              </w:numPr>
              <w:spacing w:line="276" w:lineRule="auto"/>
              <w:rPr>
                <w:rFonts w:cs="Arial"/>
                <w:lang w:val="ro-RO"/>
              </w:rPr>
            </w:pPr>
            <w:r>
              <w:rPr>
                <w:rFonts w:cs="Arial"/>
                <w:lang w:val="ro-RO"/>
              </w:rPr>
              <w:t xml:space="preserve">se aplică în mod corespunzător dispozițiile contractului subsecvent. </w:t>
            </w:r>
          </w:p>
        </w:tc>
      </w:tr>
      <w:bookmarkEnd w:id="2"/>
    </w:tbl>
    <w:p w14:paraId="3C50DAD0" w14:textId="77777777" w:rsidR="00EA3368" w:rsidRPr="00505877" w:rsidRDefault="00EA3368" w:rsidP="00EA3368">
      <w:pPr>
        <w:pStyle w:val="alpha1"/>
        <w:numPr>
          <w:ilvl w:val="0"/>
          <w:numId w:val="0"/>
        </w:numPr>
        <w:spacing w:line="276" w:lineRule="auto"/>
        <w:ind w:left="360"/>
        <w:rPr>
          <w:rFonts w:cs="Arial"/>
          <w:lang w:val="ro-RO"/>
        </w:rPr>
      </w:pPr>
    </w:p>
    <w:p w14:paraId="691B0D50" w14:textId="77777777" w:rsidR="00A7090B" w:rsidRPr="00505877" w:rsidRDefault="00A7090B" w:rsidP="00E22D2F">
      <w:pPr>
        <w:pStyle w:val="alpha1"/>
        <w:numPr>
          <w:ilvl w:val="0"/>
          <w:numId w:val="45"/>
        </w:numPr>
        <w:spacing w:line="276" w:lineRule="auto"/>
        <w:rPr>
          <w:rFonts w:cs="Arial"/>
          <w:lang w:val="ro-RO"/>
        </w:rPr>
      </w:pPr>
      <w:r w:rsidRPr="00505877">
        <w:rPr>
          <w:rFonts w:cs="Arial"/>
          <w:lang w:val="ro-RO"/>
        </w:rPr>
        <w:t>prevederile Caietului de sarcini au prioritate față de prevederile din Oferta depusă de către Promitentul-Furnizor.</w:t>
      </w:r>
    </w:p>
    <w:p w14:paraId="58C5B1E1" w14:textId="68C28305" w:rsidR="006F76C9" w:rsidRPr="00812785" w:rsidRDefault="00A7090B" w:rsidP="00A7090B">
      <w:pPr>
        <w:pStyle w:val="Level2"/>
        <w:rPr>
          <w:lang w:val="ro-RO"/>
        </w:rPr>
      </w:pPr>
      <w:r w:rsidRPr="00812785">
        <w:rPr>
          <w:b/>
          <w:bCs/>
          <w:lang w:val="ro-RO"/>
        </w:rPr>
        <w:t>Interpretarea clauzelor</w:t>
      </w:r>
    </w:p>
    <w:p w14:paraId="596F8F4D" w14:textId="3248227B" w:rsidR="00A7090B" w:rsidRPr="00505877" w:rsidRDefault="00A7090B" w:rsidP="00A7090B">
      <w:pPr>
        <w:pStyle w:val="Level3"/>
        <w:rPr>
          <w:lang w:val="ro-RO"/>
        </w:rPr>
      </w:pPr>
      <w:r w:rsidRPr="00505877">
        <w:rPr>
          <w:lang w:val="ro-RO"/>
        </w:rPr>
        <w:t xml:space="preserve">În prezentul </w:t>
      </w:r>
      <w:r w:rsidR="00E2179B">
        <w:rPr>
          <w:lang w:val="ro-RO"/>
        </w:rPr>
        <w:t>Acord-cadru</w:t>
      </w:r>
      <w:r w:rsidRPr="00505877">
        <w:rPr>
          <w:lang w:val="ro-RO"/>
        </w:rPr>
        <w:t>, cu excepția unei prevederi contrare, cuvintele la forma singular includ forma de plural, și invers, iar cuvintele la forma de gen masculin includ forma de gen feminin, și invers, acolo unde acest lucru este permis de context.</w:t>
      </w:r>
    </w:p>
    <w:p w14:paraId="27D951A5" w14:textId="600380E9" w:rsidR="00A7090B" w:rsidRPr="00505877" w:rsidRDefault="00647145" w:rsidP="00A7090B">
      <w:pPr>
        <w:pStyle w:val="Level3"/>
        <w:rPr>
          <w:lang w:val="ro-RO"/>
        </w:rPr>
      </w:pPr>
      <w:r w:rsidRPr="00647145">
        <w:rPr>
          <w:lang w:val="ro-RO"/>
        </w:rPr>
        <w:t>În cazul în care se constată contradicții între prevederile clauzelor contractuale și documentele achiziției, se vor aplica regulile specifice stabilite prin documentele achiziției</w:t>
      </w:r>
      <w:r w:rsidR="00A7090B" w:rsidRPr="00505877">
        <w:rPr>
          <w:lang w:val="ro-RO"/>
        </w:rPr>
        <w:t>.</w:t>
      </w:r>
    </w:p>
    <w:p w14:paraId="571DE428" w14:textId="3555F8B5" w:rsidR="00A7090B" w:rsidRPr="00505877" w:rsidRDefault="00647145" w:rsidP="00A7090B">
      <w:pPr>
        <w:pStyle w:val="Level3"/>
        <w:rPr>
          <w:lang w:val="ro-RO"/>
        </w:rPr>
      </w:pPr>
      <w:r w:rsidRPr="00647145">
        <w:rPr>
          <w:lang w:val="ro-RO"/>
        </w:rPr>
        <w:t xml:space="preserve">Nulitatea unei clauze nu atrage desființarea contractului, dacă aceasta </w:t>
      </w:r>
      <w:r w:rsidR="002E39FE">
        <w:rPr>
          <w:lang w:val="ro-RO"/>
        </w:rPr>
        <w:t xml:space="preserve">nu a fost esențială. </w:t>
      </w:r>
      <w:r w:rsidRPr="00647145">
        <w:rPr>
          <w:lang w:val="ro-RO"/>
        </w:rPr>
        <w:t>Celelalte dispoziții contractuale rămân valabile</w:t>
      </w:r>
      <w:r w:rsidR="00A7090B" w:rsidRPr="00505877">
        <w:rPr>
          <w:lang w:val="ro-RO"/>
        </w:rPr>
        <w:t>.</w:t>
      </w:r>
    </w:p>
    <w:p w14:paraId="3A27741C" w14:textId="3E32FCB0" w:rsidR="00A7090B" w:rsidRPr="007B6099" w:rsidRDefault="00A7090B" w:rsidP="00A7090B">
      <w:pPr>
        <w:pStyle w:val="Level3"/>
        <w:rPr>
          <w:b/>
          <w:bCs/>
          <w:lang w:val="ro-RO"/>
        </w:rPr>
      </w:pPr>
      <w:r w:rsidRPr="00505877">
        <w:rPr>
          <w:lang w:val="ro-RO"/>
        </w:rPr>
        <w:t xml:space="preserve">Prevederea nelegală, nevalabilă sau inaplicabilă trebuie înlocuită cu o prevedere legală, valabilă și aplicabilă asemănătoare, care să reflecte intenția părților la momentul încheierii </w:t>
      </w:r>
      <w:r w:rsidR="003B5009">
        <w:rPr>
          <w:lang w:val="ro-RO"/>
        </w:rPr>
        <w:t>Acordului-cadru</w:t>
      </w:r>
      <w:r w:rsidRPr="00505877">
        <w:rPr>
          <w:lang w:val="ro-RO"/>
        </w:rPr>
        <w:t>.</w:t>
      </w:r>
      <w:r w:rsidR="007B6099">
        <w:rPr>
          <w:lang w:val="ro-RO"/>
        </w:rPr>
        <w:t xml:space="preserve"> Nulitatea unei clauze prevăzute în cuprinsul Acordului-Cadru nu atrage </w:t>
      </w:r>
      <w:r w:rsidRPr="00505877">
        <w:rPr>
          <w:lang w:val="ro-RO"/>
        </w:rPr>
        <w:t xml:space="preserve"> </w:t>
      </w:r>
      <w:r w:rsidR="007B6099">
        <w:rPr>
          <w:lang w:val="ro-RO"/>
        </w:rPr>
        <w:t xml:space="preserve">desființarea contractului subsecvent decât dacă </w:t>
      </w:r>
      <w:r w:rsidR="002E39FE">
        <w:rPr>
          <w:lang w:val="ro-RO"/>
        </w:rPr>
        <w:t>aceasta era esențială</w:t>
      </w:r>
      <w:r w:rsidR="007B6099">
        <w:rPr>
          <w:lang w:val="ro-RO"/>
        </w:rPr>
        <w:t xml:space="preserve"> pentru derularea contractului subsecvent.</w:t>
      </w:r>
    </w:p>
    <w:p w14:paraId="00B35BAC" w14:textId="73D4C2D8" w:rsidR="007B6099" w:rsidRPr="00505877" w:rsidRDefault="007B6099" w:rsidP="00A7090B">
      <w:pPr>
        <w:pStyle w:val="Level3"/>
        <w:rPr>
          <w:b/>
          <w:bCs/>
          <w:lang w:val="ro-RO"/>
        </w:rPr>
      </w:pPr>
      <w:r>
        <w:rPr>
          <w:lang w:val="ro-RO"/>
        </w:rPr>
        <w:lastRenderedPageBreak/>
        <w:t xml:space="preserve">Interpretarea clauzelor din </w:t>
      </w:r>
      <w:r w:rsidR="001101CE">
        <w:rPr>
          <w:lang w:val="ro-RO"/>
        </w:rPr>
        <w:t>C</w:t>
      </w:r>
      <w:r>
        <w:rPr>
          <w:lang w:val="ro-RO"/>
        </w:rPr>
        <w:t xml:space="preserve">ontractul </w:t>
      </w:r>
      <w:r w:rsidR="001101CE">
        <w:rPr>
          <w:lang w:val="ro-RO"/>
        </w:rPr>
        <w:t>S</w:t>
      </w:r>
      <w:r>
        <w:rPr>
          <w:lang w:val="ro-RO"/>
        </w:rPr>
        <w:t xml:space="preserve">ubsecvent se face în acord cu dispozițiile prezentei secțiuni. Interpretarea termenilor din </w:t>
      </w:r>
      <w:r w:rsidR="006E0B2E">
        <w:rPr>
          <w:lang w:val="ro-RO"/>
        </w:rPr>
        <w:t>C</w:t>
      </w:r>
      <w:r>
        <w:rPr>
          <w:lang w:val="ro-RO"/>
        </w:rPr>
        <w:t xml:space="preserve">ontractul </w:t>
      </w:r>
      <w:r w:rsidR="006E0B2E">
        <w:rPr>
          <w:lang w:val="ro-RO"/>
        </w:rPr>
        <w:t>S</w:t>
      </w:r>
      <w:r>
        <w:rPr>
          <w:lang w:val="ro-RO"/>
        </w:rPr>
        <w:t>ubsecvent se face în acord cu definițiile din prezentul Acord-Cadru.</w:t>
      </w:r>
    </w:p>
    <w:p w14:paraId="4B4DBEB6" w14:textId="7E712721" w:rsidR="00A7090B" w:rsidRPr="00505877" w:rsidRDefault="00A7090B" w:rsidP="00A7090B">
      <w:pPr>
        <w:pStyle w:val="Level2"/>
        <w:rPr>
          <w:lang w:val="ro-RO"/>
        </w:rPr>
      </w:pPr>
      <w:r w:rsidRPr="00505877">
        <w:rPr>
          <w:b/>
          <w:bCs/>
          <w:lang w:val="ro-RO"/>
        </w:rPr>
        <w:t xml:space="preserve">Limba </w:t>
      </w:r>
      <w:r w:rsidR="003B5009" w:rsidRPr="003B5009">
        <w:rPr>
          <w:b/>
          <w:bCs/>
          <w:lang w:val="ro-RO"/>
        </w:rPr>
        <w:t>Acord</w:t>
      </w:r>
      <w:r w:rsidR="003B5009">
        <w:rPr>
          <w:b/>
          <w:bCs/>
          <w:lang w:val="ro-RO"/>
        </w:rPr>
        <w:t>ului</w:t>
      </w:r>
      <w:r w:rsidR="003B5009" w:rsidRPr="003B5009">
        <w:rPr>
          <w:b/>
          <w:bCs/>
          <w:lang w:val="ro-RO"/>
        </w:rPr>
        <w:t>-cadru</w:t>
      </w:r>
      <w:r w:rsidR="007B6099">
        <w:rPr>
          <w:b/>
          <w:bCs/>
          <w:lang w:val="ro-RO"/>
        </w:rPr>
        <w:t xml:space="preserve"> și a contractelor subsecvente</w:t>
      </w:r>
    </w:p>
    <w:p w14:paraId="36504FDC" w14:textId="6BB24EB7" w:rsidR="00A7090B" w:rsidRPr="00505877" w:rsidRDefault="00A7090B" w:rsidP="00A7090B">
      <w:pPr>
        <w:pStyle w:val="Level3"/>
        <w:rPr>
          <w:lang w:val="ro-RO"/>
        </w:rPr>
      </w:pPr>
      <w:r w:rsidRPr="00505877">
        <w:rPr>
          <w:lang w:val="ro-RO"/>
        </w:rPr>
        <w:t xml:space="preserve">Limba </w:t>
      </w:r>
      <w:r w:rsidR="003B5009">
        <w:rPr>
          <w:lang w:val="ro-RO"/>
        </w:rPr>
        <w:t>Acordului-cadru</w:t>
      </w:r>
      <w:r w:rsidR="007B6099">
        <w:rPr>
          <w:lang w:val="ro-RO"/>
        </w:rPr>
        <w:t xml:space="preserve">, a </w:t>
      </w:r>
      <w:r w:rsidR="006E0B2E">
        <w:rPr>
          <w:lang w:val="ro-RO"/>
        </w:rPr>
        <w:t>C</w:t>
      </w:r>
      <w:r w:rsidR="007B6099">
        <w:rPr>
          <w:lang w:val="ro-RO"/>
        </w:rPr>
        <w:t xml:space="preserve">ontractelor </w:t>
      </w:r>
      <w:r w:rsidR="006E0B2E">
        <w:rPr>
          <w:lang w:val="ro-RO"/>
        </w:rPr>
        <w:t>S</w:t>
      </w:r>
      <w:r w:rsidR="007B6099">
        <w:rPr>
          <w:lang w:val="ro-RO"/>
        </w:rPr>
        <w:t xml:space="preserve">ubsecvente încheiate în baza acestui Acord-Cadru, precum </w:t>
      </w:r>
      <w:r w:rsidRPr="00505877">
        <w:rPr>
          <w:lang w:val="ro-RO"/>
        </w:rPr>
        <w:t>și a tuturor comunicărilor dintre Părți este limba română.</w:t>
      </w:r>
    </w:p>
    <w:p w14:paraId="1C366489" w14:textId="58E6E212" w:rsidR="00A7090B" w:rsidRPr="00505877" w:rsidRDefault="00A7090B" w:rsidP="00A7090B">
      <w:pPr>
        <w:pStyle w:val="Level2"/>
        <w:rPr>
          <w:lang w:val="ro-RO"/>
        </w:rPr>
      </w:pPr>
      <w:r w:rsidRPr="00505877">
        <w:rPr>
          <w:b/>
          <w:bCs/>
          <w:lang w:val="ro-RO"/>
        </w:rPr>
        <w:t xml:space="preserve">Legea care guvernează </w:t>
      </w:r>
      <w:r w:rsidR="003B5009">
        <w:rPr>
          <w:b/>
          <w:bCs/>
          <w:lang w:val="ro-RO"/>
        </w:rPr>
        <w:t>Acordul-cadru</w:t>
      </w:r>
      <w:r w:rsidR="007B6099">
        <w:rPr>
          <w:b/>
          <w:bCs/>
          <w:lang w:val="ro-RO"/>
        </w:rPr>
        <w:t xml:space="preserve"> și contractele subsecvente</w:t>
      </w:r>
    </w:p>
    <w:p w14:paraId="36FDFAF5" w14:textId="00C94ECB" w:rsidR="00A7090B" w:rsidRDefault="00A7090B" w:rsidP="00A7090B">
      <w:pPr>
        <w:pStyle w:val="Level3"/>
        <w:rPr>
          <w:lang w:val="ro-RO"/>
        </w:rPr>
      </w:pPr>
      <w:r w:rsidRPr="00505877">
        <w:rPr>
          <w:lang w:val="ro-RO"/>
        </w:rPr>
        <w:t xml:space="preserve">Legea aplicabilă prezentului </w:t>
      </w:r>
      <w:r w:rsidR="003B5009">
        <w:rPr>
          <w:lang w:val="ro-RO"/>
        </w:rPr>
        <w:t>Acord-cadru</w:t>
      </w:r>
      <w:r w:rsidR="007B6099">
        <w:rPr>
          <w:lang w:val="ro-RO"/>
        </w:rPr>
        <w:t xml:space="preserve"> și a </w:t>
      </w:r>
      <w:r w:rsidR="006E0B2E">
        <w:rPr>
          <w:lang w:val="ro-RO"/>
        </w:rPr>
        <w:t>C</w:t>
      </w:r>
      <w:r w:rsidR="007B6099">
        <w:rPr>
          <w:lang w:val="ro-RO"/>
        </w:rPr>
        <w:t xml:space="preserve">ontractelor </w:t>
      </w:r>
      <w:r w:rsidR="006E0B2E">
        <w:rPr>
          <w:lang w:val="ro-RO"/>
        </w:rPr>
        <w:t>S</w:t>
      </w:r>
      <w:r w:rsidR="007B6099">
        <w:rPr>
          <w:lang w:val="ro-RO"/>
        </w:rPr>
        <w:t>ubsecvente încheiate în baza acestui Acord-Cadru</w:t>
      </w:r>
      <w:r w:rsidR="003B5009" w:rsidRPr="00505877">
        <w:rPr>
          <w:lang w:val="ro-RO"/>
        </w:rPr>
        <w:t xml:space="preserve"> </w:t>
      </w:r>
      <w:r w:rsidRPr="00505877">
        <w:rPr>
          <w:lang w:val="ro-RO"/>
        </w:rPr>
        <w:t>este legea română, acest</w:t>
      </w:r>
      <w:r w:rsidR="007B6099">
        <w:rPr>
          <w:lang w:val="ro-RO"/>
        </w:rPr>
        <w:t>e</w:t>
      </w:r>
      <w:r w:rsidRPr="00505877">
        <w:rPr>
          <w:lang w:val="ro-RO"/>
        </w:rPr>
        <w:t>a urmând a fi interpretat</w:t>
      </w:r>
      <w:r w:rsidR="007B6099">
        <w:rPr>
          <w:lang w:val="ro-RO"/>
        </w:rPr>
        <w:t>e</w:t>
      </w:r>
      <w:r w:rsidRPr="00505877">
        <w:rPr>
          <w:lang w:val="ro-RO"/>
        </w:rPr>
        <w:t xml:space="preserve"> potrivit acestei legi.</w:t>
      </w:r>
    </w:p>
    <w:p w14:paraId="6E25340B" w14:textId="77777777" w:rsidR="004144EB" w:rsidRPr="00505877" w:rsidRDefault="004144EB" w:rsidP="004144EB">
      <w:pPr>
        <w:pStyle w:val="Level3"/>
        <w:numPr>
          <w:ilvl w:val="0"/>
          <w:numId w:val="0"/>
        </w:numPr>
        <w:rPr>
          <w:lang w:val="ro-RO"/>
        </w:rPr>
      </w:pPr>
    </w:p>
    <w:p w14:paraId="3B059913" w14:textId="3599435E" w:rsidR="00A7090B" w:rsidRPr="00505877" w:rsidRDefault="000E2DC7" w:rsidP="00A7090B">
      <w:pPr>
        <w:pStyle w:val="Level1"/>
        <w:rPr>
          <w:lang w:val="ro-RO"/>
        </w:rPr>
      </w:pPr>
      <w:r>
        <w:rPr>
          <w:lang w:val="ro-RO"/>
        </w:rPr>
        <w:t>CAPITOLUL</w:t>
      </w:r>
      <w:r w:rsidR="00A7090B" w:rsidRPr="00505877">
        <w:rPr>
          <w:lang w:val="ro-RO"/>
        </w:rPr>
        <w:t xml:space="preserve"> 2 – A</w:t>
      </w:r>
      <w:r w:rsidR="002F0AF1">
        <w:rPr>
          <w:lang w:val="ro-RO"/>
        </w:rPr>
        <w:t xml:space="preserve">SPECTE GENERALE REFERITOARE LA OBIECTUL ACORDULUI-CADRU ȘI AL CONTRACTELOR SUBSECVENTE </w:t>
      </w:r>
    </w:p>
    <w:p w14:paraId="16C4C1EA" w14:textId="20C8C1E8" w:rsidR="00C921B2" w:rsidRPr="00505877" w:rsidRDefault="00A7090B" w:rsidP="00A7090B">
      <w:pPr>
        <w:pStyle w:val="Level2"/>
        <w:rPr>
          <w:lang w:val="ro-RO"/>
        </w:rPr>
      </w:pPr>
      <w:r w:rsidRPr="00505877">
        <w:rPr>
          <w:b/>
          <w:bCs/>
          <w:lang w:val="ro-RO"/>
        </w:rPr>
        <w:t>Obiectul și scopul Acordului-Cadru</w:t>
      </w:r>
    </w:p>
    <w:p w14:paraId="6B83A8B7" w14:textId="5E10CE53" w:rsidR="00B30CF3" w:rsidRPr="00936BF2" w:rsidRDefault="00B30CF3" w:rsidP="004E0269">
      <w:pPr>
        <w:pStyle w:val="Level3"/>
        <w:numPr>
          <w:ilvl w:val="2"/>
          <w:numId w:val="64"/>
        </w:numPr>
        <w:rPr>
          <w:lang w:val="ro-RO"/>
        </w:rPr>
      </w:pPr>
      <w:r w:rsidRPr="00936BF2">
        <w:rPr>
          <w:lang w:val="ro-RO"/>
        </w:rPr>
        <w:t xml:space="preserve">Obiectul prezentului Acord-cadru este stabilirea cadrului contractual care guvernează viitoarele </w:t>
      </w:r>
      <w:r w:rsidR="0089088B">
        <w:rPr>
          <w:lang w:val="ro-RO"/>
        </w:rPr>
        <w:t>contracte subsecvente, precum si derularea procedurii de reluare a competiției d</w:t>
      </w:r>
      <w:r w:rsidRPr="00936BF2">
        <w:rPr>
          <w:lang w:val="ro-RO"/>
        </w:rPr>
        <w:t xml:space="preserve">erulate în vederea încheierii </w:t>
      </w:r>
      <w:r w:rsidR="00D641A4" w:rsidRPr="00936BF2">
        <w:rPr>
          <w:lang w:val="ro-RO"/>
        </w:rPr>
        <w:t>C</w:t>
      </w:r>
      <w:r w:rsidRPr="00936BF2">
        <w:rPr>
          <w:lang w:val="ro-RO"/>
        </w:rPr>
        <w:t xml:space="preserve">ontractelor </w:t>
      </w:r>
      <w:r w:rsidR="00D641A4" w:rsidRPr="00936BF2">
        <w:rPr>
          <w:lang w:val="ro-RO"/>
        </w:rPr>
        <w:t>S</w:t>
      </w:r>
      <w:r w:rsidRPr="00936BF2">
        <w:rPr>
          <w:lang w:val="ro-RO"/>
        </w:rPr>
        <w:t xml:space="preserve">ubsecvente. </w:t>
      </w:r>
    </w:p>
    <w:p w14:paraId="4C6EAFA8" w14:textId="35DDFC6C" w:rsidR="00B30CF3" w:rsidRPr="00936BF2" w:rsidRDefault="00B30CF3" w:rsidP="00B30CF3">
      <w:pPr>
        <w:pStyle w:val="Level3"/>
        <w:rPr>
          <w:lang w:val="ro-RO"/>
        </w:rPr>
      </w:pPr>
      <w:r w:rsidRPr="00936BF2">
        <w:rPr>
          <w:lang w:val="ro-RO"/>
        </w:rPr>
        <w:t>Acordul</w:t>
      </w:r>
      <w:r w:rsidR="003B5009" w:rsidRPr="00936BF2">
        <w:rPr>
          <w:lang w:val="ro-RO"/>
        </w:rPr>
        <w:t>-</w:t>
      </w:r>
      <w:r w:rsidRPr="00936BF2">
        <w:rPr>
          <w:lang w:val="ro-RO"/>
        </w:rPr>
        <w:t>cadru are drept scop stabilirea termenilor și condițiilor principale ce vor guverna Contractele Subsecvente având ca obiect furnizarea de (...), conform nevoilor Promitentul</w:t>
      </w:r>
      <w:r w:rsidR="004C353C" w:rsidRPr="00936BF2">
        <w:rPr>
          <w:lang w:val="ro-RO"/>
        </w:rPr>
        <w:t>ui</w:t>
      </w:r>
      <w:r w:rsidRPr="00936BF2">
        <w:rPr>
          <w:lang w:val="ro-RO"/>
        </w:rPr>
        <w:t xml:space="preserve">-Achizitor și în limita bugetului alocat cu această destinație, așa cum sunt prezentate și descrise în Caietul de sarcini și documentația de atribuire. </w:t>
      </w:r>
    </w:p>
    <w:p w14:paraId="20298856" w14:textId="3F505A0B" w:rsidR="00A3671B" w:rsidRPr="00936BF2" w:rsidRDefault="00A3671B" w:rsidP="00B30CF3">
      <w:pPr>
        <w:pStyle w:val="Level3"/>
        <w:rPr>
          <w:lang w:val="ro-RO"/>
        </w:rPr>
      </w:pPr>
      <w:r w:rsidRPr="00936BF2">
        <w:rPr>
          <w:lang w:val="ro-RO"/>
        </w:rPr>
        <w:t>Acordul-Cadru nu reprezintă o promisiune de a contracta până la atingerea cantităților minime estimate prevăzute în prezentul Acord-Cadru. Promitentul-Achizitor nu are obligația de a încheia Contracte Subsecvente până la atingerea cantităților ind</w:t>
      </w:r>
      <w:r w:rsidR="00094A5C" w:rsidRPr="00936BF2">
        <w:rPr>
          <w:lang w:val="ro-RO"/>
        </w:rPr>
        <w:t>i</w:t>
      </w:r>
      <w:r w:rsidRPr="00936BF2">
        <w:rPr>
          <w:lang w:val="ro-RO"/>
        </w:rPr>
        <w:t>cate potrivit art. 2.1.</w:t>
      </w:r>
      <w:r w:rsidR="0064535B" w:rsidRPr="00936BF2">
        <w:rPr>
          <w:lang w:val="ro-RO"/>
        </w:rPr>
        <w:t>5</w:t>
      </w:r>
      <w:r w:rsidRPr="00936BF2">
        <w:rPr>
          <w:lang w:val="ro-RO"/>
        </w:rPr>
        <w:t xml:space="preserve">. Promitentul-Achizitor are dreptul de a încheia </w:t>
      </w:r>
      <w:r w:rsidR="00D641A4" w:rsidRPr="00936BF2">
        <w:rPr>
          <w:lang w:val="ro-RO"/>
        </w:rPr>
        <w:t>C</w:t>
      </w:r>
      <w:r w:rsidRPr="00936BF2">
        <w:rPr>
          <w:lang w:val="ro-RO"/>
        </w:rPr>
        <w:t xml:space="preserve">ontracte </w:t>
      </w:r>
      <w:r w:rsidR="00D641A4" w:rsidRPr="00936BF2">
        <w:rPr>
          <w:lang w:val="ro-RO"/>
        </w:rPr>
        <w:t>S</w:t>
      </w:r>
      <w:r w:rsidRPr="00936BF2">
        <w:rPr>
          <w:lang w:val="ro-RO"/>
        </w:rPr>
        <w:t>ubsecvente în măsura în care acesta are nevoie de Produsele care fac obiectul prezentului Acord-Cadru, aprecierea existenței unei astfel de nevoi fiind un drept discreționar al Promitentului-Achizitor.</w:t>
      </w:r>
    </w:p>
    <w:p w14:paraId="7765BD0B" w14:textId="4D0841D8" w:rsidR="00A3671B" w:rsidRPr="00936BF2" w:rsidRDefault="00A3671B" w:rsidP="00A3671B">
      <w:pPr>
        <w:pStyle w:val="Level3"/>
        <w:rPr>
          <w:lang w:val="ro-RO"/>
        </w:rPr>
      </w:pPr>
      <w:r w:rsidRPr="00936BF2">
        <w:rPr>
          <w:lang w:val="ro-RO"/>
        </w:rPr>
        <w:t>Obligația de a achiziționa o anumită cantitate de Produse se naște exclusiv prin încheierea Contractelor Subsecvente.</w:t>
      </w:r>
      <w:r w:rsidR="0064535B" w:rsidRPr="00936BF2">
        <w:rPr>
          <w:lang w:val="ro-RO"/>
        </w:rPr>
        <w:t xml:space="preserve"> Simpla semnare a prezentului Acord-Cadru nu garantează încheierea Contractelor Subsecvente până la atingerea cantităților minime estimate.</w:t>
      </w:r>
      <w:r w:rsidR="002467D7" w:rsidRPr="00936BF2">
        <w:rPr>
          <w:lang w:val="ro-RO"/>
        </w:rPr>
        <w:t xml:space="preserve"> </w:t>
      </w:r>
      <w:r w:rsidR="00D641A4" w:rsidRPr="00936BF2">
        <w:rPr>
          <w:lang w:val="ro-RO"/>
        </w:rPr>
        <w:t>Prin excepție, dacă Promitentul-Achizitor notifică Promitentul-Furnizor în vederea reluării competiției, acesta este obligat să încheie Contracte Subsecvente până la limita indicată în invitația de reofertare adresată Promitenților-Furnizori.</w:t>
      </w:r>
    </w:p>
    <w:p w14:paraId="3306077A" w14:textId="629C5BE2" w:rsidR="00A3671B" w:rsidRPr="00936BF2" w:rsidRDefault="00A3671B" w:rsidP="00A3671B">
      <w:pPr>
        <w:pStyle w:val="Level3"/>
        <w:rPr>
          <w:lang w:val="ro-RO"/>
        </w:rPr>
      </w:pPr>
      <w:r w:rsidRPr="00936BF2">
        <w:rPr>
          <w:lang w:val="ro-RO"/>
        </w:rPr>
        <w:t xml:space="preserve">Cantitățile care pot fi achiziționate în temeiul Acordului-Cadru sunt prezentate în Anexa 1, astfel cum ele rezultă din documentația de atribuire. Acestea sunt </w:t>
      </w:r>
      <w:r w:rsidR="00677A98" w:rsidRPr="00936BF2">
        <w:rPr>
          <w:lang w:val="ro-RO"/>
        </w:rPr>
        <w:t>următoarele:</w:t>
      </w:r>
    </w:p>
    <w:tbl>
      <w:tblPr>
        <w:tblW w:w="6389" w:type="dxa"/>
        <w:tblInd w:w="2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46"/>
        <w:gridCol w:w="1620"/>
        <w:gridCol w:w="1504"/>
        <w:gridCol w:w="1619"/>
      </w:tblGrid>
      <w:tr w:rsidR="00BD6C21" w:rsidRPr="00AC3773" w14:paraId="52149409" w14:textId="77777777" w:rsidTr="0089088B">
        <w:trPr>
          <w:trHeight w:val="383"/>
        </w:trPr>
        <w:tc>
          <w:tcPr>
            <w:tcW w:w="3266" w:type="dxa"/>
            <w:gridSpan w:val="2"/>
          </w:tcPr>
          <w:p w14:paraId="2B59FC52" w14:textId="77777777" w:rsidR="00BD6C21" w:rsidRPr="00AC3773" w:rsidRDefault="00BD6C21" w:rsidP="00D9762B">
            <w:pPr>
              <w:pStyle w:val="TableParagraph"/>
              <w:spacing w:before="120" w:after="120" w:line="276" w:lineRule="auto"/>
              <w:ind w:left="107"/>
              <w:rPr>
                <w:i/>
                <w:iCs/>
                <w:sz w:val="20"/>
                <w:szCs w:val="20"/>
                <w:lang w:val="ro-RO"/>
              </w:rPr>
            </w:pPr>
            <w:r w:rsidRPr="00AC3773">
              <w:rPr>
                <w:i/>
                <w:iCs/>
                <w:sz w:val="20"/>
                <w:szCs w:val="20"/>
                <w:lang w:val="ro-RO"/>
              </w:rPr>
              <w:t>Cantitate minimă</w:t>
            </w:r>
          </w:p>
        </w:tc>
        <w:tc>
          <w:tcPr>
            <w:tcW w:w="3123" w:type="dxa"/>
            <w:gridSpan w:val="2"/>
          </w:tcPr>
          <w:p w14:paraId="36319255" w14:textId="77777777" w:rsidR="00BD6C21" w:rsidRPr="00AC3773" w:rsidRDefault="00BD6C21" w:rsidP="00D9762B">
            <w:pPr>
              <w:pStyle w:val="TableParagraph"/>
              <w:spacing w:before="120" w:after="120" w:line="276" w:lineRule="auto"/>
              <w:ind w:left="108"/>
              <w:rPr>
                <w:i/>
                <w:iCs/>
                <w:sz w:val="20"/>
                <w:szCs w:val="20"/>
                <w:lang w:val="ro-RO"/>
              </w:rPr>
            </w:pPr>
            <w:r w:rsidRPr="00AC3773">
              <w:rPr>
                <w:i/>
                <w:iCs/>
                <w:sz w:val="20"/>
                <w:szCs w:val="20"/>
                <w:lang w:val="ro-RO"/>
              </w:rPr>
              <w:t>Cantitate maximă</w:t>
            </w:r>
          </w:p>
        </w:tc>
      </w:tr>
      <w:tr w:rsidR="00BD6C21" w:rsidRPr="00AC3773" w14:paraId="479015BA" w14:textId="77777777" w:rsidTr="0089088B">
        <w:trPr>
          <w:trHeight w:val="292"/>
        </w:trPr>
        <w:tc>
          <w:tcPr>
            <w:tcW w:w="1646" w:type="dxa"/>
            <w:tcBorders>
              <w:bottom w:val="single" w:sz="6" w:space="0" w:color="000000"/>
            </w:tcBorders>
          </w:tcPr>
          <w:p w14:paraId="7A7FF276" w14:textId="77777777" w:rsidR="00BD6C21" w:rsidRPr="00AC3773" w:rsidRDefault="00BD6C21" w:rsidP="00C122F4">
            <w:pPr>
              <w:pStyle w:val="TableParagraph"/>
              <w:spacing w:line="276" w:lineRule="auto"/>
              <w:ind w:left="107"/>
              <w:rPr>
                <w:i/>
                <w:iCs/>
                <w:sz w:val="20"/>
                <w:szCs w:val="20"/>
                <w:lang w:val="ro-RO"/>
              </w:rPr>
            </w:pPr>
            <w:r w:rsidRPr="00AC3773">
              <w:rPr>
                <w:i/>
                <w:iCs/>
                <w:sz w:val="20"/>
                <w:szCs w:val="20"/>
                <w:lang w:val="ro-RO"/>
              </w:rPr>
              <w:t>....</w:t>
            </w:r>
          </w:p>
        </w:tc>
        <w:tc>
          <w:tcPr>
            <w:tcW w:w="1620" w:type="dxa"/>
            <w:tcBorders>
              <w:bottom w:val="single" w:sz="6" w:space="0" w:color="000000"/>
            </w:tcBorders>
          </w:tcPr>
          <w:p w14:paraId="198586DD" w14:textId="77777777" w:rsidR="00BD6C21" w:rsidRPr="00AC3773" w:rsidRDefault="00BD6C21" w:rsidP="00C122F4">
            <w:pPr>
              <w:pStyle w:val="TableParagraph"/>
              <w:spacing w:line="276" w:lineRule="auto"/>
              <w:ind w:left="105"/>
              <w:rPr>
                <w:i/>
                <w:iCs/>
                <w:sz w:val="20"/>
                <w:szCs w:val="20"/>
                <w:lang w:val="ro-RO"/>
              </w:rPr>
            </w:pPr>
            <w:r w:rsidRPr="00AC3773">
              <w:rPr>
                <w:i/>
                <w:iCs/>
                <w:sz w:val="20"/>
                <w:szCs w:val="20"/>
                <w:lang w:val="ro-RO"/>
              </w:rPr>
              <w:t>...</w:t>
            </w:r>
          </w:p>
        </w:tc>
        <w:tc>
          <w:tcPr>
            <w:tcW w:w="1504" w:type="dxa"/>
            <w:tcBorders>
              <w:bottom w:val="single" w:sz="6" w:space="0" w:color="000000"/>
            </w:tcBorders>
          </w:tcPr>
          <w:p w14:paraId="329398A3" w14:textId="77777777" w:rsidR="00BD6C21" w:rsidRPr="00AC3773" w:rsidRDefault="00BD6C21" w:rsidP="00C122F4">
            <w:pPr>
              <w:pStyle w:val="TableParagraph"/>
              <w:spacing w:line="276" w:lineRule="auto"/>
              <w:ind w:left="108"/>
              <w:rPr>
                <w:i/>
                <w:iCs/>
                <w:sz w:val="20"/>
                <w:szCs w:val="20"/>
                <w:lang w:val="ro-RO"/>
              </w:rPr>
            </w:pPr>
            <w:r w:rsidRPr="00AC3773">
              <w:rPr>
                <w:i/>
                <w:iCs/>
                <w:sz w:val="20"/>
                <w:szCs w:val="20"/>
                <w:lang w:val="ro-RO"/>
              </w:rPr>
              <w:t>.....</w:t>
            </w:r>
          </w:p>
        </w:tc>
        <w:tc>
          <w:tcPr>
            <w:tcW w:w="1619" w:type="dxa"/>
            <w:tcBorders>
              <w:bottom w:val="single" w:sz="6" w:space="0" w:color="000000"/>
            </w:tcBorders>
          </w:tcPr>
          <w:p w14:paraId="63538293" w14:textId="77777777" w:rsidR="00BD6C21" w:rsidRPr="00AC3773" w:rsidRDefault="00BD6C21" w:rsidP="00C122F4">
            <w:pPr>
              <w:pStyle w:val="TableParagraph"/>
              <w:spacing w:line="276" w:lineRule="auto"/>
              <w:ind w:left="107"/>
              <w:rPr>
                <w:i/>
                <w:iCs/>
                <w:sz w:val="20"/>
                <w:szCs w:val="20"/>
                <w:lang w:val="ro-RO"/>
              </w:rPr>
            </w:pPr>
            <w:r w:rsidRPr="00AC3773">
              <w:rPr>
                <w:i/>
                <w:iCs/>
                <w:sz w:val="20"/>
                <w:szCs w:val="20"/>
                <w:lang w:val="ro-RO"/>
              </w:rPr>
              <w:t>......</w:t>
            </w:r>
          </w:p>
        </w:tc>
      </w:tr>
      <w:tr w:rsidR="00BD6C21" w:rsidRPr="00F90E1C" w14:paraId="28F1A9A4" w14:textId="77777777" w:rsidTr="0089088B">
        <w:trPr>
          <w:trHeight w:val="1556"/>
        </w:trPr>
        <w:tc>
          <w:tcPr>
            <w:tcW w:w="1646" w:type="dxa"/>
            <w:tcBorders>
              <w:top w:val="single" w:sz="6" w:space="0" w:color="000000"/>
            </w:tcBorders>
          </w:tcPr>
          <w:p w14:paraId="7D9E6066" w14:textId="77777777" w:rsidR="00BD6C21" w:rsidRPr="0089088B" w:rsidRDefault="00BD6C21" w:rsidP="00D9762B">
            <w:pPr>
              <w:pStyle w:val="TableParagraph"/>
              <w:tabs>
                <w:tab w:val="left" w:pos="1141"/>
              </w:tabs>
              <w:spacing w:before="120" w:after="120" w:line="276" w:lineRule="auto"/>
              <w:ind w:left="107"/>
              <w:rPr>
                <w:b/>
                <w:bCs/>
                <w:i/>
                <w:iCs/>
                <w:sz w:val="20"/>
                <w:szCs w:val="20"/>
                <w:lang w:val="ro-RO"/>
              </w:rPr>
            </w:pPr>
            <w:r w:rsidRPr="00AC3773">
              <w:rPr>
                <w:i/>
                <w:iCs/>
                <w:sz w:val="20"/>
                <w:szCs w:val="20"/>
                <w:lang w:val="ro-RO"/>
              </w:rPr>
              <w:lastRenderedPageBreak/>
              <w:t>[</w:t>
            </w:r>
            <w:r w:rsidRPr="0089088B">
              <w:rPr>
                <w:b/>
                <w:bCs/>
                <w:i/>
                <w:iCs/>
                <w:sz w:val="20"/>
                <w:szCs w:val="20"/>
                <w:lang w:val="ro-RO"/>
              </w:rPr>
              <w:t>se</w:t>
            </w:r>
            <w:r w:rsidRPr="0089088B">
              <w:rPr>
                <w:b/>
                <w:bCs/>
                <w:i/>
                <w:iCs/>
                <w:sz w:val="20"/>
                <w:szCs w:val="20"/>
                <w:lang w:val="ro-RO"/>
              </w:rPr>
              <w:tab/>
              <w:t>va</w:t>
            </w:r>
          </w:p>
          <w:p w14:paraId="3FE53578" w14:textId="7620D3AA" w:rsidR="00BD6C21" w:rsidRPr="00AC3773" w:rsidRDefault="00BD6C21" w:rsidP="00D9762B">
            <w:pPr>
              <w:pStyle w:val="TableParagraph"/>
              <w:spacing w:before="120" w:after="120" w:line="276" w:lineRule="auto"/>
              <w:ind w:left="107" w:right="97"/>
              <w:rPr>
                <w:i/>
                <w:iCs/>
                <w:sz w:val="20"/>
                <w:szCs w:val="20"/>
                <w:lang w:val="ro-RO"/>
              </w:rPr>
            </w:pPr>
            <w:r w:rsidRPr="0089088B">
              <w:rPr>
                <w:b/>
                <w:bCs/>
                <w:i/>
                <w:iCs/>
                <w:sz w:val="20"/>
                <w:szCs w:val="20"/>
                <w:lang w:val="ro-RO"/>
              </w:rPr>
              <w:t>completa la semnarea acordului- cadru</w:t>
            </w:r>
            <w:r w:rsidR="0089088B">
              <w:rPr>
                <w:b/>
                <w:bCs/>
                <w:i/>
                <w:iCs/>
                <w:sz w:val="20"/>
                <w:szCs w:val="20"/>
                <w:lang w:val="ro-RO"/>
              </w:rPr>
              <w:t xml:space="preserve"> în acord cu cele stabilite în documentația de atribuire</w:t>
            </w:r>
            <w:r w:rsidRPr="00AC3773">
              <w:rPr>
                <w:i/>
                <w:iCs/>
                <w:sz w:val="20"/>
                <w:szCs w:val="20"/>
                <w:lang w:val="ro-RO"/>
              </w:rPr>
              <w:t>]</w:t>
            </w:r>
          </w:p>
        </w:tc>
        <w:tc>
          <w:tcPr>
            <w:tcW w:w="1620" w:type="dxa"/>
            <w:tcBorders>
              <w:top w:val="single" w:sz="6" w:space="0" w:color="000000"/>
            </w:tcBorders>
          </w:tcPr>
          <w:p w14:paraId="574125B8" w14:textId="77777777" w:rsidR="00BD6C21" w:rsidRPr="0089088B" w:rsidRDefault="00BD6C21" w:rsidP="00D9762B">
            <w:pPr>
              <w:pStyle w:val="TableParagraph"/>
              <w:tabs>
                <w:tab w:val="left" w:pos="1259"/>
              </w:tabs>
              <w:spacing w:before="120" w:after="120" w:line="276" w:lineRule="auto"/>
              <w:ind w:left="105"/>
              <w:rPr>
                <w:b/>
                <w:bCs/>
                <w:i/>
                <w:iCs/>
                <w:sz w:val="20"/>
                <w:szCs w:val="20"/>
                <w:lang w:val="ro-RO"/>
              </w:rPr>
            </w:pPr>
            <w:r w:rsidRPr="00AC3773">
              <w:rPr>
                <w:i/>
                <w:iCs/>
                <w:sz w:val="20"/>
                <w:szCs w:val="20"/>
                <w:lang w:val="ro-RO"/>
              </w:rPr>
              <w:t>[</w:t>
            </w:r>
            <w:r w:rsidRPr="0089088B">
              <w:rPr>
                <w:b/>
                <w:bCs/>
                <w:i/>
                <w:iCs/>
                <w:sz w:val="20"/>
                <w:szCs w:val="20"/>
                <w:lang w:val="ro-RO"/>
              </w:rPr>
              <w:t>se</w:t>
            </w:r>
            <w:r w:rsidRPr="0089088B">
              <w:rPr>
                <w:b/>
                <w:bCs/>
                <w:i/>
                <w:iCs/>
                <w:sz w:val="20"/>
                <w:szCs w:val="20"/>
                <w:lang w:val="ro-RO"/>
              </w:rPr>
              <w:tab/>
              <w:t>va</w:t>
            </w:r>
          </w:p>
          <w:p w14:paraId="7950D79C" w14:textId="20896168" w:rsidR="00BD6C21" w:rsidRPr="00AC3773" w:rsidRDefault="00BD6C21" w:rsidP="00D9762B">
            <w:pPr>
              <w:pStyle w:val="TableParagraph"/>
              <w:tabs>
                <w:tab w:val="left" w:pos="1326"/>
              </w:tabs>
              <w:spacing w:before="120" w:after="120" w:line="276" w:lineRule="auto"/>
              <w:ind w:left="105" w:right="95"/>
              <w:rPr>
                <w:i/>
                <w:iCs/>
                <w:sz w:val="20"/>
                <w:szCs w:val="20"/>
                <w:lang w:val="ro-RO"/>
              </w:rPr>
            </w:pPr>
            <w:r w:rsidRPr="0089088B">
              <w:rPr>
                <w:b/>
                <w:bCs/>
                <w:i/>
                <w:iCs/>
                <w:sz w:val="20"/>
                <w:szCs w:val="20"/>
                <w:lang w:val="ro-RO"/>
              </w:rPr>
              <w:t>completa</w:t>
            </w:r>
            <w:r w:rsidRPr="0089088B">
              <w:rPr>
                <w:b/>
                <w:bCs/>
                <w:i/>
                <w:iCs/>
                <w:sz w:val="20"/>
                <w:szCs w:val="20"/>
                <w:lang w:val="ro-RO"/>
              </w:rPr>
              <w:tab/>
            </w:r>
            <w:r w:rsidRPr="0089088B">
              <w:rPr>
                <w:b/>
                <w:bCs/>
                <w:i/>
                <w:iCs/>
                <w:spacing w:val="-9"/>
                <w:sz w:val="20"/>
                <w:szCs w:val="20"/>
                <w:lang w:val="ro-RO"/>
              </w:rPr>
              <w:t xml:space="preserve">la </w:t>
            </w:r>
            <w:r w:rsidRPr="0089088B">
              <w:rPr>
                <w:b/>
                <w:bCs/>
                <w:i/>
                <w:iCs/>
                <w:sz w:val="20"/>
                <w:szCs w:val="20"/>
                <w:lang w:val="ro-RO"/>
              </w:rPr>
              <w:t>semnarea acordului- cadru</w:t>
            </w:r>
            <w:r w:rsidR="0089088B">
              <w:rPr>
                <w:b/>
                <w:bCs/>
                <w:i/>
                <w:iCs/>
                <w:sz w:val="20"/>
                <w:szCs w:val="20"/>
                <w:lang w:val="ro-RO"/>
              </w:rPr>
              <w:t xml:space="preserve"> în acord cu cele stabilite în documentația de atribuire</w:t>
            </w:r>
            <w:r w:rsidRPr="00AC3773">
              <w:rPr>
                <w:i/>
                <w:iCs/>
                <w:sz w:val="20"/>
                <w:szCs w:val="20"/>
                <w:lang w:val="ro-RO"/>
              </w:rPr>
              <w:t>]</w:t>
            </w:r>
          </w:p>
        </w:tc>
        <w:tc>
          <w:tcPr>
            <w:tcW w:w="1504" w:type="dxa"/>
            <w:tcBorders>
              <w:top w:val="single" w:sz="6" w:space="0" w:color="000000"/>
            </w:tcBorders>
          </w:tcPr>
          <w:p w14:paraId="2D6C7EB9" w14:textId="77777777" w:rsidR="00BD6C21" w:rsidRPr="0089088B" w:rsidRDefault="00BD6C21" w:rsidP="00D9762B">
            <w:pPr>
              <w:pStyle w:val="TableParagraph"/>
              <w:tabs>
                <w:tab w:val="left" w:pos="1125"/>
              </w:tabs>
              <w:spacing w:before="120" w:after="120" w:line="276" w:lineRule="auto"/>
              <w:ind w:left="108"/>
              <w:rPr>
                <w:b/>
                <w:bCs/>
                <w:i/>
                <w:iCs/>
                <w:sz w:val="20"/>
                <w:szCs w:val="20"/>
                <w:lang w:val="ro-RO"/>
              </w:rPr>
            </w:pPr>
            <w:r w:rsidRPr="00AC3773">
              <w:rPr>
                <w:i/>
                <w:iCs/>
                <w:sz w:val="20"/>
                <w:szCs w:val="20"/>
                <w:lang w:val="ro-RO"/>
              </w:rPr>
              <w:t>[</w:t>
            </w:r>
            <w:r w:rsidRPr="0089088B">
              <w:rPr>
                <w:b/>
                <w:bCs/>
                <w:i/>
                <w:iCs/>
                <w:sz w:val="20"/>
                <w:szCs w:val="20"/>
                <w:lang w:val="ro-RO"/>
              </w:rPr>
              <w:t>se</w:t>
            </w:r>
            <w:r w:rsidRPr="0089088B">
              <w:rPr>
                <w:b/>
                <w:bCs/>
                <w:i/>
                <w:iCs/>
                <w:sz w:val="20"/>
                <w:szCs w:val="20"/>
                <w:lang w:val="ro-RO"/>
              </w:rPr>
              <w:tab/>
              <w:t>va</w:t>
            </w:r>
          </w:p>
          <w:p w14:paraId="36464D35" w14:textId="03115116" w:rsidR="00BD6C21" w:rsidRPr="00AC3773" w:rsidRDefault="00BD6C21" w:rsidP="00D9762B">
            <w:pPr>
              <w:pStyle w:val="TableParagraph"/>
              <w:spacing w:before="120" w:after="120" w:line="276" w:lineRule="auto"/>
              <w:ind w:left="108" w:right="95"/>
              <w:rPr>
                <w:i/>
                <w:iCs/>
                <w:sz w:val="20"/>
                <w:szCs w:val="20"/>
                <w:lang w:val="ro-RO"/>
              </w:rPr>
            </w:pPr>
            <w:r w:rsidRPr="0089088B">
              <w:rPr>
                <w:b/>
                <w:bCs/>
                <w:i/>
                <w:iCs/>
                <w:sz w:val="20"/>
                <w:szCs w:val="20"/>
                <w:lang w:val="ro-RO"/>
              </w:rPr>
              <w:t>completa la semnarea acordului- cadru</w:t>
            </w:r>
            <w:r w:rsidR="0089088B">
              <w:rPr>
                <w:b/>
                <w:bCs/>
                <w:i/>
                <w:iCs/>
                <w:sz w:val="20"/>
                <w:szCs w:val="20"/>
                <w:lang w:val="ro-RO"/>
              </w:rPr>
              <w:t xml:space="preserve"> în acord cu cele stabilite în documentația de atribuire</w:t>
            </w:r>
            <w:r w:rsidRPr="00AC3773">
              <w:rPr>
                <w:i/>
                <w:iCs/>
                <w:sz w:val="20"/>
                <w:szCs w:val="20"/>
                <w:lang w:val="ro-RO"/>
              </w:rPr>
              <w:t>]</w:t>
            </w:r>
          </w:p>
        </w:tc>
        <w:tc>
          <w:tcPr>
            <w:tcW w:w="1619" w:type="dxa"/>
            <w:tcBorders>
              <w:top w:val="single" w:sz="6" w:space="0" w:color="000000"/>
            </w:tcBorders>
          </w:tcPr>
          <w:p w14:paraId="420CC777" w14:textId="77777777" w:rsidR="00BD6C21" w:rsidRPr="0089088B" w:rsidRDefault="00BD6C21" w:rsidP="00D9762B">
            <w:pPr>
              <w:pStyle w:val="TableParagraph"/>
              <w:tabs>
                <w:tab w:val="left" w:pos="1275"/>
              </w:tabs>
              <w:spacing w:before="120" w:after="120" w:line="276" w:lineRule="auto"/>
              <w:ind w:left="107"/>
              <w:rPr>
                <w:b/>
                <w:bCs/>
                <w:i/>
                <w:iCs/>
                <w:sz w:val="20"/>
                <w:szCs w:val="20"/>
                <w:lang w:val="ro-RO"/>
              </w:rPr>
            </w:pPr>
            <w:r w:rsidRPr="00AC3773">
              <w:rPr>
                <w:i/>
                <w:iCs/>
                <w:sz w:val="20"/>
                <w:szCs w:val="20"/>
                <w:lang w:val="ro-RO"/>
              </w:rPr>
              <w:t>[</w:t>
            </w:r>
            <w:r w:rsidRPr="0089088B">
              <w:rPr>
                <w:b/>
                <w:bCs/>
                <w:i/>
                <w:iCs/>
                <w:sz w:val="20"/>
                <w:szCs w:val="20"/>
                <w:lang w:val="ro-RO"/>
              </w:rPr>
              <w:t>se</w:t>
            </w:r>
            <w:r w:rsidRPr="0089088B">
              <w:rPr>
                <w:b/>
                <w:bCs/>
                <w:i/>
                <w:iCs/>
                <w:sz w:val="20"/>
                <w:szCs w:val="20"/>
                <w:lang w:val="ro-RO"/>
              </w:rPr>
              <w:tab/>
              <w:t>va</w:t>
            </w:r>
          </w:p>
          <w:p w14:paraId="7F4CF891" w14:textId="7019EA2C" w:rsidR="00BD6C21" w:rsidRPr="00AC3773" w:rsidRDefault="00BD6C21" w:rsidP="00D9762B">
            <w:pPr>
              <w:pStyle w:val="TableParagraph"/>
              <w:tabs>
                <w:tab w:val="left" w:pos="1342"/>
              </w:tabs>
              <w:spacing w:before="120" w:after="120" w:line="276" w:lineRule="auto"/>
              <w:ind w:left="107" w:right="94"/>
              <w:rPr>
                <w:i/>
                <w:iCs/>
                <w:sz w:val="20"/>
                <w:szCs w:val="20"/>
                <w:lang w:val="ro-RO"/>
              </w:rPr>
            </w:pPr>
            <w:r w:rsidRPr="0089088B">
              <w:rPr>
                <w:b/>
                <w:bCs/>
                <w:i/>
                <w:iCs/>
                <w:sz w:val="20"/>
                <w:szCs w:val="20"/>
                <w:lang w:val="ro-RO"/>
              </w:rPr>
              <w:t>completa</w:t>
            </w:r>
            <w:r w:rsidRPr="0089088B">
              <w:rPr>
                <w:b/>
                <w:bCs/>
                <w:i/>
                <w:iCs/>
                <w:sz w:val="20"/>
                <w:szCs w:val="20"/>
                <w:lang w:val="ro-RO"/>
              </w:rPr>
              <w:tab/>
            </w:r>
            <w:r w:rsidRPr="0089088B">
              <w:rPr>
                <w:b/>
                <w:bCs/>
                <w:i/>
                <w:iCs/>
                <w:spacing w:val="-9"/>
                <w:sz w:val="20"/>
                <w:szCs w:val="20"/>
                <w:lang w:val="ro-RO"/>
              </w:rPr>
              <w:t xml:space="preserve">la </w:t>
            </w:r>
            <w:r w:rsidRPr="0089088B">
              <w:rPr>
                <w:b/>
                <w:bCs/>
                <w:i/>
                <w:iCs/>
                <w:sz w:val="20"/>
                <w:szCs w:val="20"/>
                <w:lang w:val="ro-RO"/>
              </w:rPr>
              <w:t>semnarea acordului- cadru</w:t>
            </w:r>
            <w:r w:rsidR="0089088B">
              <w:rPr>
                <w:b/>
                <w:bCs/>
                <w:i/>
                <w:iCs/>
                <w:sz w:val="20"/>
                <w:szCs w:val="20"/>
                <w:lang w:val="ro-RO"/>
              </w:rPr>
              <w:t xml:space="preserve"> în acord cu cele stabilite în documentația de atribuire</w:t>
            </w:r>
            <w:r w:rsidRPr="00AC3773">
              <w:rPr>
                <w:i/>
                <w:iCs/>
                <w:sz w:val="20"/>
                <w:szCs w:val="20"/>
                <w:lang w:val="ro-RO"/>
              </w:rPr>
              <w:t>]</w:t>
            </w:r>
          </w:p>
        </w:tc>
      </w:tr>
    </w:tbl>
    <w:p w14:paraId="056FBA94" w14:textId="77777777" w:rsidR="00A3671B" w:rsidRPr="00505877" w:rsidRDefault="00A3671B" w:rsidP="006A572F">
      <w:pPr>
        <w:pStyle w:val="Level3"/>
        <w:numPr>
          <w:ilvl w:val="0"/>
          <w:numId w:val="0"/>
        </w:numPr>
        <w:ind w:left="1361" w:hanging="681"/>
        <w:rPr>
          <w:lang w:val="ro-RO"/>
        </w:rPr>
      </w:pPr>
    </w:p>
    <w:p w14:paraId="7C609B49" w14:textId="0E8CCC41" w:rsidR="00A7090B" w:rsidRPr="00505877" w:rsidRDefault="00A7090B" w:rsidP="00A7090B">
      <w:pPr>
        <w:pStyle w:val="Level2"/>
        <w:rPr>
          <w:lang w:val="ro-RO"/>
        </w:rPr>
      </w:pPr>
      <w:r w:rsidRPr="00505877">
        <w:rPr>
          <w:b/>
          <w:bCs/>
          <w:lang w:val="ro-RO"/>
        </w:rPr>
        <w:t>Obiectul Contractelor subsecvente</w:t>
      </w:r>
    </w:p>
    <w:p w14:paraId="5D47EBC8" w14:textId="6787CA31" w:rsidR="00C122F4" w:rsidRPr="00C122F4" w:rsidRDefault="00A7090B" w:rsidP="00C122F4">
      <w:pPr>
        <w:pStyle w:val="Level3"/>
        <w:rPr>
          <w:lang w:val="ro-RO"/>
        </w:rPr>
      </w:pPr>
      <w:r w:rsidRPr="00505877">
        <w:rPr>
          <w:lang w:val="ro-RO"/>
        </w:rPr>
        <w:t>Obiectul Contract</w:t>
      </w:r>
      <w:r w:rsidR="003B5009">
        <w:rPr>
          <w:lang w:val="ro-RO"/>
        </w:rPr>
        <w:t xml:space="preserve">ului </w:t>
      </w:r>
      <w:r w:rsidR="0064535B">
        <w:rPr>
          <w:lang w:val="ro-RO"/>
        </w:rPr>
        <w:t>S</w:t>
      </w:r>
      <w:r w:rsidR="003B5009">
        <w:rPr>
          <w:lang w:val="ro-RO"/>
        </w:rPr>
        <w:t>ubsecvent</w:t>
      </w:r>
      <w:r w:rsidRPr="00505877">
        <w:rPr>
          <w:lang w:val="ro-RO"/>
        </w:rPr>
        <w:t xml:space="preserve"> îl reprezintă furnizarea [</w:t>
      </w:r>
      <w:r w:rsidRPr="00505877">
        <w:rPr>
          <w:i/>
          <w:iCs/>
          <w:lang w:val="ro-RO"/>
        </w:rPr>
        <w:t>denumirea produselor ce urmează a fi furnizate</w:t>
      </w:r>
      <w:r w:rsidRPr="00505877">
        <w:rPr>
          <w:lang w:val="ro-RO"/>
        </w:rPr>
        <w:t xml:space="preserve">], denumite în continuare Produse, pe care Contractantul se obligă să le furnizeze în conformitate cu prevederile din acordul-cadru, </w:t>
      </w:r>
      <w:r w:rsidR="0064535B">
        <w:rPr>
          <w:lang w:val="ro-RO"/>
        </w:rPr>
        <w:t>C</w:t>
      </w:r>
      <w:r w:rsidRPr="00505877">
        <w:rPr>
          <w:lang w:val="ro-RO"/>
        </w:rPr>
        <w:t>ontract</w:t>
      </w:r>
      <w:r w:rsidR="003B5009">
        <w:rPr>
          <w:lang w:val="ro-RO"/>
        </w:rPr>
        <w:t xml:space="preserve">ului </w:t>
      </w:r>
      <w:r w:rsidR="0064535B">
        <w:rPr>
          <w:lang w:val="ro-RO"/>
        </w:rPr>
        <w:t>S</w:t>
      </w:r>
      <w:r w:rsidR="003B5009">
        <w:rPr>
          <w:lang w:val="ro-RO"/>
        </w:rPr>
        <w:t>ubsecvent</w:t>
      </w:r>
      <w:r w:rsidRPr="00505877">
        <w:rPr>
          <w:lang w:val="ro-RO"/>
        </w:rPr>
        <w:t xml:space="preserve">, Caietul de sarcini, Propunerea tehnică și </w:t>
      </w:r>
      <w:r w:rsidR="0064535B">
        <w:rPr>
          <w:lang w:val="ro-RO"/>
        </w:rPr>
        <w:t>P</w:t>
      </w:r>
      <w:r w:rsidRPr="00505877">
        <w:rPr>
          <w:lang w:val="ro-RO"/>
        </w:rPr>
        <w:t>ropunerea financiară.</w:t>
      </w:r>
    </w:p>
    <w:p w14:paraId="4A84805A" w14:textId="2B82A43A" w:rsidR="00A7090B" w:rsidRPr="00505877" w:rsidRDefault="00A7090B" w:rsidP="00A7090B">
      <w:pPr>
        <w:pStyle w:val="Level2"/>
        <w:rPr>
          <w:lang w:val="ro-RO"/>
        </w:rPr>
      </w:pPr>
      <w:r w:rsidRPr="00505877">
        <w:rPr>
          <w:b/>
          <w:bCs/>
          <w:lang w:val="ro-RO"/>
        </w:rPr>
        <w:t>Prețul Produselor și ajustarea prețului</w:t>
      </w:r>
    </w:p>
    <w:p w14:paraId="3363BE3D" w14:textId="1123D6DE" w:rsidR="00A7090B" w:rsidRPr="00505877" w:rsidRDefault="00A7090B" w:rsidP="00A7090B">
      <w:pPr>
        <w:pStyle w:val="Level3"/>
        <w:rPr>
          <w:lang w:val="ro-RO"/>
        </w:rPr>
      </w:pPr>
      <w:r w:rsidRPr="00505877">
        <w:rPr>
          <w:lang w:val="ro-RO"/>
        </w:rPr>
        <w:t xml:space="preserve">Valoarea </w:t>
      </w:r>
      <w:r w:rsidR="003B5009">
        <w:rPr>
          <w:lang w:val="ro-RO"/>
        </w:rPr>
        <w:t>Acordului-cadru</w:t>
      </w:r>
      <w:r w:rsidR="003B5009" w:rsidRPr="00505877">
        <w:rPr>
          <w:lang w:val="ro-RO"/>
        </w:rPr>
        <w:t xml:space="preserve"> </w:t>
      </w:r>
      <w:r w:rsidRPr="00505877">
        <w:rPr>
          <w:lang w:val="ro-RO"/>
        </w:rPr>
        <w:t xml:space="preserve">este între </w:t>
      </w:r>
      <w:r w:rsidR="00D641A4">
        <w:rPr>
          <w:i/>
          <w:iCs/>
          <w:lang w:val="ro-RO"/>
        </w:rPr>
        <w:t>(...)</w:t>
      </w:r>
      <w:r w:rsidRPr="00505877">
        <w:rPr>
          <w:lang w:val="ro-RO"/>
        </w:rPr>
        <w:t xml:space="preserve"> și</w:t>
      </w:r>
      <w:r w:rsidR="00D641A4">
        <w:rPr>
          <w:lang w:val="ro-RO"/>
        </w:rPr>
        <w:t xml:space="preserve"> </w:t>
      </w:r>
      <w:r w:rsidR="00D641A4">
        <w:rPr>
          <w:i/>
          <w:iCs/>
          <w:lang w:val="ro-RO"/>
        </w:rPr>
        <w:t>(...)</w:t>
      </w:r>
      <w:r w:rsidRPr="00505877">
        <w:rPr>
          <w:lang w:val="ro-RO"/>
        </w:rPr>
        <w:t xml:space="preserve"> . </w:t>
      </w:r>
      <w:r w:rsidR="0064535B">
        <w:rPr>
          <w:lang w:val="ro-RO"/>
        </w:rPr>
        <w:t>Simpla încheiere a Acordului-Cadru nu garantează încheierea Contractelor Subsecvente până la atingerea valorii minime a Acordului-Cadru. Promitentul-Achizitor nu are obligația de a încheia Contracte Subsecvente până la atingerea valorii minime a Acordului-Cadru.</w:t>
      </w:r>
    </w:p>
    <w:p w14:paraId="5573D856" w14:textId="567F8E5C" w:rsidR="00551B96" w:rsidRDefault="00A7090B" w:rsidP="00A7090B">
      <w:pPr>
        <w:pStyle w:val="Level3"/>
        <w:rPr>
          <w:lang w:val="ro-RO"/>
        </w:rPr>
      </w:pPr>
      <w:r w:rsidRPr="00505877">
        <w:rPr>
          <w:lang w:val="ro-RO"/>
        </w:rPr>
        <w:t xml:space="preserve"> </w:t>
      </w:r>
      <w:r w:rsidR="00551B96">
        <w:rPr>
          <w:lang w:val="ro-RO"/>
        </w:rPr>
        <w:t xml:space="preserve">Prețul unitar stabilit pentru Produsele pentru care urmează să fie încheiate </w:t>
      </w:r>
      <w:r w:rsidR="00D641A4">
        <w:rPr>
          <w:lang w:val="ro-RO"/>
        </w:rPr>
        <w:t>C</w:t>
      </w:r>
      <w:r w:rsidR="00551B96">
        <w:rPr>
          <w:lang w:val="ro-RO"/>
        </w:rPr>
        <w:t xml:space="preserve">ontracte </w:t>
      </w:r>
      <w:r w:rsidR="00D641A4">
        <w:rPr>
          <w:lang w:val="ro-RO"/>
        </w:rPr>
        <w:t>S</w:t>
      </w:r>
      <w:r w:rsidR="00551B96">
        <w:rPr>
          <w:lang w:val="ro-RO"/>
        </w:rPr>
        <w:t xml:space="preserve">ubsecvente este de </w:t>
      </w:r>
      <w:r w:rsidR="00D641A4" w:rsidRPr="00D641A4">
        <w:rPr>
          <w:i/>
          <w:iCs/>
          <w:lang w:val="ro-RO"/>
        </w:rPr>
        <w:t>(</w:t>
      </w:r>
      <w:r w:rsidR="00551B96" w:rsidRPr="00D641A4">
        <w:rPr>
          <w:i/>
          <w:iCs/>
          <w:lang w:val="ro-RO"/>
        </w:rPr>
        <w:t>...</w:t>
      </w:r>
      <w:r w:rsidR="00D641A4" w:rsidRPr="00D641A4">
        <w:rPr>
          <w:i/>
          <w:iCs/>
          <w:lang w:val="ro-RO"/>
        </w:rPr>
        <w:t>)</w:t>
      </w:r>
      <w:r w:rsidR="00551B96">
        <w:rPr>
          <w:lang w:val="ro-RO"/>
        </w:rPr>
        <w:t>.</w:t>
      </w:r>
    </w:p>
    <w:p w14:paraId="76854CD0" w14:textId="6499B7E2" w:rsidR="0089088B" w:rsidRDefault="0089088B" w:rsidP="00A7090B">
      <w:pPr>
        <w:pStyle w:val="Level3"/>
        <w:rPr>
          <w:lang w:val="ro-RO"/>
        </w:rPr>
      </w:pPr>
      <w:r>
        <w:rPr>
          <w:lang w:val="ro-RO"/>
        </w:rPr>
        <w:t>Prețul contractului este ferm.</w:t>
      </w:r>
    </w:p>
    <w:p w14:paraId="1485F491" w14:textId="2E96A674" w:rsidR="00A7090B" w:rsidRPr="00505877" w:rsidRDefault="00A7090B" w:rsidP="00A7090B">
      <w:pPr>
        <w:pStyle w:val="Level3"/>
        <w:rPr>
          <w:lang w:val="ro-RO"/>
        </w:rPr>
      </w:pPr>
      <w:r w:rsidRPr="00505877">
        <w:rPr>
          <w:lang w:val="ro-RO"/>
        </w:rPr>
        <w:t xml:space="preserve">Prețul </w:t>
      </w:r>
      <w:r w:rsidR="00551B96">
        <w:rPr>
          <w:lang w:val="ro-RO"/>
        </w:rPr>
        <w:t xml:space="preserve">prevăzut la art. 2.3.2. </w:t>
      </w:r>
      <w:r w:rsidR="003B5009" w:rsidRPr="00505877">
        <w:rPr>
          <w:lang w:val="ro-RO"/>
        </w:rPr>
        <w:t xml:space="preserve"> </w:t>
      </w:r>
      <w:r w:rsidRPr="00505877">
        <w:rPr>
          <w:lang w:val="ro-RO"/>
        </w:rPr>
        <w:t>nu este ferm. Prețul se va ajusta conform mecanismului prevăzut la art. 2.</w:t>
      </w:r>
      <w:r w:rsidR="003B5009">
        <w:rPr>
          <w:lang w:val="ro-RO"/>
        </w:rPr>
        <w:t>3</w:t>
      </w:r>
      <w:r w:rsidRPr="00505877">
        <w:rPr>
          <w:lang w:val="ro-RO"/>
        </w:rPr>
        <w:t>.</w:t>
      </w:r>
      <w:r w:rsidR="0089088B">
        <w:rPr>
          <w:lang w:val="ro-RO"/>
        </w:rPr>
        <w:t>8.</w:t>
      </w:r>
      <w:r w:rsidR="00EF21D1">
        <w:rPr>
          <w:lang w:val="ro-RO"/>
        </w:rPr>
        <w:t xml:space="preserve"> </w:t>
      </w:r>
    </w:p>
    <w:tbl>
      <w:tblPr>
        <w:tblStyle w:val="TableGrid"/>
        <w:tblW w:w="0" w:type="auto"/>
        <w:tblInd w:w="1361" w:type="dxa"/>
        <w:tblLook w:val="04A0" w:firstRow="1" w:lastRow="0" w:firstColumn="1" w:lastColumn="0" w:noHBand="0" w:noVBand="1"/>
      </w:tblPr>
      <w:tblGrid>
        <w:gridCol w:w="7360"/>
      </w:tblGrid>
      <w:tr w:rsidR="00A7090B" w:rsidRPr="00F90E1C" w14:paraId="5FD095B8" w14:textId="77777777" w:rsidTr="007E4DE8">
        <w:trPr>
          <w:trHeight w:val="841"/>
        </w:trPr>
        <w:tc>
          <w:tcPr>
            <w:tcW w:w="8721" w:type="dxa"/>
          </w:tcPr>
          <w:p w14:paraId="50A0CB05" w14:textId="51B3533D" w:rsidR="00D34664" w:rsidRPr="00E53D06" w:rsidRDefault="00A7090B" w:rsidP="00A7090B">
            <w:pPr>
              <w:pStyle w:val="Body"/>
              <w:rPr>
                <w:i/>
                <w:iCs/>
                <w:lang w:val="ro-RO"/>
              </w:rPr>
            </w:pPr>
            <w:r w:rsidRPr="00B30CF3">
              <w:rPr>
                <w:i/>
                <w:iCs/>
                <w:lang w:val="ro-RO"/>
              </w:rPr>
              <w:t xml:space="preserve">Pentru </w:t>
            </w:r>
            <w:r w:rsidR="003B5009">
              <w:rPr>
                <w:i/>
                <w:iCs/>
                <w:lang w:val="ro-RO"/>
              </w:rPr>
              <w:t>acordul-cadru</w:t>
            </w:r>
            <w:r w:rsidR="003B5009" w:rsidRPr="00B30CF3">
              <w:rPr>
                <w:i/>
                <w:iCs/>
                <w:lang w:val="ro-RO"/>
              </w:rPr>
              <w:t xml:space="preserve"> </w:t>
            </w:r>
            <w:r w:rsidRPr="00B30CF3">
              <w:rPr>
                <w:i/>
                <w:iCs/>
                <w:lang w:val="ro-RO"/>
              </w:rPr>
              <w:t>cu durata mai mare de 6 luni ar trebui sa se recomande folosirea unei formule de ajustare</w:t>
            </w:r>
            <w:r w:rsidR="00936BF2">
              <w:rPr>
                <w:i/>
                <w:iCs/>
                <w:lang w:val="ro-RO"/>
              </w:rPr>
              <w:t>.</w:t>
            </w:r>
            <w:r w:rsidR="00D34664" w:rsidRPr="00E53D06">
              <w:rPr>
                <w:i/>
                <w:iCs/>
                <w:lang w:val="ro-RO"/>
              </w:rPr>
              <w:t xml:space="preserve"> </w:t>
            </w:r>
            <w:r w:rsidR="004F4B12">
              <w:rPr>
                <w:i/>
                <w:iCs/>
                <w:lang w:val="ro-RO"/>
              </w:rPr>
              <w:t>Pentru acordurile-cadru încheiate pe o perioadă mai mare de 24 de luni formula este obligatorie.</w:t>
            </w:r>
          </w:p>
          <w:p w14:paraId="2C8F89ED" w14:textId="2ACDF760" w:rsidR="00A7090B" w:rsidRPr="00E53D06" w:rsidRDefault="008F70B4" w:rsidP="00A7090B">
            <w:pPr>
              <w:pStyle w:val="Body"/>
              <w:rPr>
                <w:i/>
                <w:iCs/>
                <w:lang w:val="ro-RO"/>
              </w:rPr>
            </w:pPr>
            <w:hyperlink r:id="rId8" w:history="1">
              <w:r w:rsidR="00D34664" w:rsidRPr="00812785">
                <w:rPr>
                  <w:rStyle w:val="Hyperlink"/>
                  <w:lang w:val="fr-BE"/>
                </w:rPr>
                <w:t>Ghid de Achiziții Publice administrat de ANAP (gov.ro)</w:t>
              </w:r>
            </w:hyperlink>
            <w:r w:rsidR="00A7090B" w:rsidRPr="00E53D06">
              <w:rPr>
                <w:i/>
                <w:iCs/>
                <w:lang w:val="ro-RO"/>
              </w:rPr>
              <w:t xml:space="preserve">. </w:t>
            </w:r>
          </w:p>
          <w:p w14:paraId="08DABECE" w14:textId="22359B1E" w:rsidR="007E4DE8" w:rsidRPr="00B30CF3" w:rsidRDefault="00A7090B" w:rsidP="00A7090B">
            <w:pPr>
              <w:pStyle w:val="Body"/>
              <w:rPr>
                <w:i/>
                <w:iCs/>
                <w:lang w:val="ro-RO"/>
              </w:rPr>
            </w:pPr>
            <w:r w:rsidRPr="00B30CF3">
              <w:rPr>
                <w:i/>
                <w:iCs/>
                <w:lang w:val="ro-RO"/>
              </w:rPr>
              <w:t xml:space="preserve">În funcție de durata </w:t>
            </w:r>
            <w:r w:rsidR="000D1960">
              <w:rPr>
                <w:i/>
                <w:iCs/>
                <w:lang w:val="ro-RO"/>
              </w:rPr>
              <w:t>acordului-cadru</w:t>
            </w:r>
            <w:r w:rsidR="000D1960" w:rsidRPr="00B30CF3">
              <w:rPr>
                <w:i/>
                <w:iCs/>
                <w:lang w:val="ro-RO"/>
              </w:rPr>
              <w:t xml:space="preserve"> </w:t>
            </w:r>
            <w:r w:rsidRPr="00B30CF3">
              <w:rPr>
                <w:i/>
                <w:iCs/>
                <w:lang w:val="ro-RO"/>
              </w:rPr>
              <w:t>autoritatea</w:t>
            </w:r>
            <w:r w:rsidR="000D1960">
              <w:rPr>
                <w:i/>
                <w:iCs/>
                <w:lang w:val="ro-RO"/>
              </w:rPr>
              <w:t>/ entitatea</w:t>
            </w:r>
            <w:r w:rsidRPr="00B30CF3">
              <w:rPr>
                <w:i/>
                <w:iCs/>
                <w:lang w:val="ro-RO"/>
              </w:rPr>
              <w:t xml:space="preserve"> Promitentul-</w:t>
            </w:r>
            <w:r w:rsidR="000D1960">
              <w:rPr>
                <w:i/>
                <w:iCs/>
                <w:lang w:val="ro-RO"/>
              </w:rPr>
              <w:t>Achizitor</w:t>
            </w:r>
            <w:r w:rsidR="000D1960" w:rsidRPr="00B30CF3">
              <w:rPr>
                <w:i/>
                <w:iCs/>
                <w:lang w:val="ro-RO"/>
              </w:rPr>
              <w:t xml:space="preserve"> </w:t>
            </w:r>
            <w:r w:rsidRPr="00B30CF3">
              <w:rPr>
                <w:i/>
                <w:iCs/>
                <w:lang w:val="ro-RO"/>
              </w:rPr>
              <w:t>trebuie să aleagă care dintre clauzele de la art. 2.</w:t>
            </w:r>
            <w:r w:rsidR="000D1960">
              <w:rPr>
                <w:i/>
                <w:iCs/>
                <w:lang w:val="ro-RO"/>
              </w:rPr>
              <w:t>3</w:t>
            </w:r>
            <w:r w:rsidRPr="00B30CF3">
              <w:rPr>
                <w:i/>
                <w:iCs/>
                <w:lang w:val="ro-RO"/>
              </w:rPr>
              <w:t>.</w:t>
            </w:r>
            <w:r w:rsidR="0089088B">
              <w:rPr>
                <w:i/>
                <w:iCs/>
                <w:lang w:val="ro-RO"/>
              </w:rPr>
              <w:t>3</w:t>
            </w:r>
            <w:r w:rsidRPr="00B30CF3">
              <w:rPr>
                <w:i/>
                <w:iCs/>
                <w:lang w:val="ro-RO"/>
              </w:rPr>
              <w:t>.</w:t>
            </w:r>
            <w:r w:rsidR="0089088B">
              <w:rPr>
                <w:i/>
                <w:iCs/>
                <w:lang w:val="ro-RO"/>
              </w:rPr>
              <w:t xml:space="preserve"> sau 2.3.4.</w:t>
            </w:r>
            <w:r w:rsidRPr="00B30CF3">
              <w:rPr>
                <w:i/>
                <w:iCs/>
                <w:lang w:val="ro-RO"/>
              </w:rPr>
              <w:t xml:space="preserve"> le va utiliza. </w:t>
            </w:r>
            <w:r w:rsidR="00F46CE7">
              <w:rPr>
                <w:i/>
                <w:iCs/>
                <w:lang w:val="ro-RO"/>
              </w:rPr>
              <w:t>Cele două clauze nu pot fi utilizate simultan.</w:t>
            </w:r>
          </w:p>
          <w:p w14:paraId="60A8A468" w14:textId="75E37ABD" w:rsidR="007E4DE8" w:rsidRPr="00B30CF3" w:rsidRDefault="007E4DE8" w:rsidP="007E4DE8">
            <w:pPr>
              <w:pStyle w:val="Body"/>
              <w:rPr>
                <w:i/>
                <w:iCs/>
                <w:lang w:val="ro-RO"/>
              </w:rPr>
            </w:pPr>
            <w:r w:rsidRPr="00B30CF3">
              <w:rPr>
                <w:i/>
                <w:iCs/>
                <w:lang w:val="ro-RO"/>
              </w:rPr>
              <w:t>La stabilirea mecanismului sau formulei de ajustare Autoritatea/entitatea Promitentul-</w:t>
            </w:r>
            <w:r w:rsidR="000D1960">
              <w:rPr>
                <w:i/>
                <w:iCs/>
                <w:lang w:val="ro-RO"/>
              </w:rPr>
              <w:t>Achizitor</w:t>
            </w:r>
            <w:r w:rsidR="000D1960" w:rsidRPr="00B30CF3">
              <w:rPr>
                <w:i/>
                <w:iCs/>
                <w:lang w:val="ro-RO"/>
              </w:rPr>
              <w:t xml:space="preserve"> </w:t>
            </w:r>
            <w:r w:rsidRPr="00B30CF3">
              <w:rPr>
                <w:i/>
                <w:iCs/>
                <w:lang w:val="ro-RO"/>
              </w:rPr>
              <w:t>va avea în vedere prevederile art. 164 din HG nr. 395/2016</w:t>
            </w:r>
            <w:r w:rsidR="004F3D93">
              <w:rPr>
                <w:i/>
                <w:iCs/>
                <w:lang w:val="ro-RO"/>
              </w:rPr>
              <w:t>/ 158 din HG nr. 394/2016</w:t>
            </w:r>
            <w:r w:rsidRPr="00B30CF3">
              <w:rPr>
                <w:i/>
                <w:iCs/>
                <w:lang w:val="ro-RO"/>
              </w:rPr>
              <w:t>, cu modificările și completările ulterioare, precum și prevederile Instrucțiunii ANAP nr. 1/2021.</w:t>
            </w:r>
          </w:p>
          <w:p w14:paraId="40B80C2A" w14:textId="1C3493D9" w:rsidR="007E4DE8" w:rsidRPr="00B30CF3" w:rsidRDefault="007E4DE8" w:rsidP="007E4DE8">
            <w:pPr>
              <w:pStyle w:val="Body"/>
              <w:rPr>
                <w:i/>
                <w:iCs/>
                <w:lang w:val="ro-RO"/>
              </w:rPr>
            </w:pPr>
            <w:r w:rsidRPr="00B30CF3">
              <w:rPr>
                <w:i/>
                <w:iCs/>
                <w:lang w:val="ro-RO"/>
              </w:rPr>
              <w:t>Mecanismul trebuie prevăzut atât în documentația de atribuire cât și în acordul-cadru și contractul subsecvent.</w:t>
            </w:r>
          </w:p>
          <w:p w14:paraId="0857C18E" w14:textId="32E893B4" w:rsidR="007E4DE8" w:rsidRDefault="007E4DE8" w:rsidP="007E4DE8">
            <w:pPr>
              <w:pStyle w:val="Body"/>
              <w:rPr>
                <w:b/>
                <w:bCs/>
                <w:i/>
                <w:iCs/>
                <w:lang w:val="ro-RO"/>
              </w:rPr>
            </w:pPr>
            <w:r w:rsidRPr="00B30CF3">
              <w:rPr>
                <w:i/>
                <w:iCs/>
                <w:lang w:val="ro-RO"/>
              </w:rPr>
              <w:t>Dacă acordul</w:t>
            </w:r>
            <w:r w:rsidRPr="00505877">
              <w:rPr>
                <w:i/>
                <w:iCs/>
                <w:lang w:val="ro-RO"/>
              </w:rPr>
              <w:t xml:space="preserve">-cadru are o durată mai mica de 6 luni </w:t>
            </w:r>
            <w:r w:rsidRPr="00505877">
              <w:rPr>
                <w:b/>
                <w:bCs/>
                <w:i/>
                <w:iCs/>
                <w:lang w:val="ro-RO"/>
              </w:rPr>
              <w:t>prețul contractului este ferm.</w:t>
            </w:r>
          </w:p>
          <w:p w14:paraId="7F28EB1C" w14:textId="7D8C91C8" w:rsidR="00A7090B" w:rsidRPr="00505877" w:rsidRDefault="004F3D93" w:rsidP="00F46CE7">
            <w:pPr>
              <w:pStyle w:val="Body"/>
              <w:rPr>
                <w:lang w:val="ro-RO"/>
              </w:rPr>
            </w:pPr>
            <w:r>
              <w:rPr>
                <w:lang w:val="ro-RO"/>
              </w:rPr>
              <w:t xml:space="preserve">Aceste chestiuni se aplică în mod corespunzător și în cazul contractelor subsecvente. </w:t>
            </w:r>
          </w:p>
        </w:tc>
      </w:tr>
    </w:tbl>
    <w:p w14:paraId="4DE30210" w14:textId="77777777" w:rsidR="00A7090B" w:rsidRPr="00505877" w:rsidRDefault="00A7090B" w:rsidP="00A7090B">
      <w:pPr>
        <w:pStyle w:val="Body3"/>
        <w:rPr>
          <w:lang w:val="ro-RO"/>
        </w:rPr>
      </w:pPr>
    </w:p>
    <w:p w14:paraId="5C4D2363" w14:textId="3F09F5D0" w:rsidR="00AC3773" w:rsidRPr="006335E5" w:rsidRDefault="00AC3773" w:rsidP="000E2DC7">
      <w:pPr>
        <w:pStyle w:val="Level3"/>
        <w:rPr>
          <w:lang w:val="ro-RO"/>
        </w:rPr>
      </w:pPr>
      <w:r>
        <w:rPr>
          <w:lang w:val="ro-RO"/>
        </w:rPr>
        <w:lastRenderedPageBreak/>
        <w:t>Formula de ajustare este aplicabilă și în măsura în care se ajustează doar prețul Contractelor Subsecvente, anterior modificării Acordului-Cadru.</w:t>
      </w:r>
    </w:p>
    <w:p w14:paraId="3E238CE9" w14:textId="5007F4F4" w:rsidR="007E4DE8" w:rsidRPr="00505877" w:rsidRDefault="00505877" w:rsidP="007E4DE8">
      <w:pPr>
        <w:pStyle w:val="Level3"/>
        <w:rPr>
          <w:lang w:val="ro-RO"/>
        </w:rPr>
      </w:pPr>
      <w:r w:rsidRPr="00505877">
        <w:rPr>
          <w:lang w:val="ro-RO"/>
        </w:rPr>
        <w:t>Prețurile</w:t>
      </w:r>
      <w:r w:rsidR="007E4DE8" w:rsidRPr="00505877">
        <w:rPr>
          <w:lang w:val="ro-RO"/>
        </w:rPr>
        <w:t xml:space="preserve"> sunt exprimate în lei, fără TVA şi includ toate cheltuielile ocazionate de furnizarea și livrarea Produselor</w:t>
      </w:r>
      <w:r w:rsidR="0064535B">
        <w:rPr>
          <w:lang w:val="ro-RO"/>
        </w:rPr>
        <w:t>,</w:t>
      </w:r>
      <w:r w:rsidR="007E4DE8" w:rsidRPr="00505877">
        <w:rPr>
          <w:lang w:val="ro-RO"/>
        </w:rPr>
        <w:t xml:space="preserve"> (inclusiv, dar fără a se limita la, costurile legate de monitorizarea livrării Produselor, de emiterea facturilor etc.).</w:t>
      </w:r>
    </w:p>
    <w:p w14:paraId="74E18BF3" w14:textId="6D865A09" w:rsidR="007E4DE8" w:rsidRPr="00505877" w:rsidRDefault="00D641A4" w:rsidP="007E4DE8">
      <w:pPr>
        <w:pStyle w:val="Level3"/>
        <w:rPr>
          <w:lang w:val="ro-RO"/>
        </w:rPr>
      </w:pPr>
      <w:r>
        <w:rPr>
          <w:lang w:val="ro-RO"/>
        </w:rPr>
        <w:t>În</w:t>
      </w:r>
      <w:r w:rsidR="007E4DE8" w:rsidRPr="00505877">
        <w:rPr>
          <w:lang w:val="ro-RO"/>
        </w:rPr>
        <w:t xml:space="preserve"> măsura în care prețul </w:t>
      </w:r>
      <w:r>
        <w:rPr>
          <w:lang w:val="ro-RO"/>
        </w:rPr>
        <w:t>indicat la art. 2.3.2.</w:t>
      </w:r>
      <w:r w:rsidR="007E4DE8" w:rsidRPr="00505877">
        <w:rPr>
          <w:lang w:val="ro-RO"/>
        </w:rPr>
        <w:t xml:space="preserve"> se ajustează potrivit dispozițiilor din </w:t>
      </w:r>
      <w:r>
        <w:rPr>
          <w:lang w:val="ro-RO"/>
        </w:rPr>
        <w:t>A</w:t>
      </w:r>
      <w:r w:rsidR="007E4DE8" w:rsidRPr="00505877">
        <w:rPr>
          <w:lang w:val="ro-RO"/>
        </w:rPr>
        <w:t>cordul-</w:t>
      </w:r>
      <w:r>
        <w:rPr>
          <w:lang w:val="ro-RO"/>
        </w:rPr>
        <w:t>C</w:t>
      </w:r>
      <w:r w:rsidR="007E4DE8" w:rsidRPr="00505877">
        <w:rPr>
          <w:lang w:val="ro-RO"/>
        </w:rPr>
        <w:t xml:space="preserve">adru, prețul </w:t>
      </w:r>
      <w:r>
        <w:rPr>
          <w:lang w:val="ro-RO"/>
        </w:rPr>
        <w:t>C</w:t>
      </w:r>
      <w:r w:rsidR="007E4DE8" w:rsidRPr="00505877">
        <w:rPr>
          <w:lang w:val="ro-RO"/>
        </w:rPr>
        <w:t xml:space="preserve">ontractului </w:t>
      </w:r>
      <w:r>
        <w:rPr>
          <w:lang w:val="ro-RO"/>
        </w:rPr>
        <w:t>S</w:t>
      </w:r>
      <w:r w:rsidR="007E4DE8" w:rsidRPr="00505877">
        <w:rPr>
          <w:lang w:val="ro-RO"/>
        </w:rPr>
        <w:t xml:space="preserve">ubsecvent se modifică în mod corespunzător pentru produsele care se livrează ulterior modificării dispozițiilor din acordul-cadru. </w:t>
      </w:r>
    </w:p>
    <w:p w14:paraId="0BC2EA28" w14:textId="63D92587" w:rsidR="007E4DE8" w:rsidRPr="00D641A4" w:rsidRDefault="007E4DE8" w:rsidP="007E4DE8">
      <w:pPr>
        <w:pStyle w:val="Level3"/>
        <w:rPr>
          <w:lang w:val="ro-RO"/>
        </w:rPr>
      </w:pPr>
      <w:r w:rsidRPr="00505877">
        <w:rPr>
          <w:lang w:val="ro-RO"/>
        </w:rPr>
        <w:t xml:space="preserve">Prețul contractului va fi ajustat după următoarea formulă: </w:t>
      </w:r>
      <w:r w:rsidRPr="00047E3A">
        <w:rPr>
          <w:i/>
          <w:iCs/>
          <w:lang w:val="ro-RO"/>
        </w:rPr>
        <w:t xml:space="preserve">[a se completa de către </w:t>
      </w:r>
      <w:r w:rsidR="004C353C" w:rsidRPr="00047E3A">
        <w:rPr>
          <w:i/>
          <w:iCs/>
          <w:lang w:val="ro-RO"/>
        </w:rPr>
        <w:t>A</w:t>
      </w:r>
      <w:r w:rsidRPr="00047E3A">
        <w:rPr>
          <w:i/>
          <w:iCs/>
          <w:lang w:val="ro-RO"/>
        </w:rPr>
        <w:t>utoritatea</w:t>
      </w:r>
      <w:r w:rsidR="004C353C" w:rsidRPr="00047E3A">
        <w:rPr>
          <w:i/>
          <w:iCs/>
          <w:lang w:val="ro-RO"/>
        </w:rPr>
        <w:t xml:space="preserve"> Contractantă</w:t>
      </w:r>
      <w:r w:rsidRPr="00047E3A">
        <w:rPr>
          <w:i/>
          <w:iCs/>
          <w:lang w:val="ro-RO"/>
        </w:rPr>
        <w:t>– prevederea trebuie să apară atât în contract cât și în documentația de atribuire</w:t>
      </w:r>
      <w:r w:rsidR="00292FC8">
        <w:rPr>
          <w:i/>
          <w:iCs/>
          <w:lang w:val="ro-RO"/>
        </w:rPr>
        <w:t xml:space="preserve"> în funcție de particularitățile bunurilor care fac obiectul acordului-cadru</w:t>
      </w:r>
      <w:r w:rsidRPr="00047E3A">
        <w:rPr>
          <w:i/>
          <w:iCs/>
          <w:lang w:val="ro-RO"/>
        </w:rPr>
        <w:t>]</w:t>
      </w:r>
      <w:r w:rsidR="00D641A4">
        <w:rPr>
          <w:i/>
          <w:iCs/>
          <w:lang w:val="ro-RO"/>
        </w:rPr>
        <w:t>.</w:t>
      </w:r>
    </w:p>
    <w:p w14:paraId="1C81A97A" w14:textId="16A06BD2" w:rsidR="00D641A4" w:rsidRPr="00505877" w:rsidRDefault="006E7BE7" w:rsidP="007E4DE8">
      <w:pPr>
        <w:pStyle w:val="Level3"/>
        <w:rPr>
          <w:lang w:val="ro-RO"/>
        </w:rPr>
      </w:pPr>
      <w:r>
        <w:rPr>
          <w:lang w:val="ro-RO"/>
        </w:rPr>
        <w:t>În măsura în care sunt aplicabile dispozițiile art. 2.3.4</w:t>
      </w:r>
      <w:r w:rsidR="00D641A4">
        <w:rPr>
          <w:lang w:val="ro-RO"/>
        </w:rPr>
        <w:t>.</w:t>
      </w:r>
      <w:r>
        <w:rPr>
          <w:lang w:val="ro-RO"/>
        </w:rPr>
        <w:t xml:space="preserve">, ajustarea prețurilor Acordului-Cadru se face anterior reluării competiției. În măsura în care prețul Acordului-Cadru a fost ajustat în cursul derulării Contractului Subsecvent, prețul acestuia se ajustează în mod corespunzător. </w:t>
      </w:r>
    </w:p>
    <w:p w14:paraId="406876D6" w14:textId="40EBE158" w:rsidR="007E4DE8" w:rsidRPr="00505877" w:rsidRDefault="007E4DE8" w:rsidP="007E4DE8">
      <w:pPr>
        <w:pStyle w:val="Level2"/>
        <w:rPr>
          <w:lang w:val="ro-RO"/>
        </w:rPr>
      </w:pPr>
      <w:r w:rsidRPr="00505877">
        <w:rPr>
          <w:b/>
          <w:bCs/>
          <w:lang w:val="ro-RO"/>
        </w:rPr>
        <w:t>Durata Acordului-Cadru</w:t>
      </w:r>
    </w:p>
    <w:p w14:paraId="27A54088" w14:textId="77777777" w:rsidR="007E4DE8" w:rsidRPr="00505877" w:rsidRDefault="007E4DE8" w:rsidP="007E4DE8">
      <w:pPr>
        <w:pStyle w:val="Level3"/>
        <w:rPr>
          <w:lang w:val="ro-RO"/>
        </w:rPr>
      </w:pPr>
      <w:r w:rsidRPr="00505877">
        <w:rPr>
          <w:lang w:val="ro-RO"/>
        </w:rPr>
        <w:t xml:space="preserve">Acordul-cadru intră în vigoare la data semnării sale de către ultima dintre părți. </w:t>
      </w:r>
    </w:p>
    <w:p w14:paraId="09A96140" w14:textId="4ACF088A" w:rsidR="007E4DE8" w:rsidRPr="00505877" w:rsidRDefault="007E4DE8" w:rsidP="007E4DE8">
      <w:pPr>
        <w:pStyle w:val="Level3"/>
        <w:rPr>
          <w:lang w:val="ro-RO"/>
        </w:rPr>
      </w:pPr>
      <w:r w:rsidRPr="00505877">
        <w:rPr>
          <w:lang w:val="ro-RO"/>
        </w:rPr>
        <w:t>Acordul-Cadru se încheie pentru o perioadă de [</w:t>
      </w:r>
      <w:r w:rsidRPr="00505877">
        <w:rPr>
          <w:highlight w:val="lightGray"/>
          <w:lang w:val="ro-RO"/>
        </w:rPr>
        <w:t>…</w:t>
      </w:r>
      <w:r w:rsidRPr="00505877">
        <w:rPr>
          <w:lang w:val="ro-RO"/>
        </w:rPr>
        <w:t xml:space="preserve">] luni, </w:t>
      </w:r>
      <w:r w:rsidR="006335E5">
        <w:rPr>
          <w:lang w:val="ro-RO"/>
        </w:rPr>
        <w:t xml:space="preserve">și produce </w:t>
      </w:r>
      <w:r w:rsidRPr="00505877">
        <w:rPr>
          <w:lang w:val="ro-RO"/>
        </w:rPr>
        <w:t>efect</w:t>
      </w:r>
      <w:r w:rsidR="006335E5">
        <w:rPr>
          <w:lang w:val="ro-RO"/>
        </w:rPr>
        <w:t>e</w:t>
      </w:r>
      <w:r w:rsidRPr="00505877">
        <w:rPr>
          <w:lang w:val="ro-RO"/>
        </w:rPr>
        <w:t xml:space="preserve"> de la data intrării sale în vigoare.</w:t>
      </w:r>
    </w:p>
    <w:p w14:paraId="42047E6F" w14:textId="1F59D914" w:rsidR="007E4DE8" w:rsidRPr="00505877" w:rsidRDefault="007E4DE8" w:rsidP="007E4DE8">
      <w:pPr>
        <w:pStyle w:val="Level3"/>
        <w:rPr>
          <w:lang w:val="ro-RO"/>
        </w:rPr>
      </w:pPr>
      <w:bookmarkStart w:id="3" w:name="_Hlk31971571"/>
      <w:r w:rsidRPr="00505877">
        <w:rPr>
          <w:lang w:val="ro-RO"/>
        </w:rPr>
        <w:t xml:space="preserve">Încetarea Acordului-Cadru nu afectează </w:t>
      </w:r>
      <w:r w:rsidR="004127BC">
        <w:rPr>
          <w:lang w:val="ro-RO"/>
        </w:rPr>
        <w:t>C</w:t>
      </w:r>
      <w:r w:rsidRPr="00505877">
        <w:rPr>
          <w:lang w:val="ro-RO"/>
        </w:rPr>
        <w:t xml:space="preserve">ontractele </w:t>
      </w:r>
      <w:r w:rsidR="004127BC">
        <w:rPr>
          <w:lang w:val="ro-RO"/>
        </w:rPr>
        <w:t>S</w:t>
      </w:r>
      <w:r w:rsidR="00505877" w:rsidRPr="00505877">
        <w:rPr>
          <w:lang w:val="ro-RO"/>
        </w:rPr>
        <w:t>ubsecvente</w:t>
      </w:r>
      <w:r w:rsidRPr="00505877">
        <w:rPr>
          <w:lang w:val="ro-RO"/>
        </w:rPr>
        <w:t xml:space="preserve"> aflate în derulare la data încetării acestuia</w:t>
      </w:r>
      <w:bookmarkEnd w:id="3"/>
      <w:r w:rsidRPr="00505877">
        <w:rPr>
          <w:lang w:val="ro-RO"/>
        </w:rPr>
        <w:t xml:space="preserve">. Aceste contracte continuă să fie executate pentru perioada pentru care ele au fost încheiate. </w:t>
      </w:r>
    </w:p>
    <w:p w14:paraId="5AA358DA" w14:textId="26228954" w:rsidR="00047E3A" w:rsidRPr="000E2DC7" w:rsidRDefault="000E2DC7" w:rsidP="000E2DC7">
      <w:pPr>
        <w:pStyle w:val="Level1"/>
        <w:rPr>
          <w:lang w:val="ro-RO"/>
        </w:rPr>
      </w:pPr>
      <w:r>
        <w:rPr>
          <w:lang w:val="ro-RO"/>
        </w:rPr>
        <w:t>CAPITOLUL</w:t>
      </w:r>
      <w:r w:rsidR="0035701A" w:rsidRPr="00505877">
        <w:rPr>
          <w:lang w:val="ro-RO"/>
        </w:rPr>
        <w:t xml:space="preserve"> 3 – OBLIGAȚIILE PĂRȚILOR</w:t>
      </w:r>
    </w:p>
    <w:p w14:paraId="5D5B38D7" w14:textId="2B0F1D6C" w:rsidR="0035701A" w:rsidRPr="000E2DC7" w:rsidRDefault="0035701A" w:rsidP="0035701A">
      <w:pPr>
        <w:pStyle w:val="Level2"/>
        <w:rPr>
          <w:lang w:val="ro-RO"/>
        </w:rPr>
      </w:pPr>
      <w:r w:rsidRPr="000E2DC7">
        <w:rPr>
          <w:b/>
          <w:bCs/>
          <w:lang w:val="ro-RO"/>
        </w:rPr>
        <w:t xml:space="preserve">Obligațiile generale ale Promitentului-Achizitor referitoare la atribuirea </w:t>
      </w:r>
      <w:r w:rsidR="00DB33DE" w:rsidRPr="000E2DC7">
        <w:rPr>
          <w:b/>
          <w:bCs/>
          <w:lang w:val="ro-RO"/>
        </w:rPr>
        <w:t>C</w:t>
      </w:r>
      <w:r w:rsidRPr="000E2DC7">
        <w:rPr>
          <w:b/>
          <w:bCs/>
          <w:lang w:val="ro-RO"/>
        </w:rPr>
        <w:t xml:space="preserve">ontractelor </w:t>
      </w:r>
      <w:r w:rsidR="00DB33DE" w:rsidRPr="000E2DC7">
        <w:rPr>
          <w:b/>
          <w:bCs/>
          <w:lang w:val="ro-RO"/>
        </w:rPr>
        <w:t>S</w:t>
      </w:r>
      <w:r w:rsidRPr="000E2DC7">
        <w:rPr>
          <w:b/>
          <w:bCs/>
          <w:lang w:val="ro-RO"/>
        </w:rPr>
        <w:t xml:space="preserve">ubsecvente în cazul </w:t>
      </w:r>
      <w:r w:rsidR="00DB33DE" w:rsidRPr="000E2DC7">
        <w:rPr>
          <w:b/>
          <w:bCs/>
          <w:lang w:val="ro-RO"/>
        </w:rPr>
        <w:t>A</w:t>
      </w:r>
      <w:r w:rsidRPr="000E2DC7">
        <w:rPr>
          <w:b/>
          <w:bCs/>
          <w:lang w:val="ro-RO"/>
        </w:rPr>
        <w:t>cordu</w:t>
      </w:r>
      <w:r w:rsidR="00DB33DE" w:rsidRPr="000E2DC7">
        <w:rPr>
          <w:b/>
          <w:bCs/>
          <w:lang w:val="ro-RO"/>
        </w:rPr>
        <w:t>lui-C</w:t>
      </w:r>
      <w:r w:rsidRPr="000E2DC7">
        <w:rPr>
          <w:b/>
          <w:bCs/>
          <w:lang w:val="ro-RO"/>
        </w:rPr>
        <w:t xml:space="preserve">adru </w:t>
      </w:r>
      <w:r w:rsidR="00DB33DE" w:rsidRPr="000E2DC7">
        <w:rPr>
          <w:b/>
          <w:bCs/>
          <w:lang w:val="ro-RO"/>
        </w:rPr>
        <w:t>cu</w:t>
      </w:r>
      <w:r w:rsidRPr="000E2DC7">
        <w:rPr>
          <w:b/>
          <w:bCs/>
          <w:lang w:val="ro-RO"/>
        </w:rPr>
        <w:t xml:space="preserve"> reluarea </w:t>
      </w:r>
      <w:r w:rsidR="006335E5" w:rsidRPr="000E2DC7">
        <w:rPr>
          <w:b/>
          <w:bCs/>
          <w:lang w:val="ro-RO"/>
        </w:rPr>
        <w:t>competiției</w:t>
      </w:r>
    </w:p>
    <w:p w14:paraId="393CDCD5" w14:textId="0E6129EF" w:rsidR="0035701A" w:rsidRPr="000E2DC7" w:rsidRDefault="0035701A" w:rsidP="0035701A">
      <w:pPr>
        <w:pStyle w:val="Level3"/>
        <w:rPr>
          <w:lang w:val="ro-RO"/>
        </w:rPr>
      </w:pPr>
      <w:r w:rsidRPr="000E2DC7">
        <w:rPr>
          <w:lang w:val="ro-RO"/>
        </w:rPr>
        <w:t xml:space="preserve">În măsura în care Promitentul-Achizitor dorește încheierea unui </w:t>
      </w:r>
      <w:r w:rsidR="00FA2B3A" w:rsidRPr="000E2DC7">
        <w:rPr>
          <w:lang w:val="ro-RO"/>
        </w:rPr>
        <w:t>C</w:t>
      </w:r>
      <w:r w:rsidRPr="000E2DC7">
        <w:rPr>
          <w:lang w:val="ro-RO"/>
        </w:rPr>
        <w:t xml:space="preserve">ontract </w:t>
      </w:r>
      <w:r w:rsidR="00FA2B3A" w:rsidRPr="000E2DC7">
        <w:rPr>
          <w:lang w:val="ro-RO"/>
        </w:rPr>
        <w:t>S</w:t>
      </w:r>
      <w:r w:rsidRPr="000E2DC7">
        <w:rPr>
          <w:lang w:val="ro-RO"/>
        </w:rPr>
        <w:t xml:space="preserve">ubsecvent acesta are obligația de a transmite tuturor Promitenților-Furnizori parte la </w:t>
      </w:r>
      <w:r w:rsidR="00DB33DE" w:rsidRPr="000E2DC7">
        <w:rPr>
          <w:lang w:val="ro-RO"/>
        </w:rPr>
        <w:t>A</w:t>
      </w:r>
      <w:r w:rsidRPr="000E2DC7">
        <w:rPr>
          <w:lang w:val="ro-RO"/>
        </w:rPr>
        <w:t>cordul-</w:t>
      </w:r>
      <w:r w:rsidR="00DB33DE" w:rsidRPr="000E2DC7">
        <w:rPr>
          <w:lang w:val="ro-RO"/>
        </w:rPr>
        <w:t>C</w:t>
      </w:r>
      <w:r w:rsidRPr="000E2DC7">
        <w:rPr>
          <w:lang w:val="ro-RO"/>
        </w:rPr>
        <w:t>adru, o invitație la reofertare.</w:t>
      </w:r>
    </w:p>
    <w:p w14:paraId="6EF09F3C" w14:textId="77777777" w:rsidR="0035701A" w:rsidRPr="000E2DC7" w:rsidRDefault="0035701A" w:rsidP="0035701A">
      <w:pPr>
        <w:pStyle w:val="Level3"/>
        <w:rPr>
          <w:lang w:val="ro-RO"/>
        </w:rPr>
      </w:pPr>
      <w:r w:rsidRPr="000E2DC7">
        <w:rPr>
          <w:lang w:val="ro-RO"/>
        </w:rPr>
        <w:t>Invitația la reofertare trebuie să conțină următoarele:</w:t>
      </w:r>
    </w:p>
    <w:p w14:paraId="6669167E" w14:textId="7FBBCA35" w:rsidR="0035701A" w:rsidRPr="000E2DC7" w:rsidRDefault="0035701A" w:rsidP="00E22D2F">
      <w:pPr>
        <w:pStyle w:val="roman3"/>
        <w:numPr>
          <w:ilvl w:val="0"/>
          <w:numId w:val="49"/>
        </w:numPr>
        <w:rPr>
          <w:lang w:val="ro-RO"/>
        </w:rPr>
      </w:pPr>
      <w:r w:rsidRPr="000E2DC7">
        <w:rPr>
          <w:lang w:val="ro-RO"/>
        </w:rPr>
        <w:t xml:space="preserve">Cantitățile de Produse și valoarea estimată a produselor care vor face obiectul Contractului </w:t>
      </w:r>
      <w:r w:rsidR="00DB33DE" w:rsidRPr="000E2DC7">
        <w:rPr>
          <w:lang w:val="ro-RO"/>
        </w:rPr>
        <w:t>S</w:t>
      </w:r>
      <w:r w:rsidRPr="000E2DC7">
        <w:rPr>
          <w:lang w:val="ro-RO"/>
        </w:rPr>
        <w:t>ubsecvent;</w:t>
      </w:r>
    </w:p>
    <w:p w14:paraId="6890BF28" w14:textId="1496F0C2" w:rsidR="0035701A" w:rsidRPr="000E2DC7" w:rsidRDefault="0035701A" w:rsidP="00E22D2F">
      <w:pPr>
        <w:pStyle w:val="roman3"/>
        <w:numPr>
          <w:ilvl w:val="0"/>
          <w:numId w:val="49"/>
        </w:numPr>
        <w:rPr>
          <w:lang w:val="ro-RO"/>
        </w:rPr>
      </w:pPr>
      <w:r w:rsidRPr="000E2DC7">
        <w:rPr>
          <w:lang w:val="ro-RO"/>
        </w:rPr>
        <w:t>Termenele</w:t>
      </w:r>
      <w:r w:rsidR="00FA2B3A" w:rsidRPr="000E2DC7">
        <w:rPr>
          <w:lang w:val="ro-RO"/>
        </w:rPr>
        <w:t xml:space="preserve"> și adresele</w:t>
      </w:r>
      <w:r w:rsidRPr="000E2DC7">
        <w:rPr>
          <w:lang w:val="ro-RO"/>
        </w:rPr>
        <w:t xml:space="preserve"> de livrare a Produselor;</w:t>
      </w:r>
    </w:p>
    <w:p w14:paraId="14024424" w14:textId="7DE887F4" w:rsidR="0035701A" w:rsidRPr="000E2DC7" w:rsidRDefault="00FA2B3A" w:rsidP="00E22D2F">
      <w:pPr>
        <w:pStyle w:val="roman3"/>
        <w:numPr>
          <w:ilvl w:val="0"/>
          <w:numId w:val="49"/>
        </w:numPr>
        <w:rPr>
          <w:lang w:val="ro-RO"/>
        </w:rPr>
      </w:pPr>
      <w:r w:rsidRPr="000E2DC7">
        <w:rPr>
          <w:lang w:val="ro-RO"/>
        </w:rPr>
        <w:t>Termenul limită în vederea exprimării intenției Promitenților-Furnizori de a depune sau nu o nouă ofertă</w:t>
      </w:r>
      <w:r w:rsidR="00367D8E">
        <w:rPr>
          <w:lang w:val="ro-RO"/>
        </w:rPr>
        <w:t>. Termenul limită este același cu cel de depunere a ofertei</w:t>
      </w:r>
      <w:r w:rsidR="0035701A" w:rsidRPr="000E2DC7">
        <w:rPr>
          <w:lang w:val="ro-RO"/>
        </w:rPr>
        <w:t>;</w:t>
      </w:r>
    </w:p>
    <w:p w14:paraId="35FCCE0E" w14:textId="77777777" w:rsidR="0035701A" w:rsidRPr="000E2DC7" w:rsidRDefault="0035701A" w:rsidP="00E22D2F">
      <w:pPr>
        <w:pStyle w:val="roman3"/>
        <w:numPr>
          <w:ilvl w:val="0"/>
          <w:numId w:val="49"/>
        </w:numPr>
        <w:rPr>
          <w:lang w:val="ro-RO"/>
        </w:rPr>
      </w:pPr>
      <w:r w:rsidRPr="000E2DC7">
        <w:rPr>
          <w:lang w:val="ro-RO"/>
        </w:rPr>
        <w:t>Formalitățile pentru transmiterea ofertei (persoana de contact, modalitatea de transmitere, etc.);</w:t>
      </w:r>
    </w:p>
    <w:p w14:paraId="3E79B2AC" w14:textId="2FAB8728" w:rsidR="0035701A" w:rsidRPr="000E2DC7" w:rsidRDefault="0035701A" w:rsidP="00E22D2F">
      <w:pPr>
        <w:pStyle w:val="roman3"/>
        <w:numPr>
          <w:ilvl w:val="0"/>
          <w:numId w:val="49"/>
        </w:numPr>
        <w:rPr>
          <w:lang w:val="ro-RO"/>
        </w:rPr>
      </w:pPr>
      <w:r w:rsidRPr="000E2DC7">
        <w:rPr>
          <w:lang w:val="ro-RO"/>
        </w:rPr>
        <w:t xml:space="preserve">Termenul limită (data și ora) pentru transmiterea ofertei. Termenul de transmitere a ofertei se va calcula începând cu următoarea zi lucrătoare din momentul transmiterii </w:t>
      </w:r>
      <w:r w:rsidR="00DB33DE" w:rsidRPr="000E2DC7">
        <w:rPr>
          <w:lang w:val="ro-RO"/>
        </w:rPr>
        <w:t>î</w:t>
      </w:r>
      <w:r w:rsidRPr="000E2DC7">
        <w:rPr>
          <w:lang w:val="ro-RO"/>
        </w:rPr>
        <w:t xml:space="preserve">nvitației la </w:t>
      </w:r>
      <w:r w:rsidR="00DB33DE" w:rsidRPr="000E2DC7">
        <w:rPr>
          <w:lang w:val="ro-RO"/>
        </w:rPr>
        <w:t>r</w:t>
      </w:r>
      <w:r w:rsidRPr="000E2DC7">
        <w:rPr>
          <w:lang w:val="ro-RO"/>
        </w:rPr>
        <w:t xml:space="preserve">eofertare. Termenul limită de depunere a ofertelor va fi stabilit de Promitentul-Achizitor în funcție de cantitatea </w:t>
      </w:r>
      <w:r w:rsidR="00FA2B3A" w:rsidRPr="000E2DC7">
        <w:rPr>
          <w:lang w:val="ro-RO"/>
        </w:rPr>
        <w:t xml:space="preserve">și tipul </w:t>
      </w:r>
      <w:r w:rsidRPr="000E2DC7">
        <w:rPr>
          <w:lang w:val="ro-RO"/>
        </w:rPr>
        <w:t>de Produse care va face obiectul ofertării,</w:t>
      </w:r>
    </w:p>
    <w:p w14:paraId="66EC6E6D" w14:textId="561016D5" w:rsidR="0035701A" w:rsidRPr="000E2DC7" w:rsidRDefault="0035701A" w:rsidP="00FA2B3A">
      <w:pPr>
        <w:pStyle w:val="roman3"/>
        <w:numPr>
          <w:ilvl w:val="0"/>
          <w:numId w:val="49"/>
        </w:numPr>
        <w:rPr>
          <w:lang w:val="ro-RO"/>
        </w:rPr>
      </w:pPr>
      <w:r w:rsidRPr="000E2DC7">
        <w:rPr>
          <w:lang w:val="ro-RO"/>
        </w:rPr>
        <w:lastRenderedPageBreak/>
        <w:t>Informații</w:t>
      </w:r>
      <w:r w:rsidR="00385833">
        <w:rPr>
          <w:lang w:val="ro-RO"/>
        </w:rPr>
        <w:t>le</w:t>
      </w:r>
      <w:r w:rsidRPr="000E2DC7">
        <w:rPr>
          <w:lang w:val="ro-RO"/>
        </w:rPr>
        <w:t xml:space="preserve"> cu privire la elementele care fac obiectul reluării competiției, precum și criteriul de atribuire / factorii de evaluare care se vor aplica în scopul stabilirii Promitentului-Furnizor căruia ii va fi atribuit Contractul </w:t>
      </w:r>
      <w:r w:rsidR="00DB33DE" w:rsidRPr="000E2DC7">
        <w:rPr>
          <w:lang w:val="ro-RO"/>
        </w:rPr>
        <w:t>S</w:t>
      </w:r>
      <w:r w:rsidRPr="000E2DC7">
        <w:rPr>
          <w:lang w:val="ro-RO"/>
        </w:rPr>
        <w:t>ubsecvent</w:t>
      </w:r>
      <w:r w:rsidR="00385833">
        <w:rPr>
          <w:lang w:val="ro-RO"/>
        </w:rPr>
        <w:t xml:space="preserve"> așa cum au fost ele stabilite în cuprinsul documentației de atribuire</w:t>
      </w:r>
      <w:r w:rsidRPr="000E2DC7">
        <w:rPr>
          <w:lang w:val="ro-RO"/>
        </w:rPr>
        <w:t>;</w:t>
      </w:r>
    </w:p>
    <w:p w14:paraId="3D1ED698" w14:textId="5DC27DB1" w:rsidR="0035701A" w:rsidRPr="000E2DC7" w:rsidRDefault="00DB33DE" w:rsidP="00DB33DE">
      <w:pPr>
        <w:pStyle w:val="roman3"/>
        <w:numPr>
          <w:ilvl w:val="0"/>
          <w:numId w:val="49"/>
        </w:numPr>
        <w:rPr>
          <w:lang w:val="ro-RO"/>
        </w:rPr>
      </w:pPr>
      <w:r w:rsidRPr="000E2DC7">
        <w:rPr>
          <w:lang w:val="ro-RO"/>
        </w:rPr>
        <w:t xml:space="preserve"> </w:t>
      </w:r>
      <w:r w:rsidR="0035701A" w:rsidRPr="000E2DC7">
        <w:rPr>
          <w:lang w:val="ro-RO"/>
        </w:rPr>
        <w:t xml:space="preserve">Obligația Promitenților-Furnizori de a nu modifica termenii și condițiile din oferta inițială decât în sensul îmbunătății acestora și fără a afecta elementele/condițiile stabilite ca fiind neschimbate. Elementele/condițiile care fac obiectul redeschiderii competiției </w:t>
      </w:r>
      <w:r w:rsidRPr="000E2DC7">
        <w:rPr>
          <w:lang w:val="ro-RO"/>
        </w:rPr>
        <w:t>astfel cum ele sunt enumerate la art. 3.</w:t>
      </w:r>
      <w:r w:rsidR="000E2DC7">
        <w:rPr>
          <w:lang w:val="ro-RO"/>
        </w:rPr>
        <w:t>1</w:t>
      </w:r>
      <w:r w:rsidRPr="000E2DC7">
        <w:rPr>
          <w:lang w:val="ro-RO"/>
        </w:rPr>
        <w:t>.</w:t>
      </w:r>
      <w:r w:rsidR="006335E5">
        <w:rPr>
          <w:lang w:val="ro-RO"/>
        </w:rPr>
        <w:t>10</w:t>
      </w:r>
      <w:r w:rsidR="0035701A" w:rsidRPr="000E2DC7">
        <w:rPr>
          <w:lang w:val="ro-RO"/>
        </w:rPr>
        <w:t xml:space="preserve">. </w:t>
      </w:r>
    </w:p>
    <w:p w14:paraId="492E4643" w14:textId="4D89E6FB" w:rsidR="00545CA3" w:rsidRDefault="00545CA3" w:rsidP="0035701A">
      <w:pPr>
        <w:pStyle w:val="Level3"/>
        <w:rPr>
          <w:lang w:val="ro-RO"/>
        </w:rPr>
      </w:pPr>
      <w:r>
        <w:rPr>
          <w:lang w:val="ro-RO"/>
        </w:rPr>
        <w:t>Criteriile de atribuire și factorii de evaluare a noilor oferte sunt următoarele: (</w:t>
      </w:r>
      <w:r>
        <w:rPr>
          <w:i/>
          <w:iCs/>
          <w:lang w:val="ro-RO"/>
        </w:rPr>
        <w:t>a se completa cu factorii de evaluare stabiliți în documentația de atribuire</w:t>
      </w:r>
      <w:r w:rsidR="003524D4">
        <w:rPr>
          <w:i/>
          <w:iCs/>
          <w:lang w:val="ro-RO"/>
        </w:rPr>
        <w:t>)</w:t>
      </w:r>
      <w:r>
        <w:rPr>
          <w:i/>
          <w:iCs/>
          <w:lang w:val="ro-RO"/>
        </w:rPr>
        <w:t xml:space="preserve">. </w:t>
      </w:r>
    </w:p>
    <w:p w14:paraId="4152B8C7" w14:textId="251C4921" w:rsidR="0035701A" w:rsidRPr="000E2DC7" w:rsidRDefault="0035701A" w:rsidP="0035701A">
      <w:pPr>
        <w:pStyle w:val="Level3"/>
        <w:rPr>
          <w:lang w:val="ro-RO"/>
        </w:rPr>
      </w:pPr>
      <w:r w:rsidRPr="000E2DC7">
        <w:rPr>
          <w:lang w:val="ro-RO"/>
        </w:rPr>
        <w:t>Promitentul-Achizitor are obligația de a evalua ofertele, de a stabili noul clasament al ofertelor depuse de Promitenți</w:t>
      </w:r>
      <w:r w:rsidR="00DB33DE" w:rsidRPr="000E2DC7">
        <w:rPr>
          <w:lang w:val="ro-RO"/>
        </w:rPr>
        <w:t>i</w:t>
      </w:r>
      <w:r w:rsidRPr="000E2DC7">
        <w:rPr>
          <w:lang w:val="ro-RO"/>
        </w:rPr>
        <w:t>-Furnizori și de a comunica rezultatele Promitenților Furnizori care au depus noi oferte.</w:t>
      </w:r>
    </w:p>
    <w:p w14:paraId="1D8793A5" w14:textId="77777777" w:rsidR="0035701A" w:rsidRPr="000E2DC7" w:rsidRDefault="0035701A" w:rsidP="0035701A">
      <w:pPr>
        <w:pStyle w:val="Level3"/>
        <w:rPr>
          <w:lang w:val="ro-RO"/>
        </w:rPr>
      </w:pPr>
      <w:r w:rsidRPr="000E2DC7">
        <w:rPr>
          <w:lang w:val="ro-RO"/>
        </w:rPr>
        <w:t xml:space="preserve">Promitentul-Achizitor are obligația de a încheia contractul subsecvent cu Promitentul-Furnizor care s-a clasat pe locul I ca urmare a procedurii de reofertare. </w:t>
      </w:r>
    </w:p>
    <w:p w14:paraId="7537E340" w14:textId="5A3D9BBE" w:rsidR="0035701A" w:rsidRPr="000E2DC7" w:rsidRDefault="0035701A" w:rsidP="0035701A">
      <w:pPr>
        <w:pStyle w:val="Level3"/>
        <w:rPr>
          <w:lang w:val="ro-RO"/>
        </w:rPr>
      </w:pPr>
      <w:r w:rsidRPr="000E2DC7">
        <w:rPr>
          <w:lang w:val="ro-RO"/>
        </w:rPr>
        <w:t>Dacă niciunul dintre Promitenții-Furnizori nu depune o nouă ofertă, Promitentul-Achizitor are obligația de a notifica Promitentul-</w:t>
      </w:r>
      <w:r w:rsidR="004C353C" w:rsidRPr="000E2DC7">
        <w:rPr>
          <w:lang w:val="ro-RO"/>
        </w:rPr>
        <w:t>F</w:t>
      </w:r>
      <w:r w:rsidRPr="000E2DC7">
        <w:rPr>
          <w:lang w:val="ro-RO"/>
        </w:rPr>
        <w:t>urnizor clasat pe primul loc în procedura de atribuire a Acordului-Cadru cu privire la solicitarea de a încheia un Contract Subsecvent, indicând cantitatea de bunuri și valoarea totală a Contractului Subsecvent, atașând și modelul de Contract Subsecvent, indicând un termen de 3 (trei) zile</w:t>
      </w:r>
      <w:r w:rsidR="004F4B12">
        <w:rPr>
          <w:lang w:val="ro-RO"/>
        </w:rPr>
        <w:t xml:space="preserve"> lucrătoare</w:t>
      </w:r>
      <w:r w:rsidRPr="000E2DC7">
        <w:rPr>
          <w:lang w:val="ro-RO"/>
        </w:rPr>
        <w:t xml:space="preserve"> în care Promitentul-Furnizor să procedeze la acordarea unui răspuns cu privire la încheierea Contractului Subsecvent. </w:t>
      </w:r>
    </w:p>
    <w:p w14:paraId="7C1604EF" w14:textId="402CCAD4" w:rsidR="0035701A" w:rsidRPr="000E2DC7" w:rsidRDefault="0035701A" w:rsidP="0035701A">
      <w:pPr>
        <w:pStyle w:val="Level3"/>
        <w:rPr>
          <w:lang w:val="ro-RO"/>
        </w:rPr>
      </w:pPr>
      <w:r w:rsidRPr="000E2DC7">
        <w:rPr>
          <w:lang w:val="ro-RO"/>
        </w:rPr>
        <w:t>În măsura în care Promitentul-Furnizor, clasat pe locul I nu acceptă încheierea Contractului Subsecvent sau nu răspunde în termenul indicat solicitării Promitentului</w:t>
      </w:r>
      <w:r w:rsidR="004C353C" w:rsidRPr="000E2DC7">
        <w:rPr>
          <w:lang w:val="ro-RO"/>
        </w:rPr>
        <w:t>-</w:t>
      </w:r>
      <w:r w:rsidRPr="000E2DC7">
        <w:rPr>
          <w:lang w:val="ro-RO"/>
        </w:rPr>
        <w:t>Achizitor, acesta din urmă are obligația de a notifica succesiv ceilalți Promitenți</w:t>
      </w:r>
      <w:r w:rsidR="00DB33DE" w:rsidRPr="000E2DC7">
        <w:rPr>
          <w:lang w:val="ro-RO"/>
        </w:rPr>
        <w:t>-Furnizori</w:t>
      </w:r>
      <w:r w:rsidRPr="000E2DC7">
        <w:rPr>
          <w:lang w:val="ro-RO"/>
        </w:rPr>
        <w:t>.</w:t>
      </w:r>
    </w:p>
    <w:p w14:paraId="360A5E3C" w14:textId="2F974300" w:rsidR="00A74327" w:rsidRDefault="0035701A" w:rsidP="00A74327">
      <w:pPr>
        <w:pStyle w:val="Level3"/>
        <w:rPr>
          <w:lang w:val="ro-RO"/>
        </w:rPr>
      </w:pPr>
      <w:r w:rsidRPr="000E2DC7">
        <w:rPr>
          <w:lang w:val="ro-RO"/>
        </w:rPr>
        <w:t>În măsura în care niciunul dintre Promitenții-</w:t>
      </w:r>
      <w:r w:rsidR="00E54697" w:rsidRPr="000E2DC7">
        <w:rPr>
          <w:lang w:val="ro-RO"/>
        </w:rPr>
        <w:t>F</w:t>
      </w:r>
      <w:r w:rsidRPr="000E2DC7">
        <w:rPr>
          <w:lang w:val="ro-RO"/>
        </w:rPr>
        <w:t>urnizori nu răspunde solicitării Promitentului-</w:t>
      </w:r>
      <w:r w:rsidR="004C353C" w:rsidRPr="000E2DC7" w:rsidDel="004C353C">
        <w:rPr>
          <w:lang w:val="ro-RO"/>
        </w:rPr>
        <w:t xml:space="preserve"> </w:t>
      </w:r>
      <w:r w:rsidRPr="000E2DC7">
        <w:rPr>
          <w:lang w:val="ro-RO"/>
        </w:rPr>
        <w:t>Achizitor</w:t>
      </w:r>
      <w:r w:rsidR="00CF3A09">
        <w:rPr>
          <w:lang w:val="ro-RO"/>
        </w:rPr>
        <w:t xml:space="preserve"> în termenul de 3 zile lucrătoare prevăzut la art. 3.1.6.</w:t>
      </w:r>
      <w:r w:rsidRPr="000E2DC7">
        <w:rPr>
          <w:lang w:val="ro-RO"/>
        </w:rPr>
        <w:t xml:space="preserve">, acesta are dreptul de a rezilia Acordul-cadru și de a derula o nouă procedură de achiziție cu privire la furnizarea produselor prevăzute la art. 2.2.1. </w:t>
      </w:r>
    </w:p>
    <w:p w14:paraId="050D5971" w14:textId="14654E91" w:rsidR="00AC3773" w:rsidRPr="000E2DC7" w:rsidRDefault="00AC3773" w:rsidP="00A74327">
      <w:pPr>
        <w:pStyle w:val="Level3"/>
        <w:rPr>
          <w:lang w:val="ro-RO"/>
        </w:rPr>
      </w:pPr>
      <w:r w:rsidRPr="000E2DC7">
        <w:rPr>
          <w:lang w:val="ro-RO"/>
        </w:rPr>
        <w:t xml:space="preserve">Numărul maxim de operatori economici cu care se încheie Acordul-Cadru este de (...). </w:t>
      </w:r>
    </w:p>
    <w:p w14:paraId="76042470" w14:textId="4CF222C3" w:rsidR="00CF5FB4" w:rsidRPr="000E2DC7" w:rsidRDefault="00CF5FB4" w:rsidP="00A74327">
      <w:pPr>
        <w:pStyle w:val="Level3"/>
        <w:rPr>
          <w:lang w:val="ro-RO"/>
        </w:rPr>
      </w:pPr>
      <w:r w:rsidRPr="000E2DC7">
        <w:rPr>
          <w:lang w:val="ro-RO"/>
        </w:rPr>
        <w:t>Elementele</w:t>
      </w:r>
      <w:r w:rsidR="00DB33DE" w:rsidRPr="000E2DC7">
        <w:rPr>
          <w:lang w:val="ro-RO"/>
        </w:rPr>
        <w:t xml:space="preserve"> și </w:t>
      </w:r>
      <w:r w:rsidRPr="000E2DC7">
        <w:rPr>
          <w:lang w:val="ro-RO"/>
        </w:rPr>
        <w:t xml:space="preserve">condiţiile care rămân neschimbate pe întreaga durată a </w:t>
      </w:r>
      <w:r w:rsidR="00DB33DE" w:rsidRPr="000E2DC7">
        <w:rPr>
          <w:lang w:val="ro-RO"/>
        </w:rPr>
        <w:t>A</w:t>
      </w:r>
      <w:r w:rsidRPr="000E2DC7">
        <w:rPr>
          <w:lang w:val="ro-RO"/>
        </w:rPr>
        <w:t>cordului-</w:t>
      </w:r>
      <w:r w:rsidR="00DB33DE" w:rsidRPr="000E2DC7">
        <w:rPr>
          <w:lang w:val="ro-RO"/>
        </w:rPr>
        <w:t>C</w:t>
      </w:r>
      <w:r w:rsidRPr="000E2DC7">
        <w:rPr>
          <w:lang w:val="ro-RO"/>
        </w:rPr>
        <w:t>adru sunt:</w:t>
      </w:r>
    </w:p>
    <w:p w14:paraId="426FF1AD" w14:textId="3B559467" w:rsidR="00CF5FB4" w:rsidRPr="000E2DC7" w:rsidRDefault="00CF5FB4" w:rsidP="00CF5FB4">
      <w:pPr>
        <w:pStyle w:val="alpha3"/>
        <w:rPr>
          <w:lang w:val="ro-RO"/>
        </w:rPr>
      </w:pPr>
      <w:r w:rsidRPr="000E2DC7">
        <w:rPr>
          <w:lang w:val="ro-RO"/>
        </w:rPr>
        <w:t>......;</w:t>
      </w:r>
    </w:p>
    <w:p w14:paraId="5BC8BBC4" w14:textId="2D640AEF" w:rsidR="00CF5FB4" w:rsidRPr="000E2DC7" w:rsidRDefault="00CF5FB4" w:rsidP="00CF5FB4">
      <w:pPr>
        <w:pStyle w:val="alpha3"/>
        <w:rPr>
          <w:lang w:val="ro-RO"/>
        </w:rPr>
      </w:pPr>
      <w:r w:rsidRPr="000E2DC7">
        <w:rPr>
          <w:lang w:val="ro-RO"/>
        </w:rPr>
        <w:t>......;</w:t>
      </w:r>
    </w:p>
    <w:p w14:paraId="72043B34" w14:textId="13A91168" w:rsidR="00CF5FB4" w:rsidRPr="000E2DC7" w:rsidRDefault="00CF5FB4" w:rsidP="00CF5FB4">
      <w:pPr>
        <w:pStyle w:val="alpha3"/>
        <w:rPr>
          <w:lang w:val="ro-RO"/>
        </w:rPr>
      </w:pPr>
      <w:r w:rsidRPr="000E2DC7">
        <w:rPr>
          <w:lang w:val="ro-RO"/>
        </w:rPr>
        <w:t>...... .</w:t>
      </w:r>
    </w:p>
    <w:tbl>
      <w:tblPr>
        <w:tblStyle w:val="TableGrid"/>
        <w:tblW w:w="0" w:type="auto"/>
        <w:tblInd w:w="1721" w:type="dxa"/>
        <w:tblLook w:val="04A0" w:firstRow="1" w:lastRow="0" w:firstColumn="1" w:lastColumn="0" w:noHBand="0" w:noVBand="1"/>
      </w:tblPr>
      <w:tblGrid>
        <w:gridCol w:w="7000"/>
      </w:tblGrid>
      <w:tr w:rsidR="00CF5FB4" w:rsidRPr="00F90E1C" w14:paraId="045E50B6" w14:textId="77777777" w:rsidTr="00CF5FB4">
        <w:tc>
          <w:tcPr>
            <w:tcW w:w="8721" w:type="dxa"/>
          </w:tcPr>
          <w:p w14:paraId="2DCF4A33" w14:textId="424CE507" w:rsidR="00CF5FB4" w:rsidRPr="000E2DC7" w:rsidRDefault="00CF5FB4" w:rsidP="00CF5FB4">
            <w:pPr>
              <w:pStyle w:val="alpha3"/>
              <w:numPr>
                <w:ilvl w:val="0"/>
                <w:numId w:val="0"/>
              </w:numPr>
              <w:rPr>
                <w:lang w:val="ro-RO"/>
              </w:rPr>
            </w:pPr>
            <w:r w:rsidRPr="000E2DC7">
              <w:rPr>
                <w:lang w:val="ro-RO"/>
              </w:rPr>
              <w:t xml:space="preserve">A se completa de către autoritățile/entitățile contractante elementele din cuprinsul Acordului-Cadru care nu vor putea face obiectul modificărilor. Cu titlu exemplificativ – specificațiile tehnice ale produsului nu ar putea fi schimbate la momentul reofertării. </w:t>
            </w:r>
          </w:p>
        </w:tc>
      </w:tr>
    </w:tbl>
    <w:p w14:paraId="580D8C36" w14:textId="77777777" w:rsidR="00CF5FB4" w:rsidRPr="000E2DC7" w:rsidRDefault="00CF5FB4" w:rsidP="00CF5FB4">
      <w:pPr>
        <w:pStyle w:val="alpha3"/>
        <w:numPr>
          <w:ilvl w:val="0"/>
          <w:numId w:val="0"/>
        </w:numPr>
        <w:ind w:left="1721"/>
        <w:rPr>
          <w:lang w:val="ro-RO"/>
        </w:rPr>
      </w:pPr>
    </w:p>
    <w:p w14:paraId="184EACDD" w14:textId="2831D6A8" w:rsidR="00812785" w:rsidRPr="000E2DC7" w:rsidRDefault="00812785" w:rsidP="00A74327">
      <w:pPr>
        <w:pStyle w:val="Level3"/>
        <w:rPr>
          <w:lang w:val="ro-RO"/>
        </w:rPr>
      </w:pPr>
      <w:r w:rsidRPr="000E2DC7">
        <w:rPr>
          <w:lang w:val="ro-RO"/>
        </w:rPr>
        <w:t xml:space="preserve">Elementele și condițiile care fac vor face obiectul reluării competiției pentru atribuirea </w:t>
      </w:r>
      <w:r w:rsidR="00DB33DE" w:rsidRPr="000E2DC7">
        <w:rPr>
          <w:lang w:val="ro-RO"/>
        </w:rPr>
        <w:t>C</w:t>
      </w:r>
      <w:r w:rsidRPr="000E2DC7">
        <w:rPr>
          <w:lang w:val="ro-RO"/>
        </w:rPr>
        <w:t xml:space="preserve">ontractelor </w:t>
      </w:r>
      <w:r w:rsidR="00DB33DE" w:rsidRPr="000E2DC7">
        <w:rPr>
          <w:lang w:val="ro-RO"/>
        </w:rPr>
        <w:t>S</w:t>
      </w:r>
      <w:r w:rsidRPr="000E2DC7">
        <w:rPr>
          <w:lang w:val="ro-RO"/>
        </w:rPr>
        <w:t>ubsecvente sunt:</w:t>
      </w:r>
    </w:p>
    <w:p w14:paraId="56C14B5C" w14:textId="709DBBEA" w:rsidR="00812785" w:rsidRPr="000E2DC7" w:rsidRDefault="00812785" w:rsidP="004E0269">
      <w:pPr>
        <w:pStyle w:val="alpha3"/>
        <w:numPr>
          <w:ilvl w:val="0"/>
          <w:numId w:val="86"/>
        </w:numPr>
        <w:rPr>
          <w:lang w:val="ro-RO"/>
        </w:rPr>
      </w:pPr>
      <w:r w:rsidRPr="000E2DC7">
        <w:rPr>
          <w:lang w:val="ro-RO"/>
        </w:rPr>
        <w:lastRenderedPageBreak/>
        <w:t>.......... ;</w:t>
      </w:r>
    </w:p>
    <w:p w14:paraId="6E3EF7E4" w14:textId="51A7C4D5" w:rsidR="00812785" w:rsidRPr="000E2DC7" w:rsidRDefault="00812785" w:rsidP="004E0269">
      <w:pPr>
        <w:pStyle w:val="alpha3"/>
        <w:numPr>
          <w:ilvl w:val="0"/>
          <w:numId w:val="86"/>
        </w:numPr>
        <w:rPr>
          <w:lang w:val="ro-RO"/>
        </w:rPr>
      </w:pPr>
      <w:r w:rsidRPr="000E2DC7">
        <w:rPr>
          <w:lang w:val="ro-RO"/>
        </w:rPr>
        <w:t>.......... ;</w:t>
      </w:r>
    </w:p>
    <w:p w14:paraId="2C37061B" w14:textId="4A354501" w:rsidR="00812785" w:rsidRPr="000E2DC7" w:rsidRDefault="00812785" w:rsidP="004E0269">
      <w:pPr>
        <w:pStyle w:val="alpha3"/>
        <w:numPr>
          <w:ilvl w:val="0"/>
          <w:numId w:val="86"/>
        </w:numPr>
        <w:rPr>
          <w:lang w:val="ro-RO"/>
        </w:rPr>
      </w:pPr>
      <w:r w:rsidRPr="000E2DC7">
        <w:rPr>
          <w:lang w:val="ro-RO"/>
        </w:rPr>
        <w:t>......... .</w:t>
      </w:r>
    </w:p>
    <w:tbl>
      <w:tblPr>
        <w:tblStyle w:val="TableGrid"/>
        <w:tblW w:w="0" w:type="auto"/>
        <w:tblInd w:w="1721" w:type="dxa"/>
        <w:tblLook w:val="04A0" w:firstRow="1" w:lastRow="0" w:firstColumn="1" w:lastColumn="0" w:noHBand="0" w:noVBand="1"/>
      </w:tblPr>
      <w:tblGrid>
        <w:gridCol w:w="7000"/>
      </w:tblGrid>
      <w:tr w:rsidR="00812785" w:rsidRPr="00F90E1C" w14:paraId="378893B3" w14:textId="77777777" w:rsidTr="00812785">
        <w:tc>
          <w:tcPr>
            <w:tcW w:w="8721" w:type="dxa"/>
          </w:tcPr>
          <w:p w14:paraId="36460708" w14:textId="49CA2BA3" w:rsidR="00812785" w:rsidRPr="000E2DC7" w:rsidRDefault="00812785" w:rsidP="00812785">
            <w:pPr>
              <w:pStyle w:val="alpha3"/>
              <w:numPr>
                <w:ilvl w:val="0"/>
                <w:numId w:val="0"/>
              </w:numPr>
              <w:rPr>
                <w:lang w:val="ro-RO"/>
              </w:rPr>
            </w:pPr>
            <w:r w:rsidRPr="000E2DC7">
              <w:rPr>
                <w:lang w:val="ro-RO"/>
              </w:rPr>
              <w:t>A se completa de către autoritatea/entitatea contractantă elementele din cuprinsul Acordului-Cadru care vor putea face obiectul modificărilor. Cu titlu exemplificativ, prețul produselor sau condițiile de livrare ar putea constitui astfel de elemente.</w:t>
            </w:r>
          </w:p>
        </w:tc>
      </w:tr>
    </w:tbl>
    <w:p w14:paraId="78A50104" w14:textId="35360C83" w:rsidR="00812785" w:rsidRDefault="00812785" w:rsidP="006335E5">
      <w:pPr>
        <w:pStyle w:val="Level3"/>
        <w:numPr>
          <w:ilvl w:val="0"/>
          <w:numId w:val="0"/>
        </w:numPr>
        <w:ind w:left="1361"/>
        <w:rPr>
          <w:lang w:val="ro-RO"/>
        </w:rPr>
      </w:pPr>
    </w:p>
    <w:p w14:paraId="093E2949" w14:textId="03CA9841" w:rsidR="003D0EF3" w:rsidRDefault="006335E5" w:rsidP="000E2DC7">
      <w:pPr>
        <w:pStyle w:val="Level3"/>
        <w:rPr>
          <w:lang w:val="ro-RO"/>
        </w:rPr>
      </w:pPr>
      <w:r>
        <w:rPr>
          <w:lang w:val="ro-RO"/>
        </w:rPr>
        <w:t>Dacă</w:t>
      </w:r>
      <w:r w:rsidR="0004160E">
        <w:rPr>
          <w:lang w:val="ro-RO"/>
        </w:rPr>
        <w:t xml:space="preserve"> </w:t>
      </w:r>
      <w:r w:rsidR="00385833">
        <w:rPr>
          <w:lang w:val="ro-RO"/>
        </w:rPr>
        <w:t>ulterior etapei de reevaluare</w:t>
      </w:r>
      <w:r w:rsidR="003D0EF3">
        <w:rPr>
          <w:lang w:val="ro-RO"/>
        </w:rPr>
        <w:t>, doi ofertanți au un punctaj egal, criteriile de departajare ale acestora sunt următoarele:</w:t>
      </w:r>
    </w:p>
    <w:p w14:paraId="34B4D1CA" w14:textId="24478E96" w:rsidR="003D0EF3" w:rsidRDefault="003D0EF3" w:rsidP="003D0EF3">
      <w:pPr>
        <w:pStyle w:val="Level4"/>
        <w:rPr>
          <w:lang w:val="ro-RO"/>
        </w:rPr>
      </w:pPr>
      <w:r>
        <w:rPr>
          <w:lang w:val="ro-RO"/>
        </w:rPr>
        <w:t>În măsura în care în etapa de re</w:t>
      </w:r>
      <w:r w:rsidR="00E942EA">
        <w:rPr>
          <w:lang w:val="ro-RO"/>
        </w:rPr>
        <w:t>luare a competiției</w:t>
      </w:r>
      <w:r>
        <w:rPr>
          <w:lang w:val="ro-RO"/>
        </w:rPr>
        <w:t xml:space="preserve"> au fost </w:t>
      </w:r>
      <w:r w:rsidR="00E942EA">
        <w:rPr>
          <w:lang w:val="ro-RO"/>
        </w:rPr>
        <w:t>reofertate atât elemente referitoare la aspecte de natură tehnică cât și aspecte referitoare la preț, iar noile oferte depuse au punctaj egal, va fi considerată câștigătoare oferta care obține un punctaj mai mare la componenta tehnică;</w:t>
      </w:r>
    </w:p>
    <w:p w14:paraId="09FC9A3F" w14:textId="3296C148" w:rsidR="00E942EA" w:rsidRDefault="00E942EA" w:rsidP="00E74376">
      <w:pPr>
        <w:pStyle w:val="Level4"/>
        <w:rPr>
          <w:lang w:val="ro-RO"/>
        </w:rPr>
      </w:pPr>
      <w:r>
        <w:rPr>
          <w:lang w:val="ro-RO"/>
        </w:rPr>
        <w:t>În măsura în care în etapa de reluare a competiției au fost reofertate doar prețurile</w:t>
      </w:r>
      <w:r w:rsidR="00B43B6B">
        <w:rPr>
          <w:lang w:val="ro-RO"/>
        </w:rPr>
        <w:t xml:space="preserve"> și în urma reofertării 2 sau mai mulți  Promitenți-Furnizori au oferit același preț, li se va solicita acestora o nouă propunere financiară în plic închis. Dacă și în acest caz, prețurile ofertate sunt aceleași oferta câștigătoare este considerată oferta depusă de Promitentul-Furnizor care s-a clasat primul în procedura de atribuire a Acordului-Cadru. </w:t>
      </w:r>
    </w:p>
    <w:p w14:paraId="261C7293" w14:textId="77777777" w:rsidR="00A74327" w:rsidRPr="00A74327" w:rsidRDefault="00A74327" w:rsidP="00A74327">
      <w:pPr>
        <w:pStyle w:val="Level3"/>
        <w:numPr>
          <w:ilvl w:val="0"/>
          <w:numId w:val="0"/>
        </w:numPr>
        <w:ind w:left="1361"/>
        <w:rPr>
          <w:lang w:val="ro-RO"/>
        </w:rPr>
      </w:pPr>
    </w:p>
    <w:p w14:paraId="6C65074D" w14:textId="3F502008" w:rsidR="0035701A" w:rsidRPr="000E2DC7" w:rsidRDefault="0035701A" w:rsidP="0035701A">
      <w:pPr>
        <w:pStyle w:val="Level2"/>
        <w:rPr>
          <w:lang w:val="ro-RO"/>
        </w:rPr>
      </w:pPr>
      <w:r w:rsidRPr="000E2DC7">
        <w:rPr>
          <w:b/>
          <w:bCs/>
          <w:lang w:val="ro-RO"/>
        </w:rPr>
        <w:t xml:space="preserve">Obligațiile și drepturile Promitenților-Furnizori în </w:t>
      </w:r>
      <w:r w:rsidR="00E54697" w:rsidRPr="000E2DC7">
        <w:rPr>
          <w:b/>
          <w:bCs/>
          <w:lang w:val="ro-RO"/>
        </w:rPr>
        <w:t>A</w:t>
      </w:r>
      <w:r w:rsidRPr="000E2DC7">
        <w:rPr>
          <w:b/>
          <w:bCs/>
          <w:lang w:val="ro-RO"/>
        </w:rPr>
        <w:t>cordul-</w:t>
      </w:r>
      <w:r w:rsidR="00E54697" w:rsidRPr="000E2DC7">
        <w:rPr>
          <w:b/>
          <w:bCs/>
          <w:lang w:val="ro-RO"/>
        </w:rPr>
        <w:t>C</w:t>
      </w:r>
      <w:r w:rsidRPr="000E2DC7">
        <w:rPr>
          <w:b/>
          <w:bCs/>
          <w:lang w:val="ro-RO"/>
        </w:rPr>
        <w:t xml:space="preserve">adru </w:t>
      </w:r>
      <w:r w:rsidR="00233F00" w:rsidRPr="000E2DC7">
        <w:rPr>
          <w:b/>
          <w:bCs/>
          <w:lang w:val="ro-RO"/>
        </w:rPr>
        <w:t>cu</w:t>
      </w:r>
      <w:r w:rsidRPr="000E2DC7">
        <w:rPr>
          <w:b/>
          <w:bCs/>
          <w:lang w:val="ro-RO"/>
        </w:rPr>
        <w:t xml:space="preserve"> reluarea </w:t>
      </w:r>
      <w:r w:rsidR="00E54697" w:rsidRPr="000E2DC7">
        <w:rPr>
          <w:b/>
          <w:bCs/>
          <w:lang w:val="ro-RO"/>
        </w:rPr>
        <w:t>competiției</w:t>
      </w:r>
    </w:p>
    <w:p w14:paraId="6AF3952B" w14:textId="0DF037E9" w:rsidR="0035701A" w:rsidRPr="000E2DC7" w:rsidRDefault="0035701A" w:rsidP="0035701A">
      <w:pPr>
        <w:pStyle w:val="Level3"/>
        <w:rPr>
          <w:lang w:val="ro-RO"/>
        </w:rPr>
      </w:pPr>
      <w:r w:rsidRPr="000E2DC7">
        <w:rPr>
          <w:lang w:val="ro-RO"/>
        </w:rPr>
        <w:t>Promitentul-Furnizor are obligația de a răspunde</w:t>
      </w:r>
      <w:r w:rsidR="008A2F77" w:rsidRPr="000E2DC7">
        <w:rPr>
          <w:lang w:val="ro-RO"/>
        </w:rPr>
        <w:t xml:space="preserve"> prin notificare invitației de reofertare transmisă de către</w:t>
      </w:r>
      <w:r w:rsidRPr="000E2DC7">
        <w:rPr>
          <w:lang w:val="ro-RO"/>
        </w:rPr>
        <w:t xml:space="preserve"> Promiten</w:t>
      </w:r>
      <w:r w:rsidR="008A2F77" w:rsidRPr="000E2DC7">
        <w:rPr>
          <w:lang w:val="ro-RO"/>
        </w:rPr>
        <w:t>tul</w:t>
      </w:r>
      <w:r w:rsidRPr="000E2DC7">
        <w:rPr>
          <w:lang w:val="ro-RO"/>
        </w:rPr>
        <w:t>-Achizitor</w:t>
      </w:r>
      <w:r w:rsidR="008A2F77" w:rsidRPr="000E2DC7">
        <w:rPr>
          <w:lang w:val="ro-RO"/>
        </w:rPr>
        <w:t>, indicând dacă dorește să</w:t>
      </w:r>
      <w:r w:rsidRPr="000E2DC7">
        <w:rPr>
          <w:lang w:val="ro-RO"/>
        </w:rPr>
        <w:t xml:space="preserve"> depune o nouă ofertă în cadrul procedurii</w:t>
      </w:r>
      <w:r w:rsidR="00367D8E">
        <w:rPr>
          <w:lang w:val="ro-RO"/>
        </w:rPr>
        <w:t>. În măsura în care operatorul economic dorește să depună o nouă ofertă, o va transmite o dată cu notificarea</w:t>
      </w:r>
      <w:r w:rsidRPr="000E2DC7">
        <w:rPr>
          <w:lang w:val="ro-RO"/>
        </w:rPr>
        <w:t xml:space="preserve">. Lipsa unui răspuns cu privire la această solicitare atrage imposibilitatea Promitentului-Furnizor de a depune o nouă </w:t>
      </w:r>
      <w:r w:rsidR="00E54697" w:rsidRPr="000E2DC7">
        <w:rPr>
          <w:lang w:val="ro-RO"/>
        </w:rPr>
        <w:t>O</w:t>
      </w:r>
      <w:r w:rsidRPr="000E2DC7">
        <w:rPr>
          <w:lang w:val="ro-RO"/>
        </w:rPr>
        <w:t>fertă.</w:t>
      </w:r>
      <w:r w:rsidR="00545CA3">
        <w:rPr>
          <w:lang w:val="ro-RO"/>
        </w:rPr>
        <w:t xml:space="preserve"> </w:t>
      </w:r>
      <w:r w:rsidR="00E942EA">
        <w:rPr>
          <w:lang w:val="ro-RO"/>
        </w:rPr>
        <w:t>În m</w:t>
      </w:r>
      <w:r w:rsidR="003F0178">
        <w:rPr>
          <w:lang w:val="ro-RO"/>
        </w:rPr>
        <w:t xml:space="preserve">ăsura în care procedura de reluare a competiției se </w:t>
      </w:r>
      <w:r w:rsidR="00545CA3">
        <w:rPr>
          <w:lang w:val="ro-RO"/>
        </w:rPr>
        <w:t xml:space="preserve">poate </w:t>
      </w:r>
      <w:r w:rsidR="003F0178">
        <w:rPr>
          <w:lang w:val="ro-RO"/>
        </w:rPr>
        <w:t>desfăș</w:t>
      </w:r>
      <w:r w:rsidR="00545CA3">
        <w:rPr>
          <w:lang w:val="ro-RO"/>
        </w:rPr>
        <w:t>ura</w:t>
      </w:r>
      <w:r w:rsidR="003F0178">
        <w:rPr>
          <w:lang w:val="ro-RO"/>
        </w:rPr>
        <w:t xml:space="preserve"> prin SEAP, operatorul economic va depune în SEAP oferta la termenul indicat de către Promitentul-Achizitor fără a avea obligația de a răspunde </w:t>
      </w:r>
      <w:r w:rsidR="00545CA3">
        <w:rPr>
          <w:lang w:val="ro-RO"/>
        </w:rPr>
        <w:t>în cazul</w:t>
      </w:r>
      <w:r w:rsidR="003F0178">
        <w:rPr>
          <w:lang w:val="ro-RO"/>
        </w:rPr>
        <w:t xml:space="preserve"> în care nu dorește să depună o nouă ofertă. </w:t>
      </w:r>
    </w:p>
    <w:p w14:paraId="1DAE7B86" w14:textId="65E64153" w:rsidR="0035701A" w:rsidRPr="000E2DC7" w:rsidRDefault="0035701A" w:rsidP="0035701A">
      <w:pPr>
        <w:pStyle w:val="Level3"/>
        <w:rPr>
          <w:lang w:val="ro-RO"/>
        </w:rPr>
      </w:pPr>
      <w:r w:rsidRPr="000E2DC7">
        <w:rPr>
          <w:lang w:val="ro-RO"/>
        </w:rPr>
        <w:t xml:space="preserve">Promitentul-Furnizor are dreptul de a depune o nouă </w:t>
      </w:r>
      <w:r w:rsidR="00E54697" w:rsidRPr="000E2DC7">
        <w:rPr>
          <w:lang w:val="ro-RO"/>
        </w:rPr>
        <w:t>O</w:t>
      </w:r>
      <w:r w:rsidRPr="000E2DC7">
        <w:rPr>
          <w:lang w:val="ro-RO"/>
        </w:rPr>
        <w:t>fertă în cadrul reluării procedurii</w:t>
      </w:r>
      <w:r w:rsidR="003F0178">
        <w:rPr>
          <w:lang w:val="ro-RO"/>
        </w:rPr>
        <w:t>. Operatorul economic poate</w:t>
      </w:r>
      <w:r w:rsidRPr="000E2DC7">
        <w:rPr>
          <w:lang w:val="ro-RO"/>
        </w:rPr>
        <w:t xml:space="preserve">  modifica termenii și condițiile </w:t>
      </w:r>
      <w:r w:rsidR="003F0178">
        <w:rPr>
          <w:lang w:val="ro-RO"/>
        </w:rPr>
        <w:t xml:space="preserve">ofertei depuse în cadrul procedurii de atribuire a Acordului-Cadru </w:t>
      </w:r>
      <w:r w:rsidR="00F206A5">
        <w:rPr>
          <w:lang w:val="ro-RO"/>
        </w:rPr>
        <w:t>d</w:t>
      </w:r>
      <w:r w:rsidR="003F0178">
        <w:rPr>
          <w:lang w:val="ro-RO"/>
        </w:rPr>
        <w:t>oar</w:t>
      </w:r>
      <w:r w:rsidR="008850AF">
        <w:rPr>
          <w:lang w:val="ro-RO"/>
        </w:rPr>
        <w:t>în limitele prevăzute la art. 3.1.10</w:t>
      </w:r>
      <w:r w:rsidRPr="000E2DC7">
        <w:rPr>
          <w:lang w:val="ro-RO"/>
        </w:rPr>
        <w:t xml:space="preserve"> și doar în sensul îmbunătățirii ei. </w:t>
      </w:r>
    </w:p>
    <w:p w14:paraId="49C5828B" w14:textId="24130AF3" w:rsidR="0035701A" w:rsidRPr="000E2DC7" w:rsidRDefault="008A2F77" w:rsidP="0035701A">
      <w:pPr>
        <w:pStyle w:val="Level3"/>
        <w:rPr>
          <w:lang w:val="ro-RO"/>
        </w:rPr>
      </w:pPr>
      <w:r w:rsidRPr="000E2DC7">
        <w:rPr>
          <w:lang w:val="ro-RO"/>
        </w:rPr>
        <w:t xml:space="preserve">Dacă </w:t>
      </w:r>
      <w:r w:rsidR="0035701A" w:rsidRPr="000E2DC7">
        <w:rPr>
          <w:lang w:val="ro-RO"/>
        </w:rPr>
        <w:t>Promitentul-Furnizor</w:t>
      </w:r>
      <w:r w:rsidR="005F4048" w:rsidRPr="000E2DC7">
        <w:rPr>
          <w:lang w:val="ro-RO"/>
        </w:rPr>
        <w:t xml:space="preserve"> a </w:t>
      </w:r>
      <w:r w:rsidRPr="000E2DC7">
        <w:rPr>
          <w:lang w:val="ro-RO"/>
        </w:rPr>
        <w:t>depus o nouă ofertă, iar ca urmare  procesului de evaluare Promitentul-Achizitor i-a transmis solicitarea de încheiere a Contractului Subsecvent, Promitentul-Furnizor</w:t>
      </w:r>
      <w:r w:rsidR="0035701A" w:rsidRPr="000E2DC7">
        <w:rPr>
          <w:lang w:val="ro-RO"/>
        </w:rPr>
        <w:t xml:space="preserve"> are obligația de a încheia </w:t>
      </w:r>
      <w:r w:rsidRPr="000E2DC7">
        <w:rPr>
          <w:lang w:val="ro-RO"/>
        </w:rPr>
        <w:t>C</w:t>
      </w:r>
      <w:r w:rsidR="0035701A" w:rsidRPr="000E2DC7">
        <w:rPr>
          <w:lang w:val="ro-RO"/>
        </w:rPr>
        <w:t>ontract</w:t>
      </w:r>
      <w:r w:rsidRPr="000E2DC7">
        <w:rPr>
          <w:lang w:val="ro-RO"/>
        </w:rPr>
        <w:t>ul</w:t>
      </w:r>
      <w:r w:rsidR="0035701A" w:rsidRPr="000E2DC7">
        <w:rPr>
          <w:lang w:val="ro-RO"/>
        </w:rPr>
        <w:t xml:space="preserve"> </w:t>
      </w:r>
      <w:r w:rsidRPr="000E2DC7">
        <w:rPr>
          <w:lang w:val="ro-RO"/>
        </w:rPr>
        <w:t>S</w:t>
      </w:r>
      <w:r w:rsidR="0035701A" w:rsidRPr="000E2DC7">
        <w:rPr>
          <w:lang w:val="ro-RO"/>
        </w:rPr>
        <w:t>ubsecvent</w:t>
      </w:r>
      <w:r w:rsidRPr="000E2DC7">
        <w:rPr>
          <w:lang w:val="ro-RO"/>
        </w:rPr>
        <w:t xml:space="preserve"> solicitat</w:t>
      </w:r>
      <w:r w:rsidR="0035701A" w:rsidRPr="000E2DC7">
        <w:rPr>
          <w:lang w:val="ro-RO"/>
        </w:rPr>
        <w:t>. În caz contrar, acesta va răspunde pentru</w:t>
      </w:r>
      <w:r w:rsidR="00367D8E">
        <w:rPr>
          <w:lang w:val="ro-RO"/>
        </w:rPr>
        <w:t xml:space="preserve"> întreg</w:t>
      </w:r>
      <w:r w:rsidR="0035701A" w:rsidRPr="000E2DC7">
        <w:rPr>
          <w:lang w:val="ro-RO"/>
        </w:rPr>
        <w:t xml:space="preserve"> prejudiciul cauzat Promitentului-Achizitor pentru refuzul sau pentru lipsa capacității de a executa </w:t>
      </w:r>
      <w:r w:rsidR="005F4048" w:rsidRPr="000E2DC7">
        <w:rPr>
          <w:lang w:val="ro-RO"/>
        </w:rPr>
        <w:t>C</w:t>
      </w:r>
      <w:r w:rsidR="0035701A" w:rsidRPr="000E2DC7">
        <w:rPr>
          <w:lang w:val="ro-RO"/>
        </w:rPr>
        <w:t xml:space="preserve">ontractele </w:t>
      </w:r>
      <w:r w:rsidR="005F4048" w:rsidRPr="000E2DC7">
        <w:rPr>
          <w:lang w:val="ro-RO"/>
        </w:rPr>
        <w:t>S</w:t>
      </w:r>
      <w:r w:rsidR="0035701A" w:rsidRPr="000E2DC7">
        <w:rPr>
          <w:lang w:val="ro-RO"/>
        </w:rPr>
        <w:t>ubsecvente</w:t>
      </w:r>
      <w:r w:rsidR="00367D8E">
        <w:rPr>
          <w:lang w:val="ro-RO"/>
        </w:rPr>
        <w:t>.</w:t>
      </w:r>
    </w:p>
    <w:p w14:paraId="6AD02706" w14:textId="060A8904" w:rsidR="008A2F77" w:rsidRDefault="008A2F77" w:rsidP="0035701A">
      <w:pPr>
        <w:pStyle w:val="Level3"/>
        <w:rPr>
          <w:lang w:val="ro-RO"/>
        </w:rPr>
      </w:pPr>
      <w:r w:rsidRPr="000E2DC7">
        <w:rPr>
          <w:lang w:val="ro-RO"/>
        </w:rPr>
        <w:t xml:space="preserve">Dacă niciunul dintre Promitenții-Furnizori nu depune o nouă ofertă, aceștia, în ordinea clasării lor în procedura referitoare la atribuirea Acordului-Cadru au obligația de a încheia Contractele Subsecvente respectând dispozițiile Acordului-Cadru și a </w:t>
      </w:r>
      <w:r w:rsidR="005F4048" w:rsidRPr="000E2DC7">
        <w:rPr>
          <w:lang w:val="ro-RO"/>
        </w:rPr>
        <w:lastRenderedPageBreak/>
        <w:t>d</w:t>
      </w:r>
      <w:r w:rsidRPr="000E2DC7">
        <w:rPr>
          <w:lang w:val="ro-RO"/>
        </w:rPr>
        <w:t xml:space="preserve">ocumentației de </w:t>
      </w:r>
      <w:r w:rsidR="005F4048" w:rsidRPr="000E2DC7">
        <w:rPr>
          <w:lang w:val="ro-RO"/>
        </w:rPr>
        <w:t>a</w:t>
      </w:r>
      <w:r w:rsidRPr="000E2DC7">
        <w:rPr>
          <w:lang w:val="ro-RO"/>
        </w:rPr>
        <w:t>tribuire. În caz contrar, aceștia vor răspunde</w:t>
      </w:r>
      <w:r w:rsidR="007F0115" w:rsidRPr="000E2DC7">
        <w:rPr>
          <w:lang w:val="ro-RO"/>
        </w:rPr>
        <w:t xml:space="preserve"> solidar</w:t>
      </w:r>
      <w:r w:rsidRPr="000E2DC7">
        <w:rPr>
          <w:lang w:val="ro-RO"/>
        </w:rPr>
        <w:t xml:space="preserve"> pentru prejudiciul cauzat Promitentului-Achizitor pentru refuzul sau pentru lipsa capacității de a executa contractele subsecvente în limita prejudiciului cauzat.</w:t>
      </w:r>
    </w:p>
    <w:p w14:paraId="247B4BDA" w14:textId="2AFBB73E" w:rsidR="00243E42" w:rsidRPr="00A52851" w:rsidRDefault="00243E42" w:rsidP="00243E42">
      <w:pPr>
        <w:pStyle w:val="Level3"/>
        <w:rPr>
          <w:lang w:val="ro-RO"/>
        </w:rPr>
      </w:pPr>
      <w:r>
        <w:rPr>
          <w:lang w:val="ro-RO"/>
        </w:rPr>
        <w:t xml:space="preserve">Prin excepție de la prevederile art. 3.2.4. </w:t>
      </w:r>
      <w:r w:rsidRPr="00A52851">
        <w:rPr>
          <w:lang w:val="ro-RO"/>
        </w:rPr>
        <w:t>Promitentul</w:t>
      </w:r>
      <w:r>
        <w:rPr>
          <w:lang w:val="ro-RO"/>
        </w:rPr>
        <w:t>-</w:t>
      </w:r>
      <w:r w:rsidRPr="00A52851">
        <w:rPr>
          <w:lang w:val="ro-RO"/>
        </w:rPr>
        <w:t>Furnizor</w:t>
      </w:r>
      <w:r>
        <w:rPr>
          <w:lang w:val="ro-RO"/>
        </w:rPr>
        <w:t xml:space="preserve"> poate refuza încheierea Contractului Subsecvent în condițiile enumerate jos, acesta fiind obligat</w:t>
      </w:r>
      <w:r w:rsidRPr="00A52851">
        <w:rPr>
          <w:lang w:val="ro-RO"/>
        </w:rPr>
        <w:t xml:space="preserve"> comunice și să justifice </w:t>
      </w:r>
      <w:r>
        <w:rPr>
          <w:lang w:val="ro-RO"/>
        </w:rPr>
        <w:t>Promitentului-Achizitor</w:t>
      </w:r>
      <w:r w:rsidRPr="00A52851">
        <w:rPr>
          <w:lang w:val="ro-RO"/>
        </w:rPr>
        <w:t xml:space="preserve"> motivele obiective care au determinat această situație. Pentru scopul situației descrise, sunt considerate motive obiective următoarele, însă fără a se limita la: </w:t>
      </w:r>
    </w:p>
    <w:p w14:paraId="2919A70A" w14:textId="77777777" w:rsidR="00243E42" w:rsidRPr="00A52851" w:rsidRDefault="00243E42" w:rsidP="00243E42">
      <w:pPr>
        <w:pStyle w:val="Level4"/>
        <w:rPr>
          <w:lang w:val="ro-RO"/>
        </w:rPr>
      </w:pPr>
      <w:r w:rsidRPr="00A52851">
        <w:rPr>
          <w:lang w:val="ro-RO"/>
        </w:rPr>
        <w:t xml:space="preserve">Cazurile de forță majoră </w:t>
      </w:r>
      <w:r>
        <w:rPr>
          <w:lang w:val="ro-RO"/>
        </w:rPr>
        <w:t xml:space="preserve">sau caz fortuit </w:t>
      </w:r>
      <w:r w:rsidRPr="00A52851">
        <w:rPr>
          <w:lang w:val="ro-RO"/>
        </w:rPr>
        <w:t>ce duc la imposibilitatea de a executa Contractul Subsecvent,</w:t>
      </w:r>
    </w:p>
    <w:p w14:paraId="5829F0FD" w14:textId="77777777" w:rsidR="00243E42" w:rsidRPr="00A52851" w:rsidRDefault="00243E42" w:rsidP="00243E42">
      <w:pPr>
        <w:pStyle w:val="Level4"/>
        <w:rPr>
          <w:lang w:val="ro-RO"/>
        </w:rPr>
      </w:pPr>
      <w:r w:rsidRPr="00A52851">
        <w:rPr>
          <w:lang w:val="ro-RO"/>
        </w:rPr>
        <w:t xml:space="preserve">Situația în care Promitentul Furnizor nu poate asigura cantitatea/volumul de produse în termenul indicat de </w:t>
      </w:r>
      <w:r>
        <w:rPr>
          <w:lang w:val="ro-RO"/>
        </w:rPr>
        <w:t>Promitentul-Achizitor</w:t>
      </w:r>
      <w:r w:rsidRPr="00A52851">
        <w:rPr>
          <w:lang w:val="ro-RO"/>
        </w:rPr>
        <w:t>, ca urmare a faptului ca datele de intrare din prezenta documentație nu au permis o planificare corespunzătoare</w:t>
      </w:r>
      <w:r>
        <w:rPr>
          <w:lang w:val="ro-RO"/>
        </w:rPr>
        <w:t xml:space="preserve"> </w:t>
      </w:r>
      <w:r w:rsidRPr="00A52851">
        <w:rPr>
          <w:lang w:val="ro-RO"/>
        </w:rPr>
        <w:t>caz în care Promitentul Furnizor trebuie să prezinte pentru informare termenul în care poate  asigura cantitatea/volumul de produse</w:t>
      </w:r>
      <w:r>
        <w:rPr>
          <w:lang w:val="ro-RO"/>
        </w:rPr>
        <w:t>, sau depășesc volumul maxim prevăzut în documentația de atribuire aferent unui Contract Subsecvent.</w:t>
      </w:r>
    </w:p>
    <w:p w14:paraId="5D37105B" w14:textId="6E584252" w:rsidR="00243E42" w:rsidRPr="00243E42" w:rsidRDefault="00243E42" w:rsidP="00243E42">
      <w:pPr>
        <w:pStyle w:val="Level4"/>
        <w:rPr>
          <w:lang w:val="ro-RO"/>
        </w:rPr>
      </w:pPr>
      <w:r w:rsidRPr="00A52851">
        <w:rPr>
          <w:lang w:val="ro-RO"/>
        </w:rPr>
        <w:t>Alte situații care nu sunt consecința sau nu pot fi atribuite unei acțiuni sau inacțiuni a Promitentului-Furnizor și care sunt independente de voința acestuia (inclusiv, dar fără a se limita la, situația în care Produsele/parte din acestea nu mai sunt fabricate de producător).</w:t>
      </w:r>
    </w:p>
    <w:p w14:paraId="2B067CB6" w14:textId="520F99F9" w:rsidR="00743ED1" w:rsidRPr="00505877" w:rsidRDefault="008D5E4D" w:rsidP="00743ED1">
      <w:pPr>
        <w:pStyle w:val="Level1"/>
        <w:rPr>
          <w:lang w:val="ro-RO"/>
        </w:rPr>
      </w:pPr>
      <w:r>
        <w:rPr>
          <w:lang w:val="ro-RO"/>
        </w:rPr>
        <w:t>CAPITOLUL</w:t>
      </w:r>
      <w:r w:rsidR="00743ED1" w:rsidRPr="00505877">
        <w:rPr>
          <w:lang w:val="ro-RO"/>
        </w:rPr>
        <w:t xml:space="preserve"> 4 – ASPECTE REFERITOARE LA DERULAREA ACORDULUI-CADRU ȘI A CONTRACTELOR SUBSECVENTE</w:t>
      </w:r>
    </w:p>
    <w:p w14:paraId="06C3994A" w14:textId="39185695" w:rsidR="00743ED1" w:rsidRPr="00505877" w:rsidRDefault="00743ED1" w:rsidP="00743ED1">
      <w:pPr>
        <w:pStyle w:val="Level2"/>
        <w:rPr>
          <w:lang w:val="ro-RO"/>
        </w:rPr>
      </w:pPr>
      <w:r w:rsidRPr="00505877">
        <w:rPr>
          <w:b/>
          <w:bCs/>
          <w:lang w:val="ro-RO"/>
        </w:rPr>
        <w:t>Comunicarea părților</w:t>
      </w:r>
    </w:p>
    <w:p w14:paraId="11AFEDE6" w14:textId="77777777" w:rsidR="00743ED1" w:rsidRPr="00505877" w:rsidRDefault="00743ED1" w:rsidP="00743ED1">
      <w:pPr>
        <w:pStyle w:val="Level3"/>
        <w:rPr>
          <w:lang w:val="ro-RO"/>
        </w:rPr>
      </w:pPr>
      <w:r w:rsidRPr="00505877">
        <w:rPr>
          <w:lang w:val="ro-RO"/>
        </w:rPr>
        <w:t xml:space="preserve">Orice comunicare făcută de Părți se face în scris și se depune personal de Parte sau expediată prin scrisoare recomandată cu confirmare de primire sau prin alt mijloc de comunicare care asigură confirmarea primirii documentului. Comunicările între părți se fac în limba română. </w:t>
      </w:r>
    </w:p>
    <w:p w14:paraId="25465737" w14:textId="77777777" w:rsidR="00743ED1" w:rsidRPr="00505877" w:rsidRDefault="00743ED1" w:rsidP="00743ED1">
      <w:pPr>
        <w:pStyle w:val="Level3"/>
        <w:rPr>
          <w:lang w:val="ro-RO"/>
        </w:rPr>
      </w:pPr>
      <w:r w:rsidRPr="00505877">
        <w:rPr>
          <w:lang w:val="ro-RO"/>
        </w:rPr>
        <w:t>Comunicările între Părți se pot face și prin fax sau e-mail, cu condiția confirmării în scris a primirii comunicării.</w:t>
      </w:r>
    </w:p>
    <w:p w14:paraId="168C9779" w14:textId="77777777" w:rsidR="00743ED1" w:rsidRPr="00505877" w:rsidRDefault="00743ED1" w:rsidP="00743ED1">
      <w:pPr>
        <w:pStyle w:val="Level3"/>
        <w:rPr>
          <w:lang w:val="ro-RO"/>
        </w:rPr>
      </w:pPr>
      <w:r w:rsidRPr="00505877">
        <w:rPr>
          <w:lang w:val="ro-RO"/>
        </w:rPr>
        <w:t>Adresele la care se transmit comunicările sunt următoarele:</w:t>
      </w:r>
    </w:p>
    <w:tbl>
      <w:tblPr>
        <w:tblStyle w:val="TableGrid"/>
        <w:tblW w:w="0" w:type="auto"/>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7"/>
        <w:gridCol w:w="4473"/>
      </w:tblGrid>
      <w:tr w:rsidR="00743ED1" w:rsidRPr="008B7495" w14:paraId="10618761" w14:textId="77777777" w:rsidTr="00743ED1">
        <w:trPr>
          <w:trHeight w:val="273"/>
        </w:trPr>
        <w:tc>
          <w:tcPr>
            <w:tcW w:w="2887" w:type="dxa"/>
          </w:tcPr>
          <w:p w14:paraId="1200DA7E" w14:textId="3C355397" w:rsidR="00743ED1" w:rsidRPr="00505877" w:rsidRDefault="00743ED1" w:rsidP="004144EB">
            <w:pPr>
              <w:pStyle w:val="Body"/>
              <w:spacing w:before="60" w:after="0" w:line="240" w:lineRule="exact"/>
              <w:rPr>
                <w:lang w:val="ro-RO"/>
              </w:rPr>
            </w:pPr>
            <w:r w:rsidRPr="00505877">
              <w:rPr>
                <w:lang w:val="ro-RO"/>
              </w:rPr>
              <w:t>Pentru Promitentul-Achizitor:</w:t>
            </w:r>
          </w:p>
        </w:tc>
        <w:tc>
          <w:tcPr>
            <w:tcW w:w="4473" w:type="dxa"/>
          </w:tcPr>
          <w:p w14:paraId="45CACE84" w14:textId="3A33881A" w:rsidR="00743ED1" w:rsidRPr="008B7495" w:rsidRDefault="00743ED1" w:rsidP="004144EB">
            <w:pPr>
              <w:pStyle w:val="Body"/>
              <w:spacing w:before="60" w:after="0" w:line="240" w:lineRule="exact"/>
              <w:rPr>
                <w:i/>
                <w:iCs/>
                <w:lang w:val="ro-RO"/>
              </w:rPr>
            </w:pPr>
            <w:r w:rsidRPr="008B7495">
              <w:rPr>
                <w:i/>
                <w:iCs/>
                <w:lang w:val="ro-RO"/>
              </w:rPr>
              <w:t>[Promitentul-Achizitor]</w:t>
            </w:r>
          </w:p>
        </w:tc>
      </w:tr>
      <w:tr w:rsidR="00743ED1" w:rsidRPr="008B7495" w14:paraId="3BFD54BE" w14:textId="77777777" w:rsidTr="00743ED1">
        <w:tc>
          <w:tcPr>
            <w:tcW w:w="2887" w:type="dxa"/>
          </w:tcPr>
          <w:p w14:paraId="08935D86" w14:textId="77777777" w:rsidR="00743ED1" w:rsidRPr="00505877" w:rsidRDefault="00743ED1" w:rsidP="004144EB">
            <w:pPr>
              <w:pStyle w:val="Body"/>
              <w:spacing w:before="60" w:after="0" w:line="240" w:lineRule="exact"/>
              <w:rPr>
                <w:lang w:val="ro-RO"/>
              </w:rPr>
            </w:pPr>
            <w:r w:rsidRPr="00505877">
              <w:rPr>
                <w:lang w:val="ro-RO"/>
              </w:rPr>
              <w:t>Adresă:</w:t>
            </w:r>
          </w:p>
        </w:tc>
        <w:tc>
          <w:tcPr>
            <w:tcW w:w="4473" w:type="dxa"/>
          </w:tcPr>
          <w:p w14:paraId="18778385" w14:textId="77777777" w:rsidR="00743ED1" w:rsidRPr="008B7495" w:rsidRDefault="00743ED1" w:rsidP="004144EB">
            <w:pPr>
              <w:pStyle w:val="Body"/>
              <w:spacing w:before="60" w:after="0" w:line="240" w:lineRule="exact"/>
              <w:rPr>
                <w:i/>
                <w:iCs/>
                <w:lang w:val="ro-RO"/>
              </w:rPr>
            </w:pPr>
            <w:r w:rsidRPr="008B7495">
              <w:rPr>
                <w:i/>
                <w:iCs/>
                <w:lang w:val="ro-RO"/>
              </w:rPr>
              <w:t>[adresa]</w:t>
            </w:r>
          </w:p>
        </w:tc>
      </w:tr>
      <w:tr w:rsidR="00743ED1" w:rsidRPr="008B7495" w14:paraId="77FFCB32" w14:textId="77777777" w:rsidTr="00743ED1">
        <w:tc>
          <w:tcPr>
            <w:tcW w:w="2887" w:type="dxa"/>
          </w:tcPr>
          <w:p w14:paraId="00A8C52F" w14:textId="77777777" w:rsidR="00743ED1" w:rsidRPr="00505877" w:rsidRDefault="00743ED1" w:rsidP="004144EB">
            <w:pPr>
              <w:pStyle w:val="Body"/>
              <w:spacing w:before="60" w:after="0" w:line="240" w:lineRule="exact"/>
              <w:rPr>
                <w:lang w:val="ro-RO"/>
              </w:rPr>
            </w:pPr>
            <w:r w:rsidRPr="00505877">
              <w:rPr>
                <w:lang w:val="ro-RO"/>
              </w:rPr>
              <w:t>Telefon:</w:t>
            </w:r>
          </w:p>
        </w:tc>
        <w:tc>
          <w:tcPr>
            <w:tcW w:w="4473" w:type="dxa"/>
          </w:tcPr>
          <w:p w14:paraId="65A14C7A" w14:textId="77777777" w:rsidR="00743ED1" w:rsidRPr="008B7495" w:rsidRDefault="00743ED1" w:rsidP="004144EB">
            <w:pPr>
              <w:pStyle w:val="Body"/>
              <w:spacing w:before="60" w:after="0" w:line="240" w:lineRule="exact"/>
              <w:rPr>
                <w:i/>
                <w:iCs/>
                <w:lang w:val="ro-RO"/>
              </w:rPr>
            </w:pPr>
            <w:r w:rsidRPr="008B7495">
              <w:rPr>
                <w:i/>
                <w:iCs/>
                <w:lang w:val="ro-RO"/>
              </w:rPr>
              <w:t>[număr telefon]</w:t>
            </w:r>
          </w:p>
        </w:tc>
      </w:tr>
      <w:tr w:rsidR="00743ED1" w:rsidRPr="008B7495" w14:paraId="487DA6D3" w14:textId="77777777" w:rsidTr="00743ED1">
        <w:tc>
          <w:tcPr>
            <w:tcW w:w="2887" w:type="dxa"/>
          </w:tcPr>
          <w:p w14:paraId="2B233188" w14:textId="77777777" w:rsidR="00743ED1" w:rsidRPr="00505877" w:rsidRDefault="00743ED1" w:rsidP="004144EB">
            <w:pPr>
              <w:pStyle w:val="Body"/>
              <w:spacing w:before="60" w:after="0" w:line="240" w:lineRule="exact"/>
              <w:rPr>
                <w:lang w:val="ro-RO"/>
              </w:rPr>
            </w:pPr>
            <w:r w:rsidRPr="00505877">
              <w:rPr>
                <w:lang w:val="ro-RO"/>
              </w:rPr>
              <w:t>E-mail:</w:t>
            </w:r>
          </w:p>
        </w:tc>
        <w:tc>
          <w:tcPr>
            <w:tcW w:w="4473" w:type="dxa"/>
          </w:tcPr>
          <w:p w14:paraId="002FE555" w14:textId="77777777" w:rsidR="00743ED1" w:rsidRPr="008B7495" w:rsidRDefault="00743ED1" w:rsidP="004144EB">
            <w:pPr>
              <w:pStyle w:val="Body"/>
              <w:spacing w:before="60" w:after="0" w:line="240" w:lineRule="exact"/>
              <w:rPr>
                <w:i/>
                <w:iCs/>
                <w:lang w:val="ro-RO"/>
              </w:rPr>
            </w:pPr>
            <w:r w:rsidRPr="008B7495">
              <w:rPr>
                <w:i/>
                <w:iCs/>
                <w:lang w:val="ro-RO"/>
              </w:rPr>
              <w:t>[adresă electronică]</w:t>
            </w:r>
          </w:p>
        </w:tc>
      </w:tr>
      <w:tr w:rsidR="00743ED1" w:rsidRPr="00F90E1C" w14:paraId="1B9C405A" w14:textId="77777777" w:rsidTr="00743ED1">
        <w:tc>
          <w:tcPr>
            <w:tcW w:w="2887" w:type="dxa"/>
          </w:tcPr>
          <w:p w14:paraId="1775C84B" w14:textId="77777777" w:rsidR="00743ED1" w:rsidRPr="00505877" w:rsidRDefault="00743ED1" w:rsidP="004144EB">
            <w:pPr>
              <w:pStyle w:val="Body"/>
              <w:spacing w:before="60" w:after="0" w:line="240" w:lineRule="exact"/>
              <w:rPr>
                <w:lang w:val="ro-RO"/>
              </w:rPr>
            </w:pPr>
            <w:r w:rsidRPr="00505877">
              <w:rPr>
                <w:lang w:val="ro-RO"/>
              </w:rPr>
              <w:t>Persoană de contact:</w:t>
            </w:r>
          </w:p>
        </w:tc>
        <w:tc>
          <w:tcPr>
            <w:tcW w:w="4473" w:type="dxa"/>
          </w:tcPr>
          <w:p w14:paraId="1C91ACBB" w14:textId="27063DB3" w:rsidR="00743ED1" w:rsidRPr="008B7495" w:rsidRDefault="00743ED1" w:rsidP="004144EB">
            <w:pPr>
              <w:pStyle w:val="Body"/>
              <w:spacing w:before="60" w:after="0" w:line="240" w:lineRule="exact"/>
              <w:rPr>
                <w:i/>
                <w:iCs/>
                <w:lang w:val="ro-RO"/>
              </w:rPr>
            </w:pPr>
            <w:r w:rsidRPr="008B7495">
              <w:rPr>
                <w:i/>
                <w:iCs/>
                <w:lang w:val="ro-RO"/>
              </w:rPr>
              <w:t>[numele și prenumele persoanei de contact din partea Promitentului-Achizitor]</w:t>
            </w:r>
          </w:p>
        </w:tc>
      </w:tr>
      <w:tr w:rsidR="00743ED1" w:rsidRPr="00F90E1C" w14:paraId="3D050C41" w14:textId="77777777" w:rsidTr="00743ED1">
        <w:trPr>
          <w:trHeight w:val="557"/>
        </w:trPr>
        <w:tc>
          <w:tcPr>
            <w:tcW w:w="2887" w:type="dxa"/>
          </w:tcPr>
          <w:p w14:paraId="545D7BEF" w14:textId="77777777" w:rsidR="00743ED1" w:rsidRPr="00505877" w:rsidRDefault="00743ED1" w:rsidP="004144EB">
            <w:pPr>
              <w:pStyle w:val="Body"/>
              <w:spacing w:before="60" w:after="0" w:line="240" w:lineRule="exact"/>
              <w:rPr>
                <w:lang w:val="ro-RO"/>
              </w:rPr>
            </w:pPr>
            <w:r w:rsidRPr="00505877">
              <w:rPr>
                <w:lang w:val="ro-RO"/>
              </w:rPr>
              <w:t>Funcția:</w:t>
            </w:r>
          </w:p>
        </w:tc>
        <w:tc>
          <w:tcPr>
            <w:tcW w:w="4473" w:type="dxa"/>
          </w:tcPr>
          <w:p w14:paraId="2168655B" w14:textId="1680F4E7" w:rsidR="00743ED1" w:rsidRPr="008B7495" w:rsidRDefault="00743ED1" w:rsidP="004144EB">
            <w:pPr>
              <w:pStyle w:val="Body"/>
              <w:spacing w:before="60" w:after="0" w:line="240" w:lineRule="exact"/>
              <w:rPr>
                <w:i/>
                <w:iCs/>
                <w:lang w:val="ro-RO"/>
              </w:rPr>
            </w:pPr>
            <w:r w:rsidRPr="008B7495">
              <w:rPr>
                <w:i/>
                <w:iCs/>
                <w:lang w:val="ro-RO"/>
              </w:rPr>
              <w:t>[funcția persoanei de contact din partea Promitentului-Achizitor]</w:t>
            </w:r>
          </w:p>
        </w:tc>
      </w:tr>
      <w:tr w:rsidR="00743ED1" w:rsidRPr="00F90E1C" w14:paraId="66DC260C" w14:textId="77777777" w:rsidTr="00743ED1">
        <w:trPr>
          <w:trHeight w:val="141"/>
        </w:trPr>
        <w:tc>
          <w:tcPr>
            <w:tcW w:w="2887" w:type="dxa"/>
          </w:tcPr>
          <w:p w14:paraId="05B3FC4C" w14:textId="77777777" w:rsidR="00743ED1" w:rsidRPr="00505877" w:rsidRDefault="00743ED1" w:rsidP="004144EB">
            <w:pPr>
              <w:pStyle w:val="Body"/>
              <w:spacing w:before="60" w:after="0" w:line="240" w:lineRule="exact"/>
              <w:rPr>
                <w:lang w:val="ro-RO"/>
              </w:rPr>
            </w:pPr>
          </w:p>
        </w:tc>
        <w:tc>
          <w:tcPr>
            <w:tcW w:w="4473" w:type="dxa"/>
          </w:tcPr>
          <w:p w14:paraId="64E2AB8D" w14:textId="77777777" w:rsidR="00743ED1" w:rsidRPr="008B7495" w:rsidRDefault="00743ED1" w:rsidP="004144EB">
            <w:pPr>
              <w:pStyle w:val="Body"/>
              <w:spacing w:before="60" w:after="0" w:line="240" w:lineRule="exact"/>
              <w:rPr>
                <w:i/>
                <w:iCs/>
                <w:lang w:val="ro-RO"/>
              </w:rPr>
            </w:pPr>
          </w:p>
        </w:tc>
      </w:tr>
      <w:tr w:rsidR="00743ED1" w:rsidRPr="008B7495" w14:paraId="17B85E5C" w14:textId="77777777" w:rsidTr="00743ED1">
        <w:tc>
          <w:tcPr>
            <w:tcW w:w="2887" w:type="dxa"/>
          </w:tcPr>
          <w:p w14:paraId="26AC94CB" w14:textId="3D4E8835" w:rsidR="00743ED1" w:rsidRPr="00505877" w:rsidRDefault="00743ED1" w:rsidP="004144EB">
            <w:pPr>
              <w:pStyle w:val="Body"/>
              <w:spacing w:before="60" w:after="0" w:line="240" w:lineRule="exact"/>
              <w:rPr>
                <w:lang w:val="ro-RO"/>
              </w:rPr>
            </w:pPr>
            <w:r w:rsidRPr="00505877">
              <w:rPr>
                <w:lang w:val="ro-RO"/>
              </w:rPr>
              <w:t>Pentru Promitentul-Furnizor:</w:t>
            </w:r>
          </w:p>
        </w:tc>
        <w:tc>
          <w:tcPr>
            <w:tcW w:w="4473" w:type="dxa"/>
          </w:tcPr>
          <w:p w14:paraId="45D501F1" w14:textId="77777777" w:rsidR="00743ED1" w:rsidRPr="008B7495" w:rsidRDefault="00743ED1" w:rsidP="004144EB">
            <w:pPr>
              <w:pStyle w:val="Body"/>
              <w:spacing w:before="60" w:after="0" w:line="240" w:lineRule="exact"/>
              <w:rPr>
                <w:i/>
                <w:iCs/>
                <w:lang w:val="ro-RO"/>
              </w:rPr>
            </w:pPr>
            <w:r w:rsidRPr="008B7495">
              <w:rPr>
                <w:i/>
                <w:iCs/>
                <w:lang w:val="ro-RO"/>
              </w:rPr>
              <w:t>[Operator economic]</w:t>
            </w:r>
          </w:p>
        </w:tc>
      </w:tr>
      <w:tr w:rsidR="00743ED1" w:rsidRPr="008B7495" w14:paraId="43C6AC85" w14:textId="77777777" w:rsidTr="00743ED1">
        <w:tc>
          <w:tcPr>
            <w:tcW w:w="2887" w:type="dxa"/>
          </w:tcPr>
          <w:p w14:paraId="1708A0CD" w14:textId="77777777" w:rsidR="00743ED1" w:rsidRPr="00505877" w:rsidRDefault="00743ED1" w:rsidP="004144EB">
            <w:pPr>
              <w:pStyle w:val="Body"/>
              <w:spacing w:before="60" w:after="0" w:line="240" w:lineRule="exact"/>
              <w:rPr>
                <w:lang w:val="ro-RO"/>
              </w:rPr>
            </w:pPr>
            <w:r w:rsidRPr="00505877">
              <w:rPr>
                <w:lang w:val="ro-RO"/>
              </w:rPr>
              <w:t>Adresă:</w:t>
            </w:r>
          </w:p>
        </w:tc>
        <w:tc>
          <w:tcPr>
            <w:tcW w:w="4473" w:type="dxa"/>
          </w:tcPr>
          <w:p w14:paraId="410DA6D9" w14:textId="77777777" w:rsidR="00743ED1" w:rsidRPr="008B7495" w:rsidRDefault="00743ED1" w:rsidP="004144EB">
            <w:pPr>
              <w:pStyle w:val="Body"/>
              <w:spacing w:before="60" w:after="0" w:line="240" w:lineRule="exact"/>
              <w:rPr>
                <w:i/>
                <w:iCs/>
                <w:lang w:val="ro-RO"/>
              </w:rPr>
            </w:pPr>
            <w:r w:rsidRPr="008B7495">
              <w:rPr>
                <w:i/>
                <w:iCs/>
                <w:lang w:val="ro-RO"/>
              </w:rPr>
              <w:t>[adresa]</w:t>
            </w:r>
          </w:p>
        </w:tc>
      </w:tr>
      <w:tr w:rsidR="00743ED1" w:rsidRPr="008B7495" w14:paraId="3B205A8E" w14:textId="77777777" w:rsidTr="00743ED1">
        <w:tc>
          <w:tcPr>
            <w:tcW w:w="2887" w:type="dxa"/>
          </w:tcPr>
          <w:p w14:paraId="37D5546A" w14:textId="77777777" w:rsidR="00743ED1" w:rsidRPr="00505877" w:rsidRDefault="00743ED1" w:rsidP="004144EB">
            <w:pPr>
              <w:pStyle w:val="Body"/>
              <w:spacing w:before="60" w:after="0" w:line="240" w:lineRule="exact"/>
              <w:rPr>
                <w:lang w:val="ro-RO"/>
              </w:rPr>
            </w:pPr>
            <w:r w:rsidRPr="00505877">
              <w:rPr>
                <w:lang w:val="ro-RO"/>
              </w:rPr>
              <w:t>Telefon:</w:t>
            </w:r>
          </w:p>
        </w:tc>
        <w:tc>
          <w:tcPr>
            <w:tcW w:w="4473" w:type="dxa"/>
          </w:tcPr>
          <w:p w14:paraId="0E144825" w14:textId="77777777" w:rsidR="00743ED1" w:rsidRPr="008B7495" w:rsidRDefault="00743ED1" w:rsidP="004144EB">
            <w:pPr>
              <w:pStyle w:val="Body"/>
              <w:spacing w:before="60" w:after="0" w:line="240" w:lineRule="exact"/>
              <w:rPr>
                <w:i/>
                <w:iCs/>
                <w:lang w:val="ro-RO"/>
              </w:rPr>
            </w:pPr>
            <w:r w:rsidRPr="008B7495">
              <w:rPr>
                <w:i/>
                <w:iCs/>
                <w:lang w:val="ro-RO"/>
              </w:rPr>
              <w:t>[număr telefon]</w:t>
            </w:r>
          </w:p>
        </w:tc>
      </w:tr>
      <w:tr w:rsidR="00743ED1" w:rsidRPr="008B7495" w14:paraId="05B824BD" w14:textId="77777777" w:rsidTr="00743ED1">
        <w:tc>
          <w:tcPr>
            <w:tcW w:w="2887" w:type="dxa"/>
          </w:tcPr>
          <w:p w14:paraId="633ECC61" w14:textId="77777777" w:rsidR="00743ED1" w:rsidRPr="00505877" w:rsidRDefault="00743ED1" w:rsidP="004144EB">
            <w:pPr>
              <w:pStyle w:val="Body"/>
              <w:spacing w:before="60" w:after="0" w:line="240" w:lineRule="exact"/>
              <w:rPr>
                <w:lang w:val="ro-RO"/>
              </w:rPr>
            </w:pPr>
            <w:r w:rsidRPr="00505877">
              <w:rPr>
                <w:lang w:val="ro-RO"/>
              </w:rPr>
              <w:t>E-mail:</w:t>
            </w:r>
          </w:p>
        </w:tc>
        <w:tc>
          <w:tcPr>
            <w:tcW w:w="4473" w:type="dxa"/>
          </w:tcPr>
          <w:p w14:paraId="7B339A6C" w14:textId="77777777" w:rsidR="00743ED1" w:rsidRPr="008B7495" w:rsidRDefault="00743ED1" w:rsidP="004144EB">
            <w:pPr>
              <w:pStyle w:val="Body"/>
              <w:spacing w:before="60" w:after="0" w:line="240" w:lineRule="exact"/>
              <w:rPr>
                <w:i/>
                <w:iCs/>
                <w:lang w:val="ro-RO"/>
              </w:rPr>
            </w:pPr>
            <w:r w:rsidRPr="008B7495">
              <w:rPr>
                <w:i/>
                <w:iCs/>
                <w:lang w:val="ro-RO"/>
              </w:rPr>
              <w:t>[adresă electronică]</w:t>
            </w:r>
          </w:p>
        </w:tc>
      </w:tr>
      <w:tr w:rsidR="00743ED1" w:rsidRPr="00F90E1C" w14:paraId="1B99959A" w14:textId="77777777" w:rsidTr="00743ED1">
        <w:tc>
          <w:tcPr>
            <w:tcW w:w="2887" w:type="dxa"/>
          </w:tcPr>
          <w:p w14:paraId="046611BF" w14:textId="77777777" w:rsidR="00743ED1" w:rsidRPr="00505877" w:rsidRDefault="00743ED1" w:rsidP="004144EB">
            <w:pPr>
              <w:pStyle w:val="Body"/>
              <w:spacing w:before="60" w:after="0" w:line="240" w:lineRule="exact"/>
              <w:rPr>
                <w:lang w:val="ro-RO"/>
              </w:rPr>
            </w:pPr>
            <w:r w:rsidRPr="00505877">
              <w:rPr>
                <w:lang w:val="ro-RO"/>
              </w:rPr>
              <w:t>Persoană de contact:</w:t>
            </w:r>
          </w:p>
        </w:tc>
        <w:tc>
          <w:tcPr>
            <w:tcW w:w="4473" w:type="dxa"/>
          </w:tcPr>
          <w:p w14:paraId="5AC390DF" w14:textId="7168375E" w:rsidR="00743ED1" w:rsidRPr="008B7495" w:rsidRDefault="00743ED1" w:rsidP="004144EB">
            <w:pPr>
              <w:pStyle w:val="Body"/>
              <w:spacing w:before="60" w:after="0" w:line="240" w:lineRule="exact"/>
              <w:rPr>
                <w:i/>
                <w:iCs/>
                <w:lang w:val="ro-RO"/>
              </w:rPr>
            </w:pPr>
            <w:r w:rsidRPr="008B7495">
              <w:rPr>
                <w:i/>
                <w:iCs/>
                <w:lang w:val="ro-RO"/>
              </w:rPr>
              <w:t>[numele și prenumele persoanei de contact din partea Promitentului-Furnizor]</w:t>
            </w:r>
          </w:p>
        </w:tc>
      </w:tr>
      <w:tr w:rsidR="00743ED1" w:rsidRPr="00F90E1C" w14:paraId="652095F5" w14:textId="77777777" w:rsidTr="00743ED1">
        <w:tc>
          <w:tcPr>
            <w:tcW w:w="2887" w:type="dxa"/>
          </w:tcPr>
          <w:p w14:paraId="6E0CFF92" w14:textId="77777777" w:rsidR="00743ED1" w:rsidRPr="00505877" w:rsidRDefault="00743ED1" w:rsidP="004144EB">
            <w:pPr>
              <w:pStyle w:val="Body"/>
              <w:spacing w:before="60" w:after="0" w:line="240" w:lineRule="exact"/>
              <w:rPr>
                <w:lang w:val="ro-RO"/>
              </w:rPr>
            </w:pPr>
            <w:r w:rsidRPr="00505877">
              <w:rPr>
                <w:lang w:val="ro-RO"/>
              </w:rPr>
              <w:lastRenderedPageBreak/>
              <w:t>Funcția:</w:t>
            </w:r>
          </w:p>
        </w:tc>
        <w:tc>
          <w:tcPr>
            <w:tcW w:w="4473" w:type="dxa"/>
          </w:tcPr>
          <w:p w14:paraId="03B580F3" w14:textId="13007A4D" w:rsidR="00743ED1" w:rsidRPr="008B7495" w:rsidRDefault="00743ED1" w:rsidP="004144EB">
            <w:pPr>
              <w:pStyle w:val="Body"/>
              <w:spacing w:before="60" w:after="0" w:line="240" w:lineRule="exact"/>
              <w:rPr>
                <w:i/>
                <w:iCs/>
                <w:lang w:val="ro-RO"/>
              </w:rPr>
            </w:pPr>
            <w:r w:rsidRPr="008B7495">
              <w:rPr>
                <w:i/>
                <w:iCs/>
                <w:lang w:val="ro-RO"/>
              </w:rPr>
              <w:t>[funcția persoanei de contact din partea Promitentului-Furnizor]</w:t>
            </w:r>
          </w:p>
        </w:tc>
      </w:tr>
    </w:tbl>
    <w:p w14:paraId="75BE52CA" w14:textId="77777777" w:rsidR="00743ED1" w:rsidRPr="00505877" w:rsidRDefault="00743ED1" w:rsidP="00743ED1">
      <w:pPr>
        <w:pStyle w:val="Body3"/>
        <w:rPr>
          <w:lang w:val="ro-RO"/>
        </w:rPr>
      </w:pPr>
    </w:p>
    <w:p w14:paraId="5235E5F9" w14:textId="77777777" w:rsidR="00743ED1" w:rsidRPr="00505877" w:rsidRDefault="00743ED1" w:rsidP="00743ED1">
      <w:pPr>
        <w:pStyle w:val="Level3"/>
        <w:rPr>
          <w:lang w:val="ro-RO"/>
        </w:rPr>
      </w:pPr>
      <w:r w:rsidRPr="00505877">
        <w:rPr>
          <w:lang w:val="ro-RO"/>
        </w:rPr>
        <w:t>Orice comunicare făcută de una dintre Părți este considerată primită:</w:t>
      </w:r>
    </w:p>
    <w:p w14:paraId="1909DC53" w14:textId="77777777" w:rsidR="00743ED1" w:rsidRPr="008B7495" w:rsidRDefault="00743ED1" w:rsidP="008B7495">
      <w:pPr>
        <w:pStyle w:val="alpha3"/>
        <w:numPr>
          <w:ilvl w:val="0"/>
          <w:numId w:val="88"/>
        </w:numPr>
        <w:rPr>
          <w:lang w:val="ro-RO"/>
        </w:rPr>
      </w:pPr>
      <w:r w:rsidRPr="008B7495">
        <w:rPr>
          <w:lang w:val="ro-RO"/>
        </w:rPr>
        <w:t>la momentul înmânării, dacă este depusă personal de către una dintre Părți;</w:t>
      </w:r>
    </w:p>
    <w:p w14:paraId="2A5626DC" w14:textId="77777777" w:rsidR="00743ED1" w:rsidRPr="008B7495" w:rsidRDefault="00743ED1" w:rsidP="00743ED1">
      <w:pPr>
        <w:pStyle w:val="alpha3"/>
        <w:rPr>
          <w:lang w:val="ro-RO"/>
        </w:rPr>
      </w:pPr>
      <w:r w:rsidRPr="008B7495">
        <w:rPr>
          <w:lang w:val="ro-RO"/>
        </w:rPr>
        <w:t>la momentul primirii de către destinatar, în cazul trimiterii prin scrisoare recomandată cu confirmare de primire;</w:t>
      </w:r>
    </w:p>
    <w:p w14:paraId="461D7D12" w14:textId="77777777" w:rsidR="00743ED1" w:rsidRPr="008B7495" w:rsidRDefault="00743ED1" w:rsidP="00743ED1">
      <w:pPr>
        <w:pStyle w:val="alpha3"/>
        <w:rPr>
          <w:lang w:val="ro-RO"/>
        </w:rPr>
      </w:pPr>
      <w:r w:rsidRPr="008B7495">
        <w:rPr>
          <w:lang w:val="ro-RO"/>
        </w:rPr>
        <w:t>la momentul primirii confirmării de către expeditor, în cazul în care comunicarea este făcută prin fax sau e-mail.</w:t>
      </w:r>
    </w:p>
    <w:p w14:paraId="4B934441" w14:textId="106C7952" w:rsidR="00743ED1" w:rsidRPr="00505877" w:rsidRDefault="00743ED1" w:rsidP="00743ED1">
      <w:pPr>
        <w:pStyle w:val="Level3"/>
        <w:rPr>
          <w:lang w:val="ro-RO"/>
        </w:rPr>
      </w:pPr>
      <w:r w:rsidRPr="00505877">
        <w:rPr>
          <w:lang w:val="ro-RO"/>
        </w:rPr>
        <w:t xml:space="preserve">Părțile se declară de acord că nerespectarea cerințelor privind modificarea datelor de contact prevăzute la clauza </w:t>
      </w:r>
      <w:r w:rsidR="008B7495">
        <w:rPr>
          <w:lang w:val="ro-RO"/>
        </w:rPr>
        <w:t>4</w:t>
      </w:r>
      <w:r w:rsidRPr="00505877">
        <w:rPr>
          <w:lang w:val="ro-RO"/>
        </w:rPr>
        <w:t xml:space="preserve">.1.3 </w:t>
      </w:r>
      <w:r w:rsidR="00DE7334">
        <w:rPr>
          <w:lang w:val="ro-RO"/>
        </w:rPr>
        <w:t>este</w:t>
      </w:r>
      <w:r w:rsidRPr="00505877">
        <w:rPr>
          <w:lang w:val="ro-RO"/>
        </w:rPr>
        <w:t xml:space="preserve"> sancționată cu inopozabilitatea respectivei comunicări.</w:t>
      </w:r>
    </w:p>
    <w:p w14:paraId="6BAE495A" w14:textId="77777777" w:rsidR="00743ED1" w:rsidRPr="00505877" w:rsidRDefault="00743ED1" w:rsidP="00743ED1">
      <w:pPr>
        <w:pStyle w:val="Level3"/>
        <w:rPr>
          <w:lang w:val="ro-RO"/>
        </w:rPr>
      </w:pPr>
      <w:r w:rsidRPr="00505877">
        <w:rPr>
          <w:lang w:val="ro-RO"/>
        </w:rPr>
        <w:t>Părțile au obligația ca la data semnării contractului să indice și reprezentanții părților după cum urmează:</w:t>
      </w:r>
    </w:p>
    <w:tbl>
      <w:tblPr>
        <w:tblStyle w:val="TableGrid"/>
        <w:tblW w:w="0" w:type="auto"/>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7"/>
        <w:gridCol w:w="3623"/>
      </w:tblGrid>
      <w:tr w:rsidR="00B4066B" w:rsidRPr="00F90E1C" w14:paraId="76723BEA" w14:textId="77777777" w:rsidTr="00B4066B">
        <w:trPr>
          <w:trHeight w:val="273"/>
        </w:trPr>
        <w:tc>
          <w:tcPr>
            <w:tcW w:w="3737" w:type="dxa"/>
          </w:tcPr>
          <w:p w14:paraId="5F204BE4" w14:textId="029F861D" w:rsidR="00B4066B" w:rsidRPr="00505877" w:rsidRDefault="00B4066B" w:rsidP="004144EB">
            <w:pPr>
              <w:pStyle w:val="Body"/>
              <w:spacing w:before="60" w:after="0" w:line="240" w:lineRule="exact"/>
              <w:rPr>
                <w:b/>
                <w:bCs/>
                <w:lang w:val="ro-RO"/>
              </w:rPr>
            </w:pPr>
            <w:r w:rsidRPr="00505877">
              <w:rPr>
                <w:b/>
                <w:bCs/>
                <w:lang w:val="ro-RO"/>
              </w:rPr>
              <w:t>Reprezentant Promitentul-Achizitor:</w:t>
            </w:r>
          </w:p>
        </w:tc>
        <w:tc>
          <w:tcPr>
            <w:tcW w:w="3623" w:type="dxa"/>
          </w:tcPr>
          <w:p w14:paraId="750C5DAA" w14:textId="530F00FC" w:rsidR="00B4066B" w:rsidRPr="00505877" w:rsidRDefault="00B4066B" w:rsidP="004144EB">
            <w:pPr>
              <w:pStyle w:val="Body"/>
              <w:spacing w:before="60" w:after="0" w:line="240" w:lineRule="exact"/>
              <w:rPr>
                <w:lang w:val="ro-RO"/>
              </w:rPr>
            </w:pPr>
            <w:r w:rsidRPr="00505877">
              <w:rPr>
                <w:lang w:val="ro-RO"/>
              </w:rPr>
              <w:t>[Numele și prenumele reprezentantului Promitentului-Achizitor]</w:t>
            </w:r>
          </w:p>
        </w:tc>
      </w:tr>
      <w:tr w:rsidR="00B4066B" w:rsidRPr="00505877" w14:paraId="5BBE911B" w14:textId="77777777" w:rsidTr="00B4066B">
        <w:tc>
          <w:tcPr>
            <w:tcW w:w="3737" w:type="dxa"/>
          </w:tcPr>
          <w:p w14:paraId="17717546" w14:textId="0AA216D7" w:rsidR="00B4066B" w:rsidRPr="00505877" w:rsidRDefault="00B4066B" w:rsidP="004144EB">
            <w:pPr>
              <w:pStyle w:val="Body"/>
              <w:spacing w:before="60" w:after="0" w:line="240" w:lineRule="exact"/>
              <w:rPr>
                <w:b/>
                <w:bCs/>
                <w:lang w:val="ro-RO"/>
              </w:rPr>
            </w:pPr>
            <w:r w:rsidRPr="00505877">
              <w:rPr>
                <w:b/>
                <w:bCs/>
                <w:lang w:val="ro-RO"/>
              </w:rPr>
              <w:t>Funcția:</w:t>
            </w:r>
          </w:p>
        </w:tc>
        <w:tc>
          <w:tcPr>
            <w:tcW w:w="3623" w:type="dxa"/>
          </w:tcPr>
          <w:p w14:paraId="76ACBC3E" w14:textId="040AF693" w:rsidR="00B4066B" w:rsidRPr="00505877" w:rsidRDefault="00B4066B" w:rsidP="004144EB">
            <w:pPr>
              <w:pStyle w:val="Body"/>
              <w:spacing w:before="60" w:after="0" w:line="240" w:lineRule="exact"/>
              <w:rPr>
                <w:lang w:val="ro-RO"/>
              </w:rPr>
            </w:pPr>
            <w:r w:rsidRPr="00505877">
              <w:rPr>
                <w:lang w:val="ro-RO"/>
              </w:rPr>
              <w:t>[Funcția reprezentantului Promitentului-Achizitor]</w:t>
            </w:r>
          </w:p>
        </w:tc>
      </w:tr>
      <w:tr w:rsidR="00B4066B" w:rsidRPr="00505877" w14:paraId="0299FE08" w14:textId="77777777" w:rsidTr="00B4066B">
        <w:tc>
          <w:tcPr>
            <w:tcW w:w="3737" w:type="dxa"/>
          </w:tcPr>
          <w:p w14:paraId="38D198F1" w14:textId="25FB6A73" w:rsidR="00B4066B" w:rsidRPr="00505877" w:rsidRDefault="00B4066B" w:rsidP="004144EB">
            <w:pPr>
              <w:pStyle w:val="Body"/>
              <w:spacing w:before="60" w:after="0" w:line="240" w:lineRule="exact"/>
              <w:rPr>
                <w:b/>
                <w:bCs/>
                <w:lang w:val="ro-RO"/>
              </w:rPr>
            </w:pPr>
            <w:r w:rsidRPr="00505877">
              <w:rPr>
                <w:b/>
                <w:bCs/>
                <w:lang w:val="ro-RO"/>
              </w:rPr>
              <w:t>Adresă:</w:t>
            </w:r>
          </w:p>
        </w:tc>
        <w:tc>
          <w:tcPr>
            <w:tcW w:w="3623" w:type="dxa"/>
          </w:tcPr>
          <w:p w14:paraId="5BE5311D" w14:textId="4B0C9A68" w:rsidR="00B4066B" w:rsidRPr="00505877" w:rsidRDefault="00B4066B" w:rsidP="004144EB">
            <w:pPr>
              <w:pStyle w:val="Body"/>
              <w:spacing w:before="60" w:after="0" w:line="240" w:lineRule="exact"/>
              <w:rPr>
                <w:lang w:val="ro-RO"/>
              </w:rPr>
            </w:pPr>
            <w:r w:rsidRPr="00505877">
              <w:rPr>
                <w:lang w:val="ro-RO"/>
              </w:rPr>
              <w:t>[adresa]</w:t>
            </w:r>
          </w:p>
        </w:tc>
      </w:tr>
      <w:tr w:rsidR="00B4066B" w:rsidRPr="00505877" w14:paraId="7374ABD3" w14:textId="77777777" w:rsidTr="00B4066B">
        <w:tc>
          <w:tcPr>
            <w:tcW w:w="3737" w:type="dxa"/>
          </w:tcPr>
          <w:p w14:paraId="68B319DF" w14:textId="6822CF66" w:rsidR="00B4066B" w:rsidRPr="00505877" w:rsidRDefault="00B4066B" w:rsidP="004144EB">
            <w:pPr>
              <w:pStyle w:val="Body"/>
              <w:spacing w:before="60" w:after="0" w:line="240" w:lineRule="exact"/>
              <w:rPr>
                <w:b/>
                <w:bCs/>
                <w:lang w:val="ro-RO"/>
              </w:rPr>
            </w:pPr>
            <w:r w:rsidRPr="00505877">
              <w:rPr>
                <w:b/>
                <w:bCs/>
                <w:lang w:val="ro-RO"/>
              </w:rPr>
              <w:t>Telefon:</w:t>
            </w:r>
          </w:p>
        </w:tc>
        <w:tc>
          <w:tcPr>
            <w:tcW w:w="3623" w:type="dxa"/>
          </w:tcPr>
          <w:p w14:paraId="39F47D38" w14:textId="670859FE" w:rsidR="00B4066B" w:rsidRPr="00505877" w:rsidRDefault="00B4066B" w:rsidP="004144EB">
            <w:pPr>
              <w:pStyle w:val="Body"/>
              <w:spacing w:before="60" w:after="0" w:line="240" w:lineRule="exact"/>
              <w:rPr>
                <w:lang w:val="ro-RO"/>
              </w:rPr>
            </w:pPr>
            <w:r w:rsidRPr="00505877">
              <w:rPr>
                <w:lang w:val="ro-RO"/>
              </w:rPr>
              <w:t>[număr telefon]</w:t>
            </w:r>
          </w:p>
        </w:tc>
      </w:tr>
      <w:tr w:rsidR="00B4066B" w:rsidRPr="00505877" w14:paraId="0649A418" w14:textId="77777777" w:rsidTr="00B4066B">
        <w:tc>
          <w:tcPr>
            <w:tcW w:w="3737" w:type="dxa"/>
          </w:tcPr>
          <w:p w14:paraId="5DF0BFBA" w14:textId="683DB4E3" w:rsidR="00B4066B" w:rsidRPr="00505877" w:rsidRDefault="00B4066B" w:rsidP="004144EB">
            <w:pPr>
              <w:pStyle w:val="Body"/>
              <w:spacing w:before="60" w:after="0" w:line="240" w:lineRule="exact"/>
              <w:rPr>
                <w:b/>
                <w:bCs/>
                <w:lang w:val="ro-RO"/>
              </w:rPr>
            </w:pPr>
            <w:r w:rsidRPr="00505877">
              <w:rPr>
                <w:b/>
                <w:bCs/>
                <w:lang w:val="ro-RO"/>
              </w:rPr>
              <w:t>E-mail:</w:t>
            </w:r>
          </w:p>
        </w:tc>
        <w:tc>
          <w:tcPr>
            <w:tcW w:w="3623" w:type="dxa"/>
          </w:tcPr>
          <w:p w14:paraId="77F828FF" w14:textId="5D0A8844" w:rsidR="00B4066B" w:rsidRPr="00505877" w:rsidRDefault="00B4066B" w:rsidP="004144EB">
            <w:pPr>
              <w:pStyle w:val="Body"/>
              <w:spacing w:before="60" w:after="0" w:line="240" w:lineRule="exact"/>
              <w:rPr>
                <w:lang w:val="ro-RO"/>
              </w:rPr>
            </w:pPr>
            <w:r w:rsidRPr="00505877">
              <w:rPr>
                <w:lang w:val="ro-RO"/>
              </w:rPr>
              <w:t>[adresă electronică]</w:t>
            </w:r>
          </w:p>
        </w:tc>
      </w:tr>
      <w:tr w:rsidR="00B4066B" w:rsidRPr="00505877" w14:paraId="1AA4E9EA" w14:textId="77777777" w:rsidTr="00B4066B">
        <w:trPr>
          <w:trHeight w:val="141"/>
        </w:trPr>
        <w:tc>
          <w:tcPr>
            <w:tcW w:w="3737" w:type="dxa"/>
          </w:tcPr>
          <w:p w14:paraId="24FDE6E7" w14:textId="77777777" w:rsidR="00B4066B" w:rsidRPr="00505877" w:rsidRDefault="00B4066B" w:rsidP="004144EB">
            <w:pPr>
              <w:pStyle w:val="Body"/>
              <w:spacing w:before="60" w:after="0" w:line="240" w:lineRule="exact"/>
              <w:rPr>
                <w:b/>
                <w:bCs/>
                <w:lang w:val="ro-RO"/>
              </w:rPr>
            </w:pPr>
          </w:p>
        </w:tc>
        <w:tc>
          <w:tcPr>
            <w:tcW w:w="3623" w:type="dxa"/>
          </w:tcPr>
          <w:p w14:paraId="3B8FE730" w14:textId="77777777" w:rsidR="00B4066B" w:rsidRPr="00505877" w:rsidRDefault="00B4066B" w:rsidP="004144EB">
            <w:pPr>
              <w:pStyle w:val="Body"/>
              <w:spacing w:before="60" w:after="0" w:line="240" w:lineRule="exact"/>
              <w:rPr>
                <w:lang w:val="ro-RO"/>
              </w:rPr>
            </w:pPr>
          </w:p>
        </w:tc>
      </w:tr>
      <w:tr w:rsidR="00B4066B" w:rsidRPr="00505877" w14:paraId="6C22D187" w14:textId="77777777" w:rsidTr="00B4066B">
        <w:tc>
          <w:tcPr>
            <w:tcW w:w="3737" w:type="dxa"/>
          </w:tcPr>
          <w:p w14:paraId="43AE88CE" w14:textId="11EA5EFE" w:rsidR="00B4066B" w:rsidRPr="00505877" w:rsidRDefault="00B4066B" w:rsidP="004144EB">
            <w:pPr>
              <w:pStyle w:val="Body"/>
              <w:spacing w:before="60" w:after="0" w:line="240" w:lineRule="exact"/>
              <w:rPr>
                <w:b/>
                <w:bCs/>
                <w:lang w:val="ro-RO"/>
              </w:rPr>
            </w:pPr>
            <w:r w:rsidRPr="00505877">
              <w:rPr>
                <w:b/>
                <w:bCs/>
                <w:lang w:val="ro-RO"/>
              </w:rPr>
              <w:t>Reprezentant Furnizor:</w:t>
            </w:r>
          </w:p>
        </w:tc>
        <w:tc>
          <w:tcPr>
            <w:tcW w:w="3623" w:type="dxa"/>
          </w:tcPr>
          <w:p w14:paraId="19C315AA" w14:textId="688CFC19" w:rsidR="00B4066B" w:rsidRPr="00505877" w:rsidRDefault="00B4066B" w:rsidP="004144EB">
            <w:pPr>
              <w:pStyle w:val="Body"/>
              <w:spacing w:before="60" w:after="0" w:line="240" w:lineRule="exact"/>
              <w:rPr>
                <w:lang w:val="ro-RO"/>
              </w:rPr>
            </w:pPr>
            <w:r w:rsidRPr="00505877">
              <w:rPr>
                <w:lang w:val="ro-RO"/>
              </w:rPr>
              <w:t>[Nume și prenume]</w:t>
            </w:r>
          </w:p>
        </w:tc>
      </w:tr>
      <w:tr w:rsidR="00B4066B" w:rsidRPr="00505877" w14:paraId="0091AB70" w14:textId="77777777" w:rsidTr="00B4066B">
        <w:tc>
          <w:tcPr>
            <w:tcW w:w="3737" w:type="dxa"/>
          </w:tcPr>
          <w:p w14:paraId="0ECD1FC8" w14:textId="09A7183E" w:rsidR="00B4066B" w:rsidRPr="00505877" w:rsidRDefault="00B4066B" w:rsidP="004144EB">
            <w:pPr>
              <w:pStyle w:val="Body"/>
              <w:spacing w:before="60" w:after="0" w:line="240" w:lineRule="exact"/>
              <w:rPr>
                <w:b/>
                <w:bCs/>
                <w:lang w:val="ro-RO"/>
              </w:rPr>
            </w:pPr>
            <w:r w:rsidRPr="00505877">
              <w:rPr>
                <w:b/>
                <w:bCs/>
                <w:lang w:val="ro-RO"/>
              </w:rPr>
              <w:t>Funcția:</w:t>
            </w:r>
          </w:p>
        </w:tc>
        <w:tc>
          <w:tcPr>
            <w:tcW w:w="3623" w:type="dxa"/>
          </w:tcPr>
          <w:p w14:paraId="6E48F952" w14:textId="237DF794" w:rsidR="00B4066B" w:rsidRPr="00505877" w:rsidRDefault="00B4066B" w:rsidP="004144EB">
            <w:pPr>
              <w:pStyle w:val="Body"/>
              <w:spacing w:before="60" w:after="0" w:line="240" w:lineRule="exact"/>
              <w:rPr>
                <w:lang w:val="ro-RO"/>
              </w:rPr>
            </w:pPr>
            <w:r w:rsidRPr="00505877">
              <w:rPr>
                <w:lang w:val="ro-RO"/>
              </w:rPr>
              <w:t>[Funcția reprezentantului]</w:t>
            </w:r>
          </w:p>
        </w:tc>
      </w:tr>
      <w:tr w:rsidR="00B4066B" w:rsidRPr="00505877" w14:paraId="095580F7" w14:textId="77777777" w:rsidTr="00B4066B">
        <w:tc>
          <w:tcPr>
            <w:tcW w:w="3737" w:type="dxa"/>
          </w:tcPr>
          <w:p w14:paraId="6F6AA9D9" w14:textId="3F13AC09" w:rsidR="00B4066B" w:rsidRPr="00505877" w:rsidRDefault="00B4066B" w:rsidP="004144EB">
            <w:pPr>
              <w:pStyle w:val="Body"/>
              <w:spacing w:before="60" w:after="0" w:line="240" w:lineRule="exact"/>
              <w:rPr>
                <w:b/>
                <w:bCs/>
                <w:lang w:val="ro-RO"/>
              </w:rPr>
            </w:pPr>
            <w:r w:rsidRPr="00505877">
              <w:rPr>
                <w:b/>
                <w:bCs/>
                <w:lang w:val="ro-RO"/>
              </w:rPr>
              <w:t>Adresă:</w:t>
            </w:r>
          </w:p>
        </w:tc>
        <w:tc>
          <w:tcPr>
            <w:tcW w:w="3623" w:type="dxa"/>
          </w:tcPr>
          <w:p w14:paraId="6A02D295" w14:textId="0B89CBA9" w:rsidR="00B4066B" w:rsidRPr="00505877" w:rsidRDefault="00B4066B" w:rsidP="004144EB">
            <w:pPr>
              <w:pStyle w:val="Body"/>
              <w:spacing w:before="60" w:after="0" w:line="240" w:lineRule="exact"/>
              <w:rPr>
                <w:lang w:val="ro-RO"/>
              </w:rPr>
            </w:pPr>
            <w:r w:rsidRPr="00505877">
              <w:rPr>
                <w:lang w:val="ro-RO"/>
              </w:rPr>
              <w:t>[adresă]</w:t>
            </w:r>
          </w:p>
        </w:tc>
      </w:tr>
      <w:tr w:rsidR="00B4066B" w:rsidRPr="00505877" w14:paraId="57BFEBC6" w14:textId="77777777" w:rsidTr="00B4066B">
        <w:tc>
          <w:tcPr>
            <w:tcW w:w="3737" w:type="dxa"/>
          </w:tcPr>
          <w:p w14:paraId="3041273F" w14:textId="55AD76B0" w:rsidR="00B4066B" w:rsidRPr="00505877" w:rsidRDefault="00B4066B" w:rsidP="004144EB">
            <w:pPr>
              <w:pStyle w:val="Body"/>
              <w:spacing w:before="60" w:after="0" w:line="240" w:lineRule="exact"/>
              <w:rPr>
                <w:b/>
                <w:bCs/>
                <w:lang w:val="ro-RO"/>
              </w:rPr>
            </w:pPr>
            <w:r w:rsidRPr="00505877">
              <w:rPr>
                <w:b/>
                <w:bCs/>
                <w:lang w:val="ro-RO"/>
              </w:rPr>
              <w:t>Telefon:</w:t>
            </w:r>
          </w:p>
        </w:tc>
        <w:tc>
          <w:tcPr>
            <w:tcW w:w="3623" w:type="dxa"/>
          </w:tcPr>
          <w:p w14:paraId="4E8B7979" w14:textId="62356665" w:rsidR="00B4066B" w:rsidRPr="00505877" w:rsidRDefault="00B4066B" w:rsidP="004144EB">
            <w:pPr>
              <w:pStyle w:val="Body"/>
              <w:spacing w:before="60" w:after="0" w:line="240" w:lineRule="exact"/>
              <w:rPr>
                <w:lang w:val="ro-RO"/>
              </w:rPr>
            </w:pPr>
            <w:r w:rsidRPr="00505877">
              <w:rPr>
                <w:lang w:val="ro-RO"/>
              </w:rPr>
              <w:t>[telefon]</w:t>
            </w:r>
          </w:p>
        </w:tc>
      </w:tr>
      <w:tr w:rsidR="00B4066B" w:rsidRPr="00505877" w14:paraId="2C375227" w14:textId="77777777" w:rsidTr="00B4066B">
        <w:tc>
          <w:tcPr>
            <w:tcW w:w="3737" w:type="dxa"/>
          </w:tcPr>
          <w:p w14:paraId="78C4FC71" w14:textId="1EF2A2F8" w:rsidR="00B4066B" w:rsidRPr="00505877" w:rsidRDefault="00B4066B" w:rsidP="004144EB">
            <w:pPr>
              <w:pStyle w:val="Body"/>
              <w:spacing w:before="60" w:after="0" w:line="240" w:lineRule="exact"/>
              <w:rPr>
                <w:b/>
                <w:bCs/>
                <w:lang w:val="ro-RO"/>
              </w:rPr>
            </w:pPr>
            <w:r w:rsidRPr="00505877">
              <w:rPr>
                <w:b/>
                <w:bCs/>
                <w:lang w:val="ro-RO"/>
              </w:rPr>
              <w:t>E-mail:</w:t>
            </w:r>
          </w:p>
        </w:tc>
        <w:tc>
          <w:tcPr>
            <w:tcW w:w="3623" w:type="dxa"/>
          </w:tcPr>
          <w:p w14:paraId="3815825F" w14:textId="1965E882" w:rsidR="00B4066B" w:rsidRPr="00505877" w:rsidRDefault="00B4066B" w:rsidP="004144EB">
            <w:pPr>
              <w:pStyle w:val="Body"/>
              <w:spacing w:before="60" w:after="0" w:line="240" w:lineRule="exact"/>
              <w:rPr>
                <w:lang w:val="ro-RO"/>
              </w:rPr>
            </w:pPr>
            <w:r w:rsidRPr="00505877">
              <w:rPr>
                <w:lang w:val="ro-RO"/>
              </w:rPr>
              <w:t>[adresă electronică]</w:t>
            </w:r>
          </w:p>
        </w:tc>
      </w:tr>
    </w:tbl>
    <w:p w14:paraId="482F9E94" w14:textId="57AA1E58" w:rsidR="00C921B2" w:rsidRPr="00505877" w:rsidRDefault="00C921B2" w:rsidP="00B4066B">
      <w:pPr>
        <w:pStyle w:val="Body3"/>
        <w:rPr>
          <w:lang w:val="ro-RO"/>
        </w:rPr>
      </w:pPr>
    </w:p>
    <w:p w14:paraId="266FD0E4" w14:textId="7DE3DE05" w:rsidR="00B4066B" w:rsidRPr="00505877" w:rsidRDefault="00B4066B" w:rsidP="00B4066B">
      <w:pPr>
        <w:pStyle w:val="Level3"/>
        <w:rPr>
          <w:lang w:val="ro-RO"/>
        </w:rPr>
      </w:pPr>
      <w:r w:rsidRPr="00505877">
        <w:rPr>
          <w:lang w:val="ro-RO"/>
        </w:rPr>
        <w:t>Numirea/înlocuirea reprezentanților se face printr-o comunicare în scris</w:t>
      </w:r>
      <w:r w:rsidR="008B7495">
        <w:rPr>
          <w:lang w:val="ro-RO"/>
        </w:rPr>
        <w:t xml:space="preserve"> sub sancțiunea inopozabilității modificării</w:t>
      </w:r>
      <w:r w:rsidRPr="00505877">
        <w:rPr>
          <w:lang w:val="ro-RO"/>
        </w:rPr>
        <w:t>.</w:t>
      </w:r>
    </w:p>
    <w:p w14:paraId="65E3643D" w14:textId="664E4909" w:rsidR="00C921B2" w:rsidRPr="00505877" w:rsidRDefault="00367D8E" w:rsidP="00B4066B">
      <w:pPr>
        <w:pStyle w:val="Level2"/>
        <w:rPr>
          <w:lang w:val="ro-RO"/>
        </w:rPr>
      </w:pPr>
      <w:r>
        <w:rPr>
          <w:b/>
          <w:bCs/>
          <w:lang w:val="ro-RO"/>
        </w:rPr>
        <w:t xml:space="preserve">Clauze </w:t>
      </w:r>
      <w:r w:rsidR="00B4066B" w:rsidRPr="00505877">
        <w:rPr>
          <w:b/>
          <w:bCs/>
          <w:lang w:val="ro-RO"/>
        </w:rPr>
        <w:t>privind modificarea Acordului-Cadru și a Contractului Subsecvent</w:t>
      </w:r>
    </w:p>
    <w:p w14:paraId="169F7312" w14:textId="4E2DD14E" w:rsidR="00B4066B" w:rsidRPr="00505877" w:rsidRDefault="00B4066B" w:rsidP="00B4066B">
      <w:pPr>
        <w:pStyle w:val="Level3"/>
        <w:rPr>
          <w:lang w:val="ro-RO"/>
        </w:rPr>
      </w:pPr>
      <w:r w:rsidRPr="00505877">
        <w:rPr>
          <w:lang w:val="ro-RO"/>
        </w:rPr>
        <w:t xml:space="preserve">Orice modificare a </w:t>
      </w:r>
      <w:r w:rsidR="00233F00">
        <w:rPr>
          <w:lang w:val="ro-RO"/>
        </w:rPr>
        <w:t xml:space="preserve">Acordului-Cadru/ a </w:t>
      </w:r>
      <w:r w:rsidRPr="00505877">
        <w:rPr>
          <w:lang w:val="ro-RO"/>
        </w:rPr>
        <w:t>Contractului Subsecvent are efect doar dacă se realizează cu respectarea Legii, în scris și se semnează de sau în numele tuturor Părților. Modificarea</w:t>
      </w:r>
      <w:r w:rsidR="008850AF">
        <w:rPr>
          <w:lang w:val="ro-RO"/>
        </w:rPr>
        <w:t xml:space="preserve"> Acordului-Cadru/a</w:t>
      </w:r>
      <w:r w:rsidRPr="00505877">
        <w:rPr>
          <w:lang w:val="ro-RO"/>
        </w:rPr>
        <w:t xml:space="preserve"> Contractului Subsecvent se poate realiza în scris, cum ar fi prin </w:t>
      </w:r>
      <w:r w:rsidR="00E22D2F" w:rsidRPr="00505877">
        <w:rPr>
          <w:lang w:val="ro-RO"/>
        </w:rPr>
        <w:t>încheierea</w:t>
      </w:r>
      <w:r w:rsidRPr="00505877">
        <w:rPr>
          <w:lang w:val="ro-RO"/>
        </w:rPr>
        <w:t xml:space="preserve"> unui act adițional. </w:t>
      </w:r>
    </w:p>
    <w:p w14:paraId="7E0E32C8" w14:textId="0DE0C72A" w:rsidR="00B4066B" w:rsidRPr="00505877" w:rsidRDefault="00B4066B" w:rsidP="00B4066B">
      <w:pPr>
        <w:pStyle w:val="Level3"/>
        <w:rPr>
          <w:lang w:val="ro-RO"/>
        </w:rPr>
      </w:pPr>
      <w:r w:rsidRPr="00505877">
        <w:rPr>
          <w:lang w:val="ro-RO"/>
        </w:rPr>
        <w:t xml:space="preserve">Părțile au dreptul, pe durata </w:t>
      </w:r>
      <w:r w:rsidR="00233F00">
        <w:rPr>
          <w:lang w:val="ro-RO"/>
        </w:rPr>
        <w:t xml:space="preserve">Acordului-Cadru/ a </w:t>
      </w:r>
      <w:r w:rsidRPr="00505877">
        <w:rPr>
          <w:lang w:val="ro-RO"/>
        </w:rPr>
        <w:t xml:space="preserve">Contractului Subsecvent, de a conveni modificarea și/sau </w:t>
      </w:r>
      <w:r w:rsidR="008B7495">
        <w:rPr>
          <w:lang w:val="ro-RO"/>
        </w:rPr>
        <w:t xml:space="preserve">de a </w:t>
      </w:r>
      <w:r w:rsidRPr="00505877">
        <w:rPr>
          <w:lang w:val="ro-RO"/>
        </w:rPr>
        <w:t>completa clauzel</w:t>
      </w:r>
      <w:r w:rsidR="008B7495">
        <w:rPr>
          <w:lang w:val="ro-RO"/>
        </w:rPr>
        <w:t>e</w:t>
      </w:r>
      <w:r w:rsidRPr="00505877">
        <w:rPr>
          <w:lang w:val="ro-RO"/>
        </w:rPr>
        <w:t xml:space="preserve"> acestora, fără organizarea unei noi proceduri de atribuire, fără a afecta caracterul general al Contractului Subsecvent, în limitele Legii și în aplicarea prevederilor prevăzute de art. 221-222 din Legea nr. 98/2016</w:t>
      </w:r>
      <w:r w:rsidR="003F0178">
        <w:rPr>
          <w:lang w:val="ro-RO"/>
        </w:rPr>
        <w:t xml:space="preserve">/ </w:t>
      </w:r>
      <w:r w:rsidR="00AE747B">
        <w:rPr>
          <w:lang w:val="ro-RO"/>
        </w:rPr>
        <w:t xml:space="preserve">art. 235-243 din </w:t>
      </w:r>
      <w:r w:rsidR="003F0178">
        <w:rPr>
          <w:lang w:val="ro-RO"/>
        </w:rPr>
        <w:t>Legea nr. 99/2016</w:t>
      </w:r>
      <w:r w:rsidRPr="00505877">
        <w:rPr>
          <w:lang w:val="ro-RO"/>
        </w:rPr>
        <w:t>, coroborate cu prevederile referitoare la modificări contractuale din HG nr. 395/2016</w:t>
      </w:r>
      <w:r w:rsidR="003F0178">
        <w:rPr>
          <w:lang w:val="ro-RO"/>
        </w:rPr>
        <w:t>/ HG nr. 394/2016</w:t>
      </w:r>
      <w:r w:rsidRPr="00505877">
        <w:rPr>
          <w:lang w:val="ro-RO"/>
        </w:rPr>
        <w:t>, respectiv a prevederilor din Contractul Subsecvent sau al Acordului-cadru.</w:t>
      </w:r>
    </w:p>
    <w:p w14:paraId="01BF1A2C" w14:textId="5D1491C0" w:rsidR="00B4066B" w:rsidRDefault="00B4066B" w:rsidP="00B4066B">
      <w:pPr>
        <w:pStyle w:val="Level3"/>
        <w:rPr>
          <w:lang w:val="ro-RO"/>
        </w:rPr>
      </w:pPr>
      <w:r w:rsidRPr="00505877">
        <w:rPr>
          <w:lang w:val="ro-RO"/>
        </w:rPr>
        <w:t xml:space="preserve">Modificările </w:t>
      </w:r>
      <w:r w:rsidR="00233F00">
        <w:rPr>
          <w:lang w:val="ro-RO"/>
        </w:rPr>
        <w:t xml:space="preserve">Acordului-cadru/ ale </w:t>
      </w:r>
      <w:r w:rsidRPr="00505877">
        <w:rPr>
          <w:lang w:val="ro-RO"/>
        </w:rPr>
        <w:t>Contractului Subsecvent nu trebuie să afecteze, în niciun caz și în niciun fel, rezultatul procedurii de atribuire a Acordului-</w:t>
      </w:r>
      <w:r w:rsidR="008B7495">
        <w:rPr>
          <w:lang w:val="ro-RO"/>
        </w:rPr>
        <w:t>C</w:t>
      </w:r>
      <w:r w:rsidRPr="00505877">
        <w:rPr>
          <w:lang w:val="ro-RO"/>
        </w:rPr>
        <w:t xml:space="preserve">adru, prin introducerea de condiții care, dacă ar fi fost incluse în procedura de atribuire a </w:t>
      </w:r>
      <w:r w:rsidRPr="00505877">
        <w:rPr>
          <w:lang w:val="ro-RO"/>
        </w:rPr>
        <w:lastRenderedPageBreak/>
        <w:t xml:space="preserve">acestuia, ar fi putut determina anularea sau diminuarea avantajului competitiv pe baza căruia a fost selectat Promitentul-Furnizor și a fost stabilit clasamentul </w:t>
      </w:r>
      <w:r w:rsidR="008B7495">
        <w:rPr>
          <w:lang w:val="ro-RO"/>
        </w:rPr>
        <w:t>Promitenților-Furnizori</w:t>
      </w:r>
      <w:r w:rsidRPr="00505877">
        <w:rPr>
          <w:lang w:val="ro-RO"/>
        </w:rPr>
        <w:t>, putând permite selecția altor ofertanți sau întocmirea unui alt clasament sau ar fi putut atrage și alți participanți la procedura de atribuire.</w:t>
      </w:r>
    </w:p>
    <w:p w14:paraId="79284FF5" w14:textId="3940C36A" w:rsidR="00367D8E" w:rsidRPr="00505877" w:rsidRDefault="00367D8E" w:rsidP="00B4066B">
      <w:pPr>
        <w:pStyle w:val="Level3"/>
        <w:rPr>
          <w:lang w:val="ro-RO"/>
        </w:rPr>
      </w:pPr>
      <w:r w:rsidRPr="00367D8E">
        <w:rPr>
          <w:lang w:val="ro-RO"/>
        </w:rPr>
        <w:t>Modificarea clauzelor Contractului Subsecvent nu pot aduce modificări substanțiale termenilor și condițiilor prevăzute în Acordul-Cadru</w:t>
      </w:r>
      <w:r>
        <w:rPr>
          <w:lang w:val="ro-RO"/>
        </w:rPr>
        <w:t>.</w:t>
      </w:r>
    </w:p>
    <w:p w14:paraId="2D2AF345" w14:textId="5A3BE124" w:rsidR="00B4066B" w:rsidRPr="00505877" w:rsidRDefault="00B4066B" w:rsidP="00B4066B">
      <w:pPr>
        <w:pStyle w:val="Level3"/>
        <w:rPr>
          <w:lang w:val="ro-RO"/>
        </w:rPr>
      </w:pPr>
      <w:r w:rsidRPr="00505877">
        <w:rPr>
          <w:lang w:val="ro-RO"/>
        </w:rPr>
        <w:t>Prin modificările Contractului Subsecvent în ceea ce privește cantitățile contractate nu se pot aduce atingere prevederilor din acordul-cadru cu privire la cantitățile maxime contractate. Dacă prin modificarea Contractului Subsecvent s-ar aduce atingere dispozițiilor Acordului-cadru în ceea ce privește cantitățile maxime prevăzute de acesta, este necesar ca anterior modificării Contractului Subsecvent, părțile să modifice Acordul-</w:t>
      </w:r>
      <w:r w:rsidR="008B7495">
        <w:rPr>
          <w:lang w:val="ro-RO"/>
        </w:rPr>
        <w:t>C</w:t>
      </w:r>
      <w:r w:rsidRPr="00505877">
        <w:rPr>
          <w:lang w:val="ro-RO"/>
        </w:rPr>
        <w:t>adru</w:t>
      </w:r>
      <w:r w:rsidR="00DE7334">
        <w:rPr>
          <w:lang w:val="ro-RO"/>
        </w:rPr>
        <w:t>, în caz contrar, modificarea Contractului Subsecvent nu produce efecte juridice</w:t>
      </w:r>
      <w:r w:rsidRPr="00505877">
        <w:rPr>
          <w:lang w:val="ro-RO"/>
        </w:rPr>
        <w:t>.</w:t>
      </w:r>
    </w:p>
    <w:p w14:paraId="003DC7E7" w14:textId="7BA1BD11" w:rsidR="00B4066B" w:rsidRPr="00505877" w:rsidRDefault="00B4066B" w:rsidP="00B4066B">
      <w:pPr>
        <w:pStyle w:val="Level3"/>
        <w:rPr>
          <w:lang w:val="ro-RO"/>
        </w:rPr>
      </w:pPr>
      <w:r w:rsidRPr="00505877">
        <w:rPr>
          <w:lang w:val="ro-RO"/>
        </w:rPr>
        <w:t xml:space="preserve">Fiecare Parte are obligația de a notifica cealaltă Parte în cazul în care constată existența unor circumstanțe care pot genera modificarea </w:t>
      </w:r>
      <w:r w:rsidR="00233F00">
        <w:rPr>
          <w:lang w:val="ro-RO"/>
        </w:rPr>
        <w:t xml:space="preserve">Acordului-Cadru/ ale </w:t>
      </w:r>
      <w:r w:rsidRPr="00505877">
        <w:rPr>
          <w:lang w:val="ro-RO"/>
        </w:rPr>
        <w:t>Contractului Subsecvent sau care pot genera o suplimentare a prețurilor prevăzute în Acordul-</w:t>
      </w:r>
      <w:r w:rsidR="008B7495">
        <w:rPr>
          <w:lang w:val="ro-RO"/>
        </w:rPr>
        <w:t>C</w:t>
      </w:r>
      <w:r w:rsidRPr="00505877">
        <w:rPr>
          <w:lang w:val="ro-RO"/>
        </w:rPr>
        <w:t>adru</w:t>
      </w:r>
      <w:r w:rsidR="00367D8E" w:rsidRPr="00367D8E">
        <w:rPr>
          <w:lang w:val="ro-RO"/>
        </w:rPr>
        <w:t xml:space="preserve"> </w:t>
      </w:r>
      <w:r w:rsidR="00367D8E">
        <w:rPr>
          <w:lang w:val="ro-RO"/>
        </w:rPr>
        <w:t>astfel încât se impune ajustarea prețului contractului potrivit dispozițiilor art. 2.3.3</w:t>
      </w:r>
      <w:r w:rsidRPr="00505877">
        <w:rPr>
          <w:lang w:val="ro-RO"/>
        </w:rPr>
        <w:t xml:space="preserve">, și de a înainta o propunere de modificare a Contractului Subsecvent. Notificarea va fi însoțită de documente justificative care ateste motivele pentru care una dintre părți solicită modificarea Contractului Subsecvent. </w:t>
      </w:r>
    </w:p>
    <w:p w14:paraId="5D2A950D" w14:textId="36362B21" w:rsidR="00B4066B" w:rsidRPr="00505877" w:rsidRDefault="00B4066B" w:rsidP="00B4066B">
      <w:pPr>
        <w:pStyle w:val="Level3"/>
        <w:rPr>
          <w:lang w:val="ro-RO"/>
        </w:rPr>
      </w:pPr>
      <w:r w:rsidRPr="00505877">
        <w:rPr>
          <w:lang w:val="ro-RO"/>
        </w:rPr>
        <w:t xml:space="preserve">Partea care propune modificarea </w:t>
      </w:r>
      <w:r w:rsidR="00233F00">
        <w:rPr>
          <w:lang w:val="ro-RO"/>
        </w:rPr>
        <w:t xml:space="preserve">Acordului-Cadru/ ale </w:t>
      </w:r>
      <w:r w:rsidRPr="00505877">
        <w:rPr>
          <w:lang w:val="ro-RO"/>
        </w:rPr>
        <w:t>Contractului Subsecvent are obligația de a transmite celeilalte Părți propunerea de modificare cu cel puțin 15 (cincisprezece) zile înainte de data la care se consideră că modificarea ar trebui să producă efecte. În termen de maximum 15 (cincisprezece) zile de la primirea propunerii de modificare, se va transmite acceptul sau refuzul de modificare a propunerilor.</w:t>
      </w:r>
    </w:p>
    <w:p w14:paraId="58A50899" w14:textId="4F45D9C8" w:rsidR="00982F4B" w:rsidRDefault="00B4066B" w:rsidP="00936BF2">
      <w:pPr>
        <w:pStyle w:val="Level3"/>
        <w:rPr>
          <w:lang w:val="ro-RO"/>
        </w:rPr>
      </w:pPr>
      <w:r w:rsidRPr="00505877">
        <w:rPr>
          <w:lang w:val="ro-RO"/>
        </w:rPr>
        <w:t>Modificarea va produce efecte doar dacă Părţile au convenit asupra acestui aspect</w:t>
      </w:r>
      <w:r w:rsidR="00B50B7D">
        <w:rPr>
          <w:lang w:val="ro-RO"/>
        </w:rPr>
        <w:t>, în scris, cum ar fi</w:t>
      </w:r>
      <w:r w:rsidRPr="00505877">
        <w:rPr>
          <w:lang w:val="ro-RO"/>
        </w:rPr>
        <w:t xml:space="preserve"> prin semnarea unui act adiţional.</w:t>
      </w:r>
    </w:p>
    <w:p w14:paraId="0A11CE62" w14:textId="77777777" w:rsidR="008850AF" w:rsidRPr="008850AF" w:rsidRDefault="008850AF" w:rsidP="008850AF">
      <w:pPr>
        <w:pStyle w:val="Level2"/>
        <w:rPr>
          <w:b/>
          <w:bCs/>
          <w:i/>
          <w:iCs/>
          <w:lang w:val="ro-RO"/>
        </w:rPr>
      </w:pPr>
      <w:r w:rsidRPr="000C5130">
        <w:rPr>
          <w:b/>
          <w:bCs/>
          <w:i/>
          <w:iCs/>
          <w:lang w:val="fr-BE"/>
        </w:rPr>
        <w:t>Clauza de modificare a contractului datorată Învechirii Produselor</w:t>
      </w:r>
    </w:p>
    <w:tbl>
      <w:tblPr>
        <w:tblStyle w:val="TableGrid"/>
        <w:tblW w:w="0" w:type="auto"/>
        <w:tblInd w:w="680" w:type="dxa"/>
        <w:tblLook w:val="04A0" w:firstRow="1" w:lastRow="0" w:firstColumn="1" w:lastColumn="0" w:noHBand="0" w:noVBand="1"/>
      </w:tblPr>
      <w:tblGrid>
        <w:gridCol w:w="8041"/>
      </w:tblGrid>
      <w:tr w:rsidR="008850AF" w:rsidRPr="00F90E1C" w14:paraId="43698A13" w14:textId="77777777" w:rsidTr="00F206A5">
        <w:tc>
          <w:tcPr>
            <w:tcW w:w="8041" w:type="dxa"/>
            <w:tcBorders>
              <w:top w:val="single" w:sz="4" w:space="0" w:color="auto"/>
              <w:left w:val="single" w:sz="4" w:space="0" w:color="auto"/>
              <w:bottom w:val="single" w:sz="4" w:space="0" w:color="auto"/>
              <w:right w:val="single" w:sz="4" w:space="0" w:color="auto"/>
            </w:tcBorders>
            <w:hideMark/>
          </w:tcPr>
          <w:p w14:paraId="682736AD" w14:textId="77777777" w:rsidR="008850AF" w:rsidRPr="00E75479" w:rsidRDefault="008850AF" w:rsidP="00F206A5">
            <w:pPr>
              <w:pStyle w:val="Body"/>
              <w:rPr>
                <w:i/>
                <w:iCs/>
                <w:lang w:val="ro-RO"/>
              </w:rPr>
            </w:pPr>
            <w:r w:rsidRPr="00E75479">
              <w:rPr>
                <w:i/>
                <w:iCs/>
                <w:lang w:val="ro-RO"/>
              </w:rPr>
              <w:t>Este recomandabil ca această clauză să fie utilizată în contractele încheiate pe o perioadă îndelungată. În funcție de particularitățile bunurilor achiziționate și de viteza de dezvoltare a tehnologiei din domeniul de apartenență al bunurilor, autoritatea Promitentul-Furnizor poate stabili un alt interval de timp aferent analizei pieței.</w:t>
            </w:r>
          </w:p>
        </w:tc>
      </w:tr>
    </w:tbl>
    <w:p w14:paraId="42E2E513" w14:textId="77777777" w:rsidR="008850AF" w:rsidRPr="00E75479" w:rsidRDefault="008850AF" w:rsidP="008850AF">
      <w:pPr>
        <w:pStyle w:val="Level3"/>
        <w:numPr>
          <w:ilvl w:val="2"/>
          <w:numId w:val="64"/>
        </w:numPr>
        <w:spacing w:line="288" w:lineRule="auto"/>
        <w:rPr>
          <w:i/>
          <w:iCs/>
          <w:lang w:val="ro-RO"/>
        </w:rPr>
      </w:pPr>
      <w:r w:rsidRPr="00E75479">
        <w:rPr>
          <w:i/>
          <w:iCs/>
          <w:lang w:val="ro-RO"/>
        </w:rPr>
        <w:t xml:space="preserve">Promitentul-Furnizor are obligația ca anual, începând cu anul următor încheierii contractului să facă o analiză privind stadiul din ciclul de viață al produsului pe durata Contractului și să comunice Promitentului-Achizitor informații legate de evoluția acestuia. Scopul analizei este de a determina pentru fiecare produs / componentă relevantă cel puțin următoarele: </w:t>
      </w:r>
    </w:p>
    <w:p w14:paraId="157AF281" w14:textId="77777777" w:rsidR="008850AF" w:rsidRPr="00E75479" w:rsidRDefault="008850AF" w:rsidP="008850AF">
      <w:pPr>
        <w:pStyle w:val="roman3"/>
        <w:numPr>
          <w:ilvl w:val="0"/>
          <w:numId w:val="46"/>
        </w:numPr>
        <w:spacing w:line="288" w:lineRule="auto"/>
        <w:rPr>
          <w:i/>
          <w:iCs/>
          <w:lang w:val="ro-RO"/>
        </w:rPr>
      </w:pPr>
      <w:r w:rsidRPr="00E75479">
        <w:rPr>
          <w:i/>
          <w:iCs/>
          <w:lang w:val="ro-RO"/>
        </w:rPr>
        <w:t>componenta produsului/produsul care nu mai este inclusă în planurile de producție ale producătorului</w:t>
      </w:r>
    </w:p>
    <w:p w14:paraId="28B60838" w14:textId="77777777" w:rsidR="008850AF" w:rsidRPr="00E75479" w:rsidRDefault="008850AF" w:rsidP="008850AF">
      <w:pPr>
        <w:pStyle w:val="roman3"/>
        <w:numPr>
          <w:ilvl w:val="0"/>
          <w:numId w:val="46"/>
        </w:numPr>
        <w:spacing w:line="288" w:lineRule="auto"/>
        <w:rPr>
          <w:i/>
          <w:iCs/>
          <w:lang w:val="ro-RO"/>
        </w:rPr>
      </w:pPr>
      <w:r w:rsidRPr="00E75479">
        <w:rPr>
          <w:i/>
          <w:iCs/>
          <w:lang w:val="ro-RO"/>
        </w:rPr>
        <w:t>componenta produsului/produsul pentru care producătorul intenționează să întrerupă producția în următoarele 12 luni cel puțin și /sau până la 2 ani</w:t>
      </w:r>
    </w:p>
    <w:p w14:paraId="6A661F83" w14:textId="77777777" w:rsidR="008850AF" w:rsidRPr="00E75479" w:rsidRDefault="008850AF" w:rsidP="008850AF">
      <w:pPr>
        <w:pStyle w:val="roman3"/>
        <w:numPr>
          <w:ilvl w:val="0"/>
          <w:numId w:val="46"/>
        </w:numPr>
        <w:spacing w:line="288" w:lineRule="auto"/>
        <w:rPr>
          <w:i/>
          <w:iCs/>
          <w:lang w:val="ro-RO"/>
        </w:rPr>
      </w:pPr>
      <w:r w:rsidRPr="00E75479">
        <w:rPr>
          <w:i/>
          <w:iCs/>
          <w:lang w:val="ro-RO"/>
        </w:rPr>
        <w:t>componenta produsului/produsul care va fi disponibilă doar pentru următoarele 12 luni.</w:t>
      </w:r>
    </w:p>
    <w:p w14:paraId="6AD3D641" w14:textId="77777777" w:rsidR="008850AF" w:rsidRPr="00E75479" w:rsidRDefault="008850AF" w:rsidP="008850AF">
      <w:pPr>
        <w:pStyle w:val="Level3"/>
        <w:numPr>
          <w:ilvl w:val="2"/>
          <w:numId w:val="64"/>
        </w:numPr>
        <w:spacing w:line="288" w:lineRule="auto"/>
        <w:rPr>
          <w:i/>
          <w:iCs/>
          <w:lang w:val="ro-RO"/>
        </w:rPr>
      </w:pPr>
      <w:r w:rsidRPr="00E75479">
        <w:rPr>
          <w:i/>
          <w:iCs/>
          <w:lang w:val="ro-RO"/>
        </w:rPr>
        <w:t xml:space="preserve">Dacă ulterior analizei indicate la art. 4.3.1. Promitentul-Furnizor constată că ca unul din bunurile/componentele bunurilor livrate nu se mai produce din rațiuni ce nu îi </w:t>
      </w:r>
      <w:r w:rsidRPr="00E75479">
        <w:rPr>
          <w:i/>
          <w:iCs/>
          <w:lang w:val="ro-RO"/>
        </w:rPr>
        <w:lastRenderedPageBreak/>
        <w:t>sunt imputabile, acesta are dreptul de a-i propune Promitentul-Achizitor modificarea contractului cu respectarea condițiilor prevăzute la art. 4.3.3.</w:t>
      </w:r>
    </w:p>
    <w:p w14:paraId="5BCF6A81" w14:textId="77777777" w:rsidR="008850AF" w:rsidRPr="00E75479" w:rsidRDefault="008850AF" w:rsidP="008850AF">
      <w:pPr>
        <w:pStyle w:val="Level3"/>
        <w:numPr>
          <w:ilvl w:val="2"/>
          <w:numId w:val="64"/>
        </w:numPr>
        <w:spacing w:line="288" w:lineRule="auto"/>
        <w:rPr>
          <w:i/>
          <w:iCs/>
          <w:lang w:val="ro-RO"/>
        </w:rPr>
      </w:pPr>
      <w:r w:rsidRPr="00E75479">
        <w:rPr>
          <w:i/>
          <w:iCs/>
          <w:lang w:val="ro-RO"/>
        </w:rPr>
        <w:t>Contractul poate fi modificat în sensul înlocuirii bunurilor prevăzute inițial în contract dacă sunt îndeplinite în mod cumulativ următoarele  condiții:</w:t>
      </w:r>
    </w:p>
    <w:p w14:paraId="3F35D079" w14:textId="77777777" w:rsidR="008850AF" w:rsidRPr="008755AF" w:rsidRDefault="008850AF" w:rsidP="008755AF">
      <w:pPr>
        <w:pStyle w:val="roman3"/>
        <w:numPr>
          <w:ilvl w:val="0"/>
          <w:numId w:val="93"/>
        </w:numPr>
        <w:spacing w:line="288" w:lineRule="auto"/>
        <w:rPr>
          <w:i/>
          <w:iCs/>
          <w:lang w:val="ro-RO"/>
        </w:rPr>
      </w:pPr>
      <w:r w:rsidRPr="008755AF">
        <w:rPr>
          <w:i/>
          <w:iCs/>
          <w:lang w:val="ro-RO"/>
        </w:rPr>
        <w:t>bunul achiziționat sau una din componentele necesare în vederea producerii bunului achiziționat nu se mai produce sau bunul nu mai poate fi utilizat de către autoritatea/entitatea Promitentul-Furnizor ca urmare a unor modificări legislative care impun obligația unui set de caracteristici tehnice pe care bunul care face obiectul contractului nu le îndeplinește;</w:t>
      </w:r>
    </w:p>
    <w:p w14:paraId="0E8B843B" w14:textId="77777777" w:rsidR="008850AF" w:rsidRPr="00E75479" w:rsidRDefault="008850AF" w:rsidP="008850AF">
      <w:pPr>
        <w:pStyle w:val="roman3"/>
        <w:numPr>
          <w:ilvl w:val="0"/>
          <w:numId w:val="46"/>
        </w:numPr>
        <w:spacing w:line="288" w:lineRule="auto"/>
        <w:rPr>
          <w:i/>
          <w:iCs/>
          <w:lang w:val="ro-RO"/>
        </w:rPr>
      </w:pPr>
      <w:r w:rsidRPr="00E75479">
        <w:rPr>
          <w:i/>
          <w:iCs/>
          <w:lang w:val="ro-RO"/>
        </w:rPr>
        <w:t>lipsa producerii bunului nu îi este imputabilă furnizorului, sau nu a fost prevăzută la momentul încheierii contractului;</w:t>
      </w:r>
    </w:p>
    <w:p w14:paraId="195C8FD9" w14:textId="77777777" w:rsidR="008850AF" w:rsidRPr="00E75479" w:rsidRDefault="008850AF" w:rsidP="008850AF">
      <w:pPr>
        <w:pStyle w:val="roman3"/>
        <w:numPr>
          <w:ilvl w:val="0"/>
          <w:numId w:val="46"/>
        </w:numPr>
        <w:spacing w:line="288" w:lineRule="auto"/>
        <w:rPr>
          <w:i/>
          <w:iCs/>
          <w:lang w:val="ro-RO"/>
        </w:rPr>
      </w:pPr>
      <w:r w:rsidRPr="00E75479">
        <w:rPr>
          <w:i/>
          <w:iCs/>
          <w:lang w:val="ro-RO"/>
        </w:rPr>
        <w:t>prețul contractului nu se modifică;</w:t>
      </w:r>
    </w:p>
    <w:p w14:paraId="0F072518" w14:textId="77777777" w:rsidR="008850AF" w:rsidRPr="00E75479" w:rsidRDefault="008850AF" w:rsidP="008850AF">
      <w:pPr>
        <w:pStyle w:val="roman3"/>
        <w:numPr>
          <w:ilvl w:val="0"/>
          <w:numId w:val="46"/>
        </w:numPr>
        <w:spacing w:line="288" w:lineRule="auto"/>
        <w:rPr>
          <w:i/>
          <w:iCs/>
          <w:lang w:val="ro-RO"/>
        </w:rPr>
      </w:pPr>
      <w:r w:rsidRPr="00E75479">
        <w:rPr>
          <w:i/>
          <w:iCs/>
          <w:lang w:val="ro-RO"/>
        </w:rPr>
        <w:t>bunul de înlocuire este similar. Bunul este considerat a fi similar dacă îndeplinește toate cerințele minime de conformitate (specificațiile tehnice obligatorii) și dacă acesta nu se abate de la cerințele exacte ale documentației de atribuire;</w:t>
      </w:r>
    </w:p>
    <w:p w14:paraId="2026B21B" w14:textId="77777777" w:rsidR="008850AF" w:rsidRPr="00E75479" w:rsidRDefault="008850AF" w:rsidP="008850AF">
      <w:pPr>
        <w:pStyle w:val="roman3"/>
        <w:numPr>
          <w:ilvl w:val="0"/>
          <w:numId w:val="46"/>
        </w:numPr>
        <w:spacing w:line="288" w:lineRule="auto"/>
        <w:rPr>
          <w:i/>
          <w:iCs/>
          <w:lang w:val="ro-RO"/>
        </w:rPr>
      </w:pPr>
      <w:r w:rsidRPr="00E75479">
        <w:rPr>
          <w:i/>
          <w:iCs/>
          <w:lang w:val="ro-RO"/>
        </w:rPr>
        <w:t>modificarea contractului nu presupune o diminuare calitativă a bunurilor furnizate inițial.</w:t>
      </w:r>
    </w:p>
    <w:p w14:paraId="078B8BFB" w14:textId="77777777" w:rsidR="008850AF" w:rsidRPr="00E75479" w:rsidRDefault="008850AF" w:rsidP="008850AF">
      <w:pPr>
        <w:pStyle w:val="Level3"/>
        <w:numPr>
          <w:ilvl w:val="2"/>
          <w:numId w:val="64"/>
        </w:numPr>
        <w:spacing w:line="288" w:lineRule="auto"/>
        <w:rPr>
          <w:i/>
          <w:iCs/>
          <w:lang w:val="ro-RO"/>
        </w:rPr>
      </w:pPr>
      <w:r w:rsidRPr="00E75479">
        <w:rPr>
          <w:i/>
          <w:iCs/>
          <w:lang w:val="ro-RO"/>
        </w:rPr>
        <w:t xml:space="preserve">Dacă operatorul economic nu dispune de oferte alternative, din cauze ce nu îi sunt imputabile sau dacă Promitentul-Achizitor refuză bunurile propuse deși acestea respectă condițiile prevăzute la art. 4.3.3., contractul încetează ca urmare a imposibilității realizării obiectului contractual. În caz contrar, dacă furnizorul nu depune diligențele necesare în vederea obținerii unor alte bunuri similare, acesta va răspunde contractual pentru lipsa îndeplinirii obligațiilor. </w:t>
      </w:r>
    </w:p>
    <w:p w14:paraId="0F85CB51" w14:textId="77777777" w:rsidR="008850AF" w:rsidRPr="00E75479" w:rsidRDefault="008850AF" w:rsidP="008850AF">
      <w:pPr>
        <w:pStyle w:val="Level3"/>
        <w:numPr>
          <w:ilvl w:val="2"/>
          <w:numId w:val="64"/>
        </w:numPr>
        <w:spacing w:line="288" w:lineRule="auto"/>
        <w:rPr>
          <w:i/>
          <w:iCs/>
          <w:lang w:val="ro-RO"/>
        </w:rPr>
      </w:pPr>
      <w:r w:rsidRPr="00E75479">
        <w:rPr>
          <w:i/>
          <w:iCs/>
          <w:lang w:val="ro-RO"/>
        </w:rPr>
        <w:t>Dacă furnizorul este și producătorul Produselor, acesta are obligația de a solicita în prealabil încetării producerii Produselor acordul Promitentului-Achizitor cu privire la înlocuirea Produselor, sau după caz să propună acestuia livrarea anticipată a Produselor cu respectarea eșalonată a plății în funcție de datele prevăzute pentru livrarea Produselor în Graficul inițial de livrare. În caz contrar, Furnizorul va răspunde contractual. Dacă Promitentul-Achizitor refuză Produsele propuse deși acestea respectă condițiile prevăzute la art. 4.3.3. și refuză și preluarea anticipate a acestora, contractual încetează la data la care Produsele sunt scoase din procesul de producție.</w:t>
      </w:r>
    </w:p>
    <w:p w14:paraId="1AD59F92" w14:textId="77777777" w:rsidR="008850AF" w:rsidRPr="00E75479" w:rsidRDefault="008850AF" w:rsidP="008850AF">
      <w:pPr>
        <w:pStyle w:val="Level2"/>
        <w:numPr>
          <w:ilvl w:val="1"/>
          <w:numId w:val="64"/>
        </w:numPr>
        <w:spacing w:line="288" w:lineRule="auto"/>
        <w:rPr>
          <w:i/>
          <w:iCs/>
          <w:lang w:val="ro-RO"/>
        </w:rPr>
      </w:pPr>
      <w:r w:rsidRPr="00E75479">
        <w:rPr>
          <w:b/>
          <w:bCs/>
          <w:i/>
          <w:iCs/>
          <w:lang w:val="ro-RO"/>
        </w:rPr>
        <w:t>Clauza de modificare a Acordului-Cadru și a Contractului Subsecvent cu privire la produse de o generație superioare</w:t>
      </w:r>
    </w:p>
    <w:p w14:paraId="10575FE9" w14:textId="77777777" w:rsidR="008850AF" w:rsidRPr="00E75479" w:rsidRDefault="008850AF" w:rsidP="008850AF">
      <w:pPr>
        <w:pStyle w:val="Level3"/>
        <w:numPr>
          <w:ilvl w:val="2"/>
          <w:numId w:val="64"/>
        </w:numPr>
        <w:spacing w:line="288" w:lineRule="auto"/>
        <w:rPr>
          <w:i/>
          <w:iCs/>
          <w:lang w:val="ro-RO"/>
        </w:rPr>
      </w:pPr>
      <w:r w:rsidRPr="00E75479">
        <w:rPr>
          <w:i/>
          <w:iCs/>
          <w:lang w:val="ro-RO"/>
        </w:rPr>
        <w:t>Promitentul-Furnizor are obligația de a efectua o analiză în fiecare an privind stadiul din ciclul de viață al produsului pe durata Acordului-Cadru/ a Contractului și va comunica Promitentului-Achizitor informații legate de evoluția acestuia. Scopul analizei este de a determina pentru fiecare produs / componentă relevantă dacă producătorul include pe linia de producție un produs / componentă cu caracteristici superioare celor solicitate prin documentația de atribuire, specificând și detaliind modul în care înlocuirea bunurilor determina variația prețului contractului.</w:t>
      </w:r>
    </w:p>
    <w:p w14:paraId="03072625" w14:textId="77777777" w:rsidR="008850AF" w:rsidRPr="00E75479" w:rsidRDefault="008850AF" w:rsidP="008850AF">
      <w:pPr>
        <w:pStyle w:val="Level3"/>
        <w:numPr>
          <w:ilvl w:val="2"/>
          <w:numId w:val="64"/>
        </w:numPr>
        <w:spacing w:line="288" w:lineRule="auto"/>
        <w:rPr>
          <w:i/>
          <w:iCs/>
          <w:lang w:val="ro-RO"/>
        </w:rPr>
      </w:pPr>
      <w:r w:rsidRPr="00E75479">
        <w:rPr>
          <w:i/>
          <w:iCs/>
          <w:lang w:val="ro-RO"/>
        </w:rPr>
        <w:t xml:space="preserve">Dacă în urma analizei efectuate potrivit art. 4.4.1. sau dacă autoritatea/entitatea contractantă constată că este incidentă una din situațiile prevăzute la art. 4.4.3. punctul (iv) Promitentul-Achizitor are obligația de a informa Promitentul-Furnizor dacă dorește achiziționarea bunurilor de o calitate (generație) superioară. În măsura în care Promitentul-Furnizor dispune de aceste bunuri și dorește modificarea </w:t>
      </w:r>
      <w:r w:rsidRPr="00E75479">
        <w:rPr>
          <w:i/>
          <w:iCs/>
          <w:lang w:val="ro-RO"/>
        </w:rPr>
        <w:lastRenderedPageBreak/>
        <w:t>contractului are dreptul de a îi indica Promitentului-Achizitor care sunt bunurile pe care le propune pentru înlocuire și să indice modul în care sunt îndeplinite condițiile enumerate la art. 4.4.3.</w:t>
      </w:r>
    </w:p>
    <w:p w14:paraId="444F0B45" w14:textId="77777777" w:rsidR="008850AF" w:rsidRPr="00E75479" w:rsidRDefault="008850AF" w:rsidP="008850AF">
      <w:pPr>
        <w:pStyle w:val="Level3"/>
        <w:numPr>
          <w:ilvl w:val="2"/>
          <w:numId w:val="64"/>
        </w:numPr>
        <w:spacing w:line="288" w:lineRule="auto"/>
        <w:rPr>
          <w:i/>
          <w:iCs/>
          <w:lang w:val="ro-RO"/>
        </w:rPr>
      </w:pPr>
      <w:r w:rsidRPr="00E75479">
        <w:rPr>
          <w:i/>
          <w:iCs/>
          <w:lang w:val="ro-RO"/>
        </w:rPr>
        <w:t>Părțile pot conveni, de comun acord, modificarea contractului, prin înlocuirea bunurilor furnizate cu unele de o calitate (generație) superioară dacă sunt îndeplinite în mod cumulativ următoarele condiții:</w:t>
      </w:r>
    </w:p>
    <w:p w14:paraId="277027E4" w14:textId="77777777" w:rsidR="008850AF" w:rsidRPr="008755AF" w:rsidRDefault="008850AF" w:rsidP="008755AF">
      <w:pPr>
        <w:pStyle w:val="roman3"/>
        <w:numPr>
          <w:ilvl w:val="0"/>
          <w:numId w:val="94"/>
        </w:numPr>
        <w:spacing w:line="288" w:lineRule="auto"/>
        <w:rPr>
          <w:i/>
          <w:iCs/>
          <w:lang w:val="ro-RO"/>
        </w:rPr>
      </w:pPr>
      <w:r w:rsidRPr="008755AF">
        <w:rPr>
          <w:i/>
          <w:iCs/>
          <w:lang w:val="ro-RO"/>
        </w:rPr>
        <w:t>bunul de înlocuire nu exista pe piață la momentul încheierii Acordului-Cadru;</w:t>
      </w:r>
    </w:p>
    <w:p w14:paraId="14B72DCC" w14:textId="64A1965F" w:rsidR="008850AF" w:rsidRPr="00E75479" w:rsidRDefault="008850AF" w:rsidP="008850AF">
      <w:pPr>
        <w:pStyle w:val="roman3"/>
        <w:numPr>
          <w:ilvl w:val="0"/>
          <w:numId w:val="46"/>
        </w:numPr>
        <w:spacing w:line="288" w:lineRule="auto"/>
        <w:rPr>
          <w:i/>
          <w:iCs/>
          <w:lang w:val="ro-RO"/>
        </w:rPr>
      </w:pPr>
      <w:r w:rsidRPr="00E75479">
        <w:rPr>
          <w:i/>
          <w:iCs/>
          <w:lang w:val="ro-RO"/>
        </w:rPr>
        <w:t xml:space="preserve">bunul de înlocuire este </w:t>
      </w:r>
      <w:r w:rsidR="00F206A5">
        <w:rPr>
          <w:i/>
          <w:iCs/>
          <w:lang w:val="ro-RO"/>
        </w:rPr>
        <w:t>similar</w:t>
      </w:r>
      <w:r w:rsidRPr="00E75479">
        <w:rPr>
          <w:i/>
          <w:iCs/>
          <w:lang w:val="ro-RO"/>
        </w:rPr>
        <w:t xml:space="preserve"> în ceea ce privește caracteristicile esențiale și performanțele bunului înlocuit; condiția este considerată îndeplinită dacă bunul de înlocuire îndeplinește toate cerințele minime de conformitate (specificațiile tehnice obligatorii) și caracteristicile acestuia nu se abat de la cerințele ale documentației de atribuire, singurele diferențe vizând existența unor caracteristici tehnice superioare față de cele ale bunului înlocuit;</w:t>
      </w:r>
    </w:p>
    <w:p w14:paraId="5264A806" w14:textId="77777777" w:rsidR="008850AF" w:rsidRPr="00E75479" w:rsidRDefault="008850AF" w:rsidP="008850AF">
      <w:pPr>
        <w:pStyle w:val="roman3"/>
        <w:numPr>
          <w:ilvl w:val="0"/>
          <w:numId w:val="46"/>
        </w:numPr>
        <w:spacing w:line="288" w:lineRule="auto"/>
        <w:rPr>
          <w:i/>
          <w:iCs/>
          <w:lang w:val="ro-RO"/>
        </w:rPr>
      </w:pPr>
      <w:r w:rsidRPr="00E75479">
        <w:rPr>
          <w:i/>
          <w:iCs/>
          <w:lang w:val="ro-RO"/>
        </w:rPr>
        <w:t>înlocuirea bunului determină o variație a prețului de cel mult 10% din valoarea contractului;</w:t>
      </w:r>
    </w:p>
    <w:p w14:paraId="7A8EE1DE" w14:textId="77777777" w:rsidR="008850AF" w:rsidRPr="00E75479" w:rsidRDefault="008850AF" w:rsidP="008850AF">
      <w:pPr>
        <w:pStyle w:val="roman3"/>
        <w:numPr>
          <w:ilvl w:val="0"/>
          <w:numId w:val="46"/>
        </w:numPr>
        <w:spacing w:line="288" w:lineRule="auto"/>
        <w:rPr>
          <w:i/>
          <w:iCs/>
          <w:lang w:val="ro-RO"/>
        </w:rPr>
      </w:pPr>
      <w:r w:rsidRPr="00E75479">
        <w:rPr>
          <w:i/>
          <w:iCs/>
          <w:lang w:val="ro-RO"/>
        </w:rPr>
        <w:t>din motive obiective bunurile care fac obiectul contractului nu mai satisfac nevoile autorității contractante sau nu mai sunt viabile din punct de vedere economic.</w:t>
      </w:r>
    </w:p>
    <w:p w14:paraId="567BECDF" w14:textId="69BECD38" w:rsidR="008850AF" w:rsidRPr="00E75479" w:rsidRDefault="008850AF" w:rsidP="008850AF">
      <w:pPr>
        <w:pStyle w:val="Level3"/>
        <w:numPr>
          <w:ilvl w:val="2"/>
          <w:numId w:val="64"/>
        </w:numPr>
        <w:spacing w:line="288" w:lineRule="auto"/>
        <w:rPr>
          <w:i/>
          <w:iCs/>
          <w:lang w:val="ro-RO"/>
        </w:rPr>
      </w:pPr>
      <w:r w:rsidRPr="00E75479">
        <w:rPr>
          <w:i/>
          <w:iCs/>
          <w:lang w:val="ro-RO"/>
        </w:rPr>
        <w:t xml:space="preserve">În cazul în care Promitentul-Achizitor nu dispune sau nu dorește înlocuirea bunurilor prevăzute inițial în Acordul-Cadru, contractul continuă, iar </w:t>
      </w:r>
      <w:r w:rsidR="00F206A5">
        <w:rPr>
          <w:i/>
          <w:iCs/>
          <w:lang w:val="ro-RO"/>
        </w:rPr>
        <w:t>Promitentul-Furnizor</w:t>
      </w:r>
      <w:r w:rsidRPr="00E75479">
        <w:rPr>
          <w:i/>
          <w:iCs/>
          <w:lang w:val="ro-RO"/>
        </w:rPr>
        <w:t xml:space="preserve"> este obligat să furnizeze bunurile prevăzute inițial în Acordul-Cadru. Cu toate acestea, dacă achiziționarea bunurilor </w:t>
      </w:r>
      <w:r w:rsidR="00F206A5">
        <w:rPr>
          <w:i/>
          <w:iCs/>
          <w:lang w:val="ro-RO"/>
        </w:rPr>
        <w:t xml:space="preserve">care fac obiectul Acordului-Cadru </w:t>
      </w:r>
      <w:r w:rsidRPr="00E75479">
        <w:rPr>
          <w:i/>
          <w:iCs/>
          <w:lang w:val="ro-RO"/>
        </w:rPr>
        <w:t>nu mai prezintă niciun interes sau nu mai sunt viabile din punct de vedere economic Promitentul-Achizitor</w:t>
      </w:r>
      <w:r w:rsidR="00F206A5">
        <w:rPr>
          <w:i/>
          <w:iCs/>
          <w:lang w:val="ro-RO"/>
        </w:rPr>
        <w:t>, acesta</w:t>
      </w:r>
      <w:r w:rsidRPr="00E75479">
        <w:rPr>
          <w:i/>
          <w:iCs/>
          <w:lang w:val="ro-RO"/>
        </w:rPr>
        <w:t xml:space="preserve"> are dreptul de a denunța unilateral Acordul-Cadru.</w:t>
      </w:r>
    </w:p>
    <w:tbl>
      <w:tblPr>
        <w:tblStyle w:val="TableGrid"/>
        <w:tblW w:w="0" w:type="auto"/>
        <w:tblInd w:w="1361" w:type="dxa"/>
        <w:tblLook w:val="04A0" w:firstRow="1" w:lastRow="0" w:firstColumn="1" w:lastColumn="0" w:noHBand="0" w:noVBand="1"/>
      </w:tblPr>
      <w:tblGrid>
        <w:gridCol w:w="7360"/>
      </w:tblGrid>
      <w:tr w:rsidR="008850AF" w:rsidRPr="00F90E1C" w14:paraId="51350186" w14:textId="77777777" w:rsidTr="00F206A5">
        <w:tc>
          <w:tcPr>
            <w:tcW w:w="8721" w:type="dxa"/>
            <w:tcBorders>
              <w:top w:val="single" w:sz="4" w:space="0" w:color="auto"/>
              <w:left w:val="single" w:sz="4" w:space="0" w:color="auto"/>
              <w:bottom w:val="single" w:sz="4" w:space="0" w:color="auto"/>
              <w:right w:val="single" w:sz="4" w:space="0" w:color="auto"/>
            </w:tcBorders>
            <w:hideMark/>
          </w:tcPr>
          <w:p w14:paraId="6B3AFE27" w14:textId="77777777" w:rsidR="008850AF" w:rsidRPr="00E75479" w:rsidRDefault="008850AF" w:rsidP="00F206A5">
            <w:pPr>
              <w:pStyle w:val="Level3"/>
              <w:numPr>
                <w:ilvl w:val="0"/>
                <w:numId w:val="0"/>
              </w:numPr>
              <w:tabs>
                <w:tab w:val="left" w:pos="708"/>
              </w:tabs>
              <w:rPr>
                <w:i/>
                <w:iCs/>
                <w:lang w:val="ro-RO"/>
              </w:rPr>
            </w:pPr>
            <w:r w:rsidRPr="00E75479">
              <w:rPr>
                <w:i/>
                <w:iCs/>
                <w:lang w:val="ro-RO"/>
              </w:rPr>
              <w:t>Utilizarea unei astfel de clauze este recomandată în special în cazul contractelor pentru o perioadă îndelungată. Procedura de monitorizare a apariției pe piață a unor astfel de bunuri precum și posibilitatea modificării contractului în acest sens trebuie prevăzute și în Caietul de Sarcini.</w:t>
            </w:r>
          </w:p>
        </w:tc>
      </w:tr>
    </w:tbl>
    <w:p w14:paraId="45C0A1F3" w14:textId="77777777" w:rsidR="008850AF" w:rsidRDefault="008850AF" w:rsidP="008850AF">
      <w:pPr>
        <w:pStyle w:val="Level3"/>
        <w:numPr>
          <w:ilvl w:val="0"/>
          <w:numId w:val="0"/>
        </w:numPr>
        <w:ind w:left="1361"/>
        <w:rPr>
          <w:lang w:val="ro-RO"/>
        </w:rPr>
      </w:pPr>
    </w:p>
    <w:p w14:paraId="05726D42" w14:textId="77777777" w:rsidR="00936BF2" w:rsidRPr="00896E89" w:rsidRDefault="00936BF2" w:rsidP="00936BF2">
      <w:pPr>
        <w:pStyle w:val="Level2"/>
        <w:rPr>
          <w:lang w:val="ro-RO"/>
        </w:rPr>
      </w:pPr>
      <w:r>
        <w:rPr>
          <w:b/>
          <w:bCs/>
          <w:lang w:val="ro-RO"/>
        </w:rPr>
        <w:t>Cesiunea Acordului-Cadru și a Contractului Subsecvent</w:t>
      </w:r>
    </w:p>
    <w:tbl>
      <w:tblPr>
        <w:tblStyle w:val="TableGrid"/>
        <w:tblW w:w="9895" w:type="dxa"/>
        <w:tblLook w:val="04A0" w:firstRow="1" w:lastRow="0" w:firstColumn="1" w:lastColumn="0" w:noHBand="0" w:noVBand="1"/>
      </w:tblPr>
      <w:tblGrid>
        <w:gridCol w:w="10211"/>
      </w:tblGrid>
      <w:tr w:rsidR="00936BF2" w14:paraId="6E37E5DD" w14:textId="77777777" w:rsidTr="00BA3765">
        <w:tc>
          <w:tcPr>
            <w:tcW w:w="9895" w:type="dxa"/>
          </w:tcPr>
          <w:p w14:paraId="11D63B3F" w14:textId="77777777" w:rsidR="00936BF2" w:rsidRPr="000C5130" w:rsidRDefault="00936BF2" w:rsidP="00BA3765">
            <w:pPr>
              <w:jc w:val="both"/>
              <w:rPr>
                <w:rFonts w:ascii="Times New Roman" w:hAnsi="Times New Roman"/>
                <w:szCs w:val="20"/>
                <w:lang w:val="fr-BE"/>
              </w:rPr>
            </w:pPr>
            <w:r w:rsidRPr="000C5130">
              <w:rPr>
                <w:rFonts w:ascii="Times New Roman" w:hAnsi="Times New Roman"/>
                <w:szCs w:val="20"/>
                <w:lang w:val="fr-BE"/>
              </w:rPr>
              <w:t xml:space="preserve">Clauzele de mai jos treatează toate modalitățile de cesiune (cesiune de creantă, cesiune de datorie și cesiune de contract și vor fi utilizate după cum urmează: </w:t>
            </w:r>
          </w:p>
          <w:tbl>
            <w:tblPr>
              <w:tblStyle w:val="TableGrid"/>
              <w:tblW w:w="9985" w:type="dxa"/>
              <w:tblLook w:val="04A0" w:firstRow="1" w:lastRow="0" w:firstColumn="1" w:lastColumn="0" w:noHBand="0" w:noVBand="1"/>
            </w:tblPr>
            <w:tblGrid>
              <w:gridCol w:w="1345"/>
              <w:gridCol w:w="2790"/>
              <w:gridCol w:w="1350"/>
              <w:gridCol w:w="4500"/>
            </w:tblGrid>
            <w:tr w:rsidR="00936BF2" w:rsidRPr="00D92326" w14:paraId="4899A2EC" w14:textId="77777777" w:rsidTr="00BA3765">
              <w:tc>
                <w:tcPr>
                  <w:tcW w:w="1345" w:type="dxa"/>
                  <w:shd w:val="clear" w:color="auto" w:fill="4BACC6" w:themeFill="accent5"/>
                </w:tcPr>
                <w:p w14:paraId="62AB9130" w14:textId="77777777" w:rsidR="00936BF2" w:rsidRPr="000C5130" w:rsidRDefault="00936BF2" w:rsidP="00BA3765">
                  <w:pPr>
                    <w:rPr>
                      <w:rFonts w:ascii="Times New Roman" w:hAnsi="Times New Roman"/>
                      <w:szCs w:val="20"/>
                      <w:lang w:val="fr-BE"/>
                    </w:rPr>
                  </w:pPr>
                </w:p>
              </w:tc>
              <w:tc>
                <w:tcPr>
                  <w:tcW w:w="2790" w:type="dxa"/>
                  <w:shd w:val="clear" w:color="auto" w:fill="4BACC6" w:themeFill="accent5"/>
                </w:tcPr>
                <w:p w14:paraId="6AEDCC35" w14:textId="77777777" w:rsidR="00936BF2" w:rsidRPr="00526EDD" w:rsidRDefault="00936BF2" w:rsidP="00BA3765">
                  <w:pPr>
                    <w:rPr>
                      <w:rFonts w:ascii="Times New Roman" w:hAnsi="Times New Roman"/>
                      <w:b/>
                      <w:bCs/>
                      <w:szCs w:val="20"/>
                    </w:rPr>
                  </w:pPr>
                  <w:r w:rsidRPr="00526EDD">
                    <w:rPr>
                      <w:rFonts w:ascii="Times New Roman" w:hAnsi="Times New Roman"/>
                      <w:b/>
                      <w:bCs/>
                      <w:szCs w:val="20"/>
                    </w:rPr>
                    <w:t xml:space="preserve">Conținut </w:t>
                  </w:r>
                </w:p>
              </w:tc>
              <w:tc>
                <w:tcPr>
                  <w:tcW w:w="1350" w:type="dxa"/>
                  <w:shd w:val="clear" w:color="auto" w:fill="4BACC6" w:themeFill="accent5"/>
                </w:tcPr>
                <w:p w14:paraId="3FBFEB11" w14:textId="77777777" w:rsidR="00936BF2" w:rsidRPr="00526EDD" w:rsidRDefault="00936BF2" w:rsidP="00BA3765">
                  <w:pPr>
                    <w:rPr>
                      <w:rFonts w:ascii="Times New Roman" w:hAnsi="Times New Roman"/>
                      <w:b/>
                      <w:bCs/>
                      <w:szCs w:val="20"/>
                    </w:rPr>
                  </w:pPr>
                  <w:r w:rsidRPr="00526EDD">
                    <w:rPr>
                      <w:rFonts w:ascii="Times New Roman" w:hAnsi="Times New Roman"/>
                      <w:b/>
                      <w:bCs/>
                      <w:szCs w:val="20"/>
                    </w:rPr>
                    <w:t>Art. contract/ Art. C.civ.</w:t>
                  </w:r>
                </w:p>
              </w:tc>
              <w:tc>
                <w:tcPr>
                  <w:tcW w:w="4500" w:type="dxa"/>
                  <w:shd w:val="clear" w:color="auto" w:fill="4BACC6" w:themeFill="accent5"/>
                </w:tcPr>
                <w:p w14:paraId="40A9AE89" w14:textId="77777777" w:rsidR="00936BF2" w:rsidRPr="00526EDD" w:rsidRDefault="00936BF2" w:rsidP="00BA3765">
                  <w:pPr>
                    <w:rPr>
                      <w:rFonts w:ascii="Times New Roman" w:hAnsi="Times New Roman"/>
                      <w:b/>
                      <w:bCs/>
                      <w:szCs w:val="20"/>
                    </w:rPr>
                  </w:pPr>
                  <w:r w:rsidRPr="00526EDD">
                    <w:rPr>
                      <w:rFonts w:ascii="Times New Roman" w:hAnsi="Times New Roman"/>
                      <w:b/>
                      <w:bCs/>
                      <w:szCs w:val="20"/>
                    </w:rPr>
                    <w:t>Condiții</w:t>
                  </w:r>
                </w:p>
              </w:tc>
            </w:tr>
            <w:tr w:rsidR="00936BF2" w:rsidRPr="00D92326" w14:paraId="3B40373F" w14:textId="77777777" w:rsidTr="00BA3765">
              <w:tc>
                <w:tcPr>
                  <w:tcW w:w="1345" w:type="dxa"/>
                  <w:shd w:val="clear" w:color="auto" w:fill="4BACC6" w:themeFill="accent5"/>
                </w:tcPr>
                <w:p w14:paraId="490C19D1" w14:textId="77777777" w:rsidR="00936BF2" w:rsidRPr="00526EDD" w:rsidRDefault="00936BF2" w:rsidP="00BA3765">
                  <w:pPr>
                    <w:rPr>
                      <w:rFonts w:ascii="Times New Roman" w:hAnsi="Times New Roman"/>
                      <w:b/>
                      <w:bCs/>
                      <w:szCs w:val="20"/>
                    </w:rPr>
                  </w:pPr>
                  <w:r w:rsidRPr="00526EDD">
                    <w:rPr>
                      <w:rFonts w:ascii="Times New Roman" w:hAnsi="Times New Roman"/>
                      <w:b/>
                      <w:bCs/>
                      <w:szCs w:val="20"/>
                    </w:rPr>
                    <w:t>Cesiune de creanță</w:t>
                  </w:r>
                </w:p>
              </w:tc>
              <w:tc>
                <w:tcPr>
                  <w:tcW w:w="2790" w:type="dxa"/>
                </w:tcPr>
                <w:p w14:paraId="704737D9" w14:textId="77777777" w:rsidR="00936BF2" w:rsidRPr="00526EDD" w:rsidRDefault="00936BF2" w:rsidP="00BA3765">
                  <w:pPr>
                    <w:rPr>
                      <w:rFonts w:ascii="Times New Roman" w:hAnsi="Times New Roman"/>
                      <w:szCs w:val="20"/>
                    </w:rPr>
                  </w:pPr>
                  <w:r w:rsidRPr="00526EDD">
                    <w:rPr>
                      <w:rFonts w:ascii="Times New Roman" w:hAnsi="Times New Roman"/>
                      <w:szCs w:val="20"/>
                    </w:rPr>
                    <w:t>Op. ec. cedează drepturile din contract</w:t>
                  </w:r>
                </w:p>
              </w:tc>
              <w:tc>
                <w:tcPr>
                  <w:tcW w:w="1350" w:type="dxa"/>
                </w:tcPr>
                <w:p w14:paraId="77366043" w14:textId="77777777" w:rsidR="00936BF2" w:rsidRPr="00526EDD" w:rsidRDefault="00936BF2" w:rsidP="00BA3765">
                  <w:pPr>
                    <w:rPr>
                      <w:rFonts w:ascii="Times New Roman" w:hAnsi="Times New Roman"/>
                      <w:szCs w:val="20"/>
                    </w:rPr>
                  </w:pPr>
                  <w:r>
                    <w:rPr>
                      <w:rFonts w:ascii="Times New Roman" w:hAnsi="Times New Roman"/>
                      <w:szCs w:val="20"/>
                    </w:rPr>
                    <w:t>4.5</w:t>
                  </w:r>
                  <w:r w:rsidRPr="00526EDD">
                    <w:rPr>
                      <w:rFonts w:ascii="Times New Roman" w:hAnsi="Times New Roman"/>
                      <w:szCs w:val="20"/>
                    </w:rPr>
                    <w:t>.1./1.566-1.592 C.civ.</w:t>
                  </w:r>
                </w:p>
              </w:tc>
              <w:tc>
                <w:tcPr>
                  <w:tcW w:w="4500" w:type="dxa"/>
                </w:tcPr>
                <w:p w14:paraId="7C17E1D9" w14:textId="77777777" w:rsidR="00936BF2" w:rsidRPr="00526EDD" w:rsidRDefault="00936BF2" w:rsidP="00BA3765">
                  <w:pPr>
                    <w:rPr>
                      <w:rFonts w:ascii="Times New Roman" w:hAnsi="Times New Roman"/>
                      <w:szCs w:val="20"/>
                    </w:rPr>
                  </w:pPr>
                  <w:r w:rsidRPr="00526EDD">
                    <w:rPr>
                      <w:rFonts w:ascii="Times New Roman" w:hAnsi="Times New Roman"/>
                      <w:szCs w:val="20"/>
                    </w:rPr>
                    <w:t>Acord AC/EC</w:t>
                  </w:r>
                </w:p>
              </w:tc>
            </w:tr>
            <w:tr w:rsidR="00936BF2" w:rsidRPr="00D92326" w14:paraId="3227F7CA" w14:textId="77777777" w:rsidTr="00BA3765">
              <w:tc>
                <w:tcPr>
                  <w:tcW w:w="1345" w:type="dxa"/>
                  <w:shd w:val="clear" w:color="auto" w:fill="4BACC6" w:themeFill="accent5"/>
                </w:tcPr>
                <w:p w14:paraId="299437A4" w14:textId="77777777" w:rsidR="00936BF2" w:rsidRPr="00526EDD" w:rsidRDefault="00936BF2" w:rsidP="00BA3765">
                  <w:pPr>
                    <w:rPr>
                      <w:rFonts w:ascii="Times New Roman" w:hAnsi="Times New Roman"/>
                      <w:b/>
                      <w:bCs/>
                      <w:szCs w:val="20"/>
                    </w:rPr>
                  </w:pPr>
                  <w:r w:rsidRPr="00526EDD">
                    <w:rPr>
                      <w:rFonts w:ascii="Times New Roman" w:hAnsi="Times New Roman"/>
                      <w:b/>
                      <w:bCs/>
                      <w:szCs w:val="20"/>
                    </w:rPr>
                    <w:t>Cesiune de datorie</w:t>
                  </w:r>
                </w:p>
              </w:tc>
              <w:tc>
                <w:tcPr>
                  <w:tcW w:w="2790" w:type="dxa"/>
                </w:tcPr>
                <w:p w14:paraId="36275A8E" w14:textId="77777777" w:rsidR="00936BF2" w:rsidRPr="00526EDD" w:rsidRDefault="00936BF2" w:rsidP="00BA3765">
                  <w:pPr>
                    <w:rPr>
                      <w:rFonts w:ascii="Times New Roman" w:hAnsi="Times New Roman"/>
                      <w:szCs w:val="20"/>
                    </w:rPr>
                  </w:pPr>
                  <w:r w:rsidRPr="00526EDD">
                    <w:rPr>
                      <w:rFonts w:ascii="Times New Roman" w:hAnsi="Times New Roman"/>
                      <w:szCs w:val="20"/>
                    </w:rPr>
                    <w:t>Op. ec. cedează obligațiile din contract</w:t>
                  </w:r>
                </w:p>
              </w:tc>
              <w:tc>
                <w:tcPr>
                  <w:tcW w:w="1350" w:type="dxa"/>
                </w:tcPr>
                <w:p w14:paraId="1EC9DA78" w14:textId="77777777" w:rsidR="00936BF2" w:rsidRPr="00526EDD" w:rsidRDefault="00936BF2" w:rsidP="00BA3765">
                  <w:pPr>
                    <w:rPr>
                      <w:rFonts w:ascii="Times New Roman" w:hAnsi="Times New Roman"/>
                      <w:szCs w:val="20"/>
                    </w:rPr>
                  </w:pPr>
                  <w:r>
                    <w:rPr>
                      <w:rFonts w:ascii="Times New Roman" w:hAnsi="Times New Roman"/>
                      <w:szCs w:val="20"/>
                    </w:rPr>
                    <w:t>4.5</w:t>
                  </w:r>
                  <w:r w:rsidRPr="00526EDD">
                    <w:rPr>
                      <w:rFonts w:ascii="Times New Roman" w:hAnsi="Times New Roman"/>
                      <w:szCs w:val="20"/>
                    </w:rPr>
                    <w:t>.2.-</w:t>
                  </w:r>
                  <w:r>
                    <w:rPr>
                      <w:rFonts w:ascii="Times New Roman" w:hAnsi="Times New Roman"/>
                      <w:szCs w:val="20"/>
                    </w:rPr>
                    <w:t>4.5</w:t>
                  </w:r>
                  <w:r w:rsidRPr="00526EDD">
                    <w:rPr>
                      <w:rFonts w:ascii="Times New Roman" w:hAnsi="Times New Roman"/>
                      <w:szCs w:val="20"/>
                    </w:rPr>
                    <w:t xml:space="preserve">.3/1.599-1.608 C. civ. </w:t>
                  </w:r>
                </w:p>
              </w:tc>
              <w:tc>
                <w:tcPr>
                  <w:tcW w:w="4500" w:type="dxa"/>
                </w:tcPr>
                <w:p w14:paraId="40CF021D" w14:textId="77777777" w:rsidR="00936BF2" w:rsidRPr="00526EDD" w:rsidRDefault="00936BF2" w:rsidP="00BA3765">
                  <w:pPr>
                    <w:rPr>
                      <w:rFonts w:ascii="Times New Roman" w:hAnsi="Times New Roman"/>
                      <w:szCs w:val="20"/>
                    </w:rPr>
                  </w:pPr>
                  <w:r w:rsidRPr="00526EDD">
                    <w:rPr>
                      <w:rFonts w:ascii="Times New Roman" w:hAnsi="Times New Roman"/>
                      <w:szCs w:val="20"/>
                    </w:rPr>
                    <w:t>Acord prealabil al AC/EC;</w:t>
                  </w:r>
                </w:p>
                <w:p w14:paraId="6090E82D" w14:textId="77777777" w:rsidR="00936BF2" w:rsidRPr="00526EDD" w:rsidRDefault="00936BF2" w:rsidP="00BA3765">
                  <w:pPr>
                    <w:rPr>
                      <w:rFonts w:ascii="Times New Roman" w:hAnsi="Times New Roman"/>
                      <w:szCs w:val="20"/>
                    </w:rPr>
                  </w:pPr>
                  <w:r w:rsidRPr="00526EDD">
                    <w:rPr>
                      <w:rFonts w:ascii="Times New Roman" w:hAnsi="Times New Roman"/>
                      <w:szCs w:val="20"/>
                    </w:rPr>
                    <w:t>Cesionarul dovedește că are are calificările tehnice și experiența necesară pentru partea de de contract pe care urmează să o execute.</w:t>
                  </w:r>
                </w:p>
              </w:tc>
            </w:tr>
            <w:tr w:rsidR="00936BF2" w:rsidRPr="00D92326" w14:paraId="69AE281E" w14:textId="77777777" w:rsidTr="00BA3765">
              <w:tc>
                <w:tcPr>
                  <w:tcW w:w="1345" w:type="dxa"/>
                  <w:shd w:val="clear" w:color="auto" w:fill="4BACC6" w:themeFill="accent5"/>
                </w:tcPr>
                <w:p w14:paraId="4259DA5F" w14:textId="77777777" w:rsidR="00936BF2" w:rsidRPr="00526EDD" w:rsidRDefault="00936BF2" w:rsidP="00BA3765">
                  <w:pPr>
                    <w:rPr>
                      <w:rFonts w:ascii="Times New Roman" w:hAnsi="Times New Roman"/>
                      <w:b/>
                      <w:bCs/>
                      <w:szCs w:val="20"/>
                    </w:rPr>
                  </w:pPr>
                  <w:r w:rsidRPr="00526EDD">
                    <w:rPr>
                      <w:rFonts w:ascii="Times New Roman" w:hAnsi="Times New Roman"/>
                      <w:b/>
                      <w:bCs/>
                      <w:szCs w:val="20"/>
                    </w:rPr>
                    <w:t>Cesiune de contract</w:t>
                  </w:r>
                </w:p>
              </w:tc>
              <w:tc>
                <w:tcPr>
                  <w:tcW w:w="2790" w:type="dxa"/>
                </w:tcPr>
                <w:p w14:paraId="0C1B4E20" w14:textId="77777777" w:rsidR="00936BF2" w:rsidRPr="00526EDD" w:rsidRDefault="00936BF2" w:rsidP="00BA3765">
                  <w:pPr>
                    <w:rPr>
                      <w:rFonts w:ascii="Times New Roman" w:hAnsi="Times New Roman"/>
                      <w:szCs w:val="20"/>
                    </w:rPr>
                  </w:pPr>
                  <w:r w:rsidRPr="00526EDD">
                    <w:rPr>
                      <w:rFonts w:ascii="Times New Roman" w:hAnsi="Times New Roman"/>
                      <w:szCs w:val="20"/>
                    </w:rPr>
                    <w:t>Op. ec. cedează atât drepturile, cât și obligațiile din contract</w:t>
                  </w:r>
                </w:p>
              </w:tc>
              <w:tc>
                <w:tcPr>
                  <w:tcW w:w="1350" w:type="dxa"/>
                </w:tcPr>
                <w:p w14:paraId="0E90CC6A" w14:textId="77777777" w:rsidR="00936BF2" w:rsidRPr="00526EDD" w:rsidRDefault="00936BF2" w:rsidP="00BA3765">
                  <w:pPr>
                    <w:rPr>
                      <w:rFonts w:ascii="Times New Roman" w:hAnsi="Times New Roman"/>
                      <w:szCs w:val="20"/>
                    </w:rPr>
                  </w:pPr>
                  <w:r>
                    <w:rPr>
                      <w:rFonts w:ascii="Times New Roman" w:hAnsi="Times New Roman"/>
                      <w:szCs w:val="20"/>
                    </w:rPr>
                    <w:t>4.5</w:t>
                  </w:r>
                  <w:r w:rsidRPr="00526EDD">
                    <w:rPr>
                      <w:rFonts w:ascii="Times New Roman" w:hAnsi="Times New Roman"/>
                      <w:szCs w:val="20"/>
                    </w:rPr>
                    <w:t>.4.-</w:t>
                  </w:r>
                  <w:r>
                    <w:rPr>
                      <w:rFonts w:ascii="Times New Roman" w:hAnsi="Times New Roman"/>
                      <w:szCs w:val="20"/>
                    </w:rPr>
                    <w:t>4.5</w:t>
                  </w:r>
                  <w:r w:rsidRPr="00526EDD">
                    <w:rPr>
                      <w:rFonts w:ascii="Times New Roman" w:hAnsi="Times New Roman"/>
                      <w:szCs w:val="20"/>
                    </w:rPr>
                    <w:t>.6./ 1.315-1.320 C.Civ</w:t>
                  </w:r>
                </w:p>
              </w:tc>
              <w:tc>
                <w:tcPr>
                  <w:tcW w:w="4500" w:type="dxa"/>
                </w:tcPr>
                <w:p w14:paraId="63FEA71E" w14:textId="77777777" w:rsidR="00936BF2" w:rsidRPr="00526EDD" w:rsidRDefault="00936BF2" w:rsidP="00BA3765">
                  <w:pPr>
                    <w:rPr>
                      <w:rFonts w:ascii="Times New Roman" w:hAnsi="Times New Roman"/>
                      <w:szCs w:val="20"/>
                    </w:rPr>
                  </w:pPr>
                  <w:r w:rsidRPr="00526EDD">
                    <w:rPr>
                      <w:rFonts w:ascii="Times New Roman" w:hAnsi="Times New Roman"/>
                      <w:szCs w:val="20"/>
                    </w:rPr>
                    <w:t>Acord prealabil al AC/EC;</w:t>
                  </w:r>
                </w:p>
                <w:p w14:paraId="3B5E14F9" w14:textId="77777777" w:rsidR="00936BF2" w:rsidRPr="00526EDD" w:rsidRDefault="00936BF2" w:rsidP="00BA3765">
                  <w:pPr>
                    <w:rPr>
                      <w:rFonts w:ascii="Times New Roman" w:hAnsi="Times New Roman"/>
                      <w:szCs w:val="20"/>
                    </w:rPr>
                  </w:pPr>
                  <w:r w:rsidRPr="00526EDD">
                    <w:rPr>
                      <w:rFonts w:ascii="Times New Roman" w:hAnsi="Times New Roman"/>
                      <w:szCs w:val="20"/>
                    </w:rPr>
                    <w:t>Condiții vizând stadiul contractului;</w:t>
                  </w:r>
                </w:p>
                <w:p w14:paraId="578CE3A7" w14:textId="77777777" w:rsidR="00936BF2" w:rsidRDefault="00936BF2" w:rsidP="00BA3765">
                  <w:pPr>
                    <w:rPr>
                      <w:rFonts w:ascii="Times New Roman" w:hAnsi="Times New Roman"/>
                      <w:szCs w:val="20"/>
                    </w:rPr>
                  </w:pPr>
                  <w:r w:rsidRPr="00526EDD">
                    <w:rPr>
                      <w:rFonts w:ascii="Times New Roman" w:hAnsi="Times New Roman"/>
                      <w:szCs w:val="20"/>
                    </w:rPr>
                    <w:t>Condiții vizând calitatea/calificările cesionarului.</w:t>
                  </w:r>
                </w:p>
                <w:p w14:paraId="23575D97" w14:textId="53065243" w:rsidR="004F4B12" w:rsidRPr="00526EDD" w:rsidRDefault="004F4B12" w:rsidP="00BA3765">
                  <w:pPr>
                    <w:rPr>
                      <w:rFonts w:ascii="Times New Roman" w:hAnsi="Times New Roman"/>
                      <w:szCs w:val="20"/>
                    </w:rPr>
                  </w:pPr>
                  <w:r>
                    <w:rPr>
                      <w:rFonts w:ascii="Times New Roman" w:hAnsi="Times New Roman"/>
                      <w:szCs w:val="20"/>
                    </w:rPr>
                    <w:t>Cesiunea poate fi realizată exclusiv în condițiile prevăzute de art. 221 lit. d) din Legea nr. 98/2016/ art. 240 din Legea nr. 99/2016.</w:t>
                  </w:r>
                </w:p>
              </w:tc>
            </w:tr>
          </w:tbl>
          <w:p w14:paraId="594604ED" w14:textId="77777777" w:rsidR="00936BF2" w:rsidRPr="00896E89" w:rsidRDefault="00936BF2" w:rsidP="00BA3765">
            <w:pPr>
              <w:jc w:val="both"/>
              <w:rPr>
                <w:rFonts w:ascii="Times New Roman" w:hAnsi="Times New Roman"/>
                <w:szCs w:val="20"/>
              </w:rPr>
            </w:pPr>
          </w:p>
        </w:tc>
      </w:tr>
    </w:tbl>
    <w:p w14:paraId="717A5375" w14:textId="77777777" w:rsidR="00936BF2" w:rsidRPr="00505877" w:rsidRDefault="00936BF2" w:rsidP="00936BF2">
      <w:pPr>
        <w:pStyle w:val="Level2"/>
        <w:numPr>
          <w:ilvl w:val="0"/>
          <w:numId w:val="0"/>
        </w:numPr>
        <w:ind w:left="680"/>
        <w:rPr>
          <w:lang w:val="ro-RO"/>
        </w:rPr>
      </w:pPr>
    </w:p>
    <w:p w14:paraId="7CE09939" w14:textId="77777777" w:rsidR="00936BF2" w:rsidRPr="00505877" w:rsidRDefault="00936BF2" w:rsidP="00936BF2">
      <w:pPr>
        <w:pStyle w:val="Level3"/>
        <w:rPr>
          <w:lang w:val="ro-RO"/>
        </w:rPr>
      </w:pPr>
      <w:r w:rsidRPr="00505877">
        <w:rPr>
          <w:lang w:val="ro-RO"/>
        </w:rPr>
        <w:lastRenderedPageBreak/>
        <w:t xml:space="preserve">Cesiunea drepturilor derivate din prezentul </w:t>
      </w:r>
      <w:r>
        <w:rPr>
          <w:lang w:val="ro-RO"/>
        </w:rPr>
        <w:t>Acord-Cadru/Contract Subsecvent</w:t>
      </w:r>
      <w:r w:rsidRPr="00505877">
        <w:rPr>
          <w:lang w:val="ro-RO"/>
        </w:rPr>
        <w:t xml:space="preserve"> poate fi realizată în condițiile și termenii prevăzuți de Legea nr. 98/2016 / Legea nr. 99/2016, cu respectarea dispozițiilor art. 1.566-1.586 Cod Civil. Contractul de cesiune de creanță produce efecte față de Promitentul-Furnizor doar de la momentul acceptării în scris a acesteia. Plata făcută către Promitentul-Furnizor anterior acceptării cesiunii de creanță este valabilă, iar Promitentul-Furnizor nu îi poate fi opus contractul de cesiune de creanță.</w:t>
      </w:r>
    </w:p>
    <w:p w14:paraId="4F632B4C" w14:textId="77777777" w:rsidR="00936BF2" w:rsidRPr="00505877" w:rsidRDefault="00936BF2" w:rsidP="00936BF2">
      <w:pPr>
        <w:pStyle w:val="Level3"/>
        <w:rPr>
          <w:lang w:val="ro-RO"/>
        </w:rPr>
      </w:pPr>
      <w:r w:rsidRPr="00505877">
        <w:rPr>
          <w:lang w:val="ro-RO"/>
        </w:rPr>
        <w:t xml:space="preserve">Promitentul-Furnizor are obligația de a nu transfera total sau parțial obligațiile sale asumate prin </w:t>
      </w:r>
      <w:r>
        <w:rPr>
          <w:lang w:val="ro-RO"/>
        </w:rPr>
        <w:t>Acordul-Cadru/Contractul Subsecvent</w:t>
      </w:r>
      <w:r w:rsidRPr="00505877">
        <w:rPr>
          <w:lang w:val="ro-RO"/>
        </w:rPr>
        <w:t xml:space="preserve">, fără să obțină, în prealabil, acordul scris al Promitentului-Furnizor. Promitentul-Furnizor este obligat să îi notifice Promitentul-Achizitor intenția de a cesiona în parte sau în tot obligațiile derivate din prezentul </w:t>
      </w:r>
      <w:r>
        <w:rPr>
          <w:lang w:val="ro-RO"/>
        </w:rPr>
        <w:t>Acord-Cadru sau din Contractul Subsecvent</w:t>
      </w:r>
      <w:r w:rsidRPr="00505877">
        <w:rPr>
          <w:lang w:val="ro-RO"/>
        </w:rPr>
        <w:t xml:space="preserve"> cu 30 de zile înainte de încheierea contractului de cesiune. Promitentul-Furnizor este obligat să anexeze acestei notificări dovada faptului că cesionarul are calificările tehnice și experiența necesară în vederea executării obligațiilor cesionate. Contractul de cesiune a obligațiilor derivate din </w:t>
      </w:r>
      <w:r>
        <w:rPr>
          <w:lang w:val="ro-RO"/>
        </w:rPr>
        <w:t>Acordul-Cadru/Contractul Subsecvent</w:t>
      </w:r>
      <w:r w:rsidRPr="00505877">
        <w:rPr>
          <w:lang w:val="ro-RO"/>
        </w:rPr>
        <w:t xml:space="preserve"> încheiat fără acordul Promitentului-Achizitor nu produce niciun efect.</w:t>
      </w:r>
    </w:p>
    <w:p w14:paraId="2A80EBBC" w14:textId="77777777" w:rsidR="00936BF2" w:rsidRPr="00505877" w:rsidRDefault="00936BF2" w:rsidP="00936BF2">
      <w:pPr>
        <w:pStyle w:val="Level3"/>
        <w:rPr>
          <w:lang w:val="ro-RO"/>
        </w:rPr>
      </w:pPr>
      <w:r w:rsidRPr="00505877">
        <w:rPr>
          <w:lang w:val="ro-RO"/>
        </w:rPr>
        <w:t xml:space="preserve">Cesiunea obligațiilor derivate din prezentul contract nu va exonera Promitentul-Furnizor de nicio responsabilitate în privința garantării executării acestora de către cesionar. Promitentul-Achizitor are dreptul de a se îndrepta împotriva Promitentul-Furnizor ori de câte ori cesionarul nu execută obligațiile derivate din </w:t>
      </w:r>
      <w:r>
        <w:rPr>
          <w:lang w:val="ro-RO"/>
        </w:rPr>
        <w:t>Acordul-Cadru/Contractul Subsecvent</w:t>
      </w:r>
      <w:r w:rsidRPr="00505877">
        <w:rPr>
          <w:lang w:val="ro-RO"/>
        </w:rPr>
        <w:t xml:space="preserve"> chiar și după acceptarea contractului de cesiune, fără a putea fi condiționată de efectuarea unui demers prealabil împotriva cesionarului.</w:t>
      </w:r>
    </w:p>
    <w:p w14:paraId="2EE05F11" w14:textId="77777777" w:rsidR="00936BF2" w:rsidRPr="00505877" w:rsidRDefault="00936BF2" w:rsidP="00936BF2">
      <w:pPr>
        <w:pStyle w:val="Level3"/>
        <w:rPr>
          <w:lang w:val="ro-RO"/>
        </w:rPr>
      </w:pPr>
      <w:r w:rsidRPr="00505877">
        <w:rPr>
          <w:lang w:val="ro-RO"/>
        </w:rPr>
        <w:t xml:space="preserve">Promitentul-Furnizor are obligația de a nu cesiona </w:t>
      </w:r>
      <w:r>
        <w:rPr>
          <w:lang w:val="ro-RO"/>
        </w:rPr>
        <w:t>Acordul-Cadru/Contractul Subsecvent</w:t>
      </w:r>
      <w:r w:rsidRPr="00505877">
        <w:rPr>
          <w:lang w:val="ro-RO"/>
        </w:rPr>
        <w:t xml:space="preserve">, fără să obțină, în prealabil, acordul scris al Promitentului-Achizitor. Promitentul-Furnizor este obligat să îi notifice Promitentului-Achizitor intenția de a cesiona în parte sau în tot contractul cu 30 de zile înainte de încheierea contractului de cesiune. Promitentul-Furnizor este obligat să anexeze acestei notificări dovada faptului că cesionarul are calificările tehnice și experiența necesară în vederea executării contractului. Contractul de cesiune </w:t>
      </w:r>
      <w:r>
        <w:rPr>
          <w:lang w:val="ro-RO"/>
        </w:rPr>
        <w:t>al Acordului-Cadru sau al Contractului Subsecvent</w:t>
      </w:r>
      <w:r w:rsidRPr="00505877">
        <w:rPr>
          <w:lang w:val="ro-RO"/>
        </w:rPr>
        <w:t xml:space="preserve"> încheiat fără acordul prealabil al Promitentul-Achizitor nu produce niciun efect. </w:t>
      </w:r>
    </w:p>
    <w:p w14:paraId="70ABEBDC" w14:textId="77777777" w:rsidR="00936BF2" w:rsidRPr="00505877" w:rsidRDefault="00936BF2" w:rsidP="00936BF2">
      <w:pPr>
        <w:pStyle w:val="Level3"/>
        <w:rPr>
          <w:lang w:val="ro-RO"/>
        </w:rPr>
      </w:pPr>
      <w:r w:rsidRPr="00505877">
        <w:rPr>
          <w:lang w:val="ro-RO"/>
        </w:rPr>
        <w:t xml:space="preserve">Cesiunea </w:t>
      </w:r>
      <w:r>
        <w:rPr>
          <w:lang w:val="ro-RO"/>
        </w:rPr>
        <w:t>Acordului-Cadru sau al Contractului Subsecvent</w:t>
      </w:r>
      <w:r w:rsidRPr="00505877">
        <w:rPr>
          <w:lang w:val="ro-RO"/>
        </w:rPr>
        <w:t xml:space="preserve"> nu va exonera Promitentul-Furnizor de nicio responsabilitate privind garanția sau orice alte obligații asumate prin contract. Promitentul-Achizitor are dreptul de a se îndrepta împotriva Promitentului-Furnizor ori de câte ori cesionarul nu execută obligațiile derivate din </w:t>
      </w:r>
      <w:r>
        <w:rPr>
          <w:lang w:val="ro-RO"/>
        </w:rPr>
        <w:t>Acordul-Cadru sau Contractul Subsecvent</w:t>
      </w:r>
      <w:r w:rsidRPr="00505877">
        <w:rPr>
          <w:lang w:val="ro-RO"/>
        </w:rPr>
        <w:t xml:space="preserve"> chiar și după acceptarea contractului de cesiune, fără a putea fi condiționată de efectuarea unui demers prealabil împotriva cesionarului.</w:t>
      </w:r>
    </w:p>
    <w:p w14:paraId="0E844B37" w14:textId="77777777" w:rsidR="00936BF2" w:rsidRPr="00505877" w:rsidRDefault="00936BF2" w:rsidP="00936BF2">
      <w:pPr>
        <w:pStyle w:val="Level3"/>
        <w:rPr>
          <w:lang w:val="ro-RO"/>
        </w:rPr>
      </w:pPr>
      <w:r>
        <w:rPr>
          <w:lang w:val="ro-RO"/>
        </w:rPr>
        <w:t>Acordul-Cadru/Contractul Subsecvent</w:t>
      </w:r>
      <w:r w:rsidRPr="00505877">
        <w:rPr>
          <w:lang w:val="ro-RO"/>
        </w:rPr>
        <w:t xml:space="preserve"> poate fi cesionat în următoarele condiții:</w:t>
      </w:r>
    </w:p>
    <w:p w14:paraId="04462CDD" w14:textId="77777777" w:rsidR="00936BF2" w:rsidRPr="00505877" w:rsidRDefault="00936BF2" w:rsidP="00936BF2">
      <w:pPr>
        <w:pStyle w:val="alpha3"/>
        <w:numPr>
          <w:ilvl w:val="0"/>
          <w:numId w:val="53"/>
        </w:numPr>
        <w:rPr>
          <w:lang w:val="ro-RO"/>
        </w:rPr>
      </w:pPr>
      <w:r w:rsidRPr="00505877">
        <w:rPr>
          <w:lang w:val="ro-RO"/>
        </w:rPr>
        <w:t>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de achiziție publică/sectorial și să nu se realizeze cu scopul de a eluda aplicarea procedurilor de atribuire prevăzute de Legea nr. 98/2016 / Legea nr. 99/2016;</w:t>
      </w:r>
    </w:p>
    <w:p w14:paraId="45CE1EFC" w14:textId="6414F519" w:rsidR="00936BF2" w:rsidRDefault="00936BF2" w:rsidP="00936BF2">
      <w:pPr>
        <w:pStyle w:val="alpha3"/>
        <w:numPr>
          <w:ilvl w:val="0"/>
          <w:numId w:val="53"/>
        </w:numPr>
        <w:rPr>
          <w:lang w:val="ro-RO"/>
        </w:rPr>
      </w:pPr>
      <w:r w:rsidRPr="00505877">
        <w:rPr>
          <w:lang w:val="ro-RO"/>
        </w:rPr>
        <w:t xml:space="preserve">în măsura în care </w:t>
      </w:r>
      <w:r>
        <w:rPr>
          <w:lang w:val="ro-RO"/>
        </w:rPr>
        <w:t>Acordul-Cadru/Contractul Subsecvent</w:t>
      </w:r>
      <w:r w:rsidRPr="00505877">
        <w:rPr>
          <w:lang w:val="ro-RO"/>
        </w:rPr>
        <w:t xml:space="preserve"> este cesionat terțului susținător, iar Promitentul-Achizitor își asumă obligațiile derivate din </w:t>
      </w:r>
      <w:r>
        <w:rPr>
          <w:lang w:val="ro-RO"/>
        </w:rPr>
        <w:t>Acordul-</w:t>
      </w:r>
      <w:r>
        <w:rPr>
          <w:lang w:val="ro-RO"/>
        </w:rPr>
        <w:lastRenderedPageBreak/>
        <w:t>Cadru/Contractul Subsecvent</w:t>
      </w:r>
      <w:r w:rsidRPr="00505877">
        <w:rPr>
          <w:lang w:val="ro-RO"/>
        </w:rPr>
        <w:t xml:space="preserve"> față de acesta, iar terțul susținător își asumă obligațiile din prezentul </w:t>
      </w:r>
      <w:r>
        <w:rPr>
          <w:lang w:val="ro-RO"/>
        </w:rPr>
        <w:t>Acordul-Cadru/Contractul Subsecvent</w:t>
      </w:r>
      <w:r w:rsidRPr="00505877">
        <w:rPr>
          <w:lang w:val="ro-RO"/>
        </w:rPr>
        <w:t xml:space="preserve"> stabilite în sarcina Promitentului-Furnizor față de Promitentul-Achizitor, cu condiția ca terțul susținător să îndeplinească criteriile de calificare și selecție stabilite inițial și ca această modificare să nu presupună alte modificări substanțiale ale contractului de achiziție publică/sectorial și să nu se realizeze cu scopul de a eluda aplicarea procedurilor de atribuire prevăzute Legea nr. 98/2016 / Legea nr. 99/2016.</w:t>
      </w:r>
    </w:p>
    <w:p w14:paraId="697FE02B" w14:textId="6003D79B" w:rsidR="008850AF" w:rsidRPr="00E75479" w:rsidRDefault="008850AF" w:rsidP="008850AF">
      <w:pPr>
        <w:pStyle w:val="Body3"/>
        <w:rPr>
          <w:i/>
          <w:iCs/>
          <w:lang w:val="ro-RO"/>
        </w:rPr>
      </w:pPr>
      <w:r w:rsidRPr="00E75479">
        <w:rPr>
          <w:i/>
          <w:iCs/>
          <w:lang w:val="ro-RO"/>
        </w:rPr>
        <w:t>Clauz</w:t>
      </w:r>
      <w:r w:rsidR="004F4B12">
        <w:rPr>
          <w:i/>
          <w:iCs/>
          <w:lang w:val="ro-RO"/>
        </w:rPr>
        <w:t>a</w:t>
      </w:r>
      <w:r w:rsidRPr="00E75479">
        <w:rPr>
          <w:i/>
          <w:iCs/>
          <w:lang w:val="ro-RO"/>
        </w:rPr>
        <w:t xml:space="preserve"> prevăzut</w:t>
      </w:r>
      <w:r w:rsidR="004F4B12">
        <w:rPr>
          <w:i/>
          <w:iCs/>
          <w:lang w:val="ro-RO"/>
        </w:rPr>
        <w:t>ă</w:t>
      </w:r>
      <w:r w:rsidRPr="00E75479">
        <w:rPr>
          <w:i/>
          <w:iCs/>
          <w:lang w:val="ro-RO"/>
        </w:rPr>
        <w:t xml:space="preserve"> la pct. </w:t>
      </w:r>
      <w:r w:rsidR="004F4B12">
        <w:rPr>
          <w:i/>
          <w:iCs/>
          <w:lang w:val="ro-RO"/>
        </w:rPr>
        <w:t>b</w:t>
      </w:r>
      <w:r w:rsidRPr="00E75479">
        <w:rPr>
          <w:i/>
          <w:iCs/>
          <w:lang w:val="ro-RO"/>
        </w:rPr>
        <w:t xml:space="preserve"> reprezintă </w:t>
      </w:r>
      <w:r w:rsidR="004F4B12">
        <w:rPr>
          <w:i/>
          <w:iCs/>
          <w:lang w:val="ro-RO"/>
        </w:rPr>
        <w:t xml:space="preserve">o </w:t>
      </w:r>
      <w:r w:rsidRPr="00E75479">
        <w:rPr>
          <w:i/>
          <w:iCs/>
          <w:lang w:val="ro-RO"/>
        </w:rPr>
        <w:t>clauz</w:t>
      </w:r>
      <w:r w:rsidR="004F4B12">
        <w:rPr>
          <w:i/>
          <w:iCs/>
          <w:lang w:val="ro-RO"/>
        </w:rPr>
        <w:t>ă</w:t>
      </w:r>
      <w:r w:rsidRPr="00E75479">
        <w:rPr>
          <w:i/>
          <w:iCs/>
          <w:lang w:val="ro-RO"/>
        </w:rPr>
        <w:t xml:space="preserve"> de revizuire a Acordului-Cadru/Contractului Subsecvent, astfel cum e</w:t>
      </w:r>
      <w:r w:rsidR="004F4B12">
        <w:rPr>
          <w:i/>
          <w:iCs/>
          <w:lang w:val="ro-RO"/>
        </w:rPr>
        <w:t>a</w:t>
      </w:r>
      <w:r w:rsidRPr="00E75479">
        <w:rPr>
          <w:i/>
          <w:iCs/>
          <w:lang w:val="ro-RO"/>
        </w:rPr>
        <w:t xml:space="preserve"> </w:t>
      </w:r>
      <w:r w:rsidR="004F4B12">
        <w:rPr>
          <w:i/>
          <w:iCs/>
          <w:lang w:val="ro-RO"/>
        </w:rPr>
        <w:t>este</w:t>
      </w:r>
      <w:r w:rsidRPr="00E75479">
        <w:rPr>
          <w:i/>
          <w:iCs/>
          <w:lang w:val="ro-RO"/>
        </w:rPr>
        <w:t xml:space="preserve"> definit</w:t>
      </w:r>
      <w:r w:rsidR="004F4B12">
        <w:rPr>
          <w:i/>
          <w:iCs/>
          <w:lang w:val="ro-RO"/>
        </w:rPr>
        <w:t>ă</w:t>
      </w:r>
      <w:r w:rsidRPr="00E75479">
        <w:rPr>
          <w:i/>
          <w:iCs/>
          <w:lang w:val="ro-RO"/>
        </w:rPr>
        <w:t xml:space="preserve"> de art. 221 alin. (1) lit. d) pct. (i) din Legea nr. 98/2016/ de art. 240 alin. (1) lit. a) din Legea nr. 99/2016.</w:t>
      </w:r>
    </w:p>
    <w:p w14:paraId="0F878C28" w14:textId="77777777" w:rsidR="00936BF2" w:rsidRPr="00505877" w:rsidRDefault="00936BF2" w:rsidP="00936BF2">
      <w:pPr>
        <w:pStyle w:val="Level2"/>
        <w:rPr>
          <w:lang w:val="ro-RO"/>
        </w:rPr>
      </w:pPr>
      <w:r w:rsidRPr="00505877">
        <w:rPr>
          <w:b/>
          <w:bCs/>
          <w:lang w:val="ro-RO"/>
        </w:rPr>
        <w:t>Subcontractarea Contractului Subsecvent</w:t>
      </w:r>
      <w:r>
        <w:rPr>
          <w:b/>
          <w:bCs/>
          <w:lang w:val="ro-RO"/>
        </w:rPr>
        <w:t xml:space="preserve"> </w:t>
      </w:r>
      <w:r w:rsidRPr="00505877">
        <w:rPr>
          <w:b/>
          <w:bCs/>
          <w:lang w:val="ro-RO"/>
        </w:rPr>
        <w:t>(dacă este cazul)</w:t>
      </w:r>
    </w:p>
    <w:p w14:paraId="5E188F81" w14:textId="77777777" w:rsidR="00936BF2" w:rsidRPr="00505877" w:rsidRDefault="00936BF2" w:rsidP="00936BF2">
      <w:pPr>
        <w:pStyle w:val="Level3"/>
        <w:rPr>
          <w:lang w:val="ro-RO"/>
        </w:rPr>
      </w:pPr>
      <w:r w:rsidRPr="00505877">
        <w:rPr>
          <w:lang w:val="ro-RO"/>
        </w:rPr>
        <w:t>Orice înțelegere scrisă prin care Promitentul-Furnizor încredințează o parte din realizarea Contract</w:t>
      </w:r>
      <w:r>
        <w:rPr>
          <w:lang w:val="ro-RO"/>
        </w:rPr>
        <w:t>ului</w:t>
      </w:r>
      <w:r w:rsidRPr="00505877">
        <w:rPr>
          <w:lang w:val="ro-RO"/>
        </w:rPr>
        <w:t xml:space="preserve"> Subsecvent</w:t>
      </w:r>
      <w:r>
        <w:rPr>
          <w:lang w:val="ro-RO"/>
        </w:rPr>
        <w:t xml:space="preserve"> cu privire la serviciile/lucrările care fac obiectul secundar al contractului</w:t>
      </w:r>
      <w:r w:rsidRPr="00505877">
        <w:rPr>
          <w:lang w:val="ro-RO"/>
        </w:rPr>
        <w:t xml:space="preserve"> către un terț este considerată a fi un Contract de Subcontractare.</w:t>
      </w:r>
    </w:p>
    <w:p w14:paraId="6F4631CF" w14:textId="77777777" w:rsidR="00936BF2" w:rsidRPr="00505877" w:rsidRDefault="00936BF2" w:rsidP="00936BF2">
      <w:pPr>
        <w:pStyle w:val="Level3"/>
        <w:rPr>
          <w:lang w:val="ro-RO"/>
        </w:rPr>
      </w:pPr>
      <w:r w:rsidRPr="00505877">
        <w:rPr>
          <w:lang w:val="ro-RO"/>
        </w:rPr>
        <w:t xml:space="preserve">Promitentul-Furnizor are dreptul de a subcontracta orice parte a Contract Subsecvent și/sau poate schimba </w:t>
      </w:r>
      <w:r>
        <w:rPr>
          <w:lang w:val="ro-RO"/>
        </w:rPr>
        <w:t>Subcontractantul</w:t>
      </w:r>
      <w:r w:rsidRPr="00505877">
        <w:rPr>
          <w:lang w:val="ro-RO"/>
        </w:rPr>
        <w:t xml:space="preserve">/Subcontractanții specificați în Ofertă numai cu acordul prealabil, scris, al Promitentul-Achizitor. </w:t>
      </w:r>
    </w:p>
    <w:p w14:paraId="72F1CC41" w14:textId="77777777" w:rsidR="00936BF2" w:rsidRPr="00505877" w:rsidRDefault="00936BF2" w:rsidP="00936BF2">
      <w:pPr>
        <w:pStyle w:val="Level3"/>
        <w:rPr>
          <w:lang w:val="ro-RO"/>
        </w:rPr>
      </w:pPr>
      <w:r w:rsidRPr="00505877">
        <w:rPr>
          <w:lang w:val="ro-RO"/>
        </w:rPr>
        <w:t>Promitentul-Furnizor are obligația de a prezenta la încheierea Contractului Subsecvent, contractele încheiate cu Subcontractanții desemnați în cadrul Ofertei depusă pentru atribuirea Acordului-cadru. Contractul/Contractele de Subcontractare se constituie anexă la Contractul Subsecvent, făcând parte integrantă din acesta.</w:t>
      </w:r>
    </w:p>
    <w:p w14:paraId="4135D5C5" w14:textId="77777777" w:rsidR="00936BF2" w:rsidRPr="00505877" w:rsidRDefault="00936BF2" w:rsidP="00936BF2">
      <w:pPr>
        <w:pStyle w:val="Level3"/>
        <w:rPr>
          <w:lang w:val="ro-RO"/>
        </w:rPr>
      </w:pPr>
      <w:r w:rsidRPr="00505877">
        <w:rPr>
          <w:lang w:val="ro-RO"/>
        </w:rPr>
        <w:t xml:space="preserve">Promitentul-Achizitor are dreptul de a solicita Promitentul-Furnizor, în orice moment pe perioada derulării Contractului Subsecvent, numai în baza unor motive justificate, fie înlocuirea/renunțarea la un subcontractant, fie implicarea de noi Subcontractanți. Promitentul-Furnizor trebuie să solicite, în scris, aprobarea prealabilă a Promitentului-Achizitor înainte de încheierea unui nou Contract de Subcontractare. Solicitarea va fi însoțită de dovezile cu privire la faptul că subcontractantul ce urmează a fi propus, nu se încadrează în unul din motivele legale de excludere prevăzute de lege. </w:t>
      </w:r>
    </w:p>
    <w:p w14:paraId="4956BFA8" w14:textId="77777777" w:rsidR="00936BF2" w:rsidRPr="00505877" w:rsidRDefault="00936BF2" w:rsidP="00936BF2">
      <w:pPr>
        <w:pStyle w:val="Level3"/>
        <w:rPr>
          <w:lang w:val="ro-RO"/>
        </w:rPr>
      </w:pPr>
      <w:r w:rsidRPr="00505877">
        <w:rPr>
          <w:lang w:val="ro-RO"/>
        </w:rPr>
        <w:t>Promitentul-Achizitor notifică Promitentului-Furnizor decizia cu privire la înlocuirea unui subcontractant/implicarea unui nou subcontractant în termen de 5 (cinci) zile de la data primirii solicitării în acest sens din partea Promitentul-Furnizor, motivând decizia sa în cazul respingerii aprobării.</w:t>
      </w:r>
    </w:p>
    <w:p w14:paraId="200368C0" w14:textId="77777777" w:rsidR="00936BF2" w:rsidRPr="00505877" w:rsidRDefault="00936BF2" w:rsidP="00936BF2">
      <w:pPr>
        <w:pStyle w:val="Level3"/>
        <w:rPr>
          <w:lang w:val="ro-RO"/>
        </w:rPr>
      </w:pPr>
      <w:r w:rsidRPr="00505877">
        <w:rPr>
          <w:lang w:val="ro-RO"/>
        </w:rPr>
        <w:t xml:space="preserve">Promitentul-Furnizor se obligă să încheie Contracte de Subcontractare doar cu Subcontractanții care sunt de acord cu obligațiile contractuale asumate de către Promitentul-Furnizor prin </w:t>
      </w:r>
      <w:r>
        <w:rPr>
          <w:lang w:val="ro-RO"/>
        </w:rPr>
        <w:t xml:space="preserve">prezentul </w:t>
      </w:r>
      <w:r w:rsidRPr="00505877">
        <w:rPr>
          <w:lang w:val="ro-RO"/>
        </w:rPr>
        <w:t>Acordul-cadru și prin Contract subsecvent.</w:t>
      </w:r>
    </w:p>
    <w:p w14:paraId="3DD643A0" w14:textId="77777777" w:rsidR="00936BF2" w:rsidRPr="00505877" w:rsidRDefault="00936BF2" w:rsidP="00936BF2">
      <w:pPr>
        <w:pStyle w:val="Level3"/>
        <w:rPr>
          <w:lang w:val="ro-RO"/>
        </w:rPr>
      </w:pPr>
      <w:r w:rsidRPr="00505877">
        <w:rPr>
          <w:lang w:val="ro-RO"/>
        </w:rPr>
        <w:t xml:space="preserve">Niciun Contract de Subcontractare nu creează raporturi contractuale între subcontractant și Promitentul-Achizitor. Promitentul-Furnizor este pe deplin răspunzător față de Promitentul-Achizitor pentru modul în care îndeplinește Contractul Subsecvent. Promitentul-Furnizor răspunde pentru actele și faptele Subcontractanților săi ca și cum ar fi actele sau faptele sale. </w:t>
      </w:r>
    </w:p>
    <w:p w14:paraId="5FED1B9A" w14:textId="77777777" w:rsidR="00936BF2" w:rsidRPr="00505877" w:rsidRDefault="00936BF2" w:rsidP="00936BF2">
      <w:pPr>
        <w:pStyle w:val="Level3"/>
        <w:rPr>
          <w:lang w:val="ro-RO"/>
        </w:rPr>
      </w:pPr>
      <w:r w:rsidRPr="00505877">
        <w:rPr>
          <w:lang w:val="ro-RO"/>
        </w:rPr>
        <w:t>În cazul în care un subcontractant nu reușește să își respecte obligațiile contractuale, Promitentul-Achizitor, poate solicita Promitentul</w:t>
      </w:r>
      <w:r>
        <w:rPr>
          <w:lang w:val="ro-RO"/>
        </w:rPr>
        <w:t>ui</w:t>
      </w:r>
      <w:r w:rsidRPr="00505877">
        <w:rPr>
          <w:lang w:val="ro-RO"/>
        </w:rPr>
        <w:t>-Furnizor fie să înlocuiască respectivul subcontractant cu un alt subcontractant, care să dețină îndeplinească toate cerințele de calificare pe care le îndeplinea subcontractantul înlocuit.</w:t>
      </w:r>
    </w:p>
    <w:p w14:paraId="2648D1EA" w14:textId="234E7962" w:rsidR="00936BF2" w:rsidRPr="00505877" w:rsidRDefault="00936BF2" w:rsidP="00936BF2">
      <w:pPr>
        <w:pStyle w:val="Level3"/>
        <w:rPr>
          <w:lang w:val="ro-RO"/>
        </w:rPr>
      </w:pPr>
      <w:r w:rsidRPr="00505877">
        <w:rPr>
          <w:lang w:val="ro-RO"/>
        </w:rPr>
        <w:lastRenderedPageBreak/>
        <w:t>Subcontractantul va fi plătit în mod direct de către Promitentul-Achizitor, în conformitate cu prevederile art. 218 din Legea nr. 98/2016</w:t>
      </w:r>
      <w:r w:rsidR="003F0178">
        <w:rPr>
          <w:lang w:val="ro-RO"/>
        </w:rPr>
        <w:t xml:space="preserve">/ a art. 232 din Legea nr. 99/2016 </w:t>
      </w:r>
      <w:r w:rsidRPr="00505877">
        <w:rPr>
          <w:lang w:val="ro-RO"/>
        </w:rPr>
        <w:t>, dacă sunt îndeplinite în mod cumulativ următoarele condiții:</w:t>
      </w:r>
    </w:p>
    <w:p w14:paraId="52A9D838" w14:textId="77777777" w:rsidR="00936BF2" w:rsidRPr="00CF3A09" w:rsidRDefault="00936BF2" w:rsidP="00CF3A09">
      <w:pPr>
        <w:pStyle w:val="alpha3"/>
        <w:numPr>
          <w:ilvl w:val="0"/>
          <w:numId w:val="92"/>
        </w:numPr>
        <w:rPr>
          <w:lang w:val="ro-RO"/>
        </w:rPr>
      </w:pPr>
      <w:r w:rsidRPr="00CF3A09">
        <w:rPr>
          <w:lang w:val="ro-RO"/>
        </w:rPr>
        <w:t xml:space="preserve">Această opțiune există și a fost comunicată în scris de către subcontractant Promitentului-Achizitor la momentul încheierii Contractului Subsecvent sau, dacă acordul de subcontractare se face la un moment ulterior, Promitentul-Achizitor este notificat în acest sens anterior și dacă contractul de subcontractare prevede o astfel de opțiune; </w:t>
      </w:r>
    </w:p>
    <w:p w14:paraId="3215B2A0" w14:textId="1D4E3AAC" w:rsidR="00936BF2" w:rsidRPr="00936BF2" w:rsidRDefault="00936BF2" w:rsidP="00936BF2">
      <w:pPr>
        <w:pStyle w:val="alpha3"/>
        <w:numPr>
          <w:ilvl w:val="0"/>
          <w:numId w:val="53"/>
        </w:numPr>
        <w:rPr>
          <w:lang w:val="ro-RO"/>
        </w:rPr>
      </w:pPr>
      <w:r w:rsidRPr="00505877">
        <w:rPr>
          <w:lang w:val="ro-RO"/>
        </w:rPr>
        <w:t>La momentul efec</w:t>
      </w:r>
      <w:r>
        <w:rPr>
          <w:lang w:val="ro-RO"/>
        </w:rPr>
        <w:t>t</w:t>
      </w:r>
      <w:r w:rsidRPr="00505877">
        <w:rPr>
          <w:lang w:val="ro-RO"/>
        </w:rPr>
        <w:t>uării plății există confirmarea Promitentului-Furnizor cu privire la executarea obligațiilor de către su</w:t>
      </w:r>
      <w:r>
        <w:rPr>
          <w:lang w:val="ro-RO"/>
        </w:rPr>
        <w:t>b</w:t>
      </w:r>
      <w:r w:rsidRPr="00505877">
        <w:rPr>
          <w:lang w:val="ro-RO"/>
        </w:rPr>
        <w:t>contractant sau subcontractantul dovedește că refuzul confirmării Promitentului-Furnizor este unul nejustificat.</w:t>
      </w:r>
    </w:p>
    <w:p w14:paraId="2EA677DA" w14:textId="1EC8FB59" w:rsidR="00832BC4" w:rsidRPr="00505877" w:rsidRDefault="00832BC4" w:rsidP="00832BC4">
      <w:pPr>
        <w:pStyle w:val="Level2"/>
        <w:rPr>
          <w:lang w:val="ro-RO"/>
        </w:rPr>
      </w:pPr>
      <w:r w:rsidRPr="00505877">
        <w:rPr>
          <w:b/>
          <w:bCs/>
          <w:lang w:val="ro-RO"/>
        </w:rPr>
        <w:t>Confidențialitatea informațiilor</w:t>
      </w:r>
      <w:r w:rsidR="000633C4">
        <w:rPr>
          <w:b/>
          <w:bCs/>
          <w:lang w:val="ro-RO"/>
        </w:rPr>
        <w:t xml:space="preserve"> derivate din executarea Acordului-Cadru și al Contractului Subsecvent</w:t>
      </w:r>
    </w:p>
    <w:p w14:paraId="08499173" w14:textId="05F16114" w:rsidR="00832BC4" w:rsidRPr="00505877" w:rsidRDefault="00832BC4" w:rsidP="00832BC4">
      <w:pPr>
        <w:pStyle w:val="Level3"/>
        <w:rPr>
          <w:lang w:val="ro-RO"/>
        </w:rPr>
      </w:pPr>
      <w:r w:rsidRPr="00505877">
        <w:rPr>
          <w:lang w:val="ro-RO"/>
        </w:rPr>
        <w:t xml:space="preserve">Părțile vor trata drept confidențiale orice informații sau documente, în orice format, comunicate în mod verbal sau în scris, cu privire la implementarea </w:t>
      </w:r>
      <w:r w:rsidR="00C43F68">
        <w:rPr>
          <w:lang w:val="ro-RO"/>
        </w:rPr>
        <w:t xml:space="preserve">Acordului-Cadru și a </w:t>
      </w:r>
      <w:r w:rsidRPr="00505877">
        <w:rPr>
          <w:lang w:val="ro-RO"/>
        </w:rPr>
        <w:t>Contractului Subsecvent, și identificate drept confidențiale în scris.</w:t>
      </w:r>
    </w:p>
    <w:p w14:paraId="095D8B9F" w14:textId="2F9F137D" w:rsidR="00832BC4" w:rsidRPr="00505877" w:rsidRDefault="00832BC4" w:rsidP="00832BC4">
      <w:pPr>
        <w:pStyle w:val="Level3"/>
        <w:rPr>
          <w:lang w:val="ro-RO"/>
        </w:rPr>
      </w:pPr>
      <w:r w:rsidRPr="00505877">
        <w:rPr>
          <w:lang w:val="ro-RO"/>
        </w:rPr>
        <w:t xml:space="preserve">Promitentul-Furnizor se obligă, prin semnarea </w:t>
      </w:r>
      <w:r w:rsidR="00C43F68">
        <w:rPr>
          <w:lang w:val="ro-RO"/>
        </w:rPr>
        <w:t xml:space="preserve">Acordului-Cadru și a </w:t>
      </w:r>
      <w:r w:rsidRPr="00505877">
        <w:rPr>
          <w:lang w:val="ro-RO"/>
        </w:rPr>
        <w:t xml:space="preserve">Contractului Subsecvent, să respecte secretul profesional, pe întreaga perioadă de executare a </w:t>
      </w:r>
      <w:r w:rsidR="00C43F68">
        <w:rPr>
          <w:lang w:val="ro-RO"/>
        </w:rPr>
        <w:t xml:space="preserve">Acordului-Cadru și a </w:t>
      </w:r>
      <w:r w:rsidRPr="00505877">
        <w:rPr>
          <w:lang w:val="ro-RO"/>
        </w:rPr>
        <w:t xml:space="preserve">Contractului Subsecvent, inclusiv pe perioada oricărei prelungiri a acestora și după încetarea lor, pentru o perioada de 3 (trei) ani. </w:t>
      </w:r>
    </w:p>
    <w:p w14:paraId="64C217FE" w14:textId="546DB9F4" w:rsidR="00832BC4" w:rsidRPr="00505877" w:rsidRDefault="00832BC4" w:rsidP="00832BC4">
      <w:pPr>
        <w:pStyle w:val="Level3"/>
        <w:rPr>
          <w:lang w:val="ro-RO"/>
        </w:rPr>
      </w:pPr>
      <w:r w:rsidRPr="00505877">
        <w:rPr>
          <w:lang w:val="ro-RO"/>
        </w:rPr>
        <w:t>Se consideră ca având caracter confidențial toate documentele și informațiile identificate de Promitentul-Achizitor ca atare (inclusiv, dar fără a se limita la, adresele de livrare sau la alte informații cu caracter confidențial aduse la cunoștință de către Promitentul-Achizitor la semnarea</w:t>
      </w:r>
      <w:r w:rsidR="00C43F68">
        <w:rPr>
          <w:lang w:val="ro-RO"/>
        </w:rPr>
        <w:t xml:space="preserve"> Acordului-Cadru și a</w:t>
      </w:r>
      <w:r w:rsidRPr="00505877">
        <w:rPr>
          <w:lang w:val="ro-RO"/>
        </w:rPr>
        <w:t xml:space="preserve"> Contractului Subsecvent) și, cu excepția cazului în care este necesar pentru executarea </w:t>
      </w:r>
      <w:r w:rsidR="00C43F68">
        <w:rPr>
          <w:lang w:val="ro-RO"/>
        </w:rPr>
        <w:t xml:space="preserve">Acordului-Cadru și a </w:t>
      </w:r>
      <w:r w:rsidRPr="00505877">
        <w:rPr>
          <w:lang w:val="ro-RO"/>
        </w:rPr>
        <w:t>Contractului Subsecvent și/sau în limita Legii, indiferent dacă aceste informații au fost dobândite de Promitentul-Furnizor înainte sau după încheierea</w:t>
      </w:r>
      <w:r w:rsidR="00C43F68">
        <w:rPr>
          <w:lang w:val="ro-RO"/>
        </w:rPr>
        <w:t xml:space="preserve"> Acordului-Cadru și a</w:t>
      </w:r>
      <w:r w:rsidRPr="00505877">
        <w:rPr>
          <w:lang w:val="ro-RO"/>
        </w:rPr>
        <w:t xml:space="preserve"> Contractului Subsecvent, acesta nu poate publica sau divulga niciun element al acestora fără acordul scris prealabil al Promitentului-Achizitor. </w:t>
      </w:r>
    </w:p>
    <w:p w14:paraId="051F6530" w14:textId="4FED729B" w:rsidR="00832BC4" w:rsidRPr="00505877" w:rsidRDefault="00832BC4" w:rsidP="00832BC4">
      <w:pPr>
        <w:pStyle w:val="Level3"/>
        <w:rPr>
          <w:lang w:val="ro-RO"/>
        </w:rPr>
      </w:pPr>
      <w:r w:rsidRPr="00505877">
        <w:rPr>
          <w:lang w:val="ro-RO"/>
        </w:rPr>
        <w:t xml:space="preserve">În cazul în care există informații care trebuie comunicate unor terți în scopul executării </w:t>
      </w:r>
      <w:r w:rsidR="00C43F68">
        <w:rPr>
          <w:lang w:val="ro-RO"/>
        </w:rPr>
        <w:t xml:space="preserve">Acordului-Cadru și a </w:t>
      </w:r>
      <w:r w:rsidRPr="00505877">
        <w:rPr>
          <w:lang w:val="ro-RO"/>
        </w:rPr>
        <w:t xml:space="preserve">Contractului Subsecvent, Promitentul-Furnizor se obligă să obțină de la astfel de terți o asumare a păstrării confidențialității informațiile transmise în condiții cel puțin echivalente cu cele prevăzute în </w:t>
      </w:r>
      <w:r w:rsidR="00C43F68">
        <w:rPr>
          <w:lang w:val="ro-RO"/>
        </w:rPr>
        <w:t>Acordul-Cadru și</w:t>
      </w:r>
      <w:r w:rsidRPr="00505877">
        <w:rPr>
          <w:lang w:val="ro-RO"/>
        </w:rPr>
        <w:t xml:space="preserve"> Contract</w:t>
      </w:r>
      <w:r w:rsidR="00C43F68">
        <w:rPr>
          <w:lang w:val="ro-RO"/>
        </w:rPr>
        <w:t>ul</w:t>
      </w:r>
      <w:r w:rsidRPr="00505877">
        <w:rPr>
          <w:lang w:val="ro-RO"/>
        </w:rPr>
        <w:t xml:space="preserve"> Subsecvent, anterior punerii la dispoziția respectivilor terți a oricăror informații. Promitentul-Furnizor este răspunzător pentru orice încălcare a acestei obligații de confidențialitate de către personalul acestuia și exonerează Promitentul-Achizitor de orice răspundere. În caz de divergențe cu privire la necesitatea publicării sau divulgării documentelor și informațiilor care îi sunt puse la dispoziție în scopul executării </w:t>
      </w:r>
      <w:r w:rsidR="00C43F68">
        <w:rPr>
          <w:lang w:val="ro-RO"/>
        </w:rPr>
        <w:t xml:space="preserve">Acordului-Cadru și a </w:t>
      </w:r>
      <w:r w:rsidRPr="00505877">
        <w:rPr>
          <w:lang w:val="ro-RO"/>
        </w:rPr>
        <w:t>Contractului Subsecvent, decizia finală aparține Promitentul-Achizitor.</w:t>
      </w:r>
    </w:p>
    <w:p w14:paraId="207983DC" w14:textId="65737F99" w:rsidR="00832BC4" w:rsidRPr="00505877" w:rsidRDefault="00832BC4" w:rsidP="00832BC4">
      <w:pPr>
        <w:pStyle w:val="Level3"/>
        <w:rPr>
          <w:lang w:val="ro-RO"/>
        </w:rPr>
      </w:pPr>
      <w:r w:rsidRPr="00505877">
        <w:rPr>
          <w:lang w:val="ro-RO"/>
        </w:rPr>
        <w:t xml:space="preserve">O Parte va fi exonerată de răspunderea dezvăluirii de informaţii privind </w:t>
      </w:r>
      <w:r w:rsidR="00C43F68">
        <w:rPr>
          <w:lang w:val="ro-RO"/>
        </w:rPr>
        <w:t xml:space="preserve">Acordul-Cadru și </w:t>
      </w:r>
      <w:r w:rsidRPr="00505877">
        <w:rPr>
          <w:lang w:val="ro-RO"/>
        </w:rPr>
        <w:t>Contractul Subsecvent dacă:</w:t>
      </w:r>
    </w:p>
    <w:p w14:paraId="690C8B0F" w14:textId="77777777" w:rsidR="00832BC4" w:rsidRPr="00505877" w:rsidRDefault="00832BC4" w:rsidP="00E22D2F">
      <w:pPr>
        <w:pStyle w:val="alpha3"/>
        <w:numPr>
          <w:ilvl w:val="0"/>
          <w:numId w:val="55"/>
        </w:numPr>
        <w:rPr>
          <w:lang w:val="ro-RO"/>
        </w:rPr>
      </w:pPr>
      <w:r w:rsidRPr="00505877">
        <w:rPr>
          <w:lang w:val="ro-RO"/>
        </w:rPr>
        <w:t>informaţia era cunoscută Părţii înainte ca aceasta să fi fost primită de la cealaltă Parte; sau</w:t>
      </w:r>
    </w:p>
    <w:p w14:paraId="213FB104" w14:textId="77777777" w:rsidR="00832BC4" w:rsidRPr="00505877" w:rsidRDefault="00832BC4" w:rsidP="00E22D2F">
      <w:pPr>
        <w:pStyle w:val="alpha3"/>
        <w:numPr>
          <w:ilvl w:val="0"/>
          <w:numId w:val="55"/>
        </w:numPr>
        <w:rPr>
          <w:lang w:val="ro-RO"/>
        </w:rPr>
      </w:pPr>
      <w:r w:rsidRPr="00505877">
        <w:rPr>
          <w:lang w:val="ro-RO"/>
        </w:rPr>
        <w:t>informaţia a fost dezvăluită după ce a fost obţinut acordul scris al celeilalte Părţi pentru asemenea dezvăluire; sau</w:t>
      </w:r>
    </w:p>
    <w:p w14:paraId="2376B5E1" w14:textId="77777777" w:rsidR="00832BC4" w:rsidRPr="00505877" w:rsidRDefault="00832BC4" w:rsidP="00E22D2F">
      <w:pPr>
        <w:pStyle w:val="alpha3"/>
        <w:numPr>
          <w:ilvl w:val="0"/>
          <w:numId w:val="55"/>
        </w:numPr>
        <w:rPr>
          <w:lang w:val="ro-RO"/>
        </w:rPr>
      </w:pPr>
      <w:r w:rsidRPr="00505877">
        <w:rPr>
          <w:lang w:val="ro-RO"/>
        </w:rPr>
        <w:lastRenderedPageBreak/>
        <w:t>în cazul solicitărilor legale privind divulgarea unor informații venite, în mod oficial, din partea anumitor autorități, conform prevederilor legale aplicabile.</w:t>
      </w:r>
    </w:p>
    <w:p w14:paraId="0DD995CB" w14:textId="56CC27CC" w:rsidR="00832BC4" w:rsidRPr="00505877" w:rsidRDefault="00832BC4" w:rsidP="00832BC4">
      <w:pPr>
        <w:pStyle w:val="Level2"/>
        <w:rPr>
          <w:lang w:val="ro-RO"/>
        </w:rPr>
      </w:pPr>
      <w:r w:rsidRPr="00505877">
        <w:rPr>
          <w:b/>
          <w:bCs/>
          <w:lang w:val="ro-RO"/>
        </w:rPr>
        <w:t>Protecția datelor cu caracter personal</w:t>
      </w:r>
    </w:p>
    <w:p w14:paraId="54C38F2C" w14:textId="3C2D2491" w:rsidR="00832BC4" w:rsidRPr="00505877" w:rsidRDefault="00832BC4" w:rsidP="00832BC4">
      <w:pPr>
        <w:pStyle w:val="Level3"/>
        <w:rPr>
          <w:lang w:val="ro-RO"/>
        </w:rPr>
      </w:pPr>
      <w:r w:rsidRPr="00505877">
        <w:rPr>
          <w:lang w:val="ro-RO"/>
        </w:rPr>
        <w:t xml:space="preserve">În prelucrarea datelor cu caracter personal conform </w:t>
      </w:r>
      <w:r w:rsidR="00C43F68">
        <w:rPr>
          <w:lang w:val="ro-RO"/>
        </w:rPr>
        <w:t xml:space="preserve">Acordului-Cadru și a </w:t>
      </w:r>
      <w:r w:rsidRPr="00505877">
        <w:rPr>
          <w:lang w:val="ro-RO"/>
        </w:rPr>
        <w:t>Contract</w:t>
      </w:r>
      <w:r w:rsidR="00367D8E">
        <w:rPr>
          <w:lang w:val="ro-RO"/>
        </w:rPr>
        <w:t>elor</w:t>
      </w:r>
      <w:r w:rsidR="00C43F68">
        <w:rPr>
          <w:lang w:val="ro-RO"/>
        </w:rPr>
        <w:t xml:space="preserve"> Subsecvent</w:t>
      </w:r>
      <w:r w:rsidR="00936BF2">
        <w:rPr>
          <w:lang w:val="ro-RO"/>
        </w:rPr>
        <w:t>e</w:t>
      </w:r>
      <w:r w:rsidRPr="00505877">
        <w:rPr>
          <w:lang w:val="ro-RO"/>
        </w:rPr>
        <w:t>, Părțile se angajează să respecte toate obligațiile stabilite conform legislației privind protecția datelor cu caracter personal inclusiv, dar fără limitare, conform prevederilor Regulamentului nr. 679/2016 privind protecția persoanelor fizice în ceea ce privește prelucrarea datelor cu caracter personal și privind libera circulație a acestor date și de abrogare a Directivei 95/46/CE (“GDPR”).</w:t>
      </w:r>
    </w:p>
    <w:p w14:paraId="6D587B13" w14:textId="4BC22F43" w:rsidR="00832BC4" w:rsidRPr="00505877" w:rsidRDefault="00832BC4" w:rsidP="00832BC4">
      <w:pPr>
        <w:pStyle w:val="Level3"/>
        <w:rPr>
          <w:lang w:val="ro-RO"/>
        </w:rPr>
      </w:pPr>
      <w:r w:rsidRPr="00505877">
        <w:rPr>
          <w:lang w:val="ro-RO"/>
        </w:rPr>
        <w:t xml:space="preserve">În contextul încheierii și executării </w:t>
      </w:r>
      <w:r w:rsidR="00C43F68">
        <w:rPr>
          <w:lang w:val="ro-RO"/>
        </w:rPr>
        <w:t xml:space="preserve">Acordului-Cadru și a </w:t>
      </w:r>
      <w:r w:rsidRPr="00505877">
        <w:rPr>
          <w:lang w:val="ro-RO"/>
        </w:rPr>
        <w:t>Contractului</w:t>
      </w:r>
      <w:r w:rsidR="00C43F68">
        <w:rPr>
          <w:lang w:val="ro-RO"/>
        </w:rPr>
        <w:t xml:space="preserve"> Subsecvent</w:t>
      </w:r>
      <w:r w:rsidRPr="00505877">
        <w:rPr>
          <w:lang w:val="ro-RO"/>
        </w:rPr>
        <w:t xml:space="preserve">, Părțile vor putea prelucra o serie de date cu caracter personal, precum datele de identificare și datele de contact de tipul nume, prenume, funcția ocupată, adresă de email, număr de telefon, semnătură ale persoanelor fizice desemnate în mod direct sau indirect, de către oricare dintre Părți în calitate de persoane de contact în vedere executării contractului precum și datele de identificare și date de contact ale administratorilor, directorilor sau altor reprezentanți legali sau convenționali ai Părților responsabili cu semnarea, executarea, încetarea sau efectuarea oricăror formalități ce rezultă din lege sau din convenția părților în vederea ducerii la îndeplinire a obligațiilor stabilite prin </w:t>
      </w:r>
      <w:r w:rsidR="00C43F68">
        <w:rPr>
          <w:lang w:val="ro-RO"/>
        </w:rPr>
        <w:t>Acordul-Cadru și</w:t>
      </w:r>
      <w:r w:rsidRPr="00505877">
        <w:rPr>
          <w:lang w:val="ro-RO"/>
        </w:rPr>
        <w:t xml:space="preserve"> Contract</w:t>
      </w:r>
      <w:r w:rsidR="00C43F68">
        <w:rPr>
          <w:lang w:val="ro-RO"/>
        </w:rPr>
        <w:t>ul Subsecvent</w:t>
      </w:r>
      <w:r w:rsidRPr="00505877">
        <w:rPr>
          <w:lang w:val="ro-RO"/>
        </w:rPr>
        <w:t>.</w:t>
      </w:r>
    </w:p>
    <w:p w14:paraId="76767DE9" w14:textId="009F56C5" w:rsidR="00832BC4" w:rsidRPr="00505877" w:rsidRDefault="00832BC4" w:rsidP="00832BC4">
      <w:pPr>
        <w:pStyle w:val="Level3"/>
        <w:rPr>
          <w:lang w:val="ro-RO"/>
        </w:rPr>
      </w:pPr>
      <w:r w:rsidRPr="00505877">
        <w:rPr>
          <w:lang w:val="ro-RO"/>
        </w:rPr>
        <w:t xml:space="preserve">Părțile declară și garantează că se vor informa reciproc și în prealabil cu privire la activitățile de prelucrare a datelor cu caracter personal, cu respectarea prevederilor articolului 13 din GDPR și a legislației în materie, și că vor asigura informarea adecvată a tuturor persoanelor fizice ale căror date cu caracter personal sunt prelucrate și dezvăluite în contextul încheierii și executării </w:t>
      </w:r>
      <w:r w:rsidR="00C43F68">
        <w:rPr>
          <w:lang w:val="ro-RO"/>
        </w:rPr>
        <w:t>Acordului-Cadru și al</w:t>
      </w:r>
      <w:r w:rsidRPr="00505877">
        <w:rPr>
          <w:lang w:val="ro-RO"/>
        </w:rPr>
        <w:t xml:space="preserve"> Contract</w:t>
      </w:r>
      <w:r w:rsidR="00C43F68">
        <w:rPr>
          <w:lang w:val="ro-RO"/>
        </w:rPr>
        <w:t>ului Subsecvent</w:t>
      </w:r>
      <w:r w:rsidRPr="00505877">
        <w:rPr>
          <w:lang w:val="ro-RO"/>
        </w:rPr>
        <w:t>.</w:t>
      </w:r>
    </w:p>
    <w:p w14:paraId="3AC95725" w14:textId="77777777" w:rsidR="00832BC4" w:rsidRPr="00505877" w:rsidRDefault="00832BC4" w:rsidP="00832BC4">
      <w:pPr>
        <w:pStyle w:val="Level3"/>
        <w:rPr>
          <w:lang w:val="ro-RO"/>
        </w:rPr>
      </w:pPr>
      <w:r w:rsidRPr="00505877">
        <w:rPr>
          <w:lang w:val="ro-RO"/>
        </w:rPr>
        <w:t>În vederea asigurării securității și confidențialității prelucrării datelor cu caracter personal, Părțile vor implementa măsuri tehnice și organizatorice adecvate și se vor asigura că persoanele care efectuează operațiuni de prelucrare a datelor persoanelor vizate cunosc și respectă cerințele legale în materie precum și politicile și procedurile interne implementate la nivelul fiecărei Părți.</w:t>
      </w:r>
    </w:p>
    <w:p w14:paraId="711FB25F" w14:textId="7C6C2858" w:rsidR="00832BC4" w:rsidRPr="00505877" w:rsidRDefault="00832BC4" w:rsidP="00832BC4">
      <w:pPr>
        <w:pStyle w:val="Level3"/>
        <w:rPr>
          <w:lang w:val="ro-RO"/>
        </w:rPr>
      </w:pPr>
      <w:r w:rsidRPr="00505877">
        <w:rPr>
          <w:lang w:val="ro-RO"/>
        </w:rPr>
        <w:t>Fiecare dintre Părți se obligă să informeze cealaltă Parte cu privire la existența unor breșe de securitate sau a unor încălcări a securității datelor cu caracter personal fără întârziere nejustificată și să ia măsurile care se impun pentru remedierea acestora.</w:t>
      </w:r>
    </w:p>
    <w:p w14:paraId="5C54C296" w14:textId="5ECFFD25" w:rsidR="00832BC4" w:rsidRPr="00505877" w:rsidRDefault="00832BC4" w:rsidP="00832BC4">
      <w:pPr>
        <w:pStyle w:val="Level2"/>
        <w:rPr>
          <w:lang w:val="ro-RO"/>
        </w:rPr>
      </w:pPr>
      <w:r w:rsidRPr="00505877">
        <w:rPr>
          <w:b/>
          <w:bCs/>
          <w:lang w:val="ro-RO"/>
        </w:rPr>
        <w:t>Conflictul de interese</w:t>
      </w:r>
    </w:p>
    <w:p w14:paraId="3F6ED92E" w14:textId="4BA6E8B9" w:rsidR="00982F4B" w:rsidRDefault="00982F4B" w:rsidP="00982F4B">
      <w:pPr>
        <w:pStyle w:val="Level3"/>
        <w:rPr>
          <w:lang w:val="ro-RO"/>
        </w:rPr>
      </w:pPr>
      <w:r>
        <w:rPr>
          <w:lang w:val="ro-RO"/>
        </w:rPr>
        <w:t>Promitentul-Furnizor</w:t>
      </w:r>
      <w:r w:rsidRPr="00982F4B">
        <w:rPr>
          <w:lang w:val="ro-RO"/>
        </w:rPr>
        <w:t xml:space="preserve"> va lua toate m</w:t>
      </w:r>
      <w:r>
        <w:rPr>
          <w:lang w:val="ro-RO"/>
        </w:rPr>
        <w:t>ă</w:t>
      </w:r>
      <w:r w:rsidRPr="00982F4B">
        <w:rPr>
          <w:lang w:val="ro-RO"/>
        </w:rPr>
        <w:t>surile necesare pentru a preveni ori stopa orice situa</w:t>
      </w:r>
      <w:r>
        <w:rPr>
          <w:lang w:val="ro-RO"/>
        </w:rPr>
        <w:t>ț</w:t>
      </w:r>
      <w:r w:rsidRPr="00982F4B">
        <w:rPr>
          <w:lang w:val="ro-RO"/>
        </w:rPr>
        <w:t>ie care ar putea compromite derularea obiectiv</w:t>
      </w:r>
      <w:r>
        <w:rPr>
          <w:lang w:val="ro-RO"/>
        </w:rPr>
        <w:t>ă</w:t>
      </w:r>
      <w:r w:rsidRPr="00982F4B">
        <w:rPr>
          <w:lang w:val="ro-RO"/>
        </w:rPr>
        <w:t xml:space="preserve"> </w:t>
      </w:r>
      <w:r>
        <w:rPr>
          <w:lang w:val="ro-RO"/>
        </w:rPr>
        <w:t>ș</w:t>
      </w:r>
      <w:r w:rsidRPr="00982F4B">
        <w:rPr>
          <w:lang w:val="ro-RO"/>
        </w:rPr>
        <w:t>i impar</w:t>
      </w:r>
      <w:r>
        <w:rPr>
          <w:lang w:val="ro-RO"/>
        </w:rPr>
        <w:t>ț</w:t>
      </w:r>
      <w:r w:rsidRPr="00982F4B">
        <w:rPr>
          <w:lang w:val="ro-RO"/>
        </w:rPr>
        <w:t>ial</w:t>
      </w:r>
      <w:r>
        <w:rPr>
          <w:lang w:val="ro-RO"/>
        </w:rPr>
        <w:t>ă</w:t>
      </w:r>
      <w:r w:rsidRPr="00982F4B">
        <w:rPr>
          <w:lang w:val="ro-RO"/>
        </w:rPr>
        <w:t xml:space="preserve"> a </w:t>
      </w:r>
      <w:r>
        <w:rPr>
          <w:lang w:val="ro-RO"/>
        </w:rPr>
        <w:t>Acordului-Cadru</w:t>
      </w:r>
      <w:r w:rsidR="00C43F68">
        <w:rPr>
          <w:lang w:val="ro-RO"/>
        </w:rPr>
        <w:t xml:space="preserve"> și a Contractului Subsecvent</w:t>
      </w:r>
      <w:r w:rsidR="00F206A5">
        <w:rPr>
          <w:lang w:val="ro-RO"/>
        </w:rPr>
        <w:t xml:space="preserve">. </w:t>
      </w:r>
    </w:p>
    <w:p w14:paraId="2FDB8571" w14:textId="370B6DD6" w:rsidR="00D9762B" w:rsidRPr="00D9762B" w:rsidRDefault="00D9762B" w:rsidP="00D9762B">
      <w:pPr>
        <w:pStyle w:val="Level3"/>
        <w:rPr>
          <w:lang w:val="ro-RO"/>
        </w:rPr>
      </w:pPr>
      <w:r>
        <w:rPr>
          <w:lang w:val="ro-RO"/>
        </w:rPr>
        <w:t xml:space="preserve">Promitentul-Furnizor </w:t>
      </w:r>
      <w:r w:rsidRPr="00D9762B">
        <w:rPr>
          <w:lang w:val="ro-RO"/>
        </w:rPr>
        <w:t>are obliga</w:t>
      </w:r>
      <w:r>
        <w:rPr>
          <w:lang w:val="ro-RO"/>
        </w:rPr>
        <w:t>ț</w:t>
      </w:r>
      <w:r w:rsidRPr="00D9762B">
        <w:rPr>
          <w:lang w:val="ro-RO"/>
        </w:rPr>
        <w:t>ia de a respecta prevederile legale în domeniul achizi</w:t>
      </w:r>
      <w:r>
        <w:rPr>
          <w:lang w:val="ro-RO"/>
        </w:rPr>
        <w:t>ț</w:t>
      </w:r>
      <w:r w:rsidRPr="00D9762B">
        <w:rPr>
          <w:lang w:val="ro-RO"/>
        </w:rPr>
        <w:t xml:space="preserve">iilor publice cu privire la evitarea conflictului de interese. </w:t>
      </w:r>
      <w:r>
        <w:rPr>
          <w:lang w:val="ro-RO"/>
        </w:rPr>
        <w:t>Promitentul-Furnizor</w:t>
      </w:r>
      <w:r w:rsidRPr="00D9762B">
        <w:rPr>
          <w:lang w:val="ro-RO"/>
        </w:rPr>
        <w:t xml:space="preserve"> nu are dreptul de a angaja sau de a încheia orice alte în</w:t>
      </w:r>
      <w:r>
        <w:rPr>
          <w:lang w:val="ro-RO"/>
        </w:rPr>
        <w:t>ț</w:t>
      </w:r>
      <w:r w:rsidRPr="00D9762B">
        <w:rPr>
          <w:lang w:val="ro-RO"/>
        </w:rPr>
        <w:t xml:space="preserve">elegeri privind furnizarea de produse, direct ori indirect, în scopul îndeplinirii </w:t>
      </w:r>
      <w:r>
        <w:rPr>
          <w:lang w:val="ro-RO"/>
        </w:rPr>
        <w:t>Acordului-Cadru</w:t>
      </w:r>
      <w:r w:rsidR="00C43F68">
        <w:rPr>
          <w:lang w:val="ro-RO"/>
        </w:rPr>
        <w:t xml:space="preserve"> și a Contractului Subsecvent</w:t>
      </w:r>
      <w:r w:rsidRPr="00D9762B">
        <w:rPr>
          <w:lang w:val="ro-RO"/>
        </w:rPr>
        <w:t>, cu persoane fizice sau juridice care au fost implicate în procesul de verificare/evaluare a solicit</w:t>
      </w:r>
      <w:r>
        <w:rPr>
          <w:lang w:val="ro-RO"/>
        </w:rPr>
        <w:t>ă</w:t>
      </w:r>
      <w:r w:rsidRPr="00D9762B">
        <w:rPr>
          <w:lang w:val="ro-RO"/>
        </w:rPr>
        <w:t>rilor de participare/ofertelor depuse în cadrul unei proceduri de atribuire ori angaja</w:t>
      </w:r>
      <w:r>
        <w:rPr>
          <w:lang w:val="ro-RO"/>
        </w:rPr>
        <w:t>ț</w:t>
      </w:r>
      <w:r w:rsidRPr="00D9762B">
        <w:rPr>
          <w:lang w:val="ro-RO"/>
        </w:rPr>
        <w:t>i/fo</w:t>
      </w:r>
      <w:r>
        <w:rPr>
          <w:lang w:val="ro-RO"/>
        </w:rPr>
        <w:t>ș</w:t>
      </w:r>
      <w:r w:rsidRPr="00D9762B">
        <w:rPr>
          <w:lang w:val="ro-RO"/>
        </w:rPr>
        <w:t>ti angaja</w:t>
      </w:r>
      <w:r>
        <w:rPr>
          <w:lang w:val="ro-RO"/>
        </w:rPr>
        <w:t>ț</w:t>
      </w:r>
      <w:r w:rsidRPr="00D9762B">
        <w:rPr>
          <w:lang w:val="ro-RO"/>
        </w:rPr>
        <w:t xml:space="preserve">i ai </w:t>
      </w:r>
      <w:r>
        <w:rPr>
          <w:lang w:val="ro-RO"/>
        </w:rPr>
        <w:t>Promitentului-Achizitor</w:t>
      </w:r>
      <w:r w:rsidRPr="00D9762B">
        <w:rPr>
          <w:lang w:val="ro-RO"/>
        </w:rPr>
        <w:t xml:space="preserve"> sau ai furnizorului de servicii de achizi</w:t>
      </w:r>
      <w:r>
        <w:rPr>
          <w:lang w:val="ro-RO"/>
        </w:rPr>
        <w:t>ț</w:t>
      </w:r>
      <w:r w:rsidRPr="00D9762B">
        <w:rPr>
          <w:lang w:val="ro-RO"/>
        </w:rPr>
        <w:t>ie</w:t>
      </w:r>
      <w:r w:rsidR="00367D8E" w:rsidRPr="00367D8E">
        <w:rPr>
          <w:lang w:val="ro-RO"/>
        </w:rPr>
        <w:t xml:space="preserve"> </w:t>
      </w:r>
      <w:r w:rsidR="00367D8E">
        <w:rPr>
          <w:lang w:val="ro-RO"/>
        </w:rPr>
        <w:t>auxiliară/consultantului</w:t>
      </w:r>
      <w:r w:rsidRPr="00D9762B">
        <w:rPr>
          <w:lang w:val="ro-RO"/>
        </w:rPr>
        <w:t xml:space="preserve"> implica</w:t>
      </w:r>
      <w:r>
        <w:rPr>
          <w:lang w:val="ro-RO"/>
        </w:rPr>
        <w:t>ț</w:t>
      </w:r>
      <w:r w:rsidRPr="00D9762B">
        <w:rPr>
          <w:lang w:val="ro-RO"/>
        </w:rPr>
        <w:t xml:space="preserve">i în procedura de atribuire cu care </w:t>
      </w:r>
      <w:r>
        <w:rPr>
          <w:lang w:val="ro-RO"/>
        </w:rPr>
        <w:t>Promitentul-Achizitor</w:t>
      </w:r>
      <w:r w:rsidRPr="00D9762B">
        <w:rPr>
          <w:lang w:val="ro-RO"/>
        </w:rPr>
        <w:t>/furnizorul de servicii de achizi</w:t>
      </w:r>
      <w:r>
        <w:rPr>
          <w:lang w:val="ro-RO"/>
        </w:rPr>
        <w:t>ț</w:t>
      </w:r>
      <w:r w:rsidRPr="00D9762B">
        <w:rPr>
          <w:lang w:val="ro-RO"/>
        </w:rPr>
        <w:t>ie implicat în procedura de atribuire a încetat rela</w:t>
      </w:r>
      <w:r>
        <w:rPr>
          <w:lang w:val="ro-RO"/>
        </w:rPr>
        <w:t>ț</w:t>
      </w:r>
      <w:r w:rsidRPr="00D9762B">
        <w:rPr>
          <w:lang w:val="ro-RO"/>
        </w:rPr>
        <w:t xml:space="preserve">iile contractuale ulterior atribuirii </w:t>
      </w:r>
      <w:r>
        <w:rPr>
          <w:lang w:val="ro-RO"/>
        </w:rPr>
        <w:t>Acordului-Cadru</w:t>
      </w:r>
      <w:r w:rsidR="00C43F68">
        <w:rPr>
          <w:lang w:val="ro-RO"/>
        </w:rPr>
        <w:t xml:space="preserve"> și a Contractului Subsecvent</w:t>
      </w:r>
      <w:r w:rsidRPr="00D9762B">
        <w:rPr>
          <w:lang w:val="ro-RO"/>
        </w:rPr>
        <w:t>, pe parcursul unei perioade de cel pu</w:t>
      </w:r>
      <w:r>
        <w:rPr>
          <w:lang w:val="ro-RO"/>
        </w:rPr>
        <w:t>ț</w:t>
      </w:r>
      <w:r w:rsidRPr="00D9762B">
        <w:rPr>
          <w:lang w:val="ro-RO"/>
        </w:rPr>
        <w:t xml:space="preserve">in </w:t>
      </w:r>
      <w:r w:rsidR="00CB3C84">
        <w:rPr>
          <w:lang w:val="ro-RO"/>
        </w:rPr>
        <w:t>6</w:t>
      </w:r>
      <w:r w:rsidRPr="00D9762B">
        <w:rPr>
          <w:lang w:val="ro-RO"/>
        </w:rPr>
        <w:t xml:space="preserve"> (</w:t>
      </w:r>
      <w:r w:rsidR="003F0178">
        <w:rPr>
          <w:lang w:val="ro-RO"/>
        </w:rPr>
        <w:t>șase</w:t>
      </w:r>
      <w:r w:rsidRPr="00D9762B">
        <w:rPr>
          <w:lang w:val="ro-RO"/>
        </w:rPr>
        <w:t xml:space="preserve">) </w:t>
      </w:r>
      <w:r w:rsidRPr="00D9762B">
        <w:rPr>
          <w:lang w:val="ro-RO"/>
        </w:rPr>
        <w:lastRenderedPageBreak/>
        <w:t xml:space="preserve">luni de la încheierea </w:t>
      </w:r>
      <w:r>
        <w:rPr>
          <w:lang w:val="ro-RO"/>
        </w:rPr>
        <w:t>Acordului-Cadru</w:t>
      </w:r>
      <w:r w:rsidR="00C43F68">
        <w:rPr>
          <w:lang w:val="ro-RO"/>
        </w:rPr>
        <w:t xml:space="preserve"> și a Contractului Subsecvent</w:t>
      </w:r>
      <w:r w:rsidRPr="00D9762B">
        <w:rPr>
          <w:lang w:val="ro-RO"/>
        </w:rPr>
        <w:t>, sub sanc</w:t>
      </w:r>
      <w:r>
        <w:rPr>
          <w:lang w:val="ro-RO"/>
        </w:rPr>
        <w:t>ț</w:t>
      </w:r>
      <w:r w:rsidRPr="00D9762B">
        <w:rPr>
          <w:lang w:val="ro-RO"/>
        </w:rPr>
        <w:t>iunea rezolu</w:t>
      </w:r>
      <w:r>
        <w:rPr>
          <w:lang w:val="ro-RO"/>
        </w:rPr>
        <w:t>ț</w:t>
      </w:r>
      <w:r w:rsidRPr="00D9762B">
        <w:rPr>
          <w:lang w:val="ro-RO"/>
        </w:rPr>
        <w:t>iunii/rezilierii contractului.</w:t>
      </w:r>
    </w:p>
    <w:p w14:paraId="2957FEED" w14:textId="5CB08E9A" w:rsidR="00D9762B" w:rsidRPr="00D9762B" w:rsidRDefault="00D9762B" w:rsidP="00D9762B">
      <w:pPr>
        <w:pStyle w:val="Level3"/>
        <w:rPr>
          <w:lang w:val="ro-RO"/>
        </w:rPr>
      </w:pPr>
      <w:r>
        <w:rPr>
          <w:lang w:val="ro-RO"/>
        </w:rPr>
        <w:t>Promitentul-Furnizor</w:t>
      </w:r>
      <w:r w:rsidRPr="00D9762B">
        <w:rPr>
          <w:lang w:val="ro-RO"/>
        </w:rPr>
        <w:t xml:space="preserve"> se va asigura că Personalul său nu se află într-o situație care ar putea genera un conflict de interese. </w:t>
      </w:r>
      <w:r>
        <w:rPr>
          <w:lang w:val="ro-RO"/>
        </w:rPr>
        <w:t>Promitentul-Furnizor</w:t>
      </w:r>
      <w:r w:rsidRPr="00D9762B">
        <w:rPr>
          <w:lang w:val="ro-RO"/>
        </w:rPr>
        <w:t xml:space="preserve"> va înlocui, imediat și fără vreo compensație din partea </w:t>
      </w:r>
      <w:r>
        <w:rPr>
          <w:lang w:val="ro-RO"/>
        </w:rPr>
        <w:t>Promitentului-Achizitor</w:t>
      </w:r>
      <w:r w:rsidRPr="00D9762B">
        <w:rPr>
          <w:lang w:val="ro-RO"/>
        </w:rPr>
        <w:t xml:space="preserve">, orice membru al Personalului său, care se regăsește într-o astfel de situație (ex.: înlocuire, încetare, aprobare, deplasare/delegare, orar/program), cu o altă persoană ce îndeplinește condițiile minime stabilite prin </w:t>
      </w:r>
      <w:r w:rsidR="00CB3C84">
        <w:rPr>
          <w:lang w:val="ro-RO"/>
        </w:rPr>
        <w:t>documentația de atribuire</w:t>
      </w:r>
      <w:r w:rsidRPr="00D9762B">
        <w:rPr>
          <w:lang w:val="ro-RO"/>
        </w:rPr>
        <w:t>.</w:t>
      </w:r>
    </w:p>
    <w:p w14:paraId="46A70DA8" w14:textId="4FEBABE0" w:rsidR="004144EB" w:rsidRPr="00936BF2" w:rsidRDefault="00832BC4" w:rsidP="00936BF2">
      <w:pPr>
        <w:pStyle w:val="Level3"/>
        <w:rPr>
          <w:lang w:val="ro-RO"/>
        </w:rPr>
      </w:pPr>
      <w:r w:rsidRPr="00505877">
        <w:rPr>
          <w:lang w:val="ro-RO"/>
        </w:rPr>
        <w:t xml:space="preserve">Promitentul-Furnizor se obligă să notifice Promitentului-Achizitor în scris și în cel mai scurt timp cu putință despre apariția unei potențiale situații de conflict de interese și să ia toate măsurile posibile pentru limitarea efectelor unei asemenea situații. </w:t>
      </w:r>
    </w:p>
    <w:p w14:paraId="6C2F4D14" w14:textId="7AAE4147" w:rsidR="00832BC4" w:rsidRPr="00505877" w:rsidRDefault="008D5E4D" w:rsidP="00832BC4">
      <w:pPr>
        <w:pStyle w:val="Level1"/>
        <w:rPr>
          <w:lang w:val="ro-RO"/>
        </w:rPr>
      </w:pPr>
      <w:r>
        <w:rPr>
          <w:lang w:val="ro-RO"/>
        </w:rPr>
        <w:t>CAPITOLUL</w:t>
      </w:r>
      <w:r w:rsidR="00832BC4" w:rsidRPr="00505877">
        <w:rPr>
          <w:lang w:val="ro-RO"/>
        </w:rPr>
        <w:t xml:space="preserve"> 5 – RĂSPUNDEREA CONTRACTUALĂ</w:t>
      </w:r>
    </w:p>
    <w:p w14:paraId="3C60BCBF" w14:textId="1F41DD05" w:rsidR="00832BC4" w:rsidRPr="00505877" w:rsidRDefault="00832BC4" w:rsidP="00832BC4">
      <w:pPr>
        <w:pStyle w:val="Level2"/>
        <w:rPr>
          <w:lang w:val="ro-RO"/>
        </w:rPr>
      </w:pPr>
      <w:r w:rsidRPr="00505877">
        <w:rPr>
          <w:b/>
          <w:bCs/>
          <w:lang w:val="ro-RO"/>
        </w:rPr>
        <w:t>Sancțiuni pentru neîndeplinirea culpabilă a obligațiilor contractuale derivate din executarea Acordului-Cadru</w:t>
      </w:r>
    </w:p>
    <w:p w14:paraId="5C358A1E" w14:textId="7D9521FF" w:rsidR="00832BC4" w:rsidRPr="00505877" w:rsidRDefault="00832BC4" w:rsidP="00832BC4">
      <w:pPr>
        <w:pStyle w:val="Level3"/>
        <w:rPr>
          <w:lang w:val="ro-RO"/>
        </w:rPr>
      </w:pPr>
      <w:r w:rsidRPr="00505877">
        <w:rPr>
          <w:lang w:val="ro-RO"/>
        </w:rPr>
        <w:t xml:space="preserve">Promitentul-Furnizor se obligă să răspundă </w:t>
      </w:r>
      <w:r w:rsidR="00C43F68">
        <w:rPr>
          <w:lang w:val="ro-RO"/>
        </w:rPr>
        <w:t>i</w:t>
      </w:r>
      <w:r w:rsidRPr="00505877">
        <w:rPr>
          <w:lang w:val="ro-RO"/>
        </w:rPr>
        <w:t>nvitației Promitentului-Achizitor de a semna Contractul Subsecvent, în baza Acordului-Cadru pentr</w:t>
      </w:r>
      <w:r w:rsidR="00164B00">
        <w:rPr>
          <w:lang w:val="ro-RO"/>
        </w:rPr>
        <w:t>u</w:t>
      </w:r>
      <w:r w:rsidRPr="00505877">
        <w:rPr>
          <w:lang w:val="ro-RO"/>
        </w:rPr>
        <w:t xml:space="preserve"> contractele pentru care nu se impune reluarea procedurii, în conformitate cu prevederile din Acordul-cadru.</w:t>
      </w:r>
      <w:r w:rsidR="00896E89">
        <w:rPr>
          <w:lang w:val="ro-RO"/>
        </w:rPr>
        <w:t xml:space="preserve"> </w:t>
      </w:r>
      <w:r w:rsidR="00896E89" w:rsidRPr="00896E89">
        <w:rPr>
          <w:i/>
          <w:iCs/>
          <w:lang w:val="ro-RO"/>
        </w:rPr>
        <w:t>De asemenea, dacă nu se depune nicio ofertă ca urmare a invitație la ofertare transmisă de către Promitentul-Achizitor, Promitentul-Furnizor se obligă să răspundă invitației Promitentului-Achizitor de a semna Contractul Subsecvent în condițiile stabilite inițial.</w:t>
      </w:r>
      <w:r w:rsidRPr="00505877">
        <w:rPr>
          <w:lang w:val="ro-RO"/>
        </w:rPr>
        <w:t xml:space="preserve"> Dacă Promitentul-Furnizor nu răspunde Invitației de semnare a Contractului Subsecvent transmisă de către Promitentul-Achizitor sau refuză semnarea Contractului Subsecvent fără o justificare obiectivă va suferi consecințele prevăzute pentru neîndeplinirea obligațiilor prevăzute în sarcina lui, după cum urmează:</w:t>
      </w:r>
    </w:p>
    <w:p w14:paraId="6082CDE4" w14:textId="6831FDE6" w:rsidR="006D6C1F" w:rsidRPr="00505877" w:rsidRDefault="006D6C1F" w:rsidP="00E22D2F">
      <w:pPr>
        <w:pStyle w:val="roman3"/>
        <w:numPr>
          <w:ilvl w:val="0"/>
          <w:numId w:val="58"/>
        </w:numPr>
        <w:rPr>
          <w:lang w:val="ro-RO"/>
        </w:rPr>
      </w:pPr>
      <w:r w:rsidRPr="00505877">
        <w:rPr>
          <w:lang w:val="ro-RO"/>
        </w:rPr>
        <w:t>Promitentul-Furnizor în culpă datorează daune-interese Promitentul-Achizitor reprezentând diferenţa rezultată dintre preţul ofertat de acesta în baza Acordului-cadru şi preţul la care Promitentul-Achizitor va achiziţiona efectiv întreaga cantitate de Produse care fac obiectul Contractului Subsecvent refuzat spre semnare de către Promitentul-Furnizor.</w:t>
      </w:r>
    </w:p>
    <w:p w14:paraId="152188C2" w14:textId="3432B886" w:rsidR="006D6C1F" w:rsidRPr="00505877" w:rsidRDefault="006D6C1F" w:rsidP="00E22D2F">
      <w:pPr>
        <w:pStyle w:val="roman3"/>
        <w:numPr>
          <w:ilvl w:val="0"/>
          <w:numId w:val="58"/>
        </w:numPr>
        <w:rPr>
          <w:lang w:val="ro-RO"/>
        </w:rPr>
      </w:pPr>
      <w:r w:rsidRPr="00505877">
        <w:rPr>
          <w:lang w:val="ro-RO"/>
        </w:rPr>
        <w:t>Daunele-interese datorate conform lit. i. vor fi plătite de către Promitentul-Furnizor în termen de maximum 30 de zile de la data înștiințării primite din partea Promitentul-Achizitor conform documentației justificative.</w:t>
      </w:r>
    </w:p>
    <w:p w14:paraId="428847A7" w14:textId="3F5B1729" w:rsidR="006D6C1F" w:rsidRDefault="006D6C1F" w:rsidP="00E22D2F">
      <w:pPr>
        <w:pStyle w:val="roman3"/>
        <w:numPr>
          <w:ilvl w:val="0"/>
          <w:numId w:val="58"/>
        </w:numPr>
        <w:rPr>
          <w:lang w:val="ro-RO"/>
        </w:rPr>
      </w:pPr>
      <w:r w:rsidRPr="00505877">
        <w:rPr>
          <w:lang w:val="ro-RO"/>
        </w:rPr>
        <w:t>Promitentul-Furnizor va repara orice alt prejudiciu cauzat Promitentul-Achizitor prin refuzul de a încheia Contractul Subsecvent.</w:t>
      </w:r>
    </w:p>
    <w:p w14:paraId="249466A0" w14:textId="48F547AA" w:rsidR="00164B00" w:rsidRPr="00505877" w:rsidRDefault="00164B00" w:rsidP="00E22D2F">
      <w:pPr>
        <w:pStyle w:val="roman3"/>
        <w:numPr>
          <w:ilvl w:val="0"/>
          <w:numId w:val="58"/>
        </w:numPr>
        <w:rPr>
          <w:lang w:val="ro-RO"/>
        </w:rPr>
      </w:pPr>
      <w:r>
        <w:rPr>
          <w:lang w:val="ro-RO"/>
        </w:rPr>
        <w:t>În măsura în care niciunul dintre Promitenții-Furnizori nu răspund invitației Promitentului-Achizitor de a încheia Contractele Subsecvente, aceștia vor răspunde solidar pentru orice prejudiciu cauzat Promitentului Achizitor derivat din derularea unei noi proceduri</w:t>
      </w:r>
      <w:r w:rsidR="00D9762B">
        <w:rPr>
          <w:lang w:val="ro-RO"/>
        </w:rPr>
        <w:t xml:space="preserve"> constând în diferența de preț la care Promitentul-Achizitor achiziționează Produsele în procedura subsecventă, costurile derulării unei noi proceduri de atribuire precum și pentru orice alt prejudiciu cauzat prin </w:t>
      </w:r>
      <w:r w:rsidR="003D354B">
        <w:rPr>
          <w:lang w:val="ro-RO"/>
        </w:rPr>
        <w:t>derularea unei noi proceduri</w:t>
      </w:r>
      <w:r>
        <w:rPr>
          <w:lang w:val="ro-RO"/>
        </w:rPr>
        <w:t>.</w:t>
      </w:r>
    </w:p>
    <w:p w14:paraId="3CC8D52B" w14:textId="37390D9E" w:rsidR="00832BC4" w:rsidRPr="00505877" w:rsidRDefault="003D354B" w:rsidP="006D6C1F">
      <w:pPr>
        <w:pStyle w:val="Level3"/>
        <w:rPr>
          <w:lang w:val="ro-RO"/>
        </w:rPr>
      </w:pPr>
      <w:r>
        <w:rPr>
          <w:lang w:val="ro-RO"/>
        </w:rPr>
        <w:t xml:space="preserve">Dacă </w:t>
      </w:r>
      <w:r w:rsidR="006D6C1F" w:rsidRPr="00505877">
        <w:rPr>
          <w:lang w:val="ro-RO"/>
        </w:rPr>
        <w:t>Promitentul-</w:t>
      </w:r>
      <w:r>
        <w:rPr>
          <w:lang w:val="ro-RO"/>
        </w:rPr>
        <w:t>Achizitor</w:t>
      </w:r>
      <w:r w:rsidR="006D6C1F" w:rsidRPr="00505877">
        <w:rPr>
          <w:lang w:val="ro-RO"/>
        </w:rPr>
        <w:t xml:space="preserve"> nu </w:t>
      </w:r>
      <w:r>
        <w:rPr>
          <w:lang w:val="ro-RO"/>
        </w:rPr>
        <w:t>încheie</w:t>
      </w:r>
      <w:r w:rsidR="006D6C1F" w:rsidRPr="00505877">
        <w:rPr>
          <w:lang w:val="ro-RO"/>
        </w:rPr>
        <w:t xml:space="preserve"> </w:t>
      </w:r>
      <w:r>
        <w:rPr>
          <w:lang w:val="ro-RO"/>
        </w:rPr>
        <w:t>C</w:t>
      </w:r>
      <w:r w:rsidR="006D6C1F" w:rsidRPr="00505877">
        <w:rPr>
          <w:lang w:val="ro-RO"/>
        </w:rPr>
        <w:t xml:space="preserve">ontracte </w:t>
      </w:r>
      <w:r>
        <w:rPr>
          <w:lang w:val="ro-RO"/>
        </w:rPr>
        <w:t>S</w:t>
      </w:r>
      <w:r w:rsidR="006D6C1F" w:rsidRPr="00505877">
        <w:rPr>
          <w:lang w:val="ro-RO"/>
        </w:rPr>
        <w:t>ubsecvente până la atingerea cantității/valorii minime estimate</w:t>
      </w:r>
      <w:r>
        <w:rPr>
          <w:lang w:val="ro-RO"/>
        </w:rPr>
        <w:t>, acesta nu va răspunde contractual în sensul reparării prejudiciului cauzat Promitentului-Furnizor</w:t>
      </w:r>
      <w:r w:rsidR="006D6C1F" w:rsidRPr="00505877">
        <w:rPr>
          <w:lang w:val="ro-RO"/>
        </w:rPr>
        <w:t xml:space="preserve"> </w:t>
      </w:r>
      <w:r>
        <w:rPr>
          <w:lang w:val="ro-RO"/>
        </w:rPr>
        <w:t>dacă</w:t>
      </w:r>
      <w:r w:rsidR="006D6C1F" w:rsidRPr="00505877">
        <w:rPr>
          <w:lang w:val="ro-RO"/>
        </w:rPr>
        <w:t>:</w:t>
      </w:r>
    </w:p>
    <w:p w14:paraId="20E1AEC9" w14:textId="110D6358" w:rsidR="006D6C1F" w:rsidRPr="00505877" w:rsidRDefault="006D6C1F" w:rsidP="00E22D2F">
      <w:pPr>
        <w:pStyle w:val="alpha3"/>
        <w:numPr>
          <w:ilvl w:val="0"/>
          <w:numId w:val="59"/>
        </w:numPr>
        <w:rPr>
          <w:lang w:val="ro-RO"/>
        </w:rPr>
      </w:pPr>
      <w:r w:rsidRPr="00505877">
        <w:rPr>
          <w:lang w:val="ro-RO"/>
        </w:rPr>
        <w:lastRenderedPageBreak/>
        <w:t xml:space="preserve">Nu obține finanțarea sau finanțarea obținută este inferioară valorii stabilite la momentul încheierii </w:t>
      </w:r>
      <w:r w:rsidR="00C43F68">
        <w:rPr>
          <w:lang w:val="ro-RO"/>
        </w:rPr>
        <w:t>A</w:t>
      </w:r>
      <w:r w:rsidRPr="00505877">
        <w:rPr>
          <w:lang w:val="ro-RO"/>
        </w:rPr>
        <w:t>cordului-</w:t>
      </w:r>
      <w:r w:rsidR="00C43F68">
        <w:rPr>
          <w:lang w:val="ro-RO"/>
        </w:rPr>
        <w:t>C</w:t>
      </w:r>
      <w:r w:rsidRPr="00505877">
        <w:rPr>
          <w:lang w:val="ro-RO"/>
        </w:rPr>
        <w:t xml:space="preserve">adru pentru proiectele ce fac obiectul </w:t>
      </w:r>
      <w:r w:rsidR="00C43F68">
        <w:rPr>
          <w:lang w:val="ro-RO"/>
        </w:rPr>
        <w:t>C</w:t>
      </w:r>
      <w:r w:rsidRPr="00505877">
        <w:rPr>
          <w:lang w:val="ro-RO"/>
        </w:rPr>
        <w:t xml:space="preserve">ontractelor </w:t>
      </w:r>
      <w:r w:rsidR="00C43F68">
        <w:rPr>
          <w:lang w:val="ro-RO"/>
        </w:rPr>
        <w:t>S</w:t>
      </w:r>
      <w:r w:rsidRPr="00505877">
        <w:rPr>
          <w:lang w:val="ro-RO"/>
        </w:rPr>
        <w:t>ubsecvente;</w:t>
      </w:r>
    </w:p>
    <w:p w14:paraId="36AED34B" w14:textId="11A1071D" w:rsidR="006D6C1F" w:rsidRPr="00505877" w:rsidRDefault="006D6C1F" w:rsidP="00E22D2F">
      <w:pPr>
        <w:pStyle w:val="alpha3"/>
        <w:numPr>
          <w:ilvl w:val="0"/>
          <w:numId w:val="59"/>
        </w:numPr>
        <w:rPr>
          <w:lang w:val="ro-RO"/>
        </w:rPr>
      </w:pPr>
      <w:r w:rsidRPr="00505877">
        <w:rPr>
          <w:lang w:val="ro-RO"/>
        </w:rPr>
        <w:t xml:space="preserve">Cantitatea/volumul/valoarea minimă a produselor (lucrărilor/serviciilor după caz) prevăzută în acord nu mai este necesară autorității contractante din cauze ce nu țin de voința autorității/entității contractante, chiar dacă ele puteau fi prevăzute la momentul încheierii </w:t>
      </w:r>
      <w:r w:rsidR="00C43F68">
        <w:rPr>
          <w:lang w:val="ro-RO"/>
        </w:rPr>
        <w:t>A</w:t>
      </w:r>
      <w:r w:rsidRPr="00505877">
        <w:rPr>
          <w:lang w:val="ro-RO"/>
        </w:rPr>
        <w:t>cordului-</w:t>
      </w:r>
      <w:r w:rsidR="00C43F68">
        <w:rPr>
          <w:lang w:val="ro-RO"/>
        </w:rPr>
        <w:t>C</w:t>
      </w:r>
      <w:r w:rsidRPr="00505877">
        <w:rPr>
          <w:lang w:val="ro-RO"/>
        </w:rPr>
        <w:t>adru.</w:t>
      </w:r>
    </w:p>
    <w:p w14:paraId="0B4B63A5" w14:textId="1F4653A8" w:rsidR="003D354B" w:rsidRDefault="003D354B" w:rsidP="006D6C1F">
      <w:pPr>
        <w:pStyle w:val="Level3"/>
        <w:rPr>
          <w:lang w:val="ro-RO"/>
        </w:rPr>
      </w:pPr>
      <w:r>
        <w:rPr>
          <w:lang w:val="ro-RO"/>
        </w:rPr>
        <w:t xml:space="preserve">Dacă </w:t>
      </w:r>
      <w:r w:rsidR="00C93A9B">
        <w:rPr>
          <w:lang w:val="ro-RO"/>
        </w:rPr>
        <w:t>Promitentul-Achizitor</w:t>
      </w:r>
      <w:r>
        <w:rPr>
          <w:lang w:val="ro-RO"/>
        </w:rPr>
        <w:t xml:space="preserve"> nu încheie Contracte Subsecvente până la atingerea cantității/valorii minime estimate, va</w:t>
      </w:r>
      <w:r w:rsidR="006D6C1F" w:rsidRPr="00505877">
        <w:rPr>
          <w:lang w:val="ro-RO"/>
        </w:rPr>
        <w:t xml:space="preserve"> răspunde </w:t>
      </w:r>
      <w:r>
        <w:rPr>
          <w:lang w:val="ro-RO"/>
        </w:rPr>
        <w:t xml:space="preserve">contractual </w:t>
      </w:r>
      <w:r w:rsidR="006D6C1F" w:rsidRPr="00505877">
        <w:rPr>
          <w:lang w:val="ro-RO"/>
        </w:rPr>
        <w:t>doar în limita prejudiciului cauzat operatorului economic</w:t>
      </w:r>
      <w:r w:rsidR="00417B10">
        <w:rPr>
          <w:lang w:val="ro-RO"/>
        </w:rPr>
        <w:t>, dovedit potrivit legislației aplicabile</w:t>
      </w:r>
      <w:r w:rsidR="006D6C1F" w:rsidRPr="00505877">
        <w:rPr>
          <w:lang w:val="ro-RO"/>
        </w:rPr>
        <w:t xml:space="preserve">. Operatorul economic nu poate solicita cu titlu de răspundere contractuală diferența de preț dintre valoarea </w:t>
      </w:r>
      <w:r w:rsidR="00417B10">
        <w:rPr>
          <w:lang w:val="ro-RO"/>
        </w:rPr>
        <w:t xml:space="preserve">minimă </w:t>
      </w:r>
      <w:r w:rsidR="006D6C1F" w:rsidRPr="00505877">
        <w:rPr>
          <w:lang w:val="ro-RO"/>
        </w:rPr>
        <w:t xml:space="preserve">prevăzută în </w:t>
      </w:r>
      <w:r w:rsidR="00C43F68">
        <w:rPr>
          <w:lang w:val="ro-RO"/>
        </w:rPr>
        <w:t>A</w:t>
      </w:r>
      <w:r w:rsidR="006D6C1F" w:rsidRPr="00505877">
        <w:rPr>
          <w:lang w:val="ro-RO"/>
        </w:rPr>
        <w:t>cordul-</w:t>
      </w:r>
      <w:r w:rsidR="00C43F68">
        <w:rPr>
          <w:lang w:val="ro-RO"/>
        </w:rPr>
        <w:t>C</w:t>
      </w:r>
      <w:r w:rsidR="006D6C1F" w:rsidRPr="00505877">
        <w:rPr>
          <w:lang w:val="ro-RO"/>
        </w:rPr>
        <w:t xml:space="preserve">adru și </w:t>
      </w:r>
      <w:r>
        <w:rPr>
          <w:lang w:val="ro-RO"/>
        </w:rPr>
        <w:t>C</w:t>
      </w:r>
      <w:r w:rsidR="006D6C1F" w:rsidRPr="00505877">
        <w:rPr>
          <w:lang w:val="ro-RO"/>
        </w:rPr>
        <w:t xml:space="preserve">ontractele </w:t>
      </w:r>
      <w:r>
        <w:rPr>
          <w:lang w:val="ro-RO"/>
        </w:rPr>
        <w:t>S</w:t>
      </w:r>
      <w:r w:rsidR="006D6C1F" w:rsidRPr="00505877">
        <w:rPr>
          <w:lang w:val="ro-RO"/>
        </w:rPr>
        <w:t>ubsecvente încheiate și executate.</w:t>
      </w:r>
    </w:p>
    <w:p w14:paraId="5C305701" w14:textId="68041AE9" w:rsidR="003D354B" w:rsidRPr="00505877" w:rsidDel="00417B10" w:rsidRDefault="003D354B" w:rsidP="003D354B">
      <w:pPr>
        <w:pStyle w:val="Level3"/>
        <w:rPr>
          <w:lang w:val="ro-RO"/>
        </w:rPr>
      </w:pPr>
      <w:r>
        <w:rPr>
          <w:lang w:val="ro-RO"/>
        </w:rPr>
        <w:t>Promitentul-Achizitor va răspunde contractual pentru pierderile suferite de către Promitentul-Furnizor pe care acesta le-a avut ca urmare a acțiunilor întreprinse în vederea executării potențialelor Contracte Subsecvente. Promitentul-Achizitor nu va răspunde însă pentru beneficiul nerealizat al Promitentului-Furnizor</w:t>
      </w:r>
      <w:r w:rsidR="00C43F68">
        <w:rPr>
          <w:lang w:val="ro-RO"/>
        </w:rPr>
        <w:t>.</w:t>
      </w:r>
    </w:p>
    <w:p w14:paraId="0EF30A7E" w14:textId="4C817140" w:rsidR="00FC34A6" w:rsidRPr="000E2DC7" w:rsidRDefault="003D354B" w:rsidP="006D6C1F">
      <w:pPr>
        <w:pStyle w:val="Level3"/>
        <w:rPr>
          <w:lang w:val="ro-RO"/>
        </w:rPr>
      </w:pPr>
      <w:r w:rsidRPr="000E2DC7">
        <w:rPr>
          <w:lang w:val="ro-RO"/>
        </w:rPr>
        <w:t xml:space="preserve">Dacă Promitentul-Achizitor a derulat o procedură de </w:t>
      </w:r>
      <w:r w:rsidR="0060063F">
        <w:rPr>
          <w:lang w:val="ro-RO"/>
        </w:rPr>
        <w:t>reluare a competiției</w:t>
      </w:r>
      <w:r w:rsidRPr="000E2DC7">
        <w:rPr>
          <w:lang w:val="ro-RO"/>
        </w:rPr>
        <w:t>, iar ulterior derulării acesteia nu încheie Contractul Subsecvent deși au fost depuse noi oferte, Promitentul Achizitor va răspunde pentru prejudiciile cauzate Promitenților-Furnizori</w:t>
      </w:r>
      <w:r w:rsidR="00E33C4C">
        <w:rPr>
          <w:lang w:val="ro-RO"/>
        </w:rPr>
        <w:t xml:space="preserve"> potrivit regulilor de drept comun</w:t>
      </w:r>
      <w:r w:rsidRPr="000E2DC7">
        <w:rPr>
          <w:lang w:val="ro-RO"/>
        </w:rPr>
        <w:t>.</w:t>
      </w:r>
    </w:p>
    <w:p w14:paraId="7991C219" w14:textId="77777777" w:rsidR="004144EB" w:rsidRPr="00505877" w:rsidRDefault="004144EB" w:rsidP="004144EB">
      <w:pPr>
        <w:pStyle w:val="alpha3"/>
        <w:numPr>
          <w:ilvl w:val="0"/>
          <w:numId w:val="0"/>
        </w:numPr>
        <w:rPr>
          <w:lang w:val="ro-RO"/>
        </w:rPr>
      </w:pPr>
    </w:p>
    <w:p w14:paraId="375E7FFD" w14:textId="3FFF6033" w:rsidR="006D6C1F" w:rsidRPr="00505877" w:rsidRDefault="008D5E4D" w:rsidP="006D6C1F">
      <w:pPr>
        <w:pStyle w:val="Level1"/>
        <w:rPr>
          <w:lang w:val="ro-RO"/>
        </w:rPr>
      </w:pPr>
      <w:r>
        <w:rPr>
          <w:lang w:val="ro-RO"/>
        </w:rPr>
        <w:t>CAPITOLUL</w:t>
      </w:r>
      <w:r w:rsidR="006D6C1F" w:rsidRPr="00505877">
        <w:rPr>
          <w:lang w:val="ro-RO"/>
        </w:rPr>
        <w:t xml:space="preserve"> 6 – SUSPENDAREA ACORDULUI-CADRU </w:t>
      </w:r>
      <w:r w:rsidR="002959BF">
        <w:rPr>
          <w:lang w:val="ro-RO"/>
        </w:rPr>
        <w:t>/</w:t>
      </w:r>
      <w:r w:rsidR="006D6C1F" w:rsidRPr="00505877">
        <w:rPr>
          <w:lang w:val="ro-RO"/>
        </w:rPr>
        <w:t>A CONTRACTULUI SU</w:t>
      </w:r>
      <w:r w:rsidR="00520357">
        <w:rPr>
          <w:lang w:val="ro-RO"/>
        </w:rPr>
        <w:t>B</w:t>
      </w:r>
      <w:r w:rsidR="006D6C1F" w:rsidRPr="00505877">
        <w:rPr>
          <w:lang w:val="ro-RO"/>
        </w:rPr>
        <w:t xml:space="preserve">SECVENT. </w:t>
      </w:r>
    </w:p>
    <w:p w14:paraId="4600B1C4" w14:textId="01C265D7" w:rsidR="006D6C1F" w:rsidRPr="00505877" w:rsidRDefault="006D6C1F" w:rsidP="006D6C1F">
      <w:pPr>
        <w:pStyle w:val="Level2"/>
        <w:rPr>
          <w:lang w:val="ro-RO"/>
        </w:rPr>
      </w:pPr>
      <w:r w:rsidRPr="00505877">
        <w:rPr>
          <w:b/>
          <w:bCs/>
          <w:lang w:val="ro-RO"/>
        </w:rPr>
        <w:t>Suspendarea Acordului-Cadru</w:t>
      </w:r>
      <w:r w:rsidR="00B11276">
        <w:rPr>
          <w:b/>
          <w:bCs/>
          <w:lang w:val="ro-RO"/>
        </w:rPr>
        <w:t>/</w:t>
      </w:r>
      <w:r w:rsidRPr="00505877">
        <w:rPr>
          <w:b/>
          <w:bCs/>
          <w:lang w:val="ro-RO"/>
        </w:rPr>
        <w:t>a Contractului Subsecvent</w:t>
      </w:r>
    </w:p>
    <w:p w14:paraId="2EC9D02C" w14:textId="474312EA" w:rsidR="00FC4352" w:rsidRPr="00C82ADD" w:rsidRDefault="00FC4352" w:rsidP="00FC4352">
      <w:pPr>
        <w:pStyle w:val="Level3"/>
        <w:rPr>
          <w:lang w:val="ro-RO"/>
        </w:rPr>
      </w:pPr>
      <w:r w:rsidRPr="00C82ADD">
        <w:rPr>
          <w:lang w:val="ro-RO"/>
        </w:rPr>
        <w:t>În situa</w:t>
      </w:r>
      <w:r>
        <w:rPr>
          <w:lang w:val="ro-RO"/>
        </w:rPr>
        <w:t>ț</w:t>
      </w:r>
      <w:r w:rsidRPr="00C82ADD">
        <w:rPr>
          <w:lang w:val="ro-RO"/>
        </w:rPr>
        <w:t>ii temeinic justificate</w:t>
      </w:r>
      <w:r w:rsidR="00CB3C84">
        <w:rPr>
          <w:lang w:val="ro-RO"/>
        </w:rPr>
        <w:t>, precum forța majoră sau cazul fortuit</w:t>
      </w:r>
      <w:r w:rsidRPr="00C82ADD">
        <w:rPr>
          <w:lang w:val="ro-RO"/>
        </w:rPr>
        <w:t>, p</w:t>
      </w:r>
      <w:r>
        <w:rPr>
          <w:lang w:val="ro-RO"/>
        </w:rPr>
        <w:t>ă</w:t>
      </w:r>
      <w:r w:rsidRPr="00C82ADD">
        <w:rPr>
          <w:lang w:val="ro-RO"/>
        </w:rPr>
        <w:t>r</w:t>
      </w:r>
      <w:r>
        <w:rPr>
          <w:lang w:val="ro-RO"/>
        </w:rPr>
        <w:t>ț</w:t>
      </w:r>
      <w:r w:rsidRPr="00C82ADD">
        <w:rPr>
          <w:lang w:val="ro-RO"/>
        </w:rPr>
        <w:t>ile pot conveni suspendarea execut</w:t>
      </w:r>
      <w:r>
        <w:rPr>
          <w:lang w:val="ro-RO"/>
        </w:rPr>
        <w:t>ă</w:t>
      </w:r>
      <w:r w:rsidRPr="00C82ADD">
        <w:rPr>
          <w:lang w:val="ro-RO"/>
        </w:rPr>
        <w:t xml:space="preserve">rii </w:t>
      </w:r>
      <w:r w:rsidR="00607F0D">
        <w:rPr>
          <w:lang w:val="ro-RO"/>
        </w:rPr>
        <w:t>Acordului-Cadru</w:t>
      </w:r>
      <w:r w:rsidR="00E33C4C">
        <w:rPr>
          <w:lang w:val="ro-RO"/>
        </w:rPr>
        <w:t>/a Contractului Subsecvent</w:t>
      </w:r>
      <w:r w:rsidRPr="00C82ADD">
        <w:rPr>
          <w:lang w:val="ro-RO"/>
        </w:rPr>
        <w:t>.</w:t>
      </w:r>
    </w:p>
    <w:p w14:paraId="41BF0CDD" w14:textId="32CB5884" w:rsidR="00FC4352" w:rsidRPr="00080E48" w:rsidRDefault="00FC4352" w:rsidP="00FC4352">
      <w:pPr>
        <w:pStyle w:val="Level3"/>
        <w:rPr>
          <w:lang w:val="ro-RO"/>
        </w:rPr>
      </w:pPr>
      <w:r w:rsidRPr="00080E48">
        <w:rPr>
          <w:lang w:val="ro-RO"/>
        </w:rPr>
        <w:t>În cazul în care se constat</w:t>
      </w:r>
      <w:r>
        <w:rPr>
          <w:lang w:val="ro-RO"/>
        </w:rPr>
        <w:t>ă</w:t>
      </w:r>
      <w:r w:rsidRPr="00080E48">
        <w:rPr>
          <w:lang w:val="ro-RO"/>
        </w:rPr>
        <w:t xml:space="preserve"> c</w:t>
      </w:r>
      <w:r>
        <w:rPr>
          <w:lang w:val="ro-RO"/>
        </w:rPr>
        <w:t>ă</w:t>
      </w:r>
      <w:r w:rsidRPr="00080E48">
        <w:rPr>
          <w:lang w:val="ro-RO"/>
        </w:rPr>
        <w:t xml:space="preserve"> procedura de atribuire a </w:t>
      </w:r>
      <w:r w:rsidR="00607F0D">
        <w:rPr>
          <w:lang w:val="ro-RO"/>
        </w:rPr>
        <w:t>Acordului-Cadru</w:t>
      </w:r>
      <w:r w:rsidR="00E33C4C">
        <w:rPr>
          <w:lang w:val="ro-RO"/>
        </w:rPr>
        <w:t>/ a Contractului Subsecvent</w:t>
      </w:r>
      <w:r w:rsidRPr="00080E48">
        <w:rPr>
          <w:lang w:val="ro-RO"/>
        </w:rPr>
        <w:t xml:space="preserve"> sau executarea </w:t>
      </w:r>
      <w:r w:rsidR="00607F0D">
        <w:rPr>
          <w:lang w:val="ro-RO"/>
        </w:rPr>
        <w:t>acestuia</w:t>
      </w:r>
      <w:r w:rsidRPr="00080E48">
        <w:rPr>
          <w:lang w:val="ro-RO"/>
        </w:rPr>
        <w:t xml:space="preserve"> este viciat</w:t>
      </w:r>
      <w:r>
        <w:rPr>
          <w:lang w:val="ro-RO"/>
        </w:rPr>
        <w:t>ă</w:t>
      </w:r>
      <w:r w:rsidRPr="00080E48">
        <w:rPr>
          <w:lang w:val="ro-RO"/>
        </w:rPr>
        <w:t xml:space="preserve"> de erori esen</w:t>
      </w:r>
      <w:r>
        <w:rPr>
          <w:lang w:val="ro-RO"/>
        </w:rPr>
        <w:t>ț</w:t>
      </w:r>
      <w:r w:rsidRPr="00080E48">
        <w:rPr>
          <w:lang w:val="ro-RO"/>
        </w:rPr>
        <w:t>iale, nereguli sau de fraud</w:t>
      </w:r>
      <w:r>
        <w:rPr>
          <w:lang w:val="ro-RO"/>
        </w:rPr>
        <w:t>ă</w:t>
      </w:r>
      <w:r w:rsidRPr="00080E48">
        <w:rPr>
          <w:lang w:val="ro-RO"/>
        </w:rPr>
        <w:t>, P</w:t>
      </w:r>
      <w:r>
        <w:rPr>
          <w:lang w:val="ro-RO"/>
        </w:rPr>
        <w:t>ă</w:t>
      </w:r>
      <w:r w:rsidRPr="00080E48">
        <w:rPr>
          <w:lang w:val="ro-RO"/>
        </w:rPr>
        <w:t>r</w:t>
      </w:r>
      <w:r>
        <w:rPr>
          <w:lang w:val="ro-RO"/>
        </w:rPr>
        <w:t>ț</w:t>
      </w:r>
      <w:r w:rsidRPr="00080E48">
        <w:rPr>
          <w:lang w:val="ro-RO"/>
        </w:rPr>
        <w:t>ile au dreptul s</w:t>
      </w:r>
      <w:r>
        <w:rPr>
          <w:lang w:val="ro-RO"/>
        </w:rPr>
        <w:t>ă</w:t>
      </w:r>
      <w:r w:rsidRPr="00080E48">
        <w:rPr>
          <w:lang w:val="ro-RO"/>
        </w:rPr>
        <w:t xml:space="preserve"> suspende executarea </w:t>
      </w:r>
      <w:r w:rsidR="00607F0D">
        <w:rPr>
          <w:lang w:val="ro-RO"/>
        </w:rPr>
        <w:t>Acordului-Cadru</w:t>
      </w:r>
      <w:r w:rsidRPr="00080E48">
        <w:rPr>
          <w:lang w:val="ro-RO"/>
        </w:rPr>
        <w:t>.</w:t>
      </w:r>
    </w:p>
    <w:p w14:paraId="7BE625FB" w14:textId="00C29CE3" w:rsidR="006D6C1F" w:rsidRDefault="006D6C1F" w:rsidP="006D6C1F">
      <w:pPr>
        <w:pStyle w:val="Level3"/>
        <w:rPr>
          <w:lang w:val="ro-RO"/>
        </w:rPr>
      </w:pPr>
      <w:r w:rsidRPr="00505877">
        <w:rPr>
          <w:lang w:val="ro-RO"/>
        </w:rPr>
        <w:t xml:space="preserve">În cazul suspendării/sistării temporare a </w:t>
      </w:r>
      <w:r w:rsidR="00607F0D">
        <w:rPr>
          <w:lang w:val="ro-RO"/>
        </w:rPr>
        <w:t>Acordului-Cadru</w:t>
      </w:r>
      <w:r w:rsidR="00E33C4C">
        <w:rPr>
          <w:lang w:val="ro-RO"/>
        </w:rPr>
        <w:t>/a Contractului Subsecvent</w:t>
      </w:r>
      <w:r w:rsidRPr="00505877">
        <w:rPr>
          <w:lang w:val="ro-RO"/>
        </w:rPr>
        <w:t xml:space="preserve">, durata </w:t>
      </w:r>
      <w:r w:rsidR="00607F0D">
        <w:rPr>
          <w:lang w:val="ro-RO"/>
        </w:rPr>
        <w:t>acestuia</w:t>
      </w:r>
      <w:r w:rsidRPr="00505877">
        <w:rPr>
          <w:lang w:val="ro-RO"/>
        </w:rPr>
        <w:t xml:space="preserve"> se prelungește automat cu perioada suspendării /sistării.</w:t>
      </w:r>
    </w:p>
    <w:p w14:paraId="7474514F" w14:textId="775A48FD" w:rsidR="00607F0D" w:rsidRPr="00505877" w:rsidRDefault="00607F0D" w:rsidP="006D6C1F">
      <w:pPr>
        <w:pStyle w:val="Level3"/>
        <w:rPr>
          <w:lang w:val="ro-RO"/>
        </w:rPr>
      </w:pPr>
      <w:r>
        <w:rPr>
          <w:lang w:val="ro-RO"/>
        </w:rPr>
        <w:t>Suspendarea Acordului-Cadru atrage și suspendarea Contractelor Subsecvente.</w:t>
      </w:r>
    </w:p>
    <w:p w14:paraId="41598618" w14:textId="29B153DC" w:rsidR="006D6C1F" w:rsidRPr="00505877" w:rsidRDefault="006D6C1F" w:rsidP="006D6C1F">
      <w:pPr>
        <w:pStyle w:val="Level2"/>
        <w:rPr>
          <w:lang w:val="ro-RO"/>
        </w:rPr>
      </w:pPr>
      <w:r w:rsidRPr="00505877">
        <w:rPr>
          <w:b/>
          <w:bCs/>
          <w:lang w:val="ro-RO"/>
        </w:rPr>
        <w:t>Forța majoră</w:t>
      </w:r>
    </w:p>
    <w:p w14:paraId="3F0972DE" w14:textId="7429C175" w:rsidR="006D6C1F" w:rsidRDefault="006D6C1F" w:rsidP="006D6C1F">
      <w:pPr>
        <w:pStyle w:val="Level3"/>
        <w:rPr>
          <w:lang w:val="ro-RO"/>
        </w:rPr>
      </w:pPr>
      <w:r w:rsidRPr="00505877">
        <w:rPr>
          <w:lang w:val="ro-RO"/>
        </w:rPr>
        <w:t xml:space="preserve">Forța majoră exonerează de răspundere Părțile în cazul neexecutării parțiale sau totale a obligațiilor asumate prin </w:t>
      </w:r>
      <w:r w:rsidR="00CB3C84">
        <w:rPr>
          <w:lang w:val="ro-RO"/>
        </w:rPr>
        <w:t>Acordul-Cadru/</w:t>
      </w:r>
      <w:r w:rsidRPr="00505877">
        <w:rPr>
          <w:lang w:val="ro-RO"/>
        </w:rPr>
        <w:t>Contract</w:t>
      </w:r>
      <w:r w:rsidR="00CB3C84">
        <w:rPr>
          <w:lang w:val="ro-RO"/>
        </w:rPr>
        <w:t>ul</w:t>
      </w:r>
      <w:r w:rsidRPr="00505877">
        <w:rPr>
          <w:lang w:val="ro-RO"/>
        </w:rPr>
        <w:t xml:space="preserve"> Subsecvent, în conformitate cu prevederile art. 1.351 din Codul civil.</w:t>
      </w:r>
    </w:p>
    <w:p w14:paraId="49B4B451" w14:textId="79AD8616" w:rsidR="00FC4352" w:rsidRPr="00607F0D" w:rsidRDefault="00FC4352" w:rsidP="00607F0D">
      <w:pPr>
        <w:pStyle w:val="Level3"/>
        <w:rPr>
          <w:lang w:val="ro-RO"/>
        </w:rPr>
      </w:pPr>
      <w:r w:rsidRPr="00080E48">
        <w:rPr>
          <w:lang w:val="ro-RO"/>
        </w:rPr>
        <w:t>Îndeplinirea contractului va fi suspendat</w:t>
      </w:r>
      <w:r>
        <w:rPr>
          <w:lang w:val="ro-RO"/>
        </w:rPr>
        <w:t>ă</w:t>
      </w:r>
      <w:r w:rsidRPr="00080E48">
        <w:rPr>
          <w:lang w:val="ro-RO"/>
        </w:rPr>
        <w:t xml:space="preserve"> în perioada de ac</w:t>
      </w:r>
      <w:r>
        <w:rPr>
          <w:lang w:val="ro-RO"/>
        </w:rPr>
        <w:t>ț</w:t>
      </w:r>
      <w:r w:rsidRPr="00080E48">
        <w:rPr>
          <w:lang w:val="ro-RO"/>
        </w:rPr>
        <w:t>iune a for</w:t>
      </w:r>
      <w:r>
        <w:rPr>
          <w:lang w:val="ro-RO"/>
        </w:rPr>
        <w:t>ț</w:t>
      </w:r>
      <w:r w:rsidRPr="00080E48">
        <w:rPr>
          <w:lang w:val="ro-RO"/>
        </w:rPr>
        <w:t>ei majore, dar f</w:t>
      </w:r>
      <w:r>
        <w:rPr>
          <w:lang w:val="ro-RO"/>
        </w:rPr>
        <w:t>ă</w:t>
      </w:r>
      <w:r w:rsidRPr="00080E48">
        <w:rPr>
          <w:lang w:val="ro-RO"/>
        </w:rPr>
        <w:t>r</w:t>
      </w:r>
      <w:r>
        <w:rPr>
          <w:lang w:val="ro-RO"/>
        </w:rPr>
        <w:t>ă</w:t>
      </w:r>
      <w:r w:rsidRPr="00080E48">
        <w:rPr>
          <w:lang w:val="ro-RO"/>
        </w:rPr>
        <w:t xml:space="preserve"> a prejudicia drepturile ce li se cuveneau p</w:t>
      </w:r>
      <w:r>
        <w:rPr>
          <w:lang w:val="ro-RO"/>
        </w:rPr>
        <w:t>ă</w:t>
      </w:r>
      <w:r w:rsidRPr="00080E48">
        <w:rPr>
          <w:lang w:val="ro-RO"/>
        </w:rPr>
        <w:t>r</w:t>
      </w:r>
      <w:r>
        <w:rPr>
          <w:lang w:val="ro-RO"/>
        </w:rPr>
        <w:t>ț</w:t>
      </w:r>
      <w:r w:rsidRPr="00080E48">
        <w:rPr>
          <w:lang w:val="ro-RO"/>
        </w:rPr>
        <w:t>ilor pân</w:t>
      </w:r>
      <w:r>
        <w:rPr>
          <w:lang w:val="ro-RO"/>
        </w:rPr>
        <w:t>ă</w:t>
      </w:r>
      <w:r w:rsidRPr="00080E48">
        <w:rPr>
          <w:lang w:val="ro-RO"/>
        </w:rPr>
        <w:t xml:space="preserve"> la apari</w:t>
      </w:r>
      <w:r>
        <w:rPr>
          <w:lang w:val="ro-RO"/>
        </w:rPr>
        <w:t>ț</w:t>
      </w:r>
      <w:r w:rsidRPr="00080E48">
        <w:rPr>
          <w:lang w:val="ro-RO"/>
        </w:rPr>
        <w:t>ia acesteia.</w:t>
      </w:r>
    </w:p>
    <w:p w14:paraId="68888A95" w14:textId="0CD2B61C" w:rsidR="006D6C1F" w:rsidRPr="00505877" w:rsidRDefault="006D6C1F" w:rsidP="006D6C1F">
      <w:pPr>
        <w:pStyle w:val="Level3"/>
        <w:rPr>
          <w:lang w:val="ro-RO"/>
        </w:rPr>
      </w:pPr>
      <w:r w:rsidRPr="00505877">
        <w:rPr>
          <w:lang w:val="ro-RO"/>
        </w:rPr>
        <w:t xml:space="preserve">Partea care invocă forța majoră are obligația să o aducă la cunoștință celeilalte Părți, în scris, în termen de maxim 5 (cinci) zile de la data apariției acesteia. Dovada forței majore </w:t>
      </w:r>
      <w:r w:rsidR="00607F0D">
        <w:rPr>
          <w:lang w:val="ro-RO"/>
        </w:rPr>
        <w:t xml:space="preserve">și a cazului fortuit trebuie dovedită de către partea care o invocă. </w:t>
      </w:r>
    </w:p>
    <w:p w14:paraId="59397176" w14:textId="77777777" w:rsidR="006D6C1F" w:rsidRPr="00505877" w:rsidRDefault="006D6C1F" w:rsidP="006D6C1F">
      <w:pPr>
        <w:pStyle w:val="Level3"/>
        <w:rPr>
          <w:lang w:val="ro-RO"/>
        </w:rPr>
      </w:pPr>
      <w:r w:rsidRPr="00505877">
        <w:rPr>
          <w:lang w:val="ro-RO"/>
        </w:rPr>
        <w:lastRenderedPageBreak/>
        <w:t xml:space="preserve">Partea care a invocat forța majoră are obligația să aducă la cunoștința celeilalte Părți încetarea cauzei acesteia în termen de maximum 5 (cinci) zile de la încetarea evenimentului de forță majoră. </w:t>
      </w:r>
    </w:p>
    <w:p w14:paraId="0BC294F6" w14:textId="5C1F98EF" w:rsidR="006D6C1F" w:rsidRPr="00505877" w:rsidRDefault="006D6C1F" w:rsidP="006D6C1F">
      <w:pPr>
        <w:pStyle w:val="Level3"/>
        <w:rPr>
          <w:lang w:val="ro-RO"/>
        </w:rPr>
      </w:pPr>
      <w:r w:rsidRPr="00505877">
        <w:rPr>
          <w:lang w:val="ro-RO"/>
        </w:rPr>
        <w:t>În cazul încetării Acordului-Cadru</w:t>
      </w:r>
      <w:r w:rsidR="00E33C4C">
        <w:rPr>
          <w:lang w:val="ro-RO"/>
        </w:rPr>
        <w:t>/a Contractului Subsecvent</w:t>
      </w:r>
      <w:r w:rsidRPr="00505877">
        <w:rPr>
          <w:lang w:val="ro-RO"/>
        </w:rPr>
        <w:t xml:space="preserve"> ca urmare a Forței majore, astfel cum este stipulat în Acord</w:t>
      </w:r>
      <w:r w:rsidR="00E33C4C">
        <w:rPr>
          <w:lang w:val="ro-RO"/>
        </w:rPr>
        <w:t>ul</w:t>
      </w:r>
      <w:r w:rsidRPr="00505877">
        <w:rPr>
          <w:lang w:val="ro-RO"/>
        </w:rPr>
        <w:t>-Cadru</w:t>
      </w:r>
      <w:r w:rsidR="00E33C4C">
        <w:rPr>
          <w:lang w:val="ro-RO"/>
        </w:rPr>
        <w:t>/Contractul Subsecvent</w:t>
      </w:r>
      <w:r w:rsidRPr="00505877">
        <w:rPr>
          <w:lang w:val="ro-RO"/>
        </w:rPr>
        <w:t xml:space="preserve">, niciuna dintre Părți nu are dreptul de a cere despăgubiri de la cealaltă Parte, dar fiecare Parte are îndatorirea de a-și onora toate obligațiile care le incumbă în temeiul Legii și al </w:t>
      </w:r>
      <w:r w:rsidR="00607F0D">
        <w:rPr>
          <w:lang w:val="ro-RO"/>
        </w:rPr>
        <w:t>Acordului-Cadru</w:t>
      </w:r>
      <w:r w:rsidRPr="00505877">
        <w:rPr>
          <w:lang w:val="ro-RO"/>
        </w:rPr>
        <w:t xml:space="preserve"> până la data respectivă.</w:t>
      </w:r>
    </w:p>
    <w:p w14:paraId="42D953B8" w14:textId="5D79D487" w:rsidR="006D6C1F" w:rsidRDefault="006D6C1F" w:rsidP="006D6C1F">
      <w:pPr>
        <w:pStyle w:val="Level3"/>
        <w:rPr>
          <w:lang w:val="ro-RO"/>
        </w:rPr>
      </w:pPr>
      <w:r w:rsidRPr="00505877">
        <w:rPr>
          <w:lang w:val="ro-RO"/>
        </w:rPr>
        <w:t xml:space="preserve">Dacă forța majoră și consecințele acesteia durează pentru o perioadă mai mare de </w:t>
      </w:r>
      <w:r w:rsidR="00FC4352">
        <w:rPr>
          <w:lang w:val="ro-RO"/>
        </w:rPr>
        <w:t>15</w:t>
      </w:r>
      <w:r w:rsidR="00FC4352" w:rsidRPr="00505877">
        <w:rPr>
          <w:lang w:val="ro-RO"/>
        </w:rPr>
        <w:t xml:space="preserve"> </w:t>
      </w:r>
      <w:r w:rsidRPr="00505877">
        <w:rPr>
          <w:lang w:val="ro-RO"/>
        </w:rPr>
        <w:t>de zile, fiecare Parte semnatară poate renunța la executarea Acordului-Cadru</w:t>
      </w:r>
      <w:r w:rsidR="00E33C4C">
        <w:rPr>
          <w:lang w:val="ro-RO"/>
        </w:rPr>
        <w:t>/ a Contractului Subsecvent</w:t>
      </w:r>
      <w:r w:rsidRPr="00505877">
        <w:rPr>
          <w:lang w:val="ro-RO"/>
        </w:rPr>
        <w:t>. În acest caz, niciuna dintre Părți nu are dreptul de a cere despăgubiri de la cealaltă Parte, dar acestea au îndatorirea de a-și onora toate obligațiile care le incumbă în temeiul Legii și al Contractului Subsecvent până la data respectivă.</w:t>
      </w:r>
    </w:p>
    <w:p w14:paraId="201D36DF" w14:textId="5C0B8689" w:rsidR="00607F0D" w:rsidRPr="00505877" w:rsidRDefault="00607F0D" w:rsidP="006D6C1F">
      <w:pPr>
        <w:pStyle w:val="Level3"/>
        <w:rPr>
          <w:lang w:val="ro-RO"/>
        </w:rPr>
      </w:pPr>
      <w:r>
        <w:rPr>
          <w:lang w:val="ro-RO"/>
        </w:rPr>
        <w:t>Încetarea sau suspendarea executării Acordului-Cadru atrage și încetarea sau suspendarea executării Contractelor Subsecvente.</w:t>
      </w:r>
    </w:p>
    <w:p w14:paraId="12EAE1FC" w14:textId="0BA46363" w:rsidR="006D6C1F" w:rsidRPr="00505877" w:rsidRDefault="006D6C1F" w:rsidP="006D6C1F">
      <w:pPr>
        <w:pStyle w:val="Level2"/>
        <w:rPr>
          <w:lang w:val="ro-RO"/>
        </w:rPr>
      </w:pPr>
      <w:r w:rsidRPr="00505877">
        <w:rPr>
          <w:b/>
          <w:bCs/>
          <w:lang w:val="ro-RO"/>
        </w:rPr>
        <w:t>Încetarea Contractului Subsecvent</w:t>
      </w:r>
    </w:p>
    <w:p w14:paraId="3C85914D" w14:textId="73C21807" w:rsidR="006D6C1F" w:rsidRPr="00505877" w:rsidRDefault="006D6C1F" w:rsidP="006D6C1F">
      <w:pPr>
        <w:pStyle w:val="Level3"/>
        <w:rPr>
          <w:lang w:val="ro-RO"/>
        </w:rPr>
      </w:pPr>
      <w:r w:rsidRPr="00505877">
        <w:rPr>
          <w:lang w:val="ro-RO"/>
        </w:rPr>
        <w:t>Contractul Subsecvent poate înceta de p</w:t>
      </w:r>
      <w:r w:rsidR="00CF3A09">
        <w:rPr>
          <w:lang w:val="ro-RO"/>
        </w:rPr>
        <w:t>l</w:t>
      </w:r>
      <w:r w:rsidRPr="00505877">
        <w:rPr>
          <w:lang w:val="ro-RO"/>
        </w:rPr>
        <w:t>in drept prin:</w:t>
      </w:r>
    </w:p>
    <w:p w14:paraId="7707C5D5" w14:textId="2200AE5A" w:rsidR="006D6C1F" w:rsidRPr="00505877" w:rsidRDefault="006D6C1F" w:rsidP="00E22D2F">
      <w:pPr>
        <w:pStyle w:val="alpha3"/>
        <w:numPr>
          <w:ilvl w:val="0"/>
          <w:numId w:val="61"/>
        </w:numPr>
        <w:rPr>
          <w:lang w:val="ro-RO"/>
        </w:rPr>
      </w:pPr>
      <w:r w:rsidRPr="00505877">
        <w:rPr>
          <w:lang w:val="ro-RO"/>
        </w:rPr>
        <w:t xml:space="preserve">executarea corespunzătoare a tuturor obligațiilor conform prevederilor </w:t>
      </w:r>
      <w:r w:rsidR="00607F0D">
        <w:rPr>
          <w:lang w:val="ro-RO"/>
        </w:rPr>
        <w:t xml:space="preserve">Acordului-Cadru și a </w:t>
      </w:r>
      <w:r w:rsidRPr="00505877">
        <w:rPr>
          <w:lang w:val="ro-RO"/>
        </w:rPr>
        <w:t>Contractului Subsecvent;</w:t>
      </w:r>
    </w:p>
    <w:p w14:paraId="003D69B4" w14:textId="77777777" w:rsidR="006D6C1F" w:rsidRPr="00505877" w:rsidRDefault="006D6C1F" w:rsidP="00E22D2F">
      <w:pPr>
        <w:pStyle w:val="alpha3"/>
        <w:numPr>
          <w:ilvl w:val="0"/>
          <w:numId w:val="61"/>
        </w:numPr>
        <w:rPr>
          <w:lang w:val="ro-RO"/>
        </w:rPr>
      </w:pPr>
      <w:r w:rsidRPr="00505877">
        <w:rPr>
          <w:lang w:val="ro-RO"/>
        </w:rPr>
        <w:t>acordul de voință al părților semnatare ale Contractului Subsecvent;</w:t>
      </w:r>
    </w:p>
    <w:p w14:paraId="4F0CD277" w14:textId="24F502B8" w:rsidR="006D6C1F" w:rsidRPr="00505877" w:rsidRDefault="006D6C1F" w:rsidP="00E22D2F">
      <w:pPr>
        <w:pStyle w:val="alpha3"/>
        <w:numPr>
          <w:ilvl w:val="0"/>
          <w:numId w:val="61"/>
        </w:numPr>
        <w:rPr>
          <w:lang w:val="ro-RO"/>
        </w:rPr>
      </w:pPr>
      <w:r w:rsidRPr="00505877">
        <w:rPr>
          <w:lang w:val="ro-RO"/>
        </w:rPr>
        <w:t xml:space="preserve">denunțarea unilaterală de către o Parte în cazurile stabilite în </w:t>
      </w:r>
      <w:r w:rsidR="00607F0D">
        <w:rPr>
          <w:lang w:val="ro-RO"/>
        </w:rPr>
        <w:t xml:space="preserve">Acordul-Cadru și </w:t>
      </w:r>
      <w:r w:rsidRPr="00505877">
        <w:rPr>
          <w:lang w:val="ro-RO"/>
        </w:rPr>
        <w:t>Contractul Subsecvent;</w:t>
      </w:r>
    </w:p>
    <w:p w14:paraId="39F3024A" w14:textId="11AEB152" w:rsidR="006D6C1F" w:rsidRPr="00505877" w:rsidRDefault="006D6C1F" w:rsidP="00E22D2F">
      <w:pPr>
        <w:pStyle w:val="alpha3"/>
        <w:numPr>
          <w:ilvl w:val="0"/>
          <w:numId w:val="61"/>
        </w:numPr>
        <w:rPr>
          <w:lang w:val="ro-RO"/>
        </w:rPr>
      </w:pPr>
      <w:r w:rsidRPr="00505877">
        <w:rPr>
          <w:lang w:val="ro-RO"/>
        </w:rPr>
        <w:t>rezilierea de către o Parte în cazul îndeplinirii în mod necorespunzător sau neîndeplinirii obligațiilor contractuale de către cealaltă parte precum și în cazurile expres menționate în cuprinsul Contractul Subsecvent.</w:t>
      </w:r>
    </w:p>
    <w:p w14:paraId="1068377C" w14:textId="76ADDCB8" w:rsidR="006D6C1F" w:rsidRPr="00505877" w:rsidRDefault="006D6C1F" w:rsidP="006D6C1F">
      <w:pPr>
        <w:pStyle w:val="Level2"/>
        <w:rPr>
          <w:lang w:val="ro-RO"/>
        </w:rPr>
      </w:pPr>
      <w:r w:rsidRPr="00505877">
        <w:rPr>
          <w:b/>
          <w:bCs/>
          <w:lang w:val="ro-RO"/>
        </w:rPr>
        <w:t>Încetarea Acordului-Cadru</w:t>
      </w:r>
    </w:p>
    <w:p w14:paraId="470C2AA1" w14:textId="7DA0B785" w:rsidR="006D6C1F" w:rsidRPr="00505877" w:rsidRDefault="006D6C1F" w:rsidP="006D6C1F">
      <w:pPr>
        <w:pStyle w:val="Level3"/>
        <w:rPr>
          <w:lang w:val="ro-RO"/>
        </w:rPr>
      </w:pPr>
      <w:r w:rsidRPr="00505877">
        <w:rPr>
          <w:lang w:val="ro-RO"/>
        </w:rPr>
        <w:t xml:space="preserve">Acordul-cadru poate înceta de plin </w:t>
      </w:r>
      <w:r w:rsidR="00CF3A09">
        <w:rPr>
          <w:lang w:val="ro-RO"/>
        </w:rPr>
        <w:t xml:space="preserve">drept </w:t>
      </w:r>
      <w:r w:rsidRPr="00505877">
        <w:rPr>
          <w:lang w:val="ro-RO"/>
        </w:rPr>
        <w:t>în următoarele situații:</w:t>
      </w:r>
    </w:p>
    <w:p w14:paraId="34C47011" w14:textId="0430A874" w:rsidR="006D6C1F" w:rsidRPr="00505877" w:rsidRDefault="006D6C1F" w:rsidP="00E22D2F">
      <w:pPr>
        <w:pStyle w:val="alpha3"/>
        <w:numPr>
          <w:ilvl w:val="0"/>
          <w:numId w:val="62"/>
        </w:numPr>
        <w:rPr>
          <w:lang w:val="ro-RO"/>
        </w:rPr>
      </w:pPr>
      <w:r w:rsidRPr="00505877">
        <w:rPr>
          <w:lang w:val="ro-RO"/>
        </w:rPr>
        <w:t xml:space="preserve">executarea corespunzătoare a tuturor obligațiilor și în termenele asumate de către fiecare </w:t>
      </w:r>
      <w:r w:rsidR="00DF0583">
        <w:rPr>
          <w:lang w:val="ro-RO"/>
        </w:rPr>
        <w:t xml:space="preserve">parte </w:t>
      </w:r>
      <w:r w:rsidRPr="00505877">
        <w:rPr>
          <w:lang w:val="ro-RO"/>
        </w:rPr>
        <w:t xml:space="preserve">conform prevederilor și </w:t>
      </w:r>
      <w:r w:rsidR="00DF0583">
        <w:rPr>
          <w:lang w:val="ro-RO"/>
        </w:rPr>
        <w:t xml:space="preserve">a </w:t>
      </w:r>
      <w:r w:rsidRPr="00505877">
        <w:rPr>
          <w:lang w:val="ro-RO"/>
        </w:rPr>
        <w:t>tuturor Contractelor subsecvente încheiate;</w:t>
      </w:r>
    </w:p>
    <w:p w14:paraId="6F0C1DCE" w14:textId="77777777" w:rsidR="006D6C1F" w:rsidRPr="00505877" w:rsidRDefault="006D6C1F" w:rsidP="00E22D2F">
      <w:pPr>
        <w:pStyle w:val="alpha3"/>
        <w:numPr>
          <w:ilvl w:val="0"/>
          <w:numId w:val="62"/>
        </w:numPr>
        <w:rPr>
          <w:lang w:val="ro-RO"/>
        </w:rPr>
      </w:pPr>
      <w:r w:rsidRPr="00505877">
        <w:rPr>
          <w:lang w:val="ro-RO"/>
        </w:rPr>
        <w:t>acordul de voință al Părților;</w:t>
      </w:r>
    </w:p>
    <w:p w14:paraId="3EE05BAD" w14:textId="51DEF6B3" w:rsidR="006D6C1F" w:rsidRPr="00505877" w:rsidRDefault="006D6C1F" w:rsidP="00E22D2F">
      <w:pPr>
        <w:pStyle w:val="alpha3"/>
        <w:numPr>
          <w:ilvl w:val="0"/>
          <w:numId w:val="62"/>
        </w:numPr>
        <w:rPr>
          <w:lang w:val="ro-RO"/>
        </w:rPr>
      </w:pPr>
      <w:r w:rsidRPr="00505877">
        <w:rPr>
          <w:lang w:val="ro-RO"/>
        </w:rPr>
        <w:t xml:space="preserve">denunțarea unilaterală în cazurile stabilite </w:t>
      </w:r>
      <w:r w:rsidR="00607F0D">
        <w:rPr>
          <w:lang w:val="ro-RO"/>
        </w:rPr>
        <w:t>prin clauzele</w:t>
      </w:r>
      <w:r w:rsidRPr="00505877">
        <w:rPr>
          <w:lang w:val="ro-RO"/>
        </w:rPr>
        <w:t xml:space="preserve"> Acord</w:t>
      </w:r>
      <w:r w:rsidR="00607F0D">
        <w:rPr>
          <w:lang w:val="ro-RO"/>
        </w:rPr>
        <w:t>ului</w:t>
      </w:r>
      <w:r w:rsidRPr="00505877">
        <w:rPr>
          <w:lang w:val="ro-RO"/>
        </w:rPr>
        <w:t>-cadru;</w:t>
      </w:r>
    </w:p>
    <w:p w14:paraId="4029CECB" w14:textId="6CA4C1BB" w:rsidR="006D6C1F" w:rsidRDefault="006D6C1F" w:rsidP="00E22D2F">
      <w:pPr>
        <w:pStyle w:val="alpha3"/>
        <w:numPr>
          <w:ilvl w:val="0"/>
          <w:numId w:val="62"/>
        </w:numPr>
        <w:rPr>
          <w:lang w:val="ro-RO"/>
        </w:rPr>
      </w:pPr>
      <w:r w:rsidRPr="00505877">
        <w:rPr>
          <w:lang w:val="ro-RO"/>
        </w:rPr>
        <w:t>Rezilierea de către o Parte în cazul îndeplinirii în mod necorespunzător sau neîndeplinirii obligațiilor contractuale de către cealaltă parte precum și în cazurile expres menționate în cuprinsul Acordului-Cadru.</w:t>
      </w:r>
      <w:r w:rsidR="00FC34A6">
        <w:rPr>
          <w:lang w:val="ro-RO"/>
        </w:rPr>
        <w:t xml:space="preserve"> Rezilierea </w:t>
      </w:r>
      <w:r w:rsidR="00B23405">
        <w:rPr>
          <w:lang w:val="ro-RO"/>
        </w:rPr>
        <w:t xml:space="preserve">Acordului-Cadru cu unul dintre Promitenții-Furnizori </w:t>
      </w:r>
      <w:r w:rsidR="00FC34A6">
        <w:rPr>
          <w:lang w:val="ro-RO"/>
        </w:rPr>
        <w:t xml:space="preserve">nu atrage </w:t>
      </w:r>
      <w:r w:rsidR="00B23405">
        <w:rPr>
          <w:lang w:val="ro-RO"/>
        </w:rPr>
        <w:t>î</w:t>
      </w:r>
      <w:r w:rsidR="00FC34A6">
        <w:rPr>
          <w:lang w:val="ro-RO"/>
        </w:rPr>
        <w:t>ncetarea</w:t>
      </w:r>
      <w:r w:rsidR="00B23405">
        <w:rPr>
          <w:lang w:val="ro-RO"/>
        </w:rPr>
        <w:t xml:space="preserve"> acestuia</w:t>
      </w:r>
      <w:r w:rsidR="00FC34A6">
        <w:rPr>
          <w:lang w:val="ro-RO"/>
        </w:rPr>
        <w:t xml:space="preserve"> pentru toate părțile</w:t>
      </w:r>
      <w:r w:rsidR="00CB3C84">
        <w:rPr>
          <w:lang w:val="ro-RO"/>
        </w:rPr>
        <w:t>.</w:t>
      </w:r>
    </w:p>
    <w:p w14:paraId="7AB395B4" w14:textId="6FD5E72E" w:rsidR="00CB3C84" w:rsidRPr="00505877" w:rsidRDefault="00CB3C84" w:rsidP="00CB3C84">
      <w:pPr>
        <w:pStyle w:val="Level3"/>
        <w:rPr>
          <w:lang w:val="ro-RO"/>
        </w:rPr>
      </w:pPr>
      <w:r w:rsidRPr="00505877">
        <w:rPr>
          <w:lang w:val="ro-RO"/>
        </w:rPr>
        <w:t xml:space="preserve">Promitentul-Achizitor îşi rezervă dreptul de a denunţa </w:t>
      </w:r>
      <w:r>
        <w:rPr>
          <w:lang w:val="ro-RO"/>
        </w:rPr>
        <w:t xml:space="preserve">Acordul-Cadru și </w:t>
      </w:r>
      <w:r w:rsidRPr="00505877">
        <w:rPr>
          <w:lang w:val="ro-RO"/>
        </w:rPr>
        <w:t>Contractul Subsecvent, printr-o notificare scrisă adresată Promitentul-Furnizor, fără nicio compensaţie, dacă acesta din urmă se afla, la momentul încheierii Acordului-cadru sau atribuirii Contractului Subsecvent, în una dintre situaţiile care ar fi determinat excluderea sa din procedura de atribuire potrivit art. 164-167 din Legea nr. 98/2016 privind achizițiile publice</w:t>
      </w:r>
      <w:r w:rsidR="003F0178">
        <w:rPr>
          <w:lang w:val="ro-RO"/>
        </w:rPr>
        <w:t xml:space="preserve">/ a art. </w:t>
      </w:r>
      <w:r w:rsidR="00C033E6">
        <w:rPr>
          <w:lang w:val="ro-RO"/>
        </w:rPr>
        <w:t>177 din Legea nr. 99/2016</w:t>
      </w:r>
      <w:r w:rsidRPr="00505877">
        <w:rPr>
          <w:lang w:val="ro-RO"/>
        </w:rPr>
        <w:t>.</w:t>
      </w:r>
    </w:p>
    <w:p w14:paraId="07A90864" w14:textId="56830F21" w:rsidR="00CB3C84" w:rsidRPr="00505877" w:rsidRDefault="00CB3C84" w:rsidP="000E2DC7">
      <w:pPr>
        <w:pStyle w:val="Level3"/>
        <w:rPr>
          <w:lang w:val="ro-RO"/>
        </w:rPr>
      </w:pPr>
      <w:r w:rsidRPr="00505877">
        <w:rPr>
          <w:lang w:val="ro-RO"/>
        </w:rPr>
        <w:lastRenderedPageBreak/>
        <w:t xml:space="preserve">Promitentul-Achizitor îşi rezervă dreptul de a denunţa </w:t>
      </w:r>
      <w:r>
        <w:rPr>
          <w:lang w:val="ro-RO"/>
        </w:rPr>
        <w:t xml:space="preserve">Acordul-Cadru/ </w:t>
      </w:r>
      <w:r w:rsidRPr="00505877">
        <w:rPr>
          <w:lang w:val="ro-RO"/>
        </w:rPr>
        <w:t>Contractul Subsecvent, printr-o notificare scrisă adresată Promitentul</w:t>
      </w:r>
      <w:r>
        <w:rPr>
          <w:lang w:val="ro-RO"/>
        </w:rPr>
        <w:t>ui</w:t>
      </w:r>
      <w:r w:rsidRPr="00505877">
        <w:rPr>
          <w:lang w:val="ro-RO"/>
        </w:rPr>
        <w:t xml:space="preserve">-Furnizor, fără nicio compensaţie, dacă </w:t>
      </w:r>
      <w:r>
        <w:rPr>
          <w:lang w:val="ro-RO"/>
        </w:rPr>
        <w:t xml:space="preserve">Acordul-Cadru/ </w:t>
      </w:r>
      <w:r w:rsidRPr="00505877">
        <w:rPr>
          <w:lang w:val="ro-RO"/>
        </w:rPr>
        <w:t>Contractul Subsecvent nu ar fi trebuit să fie atribuit Promitentul</w:t>
      </w:r>
      <w:r>
        <w:rPr>
          <w:lang w:val="ro-RO"/>
        </w:rPr>
        <w:t>ui</w:t>
      </w:r>
      <w:r w:rsidRPr="00505877">
        <w:rPr>
          <w:lang w:val="ro-RO"/>
        </w:rPr>
        <w:t>-Furnizor respectiv, având în vedere o încălcare gravă a obligaţiilor care rezultă din legislaţia europeană relevantă şi care a fost constatată printr-o decizie a Curţii de Justiţie a Uniunii Europene.</w:t>
      </w:r>
    </w:p>
    <w:p w14:paraId="45177E80" w14:textId="7D8DA8A9" w:rsidR="00505877" w:rsidRPr="00505877" w:rsidRDefault="00505877" w:rsidP="00505877">
      <w:pPr>
        <w:pStyle w:val="Level2"/>
        <w:rPr>
          <w:lang w:val="ro-RO"/>
        </w:rPr>
      </w:pPr>
      <w:r w:rsidRPr="00505877">
        <w:rPr>
          <w:b/>
          <w:bCs/>
          <w:lang w:val="ro-RO"/>
        </w:rPr>
        <w:t>Rezilierea Acordului-Cadru</w:t>
      </w:r>
    </w:p>
    <w:p w14:paraId="3A1998F5" w14:textId="5F7D0D27" w:rsidR="00505877" w:rsidRPr="00505877" w:rsidRDefault="00505877" w:rsidP="00505877">
      <w:pPr>
        <w:pStyle w:val="Level3"/>
        <w:rPr>
          <w:lang w:val="ro-RO"/>
        </w:rPr>
      </w:pPr>
      <w:r w:rsidRPr="00505877">
        <w:rPr>
          <w:lang w:val="ro-RO"/>
        </w:rPr>
        <w:t xml:space="preserve">Promitentul-Achizitor reziliază Acordul-cadru încheiat cu un Promitent-Furnizor în cazul în care acesta din urmă nu își îndeplinește obligațiile referitoare la încheierea și executarea </w:t>
      </w:r>
      <w:r w:rsidR="00607F0D">
        <w:rPr>
          <w:lang w:val="ro-RO"/>
        </w:rPr>
        <w:t>C</w:t>
      </w:r>
      <w:r w:rsidRPr="00505877">
        <w:rPr>
          <w:lang w:val="ro-RO"/>
        </w:rPr>
        <w:t xml:space="preserve">ontractelor </w:t>
      </w:r>
      <w:r w:rsidR="00607F0D">
        <w:rPr>
          <w:lang w:val="ro-RO"/>
        </w:rPr>
        <w:t>S</w:t>
      </w:r>
      <w:r w:rsidRPr="00505877">
        <w:rPr>
          <w:lang w:val="ro-RO"/>
        </w:rPr>
        <w:t xml:space="preserve">ubsecvente în măsura în care acestea reprezintă cel </w:t>
      </w:r>
      <w:r w:rsidR="00E71017">
        <w:rPr>
          <w:lang w:val="ro-RO"/>
        </w:rPr>
        <w:t xml:space="preserve">puțin </w:t>
      </w:r>
      <w:r w:rsidR="006D536C">
        <w:rPr>
          <w:lang w:val="ro-RO"/>
        </w:rPr>
        <w:t xml:space="preserve">30% </w:t>
      </w:r>
      <w:r w:rsidRPr="00505877">
        <w:rPr>
          <w:lang w:val="ro-RO"/>
        </w:rPr>
        <w:t>din cantitatea</w:t>
      </w:r>
      <w:r w:rsidR="006D536C">
        <w:rPr>
          <w:lang w:val="ro-RO"/>
        </w:rPr>
        <w:t xml:space="preserve"> minimă</w:t>
      </w:r>
      <w:r w:rsidRPr="00505877">
        <w:rPr>
          <w:lang w:val="ro-RO"/>
        </w:rPr>
        <w:t xml:space="preserve"> sau valoarea minimă prevăzută a fi contractată în temeiul prezentului Acord-cadru.</w:t>
      </w:r>
      <w:r w:rsidR="00060562">
        <w:rPr>
          <w:lang w:val="ro-RO"/>
        </w:rPr>
        <w:t xml:space="preserve"> </w:t>
      </w:r>
    </w:p>
    <w:p w14:paraId="030DD37D" w14:textId="388A20B0" w:rsidR="00505877" w:rsidRPr="00505877" w:rsidRDefault="00505877" w:rsidP="00505877">
      <w:pPr>
        <w:pStyle w:val="Level3"/>
        <w:rPr>
          <w:lang w:val="ro-RO"/>
        </w:rPr>
      </w:pPr>
      <w:r w:rsidRPr="00505877">
        <w:rPr>
          <w:lang w:val="ro-RO"/>
        </w:rPr>
        <w:t>Promitentul-Achizitor reziliază Acordul-cadru</w:t>
      </w:r>
      <w:r w:rsidR="006D536C">
        <w:rPr>
          <w:lang w:val="ro-RO"/>
        </w:rPr>
        <w:t xml:space="preserve"> </w:t>
      </w:r>
      <w:r w:rsidRPr="00505877">
        <w:rPr>
          <w:lang w:val="ro-RO"/>
        </w:rPr>
        <w:t>cu un Promitent-Furnizor în cazul în care acesta din urmă este responsabil pentru rezilierea unuia sau a mai multor contracte subsecvente, în măsura în care acestea reprezintă cel puțin 30% din cantitatea sau valoarea minimă prevăzută a fi contractată în temeiul prezentului Acord-</w:t>
      </w:r>
      <w:r w:rsidR="00607F0D">
        <w:rPr>
          <w:lang w:val="ro-RO"/>
        </w:rPr>
        <w:t>C</w:t>
      </w:r>
      <w:r w:rsidRPr="00505877">
        <w:rPr>
          <w:lang w:val="ro-RO"/>
        </w:rPr>
        <w:t>adru.</w:t>
      </w:r>
    </w:p>
    <w:p w14:paraId="5C9A34F3" w14:textId="173B88AE" w:rsidR="00505877" w:rsidRPr="00243E42" w:rsidRDefault="00505877" w:rsidP="00243E42">
      <w:pPr>
        <w:pStyle w:val="Level3"/>
        <w:rPr>
          <w:lang w:val="ro-RO"/>
        </w:rPr>
      </w:pPr>
      <w:r w:rsidRPr="00505877">
        <w:rPr>
          <w:lang w:val="ro-RO"/>
        </w:rPr>
        <w:t xml:space="preserve">Rezilierea </w:t>
      </w:r>
      <w:r w:rsidR="006D536C">
        <w:rPr>
          <w:lang w:val="ro-RO"/>
        </w:rPr>
        <w:t>Acordului-Cadru</w:t>
      </w:r>
      <w:r w:rsidR="00E33C4C">
        <w:rPr>
          <w:lang w:val="ro-RO"/>
        </w:rPr>
        <w:t>, în cazurile prevăzute la art. 6.5.1 și 6.5.2.</w:t>
      </w:r>
      <w:r w:rsidR="006D536C">
        <w:rPr>
          <w:lang w:val="ro-RO"/>
        </w:rPr>
        <w:t xml:space="preserve"> operează de plin drept, fără intervenția instanței, printr-o simplă notificare transmisă de către Promitentul-Achizitor Promitentului-Furnizor</w:t>
      </w:r>
      <w:r w:rsidRPr="00505877">
        <w:rPr>
          <w:lang w:val="ro-RO"/>
        </w:rPr>
        <w:t>.</w:t>
      </w:r>
      <w:r w:rsidR="00E71017">
        <w:rPr>
          <w:lang w:val="ro-RO"/>
        </w:rPr>
        <w:t xml:space="preserve"> Rezilierea Acordului-Cadru în privința unuia dintre Promitenții-Furnizori, nu produce efecte în privința celorlalte Părți. </w:t>
      </w:r>
    </w:p>
    <w:p w14:paraId="2BE6EDE2" w14:textId="77777777" w:rsidR="004144EB" w:rsidRPr="00505877" w:rsidRDefault="004144EB" w:rsidP="004144EB">
      <w:pPr>
        <w:pStyle w:val="Level3"/>
        <w:numPr>
          <w:ilvl w:val="0"/>
          <w:numId w:val="0"/>
        </w:numPr>
        <w:rPr>
          <w:lang w:val="ro-RO"/>
        </w:rPr>
      </w:pPr>
    </w:p>
    <w:p w14:paraId="61587D22" w14:textId="5163F9DB" w:rsidR="00505877" w:rsidRPr="00505877" w:rsidRDefault="008D5E4D" w:rsidP="00505877">
      <w:pPr>
        <w:pStyle w:val="Level1"/>
        <w:rPr>
          <w:lang w:val="ro-RO"/>
        </w:rPr>
      </w:pPr>
      <w:r>
        <w:rPr>
          <w:lang w:val="ro-RO"/>
        </w:rPr>
        <w:t>CAPITOLUL</w:t>
      </w:r>
      <w:r w:rsidR="00505877" w:rsidRPr="00505877">
        <w:rPr>
          <w:lang w:val="ro-RO"/>
        </w:rPr>
        <w:t xml:space="preserve"> 7 – DISPOZIȚII FINALE</w:t>
      </w:r>
    </w:p>
    <w:p w14:paraId="785F97A3" w14:textId="5A4DD67A" w:rsidR="00505877" w:rsidRPr="00505877" w:rsidRDefault="00505877" w:rsidP="00505877">
      <w:pPr>
        <w:pStyle w:val="Level2"/>
        <w:rPr>
          <w:lang w:val="ro-RO"/>
        </w:rPr>
      </w:pPr>
      <w:r w:rsidRPr="00505877">
        <w:rPr>
          <w:b/>
          <w:bCs/>
          <w:lang w:val="ro-RO"/>
        </w:rPr>
        <w:t>Insolvență și faliment</w:t>
      </w:r>
    </w:p>
    <w:p w14:paraId="481FEC4A" w14:textId="508E50DD" w:rsidR="00505877" w:rsidRPr="00505877" w:rsidRDefault="00505877" w:rsidP="00505877">
      <w:pPr>
        <w:pStyle w:val="Level3"/>
        <w:rPr>
          <w:lang w:val="ro-RO"/>
        </w:rPr>
      </w:pPr>
      <w:r w:rsidRPr="00505877">
        <w:rPr>
          <w:lang w:val="ro-RO"/>
        </w:rPr>
        <w:t>În cazul deschiderii unei proceduri generale de insolvență împotriva Promitentului-Furnizor, acesta are obligația de a notifica Promitentul-Achizitor în termen de 3 (trei) zile de la deschiderea procedurii.</w:t>
      </w:r>
    </w:p>
    <w:p w14:paraId="0BB8BEA2" w14:textId="769ECA7E" w:rsidR="00505877" w:rsidRPr="00505877" w:rsidRDefault="00505877" w:rsidP="00505877">
      <w:pPr>
        <w:pStyle w:val="Level3"/>
        <w:rPr>
          <w:lang w:val="ro-RO"/>
        </w:rPr>
      </w:pPr>
      <w:r w:rsidRPr="00505877">
        <w:rPr>
          <w:lang w:val="ro-RO"/>
        </w:rPr>
        <w:t xml:space="preserve">În cazul </w:t>
      </w:r>
      <w:r w:rsidR="00C93FCB">
        <w:rPr>
          <w:lang w:val="ro-RO"/>
        </w:rPr>
        <w:t>Asocierii de operatori economici</w:t>
      </w:r>
      <w:r w:rsidRPr="00505877">
        <w:rPr>
          <w:lang w:val="ro-RO"/>
        </w:rPr>
        <w:t>, Promitentul-Furnizor are obligația de a prezenta Promitentului-Achizitor în termen de 30 (treizeci) de zile de la notificare, o analiză detaliată referitoare la incidența deschiderii procedurii generale de faliment asupra Contractului Subsecvent și asupra livrărilor și de a propune măsuri, acționând ca un Promitentul-Furnizor diligent.</w:t>
      </w:r>
    </w:p>
    <w:p w14:paraId="497607F8" w14:textId="44CB4A7F" w:rsidR="00505877" w:rsidRPr="00505877" w:rsidRDefault="00505877" w:rsidP="00505877">
      <w:pPr>
        <w:pStyle w:val="Level3"/>
        <w:rPr>
          <w:lang w:val="ro-RO"/>
        </w:rPr>
      </w:pPr>
      <w:r w:rsidRPr="00505877">
        <w:rPr>
          <w:lang w:val="ro-RO"/>
        </w:rPr>
        <w:t>În cazul deschiderii unei proceduri generale de insolvență împotriva unui Sub</w:t>
      </w:r>
      <w:r w:rsidR="00047E3A">
        <w:rPr>
          <w:lang w:val="ro-RO"/>
        </w:rPr>
        <w:t>contractant</w:t>
      </w:r>
      <w:r w:rsidRPr="00505877">
        <w:rPr>
          <w:lang w:val="ro-RO"/>
        </w:rPr>
        <w:t xml:space="preserve">, unui terț – Asocierea de operatori economici, Promitentul-Furnizor are aceleași obligații </w:t>
      </w:r>
      <w:r w:rsidR="00B50B7D">
        <w:rPr>
          <w:lang w:val="ro-RO"/>
        </w:rPr>
        <w:t xml:space="preserve">stabilite </w:t>
      </w:r>
      <w:r w:rsidRPr="00505877">
        <w:rPr>
          <w:lang w:val="ro-RO"/>
        </w:rPr>
        <w:t>mai sus.</w:t>
      </w:r>
    </w:p>
    <w:p w14:paraId="501C9AFF" w14:textId="562FC295" w:rsidR="00505877" w:rsidRPr="00505877" w:rsidRDefault="00505877" w:rsidP="00505877">
      <w:pPr>
        <w:pStyle w:val="Level3"/>
        <w:rPr>
          <w:lang w:val="ro-RO"/>
        </w:rPr>
      </w:pPr>
      <w:r w:rsidRPr="00505877">
        <w:rPr>
          <w:lang w:val="ro-RO"/>
        </w:rPr>
        <w:t xml:space="preserve">În cazul în care Promitentul-Furnizor intră în stare de faliment, în proces de lichidare sau se află într-o situație care produce efecte similare, Promitentul-Furnizor este obligat să acționeze în același fel cum este stipulat la </w:t>
      </w:r>
      <w:r w:rsidR="00B50B7D">
        <w:rPr>
          <w:lang w:val="ro-RO"/>
        </w:rPr>
        <w:t>stabilite</w:t>
      </w:r>
      <w:r w:rsidRPr="00505877">
        <w:rPr>
          <w:lang w:val="ro-RO"/>
        </w:rPr>
        <w:t xml:space="preserve"> mai sus. </w:t>
      </w:r>
    </w:p>
    <w:p w14:paraId="7729EDA5" w14:textId="42B45475" w:rsidR="00505877" w:rsidRPr="00505877" w:rsidRDefault="00505877" w:rsidP="00505877">
      <w:pPr>
        <w:pStyle w:val="Level2"/>
        <w:rPr>
          <w:lang w:val="ro-RO"/>
        </w:rPr>
      </w:pPr>
      <w:r w:rsidRPr="00505877">
        <w:rPr>
          <w:b/>
          <w:bCs/>
          <w:lang w:val="ro-RO"/>
        </w:rPr>
        <w:t>Soluționarea litigiilor</w:t>
      </w:r>
    </w:p>
    <w:p w14:paraId="6C07E500" w14:textId="77777777" w:rsidR="00505877" w:rsidRPr="00505877" w:rsidRDefault="00505877" w:rsidP="00505877">
      <w:pPr>
        <w:pStyle w:val="Level3"/>
        <w:rPr>
          <w:lang w:val="ro-RO"/>
        </w:rPr>
      </w:pPr>
      <w:r w:rsidRPr="00505877">
        <w:rPr>
          <w:lang w:val="ro-RO"/>
        </w:rPr>
        <w:t>Părţile vor depune toate eforturile pentru a rezolva pe cale amiabilă, prin tratative directe, orice situație litigioasă apărută în legătură cu îndeplinirea Contractului Subsecvent.</w:t>
      </w:r>
    </w:p>
    <w:p w14:paraId="05E91748" w14:textId="77777777" w:rsidR="00505877" w:rsidRPr="00505877" w:rsidRDefault="00505877" w:rsidP="00505877">
      <w:pPr>
        <w:pStyle w:val="Level3"/>
        <w:rPr>
          <w:lang w:val="ro-RO"/>
        </w:rPr>
      </w:pPr>
      <w:r w:rsidRPr="00505877">
        <w:rPr>
          <w:lang w:val="ro-RO"/>
        </w:rPr>
        <w:t xml:space="preserve">În termen de maximum 5 (cinci) zile de la apariţia unui potențial litigiu, Părţile se vor notifica reciproc în scris asupra conduitei adoptate, precum şi cu privire la soluţiile </w:t>
      </w:r>
      <w:r w:rsidRPr="00505877">
        <w:rPr>
          <w:lang w:val="ro-RO"/>
        </w:rPr>
        <w:lastRenderedPageBreak/>
        <w:t xml:space="preserve">propuse pentru rezolvarea acestuia. Fiecare parte are obligaţia de a răspunde în termen de 5 (cinci) zile de la cererea transmisă de cealaltă Parte referitor la soluţionarea pe cale amiabilă a disputei. În cazul în care vor considera necesar, Părţile se pot întâlni în scopul soluţionării aspectelor divergente. </w:t>
      </w:r>
    </w:p>
    <w:p w14:paraId="5A2ED662" w14:textId="77777777" w:rsidR="00505877" w:rsidRPr="00505877" w:rsidRDefault="00505877" w:rsidP="00505877">
      <w:pPr>
        <w:pStyle w:val="Level3"/>
        <w:rPr>
          <w:lang w:val="ro-RO"/>
        </w:rPr>
      </w:pPr>
      <w:r w:rsidRPr="00505877">
        <w:rPr>
          <w:lang w:val="ro-RO"/>
        </w:rPr>
        <w:t>Dacă după 5 (cinci) zile de la începerea acestor tratative directe, Părţile nu reuşesc să rezolve în mod amiabil o divergenţă referitoare la Contractul Subsecvent, fiecare Parte poate solicita ca disputa să se soluţioneze de către instanţele judecătoreşti competente, potrivit dispozițiilor legale în vigoare.</w:t>
      </w:r>
    </w:p>
    <w:p w14:paraId="51E35467" w14:textId="58135041" w:rsidR="00505877" w:rsidRPr="00505877" w:rsidRDefault="00505877" w:rsidP="00505877">
      <w:pPr>
        <w:pStyle w:val="Level3"/>
        <w:rPr>
          <w:lang w:val="ro-RO"/>
        </w:rPr>
      </w:pPr>
      <w:r w:rsidRPr="00505877">
        <w:rPr>
          <w:lang w:val="ro-RO"/>
        </w:rPr>
        <w:t xml:space="preserve">Fără a afecta prevederile de mai sus, pe perioada soluționării disputelor, Promitentul-Furnizor este obligat să continue </w:t>
      </w:r>
      <w:r w:rsidR="00CB3C84">
        <w:rPr>
          <w:lang w:val="ro-RO"/>
        </w:rPr>
        <w:t>livrarea produselor</w:t>
      </w:r>
      <w:r w:rsidRPr="00505877">
        <w:rPr>
          <w:lang w:val="ro-RO"/>
        </w:rPr>
        <w:t xml:space="preserve"> astfel cum este stabilit prin </w:t>
      </w:r>
      <w:r w:rsidR="003C7BBE">
        <w:rPr>
          <w:lang w:val="ro-RO"/>
        </w:rPr>
        <w:t>Acordul-</w:t>
      </w:r>
      <w:r w:rsidR="00CB3C84">
        <w:rPr>
          <w:lang w:val="ro-RO"/>
        </w:rPr>
        <w:t>Cadru</w:t>
      </w:r>
      <w:r w:rsidRPr="00505877">
        <w:rPr>
          <w:lang w:val="ro-RO"/>
        </w:rPr>
        <w:t>. În situația nerespectării acestei obligații, Promitentul-Achizitor este îndreptățit la despăgubiri pentru neexecutarea obligațiilor contractuale.</w:t>
      </w:r>
    </w:p>
    <w:p w14:paraId="1B18F28F" w14:textId="77777777" w:rsidR="00505877" w:rsidRPr="00505877" w:rsidRDefault="00505877" w:rsidP="00505877">
      <w:pPr>
        <w:pStyle w:val="Body2"/>
        <w:rPr>
          <w:lang w:val="ro-RO"/>
        </w:rPr>
      </w:pPr>
    </w:p>
    <w:p w14:paraId="5F895525" w14:textId="01C68C9A" w:rsidR="00C921B2" w:rsidRPr="00505877" w:rsidRDefault="00505877" w:rsidP="009C568E">
      <w:pPr>
        <w:pStyle w:val="Body"/>
        <w:rPr>
          <w:lang w:val="ro-RO"/>
        </w:rPr>
      </w:pPr>
      <w:r w:rsidRPr="00505877">
        <w:rPr>
          <w:lang w:val="ro-RO"/>
        </w:rPr>
        <w:t>Prezentul Acord-Cadru a fost încheiat în […] exemplare originale, câte unul pentru fiecare parte.</w:t>
      </w:r>
    </w:p>
    <w:tbl>
      <w:tblPr>
        <w:tblStyle w:val="TableGrid"/>
        <w:tblW w:w="0" w:type="auto"/>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0"/>
        <w:gridCol w:w="4331"/>
      </w:tblGrid>
      <w:tr w:rsidR="00505877" w:rsidRPr="00505877" w14:paraId="01ACEB7F" w14:textId="77777777" w:rsidTr="00505877">
        <w:trPr>
          <w:trHeight w:val="599"/>
        </w:trPr>
        <w:tc>
          <w:tcPr>
            <w:tcW w:w="3710" w:type="dxa"/>
          </w:tcPr>
          <w:p w14:paraId="1E5FC5FB" w14:textId="159E13E5" w:rsidR="00505877" w:rsidRPr="00505877" w:rsidRDefault="00505877" w:rsidP="00505877">
            <w:pPr>
              <w:pStyle w:val="Body"/>
              <w:rPr>
                <w:b/>
                <w:bCs/>
                <w:lang w:val="ro-RO"/>
              </w:rPr>
            </w:pPr>
            <w:r w:rsidRPr="00505877">
              <w:rPr>
                <w:b/>
                <w:bCs/>
                <w:lang w:val="ro-RO"/>
              </w:rPr>
              <w:t>PROMITENTUL-ACHIZITOR</w:t>
            </w:r>
          </w:p>
        </w:tc>
        <w:tc>
          <w:tcPr>
            <w:tcW w:w="4331" w:type="dxa"/>
          </w:tcPr>
          <w:p w14:paraId="5B3B0147" w14:textId="16301D45" w:rsidR="00505877" w:rsidRPr="00505877" w:rsidRDefault="00505877" w:rsidP="00505877">
            <w:pPr>
              <w:pStyle w:val="Body"/>
              <w:jc w:val="right"/>
              <w:rPr>
                <w:b/>
                <w:bCs/>
                <w:lang w:val="ro-RO"/>
              </w:rPr>
            </w:pPr>
            <w:r w:rsidRPr="00505877">
              <w:rPr>
                <w:b/>
                <w:bCs/>
                <w:lang w:val="ro-RO"/>
              </w:rPr>
              <w:t>PROMITENTUL-FURNIZOR</w:t>
            </w:r>
          </w:p>
        </w:tc>
      </w:tr>
      <w:tr w:rsidR="00505877" w:rsidRPr="00505877" w14:paraId="1AF4A564" w14:textId="77777777" w:rsidTr="00505877">
        <w:tc>
          <w:tcPr>
            <w:tcW w:w="3710" w:type="dxa"/>
          </w:tcPr>
          <w:p w14:paraId="61D30D6C" w14:textId="59DFC4D5" w:rsidR="00505877" w:rsidRPr="00505877" w:rsidRDefault="00505877" w:rsidP="00505877">
            <w:pPr>
              <w:pStyle w:val="Body"/>
              <w:rPr>
                <w:b/>
                <w:bCs/>
                <w:lang w:val="ro-RO"/>
              </w:rPr>
            </w:pPr>
            <w:r w:rsidRPr="00505877">
              <w:rPr>
                <w:b/>
                <w:bCs/>
                <w:lang w:val="ro-RO"/>
              </w:rPr>
              <w:t>_____________</w:t>
            </w:r>
          </w:p>
        </w:tc>
        <w:tc>
          <w:tcPr>
            <w:tcW w:w="4331" w:type="dxa"/>
          </w:tcPr>
          <w:p w14:paraId="78B6E178" w14:textId="77777777" w:rsidR="00505877" w:rsidRPr="00505877" w:rsidRDefault="00505877" w:rsidP="00505877">
            <w:pPr>
              <w:pStyle w:val="Body"/>
              <w:jc w:val="right"/>
              <w:rPr>
                <w:b/>
                <w:bCs/>
                <w:lang w:val="ro-RO"/>
              </w:rPr>
            </w:pPr>
            <w:r w:rsidRPr="00505877">
              <w:rPr>
                <w:b/>
                <w:bCs/>
                <w:lang w:val="ro-RO"/>
              </w:rPr>
              <w:t>______________</w:t>
            </w:r>
          </w:p>
        </w:tc>
      </w:tr>
    </w:tbl>
    <w:p w14:paraId="390C8ED1" w14:textId="77777777" w:rsidR="00505877" w:rsidRPr="00505877" w:rsidRDefault="00505877" w:rsidP="009C568E">
      <w:pPr>
        <w:pStyle w:val="Body"/>
        <w:rPr>
          <w:lang w:val="ro-RO"/>
        </w:rPr>
      </w:pPr>
    </w:p>
    <w:p w14:paraId="3294563E" w14:textId="77777777" w:rsidR="00C921B2" w:rsidRPr="00505877" w:rsidRDefault="00C921B2" w:rsidP="009C568E">
      <w:pPr>
        <w:pStyle w:val="Body"/>
        <w:rPr>
          <w:lang w:val="ro-RO"/>
        </w:rPr>
      </w:pPr>
    </w:p>
    <w:p w14:paraId="7FBD4E47" w14:textId="77777777" w:rsidR="00C921B2" w:rsidRPr="00505877" w:rsidRDefault="00C921B2" w:rsidP="009C568E">
      <w:pPr>
        <w:pStyle w:val="Body"/>
        <w:rPr>
          <w:lang w:val="ro-RO"/>
        </w:rPr>
      </w:pPr>
    </w:p>
    <w:p w14:paraId="1C70FE1E" w14:textId="77777777" w:rsidR="00C921B2" w:rsidRPr="00505877" w:rsidRDefault="00C921B2" w:rsidP="009C568E">
      <w:pPr>
        <w:pStyle w:val="Body"/>
        <w:rPr>
          <w:lang w:val="ro-RO"/>
        </w:rPr>
      </w:pPr>
    </w:p>
    <w:p w14:paraId="283F6ABB" w14:textId="77777777" w:rsidR="0074253C" w:rsidRDefault="0074253C" w:rsidP="009C568E">
      <w:pPr>
        <w:pStyle w:val="Body"/>
        <w:rPr>
          <w:lang w:val="ro-RO"/>
        </w:rPr>
        <w:sectPr w:rsidR="0074253C" w:rsidSect="000E7A9E">
          <w:headerReference w:type="default" r:id="rId9"/>
          <w:headerReference w:type="first" r:id="rId10"/>
          <w:footerReference w:type="first" r:id="rId11"/>
          <w:pgSz w:w="11907" w:h="16839" w:code="9"/>
          <w:pgMar w:top="1134" w:right="1588" w:bottom="1134" w:left="1588" w:header="576" w:footer="671" w:gutter="0"/>
          <w:cols w:space="708"/>
          <w:titlePg/>
          <w:docGrid w:linePitch="360"/>
        </w:sectPr>
      </w:pPr>
    </w:p>
    <w:p w14:paraId="25D9DF6D" w14:textId="77777777" w:rsidR="0074253C" w:rsidRPr="006A0D94" w:rsidRDefault="0074253C" w:rsidP="0074253C">
      <w:pPr>
        <w:pStyle w:val="Body"/>
        <w:jc w:val="center"/>
        <w:rPr>
          <w:b/>
          <w:bCs/>
          <w:lang w:val="ro-RO"/>
        </w:rPr>
      </w:pPr>
      <w:r w:rsidRPr="006A0D94">
        <w:rPr>
          <w:b/>
          <w:bCs/>
          <w:lang w:val="ro-RO"/>
        </w:rPr>
        <w:lastRenderedPageBreak/>
        <w:t>MODEL</w:t>
      </w:r>
    </w:p>
    <w:p w14:paraId="325D1E0F" w14:textId="77777777" w:rsidR="0074253C" w:rsidRPr="006A0D94" w:rsidRDefault="0074253C" w:rsidP="0074253C">
      <w:pPr>
        <w:pStyle w:val="Body"/>
        <w:jc w:val="center"/>
        <w:rPr>
          <w:b/>
          <w:bCs/>
          <w:lang w:val="ro-RO"/>
        </w:rPr>
      </w:pPr>
      <w:r w:rsidRPr="006A0D94">
        <w:rPr>
          <w:b/>
          <w:bCs/>
          <w:lang w:val="ro-RO"/>
        </w:rPr>
        <w:t>CONTRACT SUBSECVENT</w:t>
      </w:r>
    </w:p>
    <w:p w14:paraId="3956E789" w14:textId="77777777" w:rsidR="0074253C" w:rsidRPr="006A0D94" w:rsidRDefault="0074253C" w:rsidP="0074253C">
      <w:pPr>
        <w:pStyle w:val="Body"/>
        <w:jc w:val="center"/>
        <w:rPr>
          <w:b/>
          <w:bCs/>
          <w:lang w:val="ro-RO"/>
        </w:rPr>
      </w:pPr>
      <w:r w:rsidRPr="006A0D94">
        <w:rPr>
          <w:b/>
          <w:bCs/>
          <w:lang w:val="ro-RO"/>
        </w:rPr>
        <w:t xml:space="preserve">Nr. </w:t>
      </w:r>
      <w:r>
        <w:rPr>
          <w:b/>
          <w:bCs/>
          <w:lang w:val="en-US"/>
        </w:rPr>
        <w:t>[</w:t>
      </w:r>
      <w:r>
        <w:rPr>
          <w:b/>
          <w:bCs/>
          <w:lang w:val="ro-RO"/>
        </w:rPr>
        <w:t>...</w:t>
      </w:r>
      <w:r w:rsidRPr="006A0D94">
        <w:rPr>
          <w:b/>
          <w:bCs/>
          <w:lang w:val="ro-RO"/>
        </w:rPr>
        <w:t>] / […]</w:t>
      </w:r>
    </w:p>
    <w:p w14:paraId="55FD548D" w14:textId="77777777" w:rsidR="0074253C" w:rsidRPr="006A0D94" w:rsidRDefault="0074253C" w:rsidP="0074253C">
      <w:pPr>
        <w:pStyle w:val="Body"/>
        <w:rPr>
          <w:lang w:val="ro-RO"/>
        </w:rPr>
      </w:pPr>
    </w:p>
    <w:p w14:paraId="72A180A2" w14:textId="77777777" w:rsidR="0074253C" w:rsidRPr="006A0D94" w:rsidRDefault="0074253C" w:rsidP="0074253C">
      <w:pPr>
        <w:pStyle w:val="Body"/>
        <w:rPr>
          <w:lang w:val="ro-RO"/>
        </w:rPr>
      </w:pPr>
      <w:r w:rsidRPr="006A0D94">
        <w:rPr>
          <w:lang w:val="ro-RO"/>
        </w:rPr>
        <w:t>Prezentul Contract de achiziție publică/sectorială de  produse, (denumit în continuare „</w:t>
      </w:r>
      <w:r w:rsidRPr="006A0D94">
        <w:rPr>
          <w:b/>
          <w:bCs/>
          <w:lang w:val="ro-RO"/>
        </w:rPr>
        <w:t>Contract</w:t>
      </w:r>
      <w:r w:rsidRPr="006A0D94">
        <w:rPr>
          <w:lang w:val="ro-RO"/>
        </w:rPr>
        <w:t xml:space="preserve">”), s-a încheiat având în vedere prevederile din </w:t>
      </w:r>
      <w:r w:rsidRPr="006A0D94">
        <w:rPr>
          <w:i/>
          <w:lang w:val="ro-RO"/>
        </w:rPr>
        <w:t>Legea nr. 98/2016 privind achizițiile publice (denumită în continuare „</w:t>
      </w:r>
      <w:r w:rsidRPr="006A0D94">
        <w:rPr>
          <w:b/>
          <w:bCs/>
          <w:i/>
          <w:lang w:val="ro-RO"/>
        </w:rPr>
        <w:t>Legea nr. 98/2016”</w:t>
      </w:r>
      <w:r w:rsidRPr="006A0D94">
        <w:rPr>
          <w:i/>
          <w:lang w:val="ro-RO"/>
        </w:rPr>
        <w:t>) / Legea nr. 99/2016 privind achizițiile sectoriale (denumită în continuare „</w:t>
      </w:r>
      <w:r w:rsidRPr="006A0D94">
        <w:rPr>
          <w:b/>
          <w:bCs/>
          <w:i/>
          <w:lang w:val="ro-RO"/>
        </w:rPr>
        <w:t>Legea nr. 99/2016</w:t>
      </w:r>
      <w:r w:rsidRPr="006A0D94">
        <w:rPr>
          <w:i/>
          <w:lang w:val="ro-RO"/>
        </w:rPr>
        <w:t>”),</w:t>
      </w:r>
      <w:r w:rsidRPr="006A0D94">
        <w:rPr>
          <w:lang w:val="ro-RO"/>
        </w:rPr>
        <w:t xml:space="preserve"> precum și orice alte prevederi legale emise în aplicarea acesteia</w:t>
      </w:r>
    </w:p>
    <w:p w14:paraId="38D0B7C5" w14:textId="77777777" w:rsidR="0074253C" w:rsidRPr="006A0D94" w:rsidRDefault="0074253C" w:rsidP="0074253C">
      <w:pPr>
        <w:pStyle w:val="Body"/>
        <w:rPr>
          <w:lang w:val="ro-RO"/>
        </w:rPr>
      </w:pPr>
      <w:r w:rsidRPr="006A0D94">
        <w:rPr>
          <w:lang w:val="ro-RO"/>
        </w:rPr>
        <w:t xml:space="preserve">încheiat în data de </w:t>
      </w:r>
      <w:r w:rsidRPr="006A0D94">
        <w:rPr>
          <w:i/>
          <w:iCs/>
          <w:lang w:val="ro-RO"/>
        </w:rPr>
        <w:t>[zz/ll/aaaa]</w:t>
      </w:r>
      <w:r w:rsidRPr="006A0D94">
        <w:rPr>
          <w:lang w:val="ro-RO"/>
        </w:rPr>
        <w:t>, între</w:t>
      </w:r>
    </w:p>
    <w:p w14:paraId="3A26D037" w14:textId="77777777" w:rsidR="0074253C" w:rsidRPr="006A0D94" w:rsidRDefault="0074253C" w:rsidP="0074253C">
      <w:pPr>
        <w:pStyle w:val="Body"/>
        <w:rPr>
          <w:lang w:val="ro-RO"/>
        </w:rPr>
      </w:pPr>
    </w:p>
    <w:p w14:paraId="7E0EAB0A" w14:textId="2852598B" w:rsidR="0074253C" w:rsidRPr="006A0D94" w:rsidRDefault="0074253C" w:rsidP="008D5E4D">
      <w:pPr>
        <w:pStyle w:val="ListNumbers"/>
        <w:numPr>
          <w:ilvl w:val="0"/>
          <w:numId w:val="0"/>
        </w:numPr>
        <w:ind w:left="680"/>
        <w:rPr>
          <w:lang w:val="ro-RO"/>
        </w:rPr>
      </w:pPr>
      <w:r w:rsidRPr="006A0D94">
        <w:rPr>
          <w:b/>
          <w:bCs/>
          <w:lang w:val="ro-RO"/>
        </w:rPr>
        <w:t xml:space="preserve">Părțile </w:t>
      </w:r>
      <w:r w:rsidR="00AE2224">
        <w:rPr>
          <w:b/>
          <w:bCs/>
          <w:lang w:val="ro-RO"/>
        </w:rPr>
        <w:t>C</w:t>
      </w:r>
      <w:r w:rsidRPr="006A0D94">
        <w:rPr>
          <w:b/>
          <w:bCs/>
          <w:lang w:val="ro-RO"/>
        </w:rPr>
        <w:t xml:space="preserve">ontractului </w:t>
      </w:r>
      <w:r w:rsidR="00AE2224">
        <w:rPr>
          <w:b/>
          <w:bCs/>
          <w:lang w:val="ro-RO"/>
        </w:rPr>
        <w:t>S</w:t>
      </w:r>
      <w:r w:rsidRPr="006A0D94">
        <w:rPr>
          <w:b/>
          <w:bCs/>
          <w:lang w:val="ro-RO"/>
        </w:rPr>
        <w:t>ubsecvent</w:t>
      </w:r>
    </w:p>
    <w:p w14:paraId="13C48F67" w14:textId="5732C705" w:rsidR="0074253C" w:rsidRPr="00F304AB" w:rsidRDefault="0074253C" w:rsidP="0074253C">
      <w:pPr>
        <w:pStyle w:val="Parties"/>
        <w:rPr>
          <w:bCs/>
          <w:lang w:val="ro-RO"/>
        </w:rPr>
      </w:pPr>
      <w:r w:rsidRPr="006A0D94">
        <w:rPr>
          <w:b/>
          <w:bCs/>
          <w:lang w:val="ro-RO"/>
        </w:rPr>
        <w:t>[…]</w:t>
      </w:r>
      <w:r w:rsidRPr="006A0D94">
        <w:rPr>
          <w:lang w:val="ro-RO"/>
        </w:rPr>
        <w:t xml:space="preserve"> cu sediul în […] și adresă de corespondență în […], cod fiscal […], cont Trezoreria Statului […], </w:t>
      </w:r>
      <w:r w:rsidRPr="006A0D94">
        <w:rPr>
          <w:bCs/>
          <w:lang w:val="ro-RO"/>
        </w:rPr>
        <w:t>reprezentat prin […],</w:t>
      </w:r>
      <w:r w:rsidRPr="006A0D94">
        <w:rPr>
          <w:lang w:val="ro-RO"/>
        </w:rPr>
        <w:t xml:space="preserve"> în calitate de </w:t>
      </w:r>
      <w:r w:rsidRPr="006A0D94">
        <w:rPr>
          <w:b/>
          <w:lang w:val="ro-RO"/>
        </w:rPr>
        <w:t>parte la Acordul-cadru nr. […],</w:t>
      </w:r>
      <w:r w:rsidRPr="006A0D94">
        <w:rPr>
          <w:lang w:val="ro-RO"/>
        </w:rPr>
        <w:t xml:space="preserve"> numit în continuare “</w:t>
      </w:r>
      <w:r w:rsidRPr="006A0D94">
        <w:rPr>
          <w:b/>
          <w:bCs/>
          <w:lang w:val="ro-RO"/>
        </w:rPr>
        <w:t>A</w:t>
      </w:r>
      <w:r w:rsidR="00A9606D">
        <w:rPr>
          <w:b/>
          <w:bCs/>
          <w:lang w:val="ro-RO"/>
        </w:rPr>
        <w:t>utoritate/entitate contractantă</w:t>
      </w:r>
      <w:r w:rsidRPr="006A0D94">
        <w:rPr>
          <w:lang w:val="ro-RO"/>
        </w:rPr>
        <w:t xml:space="preserve">”, </w:t>
      </w:r>
      <w:r w:rsidRPr="006A0D94">
        <w:rPr>
          <w:bCs/>
          <w:lang w:val="ro-RO"/>
        </w:rPr>
        <w:t>pe de o parte</w:t>
      </w:r>
    </w:p>
    <w:p w14:paraId="76BE2421" w14:textId="77777777" w:rsidR="0074253C" w:rsidRPr="006A0D94" w:rsidRDefault="0074253C" w:rsidP="0074253C">
      <w:pPr>
        <w:pStyle w:val="Body"/>
        <w:rPr>
          <w:bCs/>
          <w:lang w:val="ro-RO"/>
        </w:rPr>
      </w:pPr>
      <w:r>
        <w:rPr>
          <w:bCs/>
          <w:lang w:val="ro-RO"/>
        </w:rPr>
        <w:t>ș</w:t>
      </w:r>
      <w:r w:rsidRPr="006A0D94">
        <w:rPr>
          <w:bCs/>
          <w:lang w:val="ro-RO"/>
        </w:rPr>
        <w:t>i</w:t>
      </w:r>
    </w:p>
    <w:p w14:paraId="777CEB4A" w14:textId="77777777" w:rsidR="0074253C" w:rsidRPr="00F304AB" w:rsidRDefault="0074253C" w:rsidP="0074253C">
      <w:pPr>
        <w:pStyle w:val="Parties"/>
        <w:rPr>
          <w:lang w:val="ro-RO"/>
        </w:rPr>
      </w:pPr>
      <w:r w:rsidRPr="006A0D94">
        <w:rPr>
          <w:b/>
          <w:lang w:val="ro-RO"/>
        </w:rPr>
        <w:t xml:space="preserve">S.C. […] </w:t>
      </w:r>
      <w:r w:rsidRPr="006A0D94">
        <w:rPr>
          <w:bCs/>
          <w:lang w:val="ro-RO"/>
        </w:rPr>
        <w:t>cu sediul în […], nr. de înregistrare în Registrul Comerțului, telefon […], fax […], având CIF […], cont IBAN […] deschis la […]</w:t>
      </w:r>
      <w:r w:rsidRPr="006A0D94">
        <w:rPr>
          <w:lang w:val="ro-RO"/>
        </w:rPr>
        <w:t xml:space="preserve">, </w:t>
      </w:r>
      <w:r w:rsidRPr="006A0D94">
        <w:rPr>
          <w:bCs/>
          <w:lang w:val="ro-RO"/>
        </w:rPr>
        <w:t xml:space="preserve">reprezentată prin […], având </w:t>
      </w:r>
      <w:r w:rsidRPr="006A0D94">
        <w:rPr>
          <w:lang w:val="ro-RO"/>
        </w:rPr>
        <w:t>funcția</w:t>
      </w:r>
      <w:r w:rsidRPr="006A0D94">
        <w:rPr>
          <w:b/>
          <w:bCs/>
          <w:lang w:val="ro-RO"/>
        </w:rPr>
        <w:t xml:space="preserve"> </w:t>
      </w:r>
      <w:r w:rsidRPr="006A0D94">
        <w:rPr>
          <w:bCs/>
          <w:lang w:val="ro-RO"/>
        </w:rPr>
        <w:t>[…]</w:t>
      </w:r>
      <w:r w:rsidRPr="006A0D94">
        <w:rPr>
          <w:b/>
          <w:bCs/>
          <w:lang w:val="ro-RO"/>
        </w:rPr>
        <w:t>,</w:t>
      </w:r>
      <w:r w:rsidRPr="006A0D94">
        <w:rPr>
          <w:bCs/>
          <w:lang w:val="ro-RO"/>
        </w:rPr>
        <w:t xml:space="preserve"> în calitate de Promitent-Furnizor </w:t>
      </w:r>
      <w:r w:rsidRPr="006A0D94">
        <w:rPr>
          <w:b/>
          <w:lang w:val="ro-RO"/>
        </w:rPr>
        <w:t xml:space="preserve">în Acordul-cadru nr. […], </w:t>
      </w:r>
      <w:r w:rsidRPr="006A0D94">
        <w:rPr>
          <w:lang w:val="ro-RO"/>
        </w:rPr>
        <w:t>numit în continuare “</w:t>
      </w:r>
      <w:r w:rsidRPr="006A0D94">
        <w:rPr>
          <w:b/>
          <w:bCs/>
          <w:lang w:val="ro-RO"/>
        </w:rPr>
        <w:t>Contractant</w:t>
      </w:r>
      <w:r w:rsidRPr="006A0D94">
        <w:rPr>
          <w:lang w:val="ro-RO"/>
        </w:rPr>
        <w:t>”,</w:t>
      </w:r>
    </w:p>
    <w:p w14:paraId="0E5B65E7" w14:textId="77777777" w:rsidR="0074253C" w:rsidRPr="006A0D94" w:rsidRDefault="0074253C" w:rsidP="0074253C">
      <w:pPr>
        <w:pStyle w:val="Body"/>
        <w:rPr>
          <w:lang w:val="ro-RO"/>
        </w:rPr>
      </w:pPr>
      <w:r w:rsidRPr="006A0D94">
        <w:rPr>
          <w:lang w:val="ro-RO"/>
        </w:rPr>
        <w:t>Pe de altă parte,</w:t>
      </w:r>
    </w:p>
    <w:p w14:paraId="636117AC" w14:textId="77777777" w:rsidR="0074253C" w:rsidRPr="00F304AB" w:rsidRDefault="0074253C" w:rsidP="0074253C">
      <w:pPr>
        <w:pStyle w:val="Body"/>
        <w:rPr>
          <w:lang w:val="ro-RO"/>
        </w:rPr>
      </w:pPr>
      <w:r w:rsidRPr="006A0D94">
        <w:rPr>
          <w:lang w:val="ro-RO"/>
        </w:rPr>
        <w:t>Fiecare denumit în continuare ”Parte” și împreună ”Părți”;</w:t>
      </w:r>
    </w:p>
    <w:p w14:paraId="1D865CE1" w14:textId="77777777" w:rsidR="0074253C" w:rsidRPr="00F304AB" w:rsidRDefault="0074253C" w:rsidP="0074253C">
      <w:pPr>
        <w:pStyle w:val="Level3"/>
        <w:numPr>
          <w:ilvl w:val="0"/>
          <w:numId w:val="0"/>
        </w:numPr>
        <w:rPr>
          <w:lang w:val="ro-RO"/>
        </w:rPr>
      </w:pPr>
    </w:p>
    <w:p w14:paraId="72C866F4" w14:textId="2ABCEC53" w:rsidR="0074253C" w:rsidRPr="00FC4352" w:rsidRDefault="00243E42" w:rsidP="004E0269">
      <w:pPr>
        <w:pStyle w:val="Level1"/>
        <w:numPr>
          <w:ilvl w:val="0"/>
          <w:numId w:val="77"/>
        </w:numPr>
        <w:rPr>
          <w:lang w:val="ro-RO"/>
        </w:rPr>
      </w:pPr>
      <w:r>
        <w:rPr>
          <w:lang w:val="ro-RO"/>
        </w:rPr>
        <w:t>CAPITOLUL</w:t>
      </w:r>
      <w:r w:rsidR="0074253C" w:rsidRPr="00F66FB4">
        <w:rPr>
          <w:lang w:val="ro-RO"/>
        </w:rPr>
        <w:t xml:space="preserve"> </w:t>
      </w:r>
      <w:r w:rsidR="00AE2224">
        <w:rPr>
          <w:lang w:val="ro-RO"/>
        </w:rPr>
        <w:t>1</w:t>
      </w:r>
      <w:r w:rsidR="0074253C" w:rsidRPr="00F66FB4">
        <w:rPr>
          <w:lang w:val="ro-RO"/>
        </w:rPr>
        <w:t xml:space="preserve"> – A</w:t>
      </w:r>
      <w:r w:rsidR="002F0AF1">
        <w:rPr>
          <w:lang w:val="ro-RO"/>
        </w:rPr>
        <w:t>SPECTE GENERALE REFERITOARE LA OBIECTUL CONTRACTULUI SUBSECVENT</w:t>
      </w:r>
    </w:p>
    <w:p w14:paraId="0D22866B" w14:textId="77777777" w:rsidR="0074253C" w:rsidRPr="006A0D94" w:rsidRDefault="0074253C" w:rsidP="0074253C">
      <w:pPr>
        <w:pStyle w:val="Level2"/>
        <w:rPr>
          <w:lang w:val="ro-RO"/>
        </w:rPr>
      </w:pPr>
      <w:r w:rsidRPr="006A0D94">
        <w:rPr>
          <w:b/>
          <w:bCs/>
          <w:lang w:val="ro-RO"/>
        </w:rPr>
        <w:t>Obiectul și scopul Contractului Subsecvent</w:t>
      </w:r>
    </w:p>
    <w:p w14:paraId="008B8061" w14:textId="1932B5E0" w:rsidR="0074253C" w:rsidRDefault="0074253C" w:rsidP="0074253C">
      <w:pPr>
        <w:pStyle w:val="Level3"/>
        <w:rPr>
          <w:lang w:val="ro-RO"/>
        </w:rPr>
      </w:pPr>
      <w:r w:rsidRPr="006A0D94">
        <w:rPr>
          <w:lang w:val="ro-RO"/>
        </w:rPr>
        <w:t>Obiectul prezentului Contract îl reprezintă furnizarea [</w:t>
      </w:r>
      <w:r w:rsidRPr="006A0D94">
        <w:rPr>
          <w:i/>
          <w:iCs/>
          <w:lang w:val="ro-RO"/>
        </w:rPr>
        <w:t>denumirea produselor ce urmează a fi furnizate</w:t>
      </w:r>
      <w:r w:rsidRPr="006A0D94">
        <w:rPr>
          <w:lang w:val="ro-RO"/>
        </w:rPr>
        <w:t>], denumite în continuare Produse, pe care Contractantul se obligă să le furnizeze în conformitate cu prevederile din acordul-cadru, prezentul contract, Caietul de sarcini, Propunerea tehnică și propunerea financiară.</w:t>
      </w:r>
    </w:p>
    <w:p w14:paraId="1FE3A712" w14:textId="77777777" w:rsidR="00E33C4C" w:rsidRDefault="00E33C4C" w:rsidP="00E33C4C">
      <w:pPr>
        <w:pStyle w:val="Level3"/>
        <w:rPr>
          <w:lang w:val="ro-RO"/>
        </w:rPr>
      </w:pPr>
      <w:r>
        <w:rPr>
          <w:lang w:val="ro-RO"/>
        </w:rPr>
        <w:t>Cantitatea produselor care urmează a fi livrată în baza contractului subsecvent este de:  ……………….  ……………;</w:t>
      </w:r>
    </w:p>
    <w:p w14:paraId="7B8D2E3C" w14:textId="77777777" w:rsidR="00E33C4C" w:rsidRDefault="00E33C4C" w:rsidP="00E33C4C">
      <w:pPr>
        <w:pStyle w:val="Level3"/>
        <w:numPr>
          <w:ilvl w:val="0"/>
          <w:numId w:val="0"/>
        </w:numPr>
        <w:ind w:left="1361"/>
        <w:rPr>
          <w:rFonts w:cs="Arial"/>
          <w:szCs w:val="20"/>
          <w:lang w:val="ro-RO"/>
        </w:rPr>
      </w:pPr>
      <w:r>
        <w:rPr>
          <w:rFonts w:cs="Arial"/>
          <w:i/>
          <w:szCs w:val="20"/>
          <w:lang w:val="ro-RO"/>
        </w:rPr>
        <w:t>(se va completa la semnarea contractului subsecvent cantitatea care va fi livrată).</w:t>
      </w:r>
    </w:p>
    <w:p w14:paraId="7233A5AF" w14:textId="77777777" w:rsidR="00E33C4C" w:rsidRDefault="00E33C4C" w:rsidP="00E33C4C">
      <w:pPr>
        <w:pStyle w:val="Level3"/>
        <w:rPr>
          <w:lang w:val="ro-RO"/>
        </w:rPr>
      </w:pPr>
      <w:r>
        <w:rPr>
          <w:lang w:val="ro-RO"/>
        </w:rPr>
        <w:t>Contractantul</w:t>
      </w:r>
      <w:r>
        <w:rPr>
          <w:spacing w:val="-17"/>
          <w:lang w:val="ro-RO"/>
        </w:rPr>
        <w:t xml:space="preserve"> </w:t>
      </w:r>
      <w:r>
        <w:rPr>
          <w:lang w:val="ro-RO"/>
        </w:rPr>
        <w:t>se</w:t>
      </w:r>
      <w:r>
        <w:rPr>
          <w:spacing w:val="-15"/>
          <w:lang w:val="ro-RO"/>
        </w:rPr>
        <w:t xml:space="preserve"> </w:t>
      </w:r>
      <w:r>
        <w:rPr>
          <w:lang w:val="ro-RO"/>
        </w:rPr>
        <w:t>obligă</w:t>
      </w:r>
      <w:r>
        <w:rPr>
          <w:spacing w:val="-18"/>
          <w:lang w:val="ro-RO"/>
        </w:rPr>
        <w:t xml:space="preserve"> </w:t>
      </w:r>
      <w:r>
        <w:rPr>
          <w:lang w:val="ro-RO"/>
        </w:rPr>
        <w:t>să</w:t>
      </w:r>
      <w:r>
        <w:rPr>
          <w:spacing w:val="-13"/>
          <w:lang w:val="ro-RO"/>
        </w:rPr>
        <w:t xml:space="preserve"> </w:t>
      </w:r>
      <w:r>
        <w:rPr>
          <w:lang w:val="ro-RO"/>
        </w:rPr>
        <w:t>furnizeze</w:t>
      </w:r>
      <w:r>
        <w:rPr>
          <w:spacing w:val="-15"/>
          <w:lang w:val="ro-RO"/>
        </w:rPr>
        <w:t xml:space="preserve"> </w:t>
      </w:r>
      <w:r>
        <w:rPr>
          <w:lang w:val="ro-RO"/>
        </w:rPr>
        <w:t>produsele</w:t>
      </w:r>
      <w:r>
        <w:rPr>
          <w:spacing w:val="-16"/>
          <w:lang w:val="ro-RO"/>
        </w:rPr>
        <w:t xml:space="preserve"> </w:t>
      </w:r>
      <w:r>
        <w:rPr>
          <w:lang w:val="ro-RO"/>
        </w:rPr>
        <w:t>la</w:t>
      </w:r>
      <w:r>
        <w:rPr>
          <w:spacing w:val="-16"/>
          <w:lang w:val="ro-RO"/>
        </w:rPr>
        <w:t xml:space="preserve"> </w:t>
      </w:r>
      <w:r>
        <w:rPr>
          <w:lang w:val="ro-RO"/>
        </w:rPr>
        <w:t>adresa/adresele</w:t>
      </w:r>
      <w:r>
        <w:rPr>
          <w:spacing w:val="-17"/>
          <w:lang w:val="ro-RO"/>
        </w:rPr>
        <w:t xml:space="preserve"> </w:t>
      </w:r>
      <w:r>
        <w:rPr>
          <w:lang w:val="ro-RO"/>
        </w:rPr>
        <w:t>de</w:t>
      </w:r>
      <w:r>
        <w:rPr>
          <w:spacing w:val="-14"/>
          <w:lang w:val="ro-RO"/>
        </w:rPr>
        <w:t xml:space="preserve"> </w:t>
      </w:r>
      <w:r>
        <w:rPr>
          <w:lang w:val="ro-RO"/>
        </w:rPr>
        <w:t>livrare după cum urmează:</w:t>
      </w:r>
    </w:p>
    <w:p w14:paraId="42682E60" w14:textId="77777777" w:rsidR="00E33C4C" w:rsidRDefault="00E33C4C" w:rsidP="00E33C4C">
      <w:pPr>
        <w:pStyle w:val="Level3"/>
        <w:numPr>
          <w:ilvl w:val="0"/>
          <w:numId w:val="0"/>
        </w:numPr>
        <w:ind w:left="1361"/>
        <w:rPr>
          <w:rFonts w:cs="Arial"/>
          <w:szCs w:val="20"/>
          <w:lang w:val="ro-RO"/>
        </w:rPr>
      </w:pPr>
      <w:r>
        <w:rPr>
          <w:rFonts w:cs="Arial"/>
          <w:szCs w:val="20"/>
          <w:lang w:val="ro-RO"/>
        </w:rPr>
        <w:t>……………….  ……………;</w:t>
      </w:r>
    </w:p>
    <w:p w14:paraId="31C7DFD5" w14:textId="77777777" w:rsidR="00E33C4C" w:rsidRDefault="00E33C4C" w:rsidP="00E33C4C">
      <w:pPr>
        <w:pStyle w:val="Level3"/>
        <w:numPr>
          <w:ilvl w:val="0"/>
          <w:numId w:val="0"/>
        </w:numPr>
        <w:ind w:left="1361"/>
        <w:rPr>
          <w:rFonts w:cs="Arial"/>
          <w:szCs w:val="20"/>
          <w:lang w:val="ro-RO"/>
        </w:rPr>
      </w:pPr>
      <w:r>
        <w:rPr>
          <w:rFonts w:cs="Arial"/>
          <w:i/>
          <w:szCs w:val="20"/>
          <w:lang w:val="ro-RO"/>
        </w:rPr>
        <w:t>(se va completa la semnarea contractului subsecvent adresa/adresele la care se va efectua livrarea)</w:t>
      </w:r>
    </w:p>
    <w:p w14:paraId="5BE2C8BE" w14:textId="77777777" w:rsidR="00E33C4C" w:rsidRDefault="00E33C4C" w:rsidP="00E33C4C">
      <w:pPr>
        <w:pStyle w:val="Level3"/>
        <w:rPr>
          <w:lang w:val="ro-RO"/>
        </w:rPr>
      </w:pPr>
      <w:r>
        <w:rPr>
          <w:lang w:val="ro-RO"/>
        </w:rPr>
        <w:t>Achizitorul se obligă să achiziţioneze produsele prevăzute la art. 1.1.1 şi să plătească preţul convenit la art. 1.1.5.</w:t>
      </w:r>
    </w:p>
    <w:p w14:paraId="263BFD1D" w14:textId="67B80C34" w:rsidR="00E33C4C" w:rsidRPr="006A0D94" w:rsidRDefault="00E33C4C" w:rsidP="00E33C4C">
      <w:pPr>
        <w:pStyle w:val="Level3"/>
        <w:rPr>
          <w:lang w:val="ro-RO"/>
        </w:rPr>
      </w:pPr>
      <w:r w:rsidRPr="000C5130">
        <w:rPr>
          <w:lang w:val="fr-BE"/>
        </w:rPr>
        <w:lastRenderedPageBreak/>
        <w:t>Valoarea contractului subsecvent aferentă produselor specificate la art. 6 din prezentul contract</w:t>
      </w:r>
      <w:r w:rsidRPr="000C5130">
        <w:rPr>
          <w:spacing w:val="-16"/>
          <w:lang w:val="fr-BE"/>
        </w:rPr>
        <w:t xml:space="preserve"> </w:t>
      </w:r>
      <w:r w:rsidRPr="000C5130">
        <w:rPr>
          <w:lang w:val="fr-BE"/>
        </w:rPr>
        <w:t>subsecvent,</w:t>
      </w:r>
      <w:r w:rsidRPr="000C5130">
        <w:rPr>
          <w:spacing w:val="-15"/>
          <w:lang w:val="fr-BE"/>
        </w:rPr>
        <w:t xml:space="preserve"> </w:t>
      </w:r>
      <w:r w:rsidRPr="000C5130">
        <w:rPr>
          <w:lang w:val="fr-BE"/>
        </w:rPr>
        <w:t>este</w:t>
      </w:r>
      <w:r w:rsidRPr="000C5130">
        <w:rPr>
          <w:spacing w:val="-15"/>
          <w:lang w:val="fr-BE"/>
        </w:rPr>
        <w:t xml:space="preserve"> </w:t>
      </w:r>
      <w:r w:rsidRPr="000C5130">
        <w:rPr>
          <w:lang w:val="fr-BE"/>
        </w:rPr>
        <w:t>de.................... lei</w:t>
      </w:r>
      <w:r w:rsidRPr="000C5130">
        <w:rPr>
          <w:spacing w:val="-15"/>
          <w:lang w:val="fr-BE"/>
        </w:rPr>
        <w:t xml:space="preserve"> </w:t>
      </w:r>
      <w:r w:rsidRPr="000C5130">
        <w:rPr>
          <w:lang w:val="fr-BE"/>
        </w:rPr>
        <w:t>fără</w:t>
      </w:r>
      <w:r w:rsidRPr="000C5130">
        <w:rPr>
          <w:spacing w:val="-14"/>
          <w:lang w:val="fr-BE"/>
        </w:rPr>
        <w:t xml:space="preserve"> </w:t>
      </w:r>
      <w:r w:rsidRPr="000C5130">
        <w:rPr>
          <w:lang w:val="fr-BE"/>
        </w:rPr>
        <w:t>T.V.A</w:t>
      </w:r>
      <w:r w:rsidRPr="000C5130">
        <w:rPr>
          <w:spacing w:val="-15"/>
          <w:lang w:val="fr-BE"/>
        </w:rPr>
        <w:t xml:space="preserve"> </w:t>
      </w:r>
      <w:r w:rsidRPr="000C5130">
        <w:rPr>
          <w:lang w:val="fr-BE"/>
        </w:rPr>
        <w:t>.,</w:t>
      </w:r>
      <w:r w:rsidRPr="000C5130">
        <w:rPr>
          <w:spacing w:val="-15"/>
          <w:lang w:val="fr-BE"/>
        </w:rPr>
        <w:t xml:space="preserve"> </w:t>
      </w:r>
      <w:r w:rsidRPr="000C5130">
        <w:rPr>
          <w:lang w:val="fr-BE"/>
        </w:rPr>
        <w:t>la</w:t>
      </w:r>
      <w:r w:rsidRPr="000C5130">
        <w:rPr>
          <w:spacing w:val="-12"/>
          <w:lang w:val="fr-BE"/>
        </w:rPr>
        <w:t xml:space="preserve"> </w:t>
      </w:r>
      <w:r w:rsidRPr="000C5130">
        <w:rPr>
          <w:lang w:val="fr-BE"/>
        </w:rPr>
        <w:t>care</w:t>
      </w:r>
      <w:r w:rsidRPr="000C5130">
        <w:rPr>
          <w:spacing w:val="-13"/>
          <w:lang w:val="fr-BE"/>
        </w:rPr>
        <w:t xml:space="preserve"> </w:t>
      </w:r>
      <w:r w:rsidRPr="000C5130">
        <w:rPr>
          <w:lang w:val="fr-BE"/>
        </w:rPr>
        <w:t>se</w:t>
      </w:r>
      <w:r w:rsidRPr="000C5130">
        <w:rPr>
          <w:spacing w:val="-12"/>
          <w:lang w:val="fr-BE"/>
        </w:rPr>
        <w:t xml:space="preserve"> </w:t>
      </w:r>
      <w:r w:rsidRPr="000C5130">
        <w:rPr>
          <w:lang w:val="fr-BE"/>
        </w:rPr>
        <w:t>adaugă</w:t>
      </w:r>
      <w:r w:rsidRPr="000C5130">
        <w:rPr>
          <w:spacing w:val="-12"/>
          <w:lang w:val="fr-BE"/>
        </w:rPr>
        <w:t xml:space="preserve"> </w:t>
      </w:r>
      <w:r w:rsidRPr="000C5130">
        <w:rPr>
          <w:lang w:val="fr-BE"/>
        </w:rPr>
        <w:t>TVA.</w:t>
      </w:r>
    </w:p>
    <w:p w14:paraId="49781C54" w14:textId="77777777" w:rsidR="00E33C4C" w:rsidRPr="006A0D94" w:rsidRDefault="00E33C4C" w:rsidP="00E33C4C">
      <w:pPr>
        <w:pStyle w:val="Level3"/>
        <w:numPr>
          <w:ilvl w:val="0"/>
          <w:numId w:val="0"/>
        </w:numPr>
        <w:rPr>
          <w:lang w:val="ro-RO"/>
        </w:rPr>
      </w:pPr>
    </w:p>
    <w:p w14:paraId="02C8C3FC" w14:textId="77777777" w:rsidR="0074253C" w:rsidRPr="006A0D94" w:rsidRDefault="0074253C" w:rsidP="0074253C">
      <w:pPr>
        <w:pStyle w:val="Level2"/>
        <w:rPr>
          <w:lang w:val="ro-RO"/>
        </w:rPr>
      </w:pPr>
      <w:r w:rsidRPr="006A0D94">
        <w:rPr>
          <w:b/>
          <w:bCs/>
          <w:lang w:val="ro-RO"/>
        </w:rPr>
        <w:t>Prețul Produselor și ajustarea prețului</w:t>
      </w:r>
    </w:p>
    <w:p w14:paraId="6B135D9B" w14:textId="77777777" w:rsidR="0074253C" w:rsidRPr="006A0D94" w:rsidRDefault="0074253C" w:rsidP="0074253C">
      <w:pPr>
        <w:pStyle w:val="Level3"/>
        <w:rPr>
          <w:lang w:val="ro-RO"/>
        </w:rPr>
      </w:pPr>
      <w:r w:rsidRPr="006A0D94">
        <w:rPr>
          <w:lang w:val="ro-RO"/>
        </w:rPr>
        <w:t>Prețul contractului este ferm.</w:t>
      </w:r>
    </w:p>
    <w:p w14:paraId="60FAFE73" w14:textId="213D0570" w:rsidR="0074253C" w:rsidRPr="006A0D94" w:rsidRDefault="0074253C" w:rsidP="0074253C">
      <w:pPr>
        <w:pStyle w:val="Level3"/>
        <w:rPr>
          <w:lang w:val="ro-RO"/>
        </w:rPr>
      </w:pPr>
      <w:r w:rsidRPr="006A0D94">
        <w:rPr>
          <w:lang w:val="ro-RO"/>
        </w:rPr>
        <w:t xml:space="preserve">Prețul se va ajusta conform mecanismului prevăzut </w:t>
      </w:r>
      <w:r w:rsidR="00896E89">
        <w:rPr>
          <w:lang w:val="ro-RO"/>
        </w:rPr>
        <w:t>în Acordul-Cadru.</w:t>
      </w:r>
    </w:p>
    <w:tbl>
      <w:tblPr>
        <w:tblStyle w:val="TableGrid"/>
        <w:tblW w:w="0" w:type="auto"/>
        <w:tblInd w:w="1361" w:type="dxa"/>
        <w:tblLook w:val="04A0" w:firstRow="1" w:lastRow="0" w:firstColumn="1" w:lastColumn="0" w:noHBand="0" w:noVBand="1"/>
      </w:tblPr>
      <w:tblGrid>
        <w:gridCol w:w="7360"/>
      </w:tblGrid>
      <w:tr w:rsidR="0074253C" w:rsidRPr="00F90E1C" w14:paraId="2274C1DF" w14:textId="77777777" w:rsidTr="004D220E">
        <w:tc>
          <w:tcPr>
            <w:tcW w:w="8721" w:type="dxa"/>
          </w:tcPr>
          <w:p w14:paraId="5691624B" w14:textId="04BC7125" w:rsidR="00AE2224" w:rsidRPr="00AE2224" w:rsidRDefault="0074253C" w:rsidP="00896E89">
            <w:pPr>
              <w:pStyle w:val="Body"/>
              <w:rPr>
                <w:i/>
                <w:iCs/>
                <w:lang w:val="ro-RO"/>
              </w:rPr>
            </w:pPr>
            <w:r w:rsidRPr="00F80A36">
              <w:rPr>
                <w:i/>
                <w:iCs/>
                <w:lang w:val="ro-RO"/>
              </w:rPr>
              <w:t xml:space="preserve">Clauzele referitoare la neajustarea prețului contractului ar trebui sa se regăsească doar in </w:t>
            </w:r>
            <w:r w:rsidR="00896E89">
              <w:rPr>
                <w:i/>
                <w:iCs/>
                <w:lang w:val="ro-RO"/>
              </w:rPr>
              <w:t>C</w:t>
            </w:r>
            <w:r w:rsidRPr="00F80A36">
              <w:rPr>
                <w:i/>
                <w:iCs/>
                <w:lang w:val="ro-RO"/>
              </w:rPr>
              <w:t xml:space="preserve">ontractele </w:t>
            </w:r>
            <w:r w:rsidR="00896E89">
              <w:rPr>
                <w:i/>
                <w:iCs/>
                <w:lang w:val="ro-RO"/>
              </w:rPr>
              <w:t xml:space="preserve">Subsecvente </w:t>
            </w:r>
            <w:r w:rsidRPr="00F80A36">
              <w:rPr>
                <w:i/>
                <w:iCs/>
                <w:lang w:val="ro-RO"/>
              </w:rPr>
              <w:t>cu o durata mai mica de 6 luni. Pentru contractele cu durata mai mare de 6 luni ar trebui sa se recomande folosirea unei formule de ajustare</w:t>
            </w:r>
            <w:r w:rsidR="00CB3C84">
              <w:rPr>
                <w:i/>
                <w:iCs/>
                <w:lang w:val="ro-RO"/>
              </w:rPr>
              <w:t>.</w:t>
            </w:r>
            <w:r w:rsidR="00896E89">
              <w:rPr>
                <w:i/>
                <w:iCs/>
                <w:lang w:val="ro-RO"/>
              </w:rPr>
              <w:t>.</w:t>
            </w:r>
            <w:r w:rsidR="00AE2224">
              <w:rPr>
                <w:i/>
                <w:iCs/>
                <w:lang w:val="ro-RO"/>
              </w:rPr>
              <w:t xml:space="preserve"> </w:t>
            </w:r>
          </w:p>
        </w:tc>
      </w:tr>
    </w:tbl>
    <w:p w14:paraId="743E4DB1" w14:textId="77777777" w:rsidR="0074253C" w:rsidRPr="006A0D94" w:rsidRDefault="0074253C" w:rsidP="0002020F">
      <w:pPr>
        <w:pStyle w:val="Body3"/>
        <w:ind w:left="0"/>
        <w:rPr>
          <w:lang w:val="ro-RO"/>
        </w:rPr>
      </w:pPr>
    </w:p>
    <w:p w14:paraId="15377CA9" w14:textId="4C4D5283" w:rsidR="0074253C" w:rsidRPr="006A0D94" w:rsidRDefault="0074253C" w:rsidP="0074253C">
      <w:pPr>
        <w:pStyle w:val="Level3"/>
        <w:rPr>
          <w:lang w:val="ro-RO"/>
        </w:rPr>
      </w:pPr>
      <w:r w:rsidRPr="006A0D94">
        <w:rPr>
          <w:lang w:val="ro-RO"/>
        </w:rPr>
        <w:t>Prețurile sunt exprimate în lei, fără TVA și includ toate cheltuielile ocazionate de livrarea Produselor</w:t>
      </w:r>
      <w:r w:rsidR="00B70D7E">
        <w:rPr>
          <w:lang w:val="ro-RO"/>
        </w:rPr>
        <w:t>.</w:t>
      </w:r>
    </w:p>
    <w:p w14:paraId="0CB60E87" w14:textId="5A88B978" w:rsidR="0074253C" w:rsidRPr="006A0D94" w:rsidRDefault="0074253C" w:rsidP="0074253C">
      <w:pPr>
        <w:pStyle w:val="Level3"/>
        <w:rPr>
          <w:lang w:val="ro-RO"/>
        </w:rPr>
      </w:pPr>
      <w:r w:rsidRPr="006A0D94">
        <w:rPr>
          <w:lang w:val="ro-RO"/>
        </w:rPr>
        <w:t xml:space="preserve">Prin excepție de la prevederile art. </w:t>
      </w:r>
      <w:r w:rsidR="00AE2224">
        <w:rPr>
          <w:lang w:val="ro-RO"/>
        </w:rPr>
        <w:t>1</w:t>
      </w:r>
      <w:r w:rsidRPr="006A0D94">
        <w:rPr>
          <w:lang w:val="ro-RO"/>
        </w:rPr>
        <w:t xml:space="preserve">.2.1 în măsura în care prețul contractului se ajustează potrivit dispozițiilor din acordul cadru, prețul </w:t>
      </w:r>
      <w:r w:rsidR="001D3875">
        <w:rPr>
          <w:lang w:val="ro-RO"/>
        </w:rPr>
        <w:t>C</w:t>
      </w:r>
      <w:r w:rsidRPr="006A0D94">
        <w:rPr>
          <w:lang w:val="ro-RO"/>
        </w:rPr>
        <w:t xml:space="preserve">ontractului </w:t>
      </w:r>
      <w:r w:rsidR="001D3875">
        <w:rPr>
          <w:lang w:val="ro-RO"/>
        </w:rPr>
        <w:t>S</w:t>
      </w:r>
      <w:r w:rsidRPr="006A0D94">
        <w:rPr>
          <w:lang w:val="ro-RO"/>
        </w:rPr>
        <w:t>ubsecvent se modifică în mod corespunzător pentru produsele care se livrează ulterior modificării dispozițiilor din acordul-cadru.</w:t>
      </w:r>
    </w:p>
    <w:p w14:paraId="16FCA633" w14:textId="1BDF7290" w:rsidR="0074253C" w:rsidRPr="00243E42" w:rsidRDefault="0074253C" w:rsidP="00243E42">
      <w:pPr>
        <w:pStyle w:val="Level3"/>
        <w:rPr>
          <w:lang w:val="ro-RO"/>
        </w:rPr>
      </w:pPr>
      <w:r w:rsidRPr="006A0D94">
        <w:rPr>
          <w:lang w:val="ro-RO"/>
        </w:rPr>
        <w:t>Prețul contractului va fi ajustat după următoarea formulă: [</w:t>
      </w:r>
      <w:r w:rsidRPr="006A0D94">
        <w:rPr>
          <w:i/>
          <w:iCs/>
          <w:lang w:val="ro-RO"/>
        </w:rPr>
        <w:t>a se completa de către autoritatea contractantă – prevederea trebuie să apară atât în contract cât și în documentația de atribuire</w:t>
      </w:r>
      <w:r w:rsidRPr="006A0D94">
        <w:rPr>
          <w:lang w:val="ro-RO"/>
        </w:rPr>
        <w:t>]</w:t>
      </w:r>
    </w:p>
    <w:p w14:paraId="6094A2C9" w14:textId="77777777" w:rsidR="00CB3C84" w:rsidRPr="006964B1" w:rsidRDefault="00CB3C84" w:rsidP="00CB3C84">
      <w:pPr>
        <w:pStyle w:val="Level2"/>
        <w:rPr>
          <w:lang w:val="ro-RO"/>
        </w:rPr>
      </w:pPr>
      <w:r>
        <w:rPr>
          <w:b/>
          <w:bCs/>
          <w:lang w:val="ro-RO"/>
        </w:rPr>
        <w:t>Documentele contractului</w:t>
      </w:r>
    </w:p>
    <w:p w14:paraId="4135F5ED" w14:textId="742F6632" w:rsidR="00CB3C84" w:rsidRDefault="00C033E6" w:rsidP="00CB3C84">
      <w:pPr>
        <w:pStyle w:val="Level3"/>
        <w:rPr>
          <w:lang w:val="ro-RO"/>
        </w:rPr>
      </w:pPr>
      <w:r>
        <w:rPr>
          <w:lang w:val="ro-RO"/>
        </w:rPr>
        <w:t>Anexele contractului</w:t>
      </w:r>
      <w:r w:rsidR="00CB3C84">
        <w:rPr>
          <w:lang w:val="ro-RO"/>
        </w:rPr>
        <w:t xml:space="preserve"> sunt următoarele:</w:t>
      </w:r>
    </w:p>
    <w:p w14:paraId="4E285712" w14:textId="77777777" w:rsidR="00CB3C84" w:rsidRDefault="00CB3C84" w:rsidP="00CB3C84">
      <w:pPr>
        <w:pStyle w:val="Level4"/>
        <w:rPr>
          <w:lang w:val="ro-RO"/>
        </w:rPr>
      </w:pPr>
      <w:r w:rsidRPr="006A0D94">
        <w:rPr>
          <w:lang w:val="ro-RO"/>
        </w:rPr>
        <w:t>Acordul-cadru încheiat de către Promitentul achizitor cu Contractantul semnatar al prezentului Contract Subsecvent</w:t>
      </w:r>
      <w:r>
        <w:rPr>
          <w:lang w:val="ro-RO"/>
        </w:rPr>
        <w:t>, împreună cu anexele acestuia;</w:t>
      </w:r>
    </w:p>
    <w:p w14:paraId="7CA11C6F" w14:textId="225B2E04" w:rsidR="00CB3C84" w:rsidRPr="006964B1" w:rsidRDefault="00CB3C84" w:rsidP="00CB3C84">
      <w:pPr>
        <w:pStyle w:val="Level4"/>
        <w:rPr>
          <w:lang w:val="ro-RO"/>
        </w:rPr>
      </w:pPr>
      <w:r w:rsidRPr="006A0D94">
        <w:rPr>
          <w:lang w:val="ro-RO"/>
        </w:rPr>
        <w:t xml:space="preserve">Garanția de bună execuție </w:t>
      </w:r>
    </w:p>
    <w:p w14:paraId="4BCCD8CB" w14:textId="77777777" w:rsidR="00CB3C84" w:rsidRPr="006964B1" w:rsidRDefault="00CB3C84" w:rsidP="00CB3C84">
      <w:pPr>
        <w:pStyle w:val="Level4"/>
        <w:rPr>
          <w:lang w:val="ro-RO"/>
        </w:rPr>
      </w:pPr>
      <w:r w:rsidRPr="006A0D94">
        <w:rPr>
          <w:lang w:val="ro-RO"/>
        </w:rPr>
        <w:t xml:space="preserve">Contractul de subcontractare încheiat între Contractant și subcontractantul/subcontractanții nominalizați în Ofertă </w:t>
      </w:r>
      <w:r w:rsidRPr="006A0D94">
        <w:rPr>
          <w:i/>
          <w:iCs/>
          <w:lang w:val="ro-RO"/>
        </w:rPr>
        <w:t>(dacă este cazul)</w:t>
      </w:r>
      <w:r>
        <w:rPr>
          <w:i/>
          <w:iCs/>
          <w:lang w:val="ro-RO"/>
        </w:rPr>
        <w:t>;</w:t>
      </w:r>
    </w:p>
    <w:p w14:paraId="0CA5B100" w14:textId="77777777" w:rsidR="00CB3C84" w:rsidRDefault="00CB3C84" w:rsidP="00CB3C84">
      <w:pPr>
        <w:pStyle w:val="Level4"/>
        <w:rPr>
          <w:lang w:val="ro-RO"/>
        </w:rPr>
      </w:pPr>
      <w:r w:rsidRPr="006A0D94">
        <w:rPr>
          <w:lang w:val="ro-RO"/>
        </w:rPr>
        <w:t>Graficul de livrare a Produselor</w:t>
      </w:r>
      <w:r>
        <w:rPr>
          <w:lang w:val="ro-RO"/>
        </w:rPr>
        <w:t>;</w:t>
      </w:r>
    </w:p>
    <w:p w14:paraId="747C534D" w14:textId="0F2FE09E" w:rsidR="00CB3C84" w:rsidRPr="00243E42" w:rsidRDefault="00CB3C84" w:rsidP="00243E42">
      <w:pPr>
        <w:pStyle w:val="Level4"/>
        <w:rPr>
          <w:lang w:val="ro-RO"/>
        </w:rPr>
      </w:pPr>
      <w:r w:rsidRPr="006A0D94">
        <w:rPr>
          <w:lang w:val="ro-RO"/>
        </w:rPr>
        <w:t>Modelul Procesul</w:t>
      </w:r>
      <w:r w:rsidR="002E39FE">
        <w:rPr>
          <w:lang w:val="ro-RO"/>
        </w:rPr>
        <w:t>ui</w:t>
      </w:r>
      <w:r w:rsidRPr="006A0D94">
        <w:rPr>
          <w:lang w:val="ro-RO"/>
        </w:rPr>
        <w:t>-verbal de recepție</w:t>
      </w:r>
      <w:r w:rsidR="00C033E6">
        <w:rPr>
          <w:lang w:val="ro-RO"/>
        </w:rPr>
        <w:t xml:space="preserve"> </w:t>
      </w:r>
      <w:bookmarkStart w:id="4" w:name="_Hlk103079157"/>
      <w:r w:rsidR="00C033E6">
        <w:rPr>
          <w:lang w:val="ro-RO"/>
        </w:rPr>
        <w:t>și Procesele-verbale de recepție încheiate</w:t>
      </w:r>
      <w:bookmarkEnd w:id="4"/>
      <w:r>
        <w:rPr>
          <w:lang w:val="ro-RO"/>
        </w:rPr>
        <w:t>.</w:t>
      </w:r>
    </w:p>
    <w:p w14:paraId="7580A45A" w14:textId="6414292B" w:rsidR="0074253C" w:rsidRPr="006A0D94" w:rsidRDefault="0074253C" w:rsidP="0074253C">
      <w:pPr>
        <w:pStyle w:val="Level2"/>
        <w:rPr>
          <w:lang w:val="ro-RO"/>
        </w:rPr>
      </w:pPr>
      <w:r w:rsidRPr="006A0D94">
        <w:rPr>
          <w:b/>
          <w:bCs/>
          <w:lang w:val="ro-RO"/>
        </w:rPr>
        <w:t>Durata contractului</w:t>
      </w:r>
    </w:p>
    <w:p w14:paraId="632E08E1" w14:textId="77777777" w:rsidR="0074253C" w:rsidRPr="006A0D94" w:rsidRDefault="0074253C" w:rsidP="0074253C">
      <w:pPr>
        <w:pStyle w:val="Level3"/>
        <w:rPr>
          <w:lang w:val="ro-RO"/>
        </w:rPr>
      </w:pPr>
      <w:r w:rsidRPr="006A0D94">
        <w:rPr>
          <w:lang w:val="ro-RO"/>
        </w:rPr>
        <w:t>Contractul Subsecvent intră în vigoare la data semnării sale de către ambele Părți.</w:t>
      </w:r>
    </w:p>
    <w:p w14:paraId="78178710" w14:textId="5EB88231" w:rsidR="0074253C" w:rsidRPr="006A0D94" w:rsidRDefault="0074253C" w:rsidP="0074253C">
      <w:pPr>
        <w:pStyle w:val="Level3"/>
        <w:rPr>
          <w:lang w:val="ro-RO"/>
        </w:rPr>
      </w:pPr>
      <w:r w:rsidRPr="006A0D94">
        <w:rPr>
          <w:lang w:val="ro-RO"/>
        </w:rPr>
        <w:t xml:space="preserve">Prezentul Contract Subsecvent se încheie pentru o perioadă de […] luni, </w:t>
      </w:r>
      <w:r w:rsidR="00936BF2">
        <w:rPr>
          <w:lang w:val="ro-RO"/>
        </w:rPr>
        <w:t xml:space="preserve">și produce </w:t>
      </w:r>
      <w:r w:rsidRPr="006A0D94">
        <w:rPr>
          <w:lang w:val="ro-RO"/>
        </w:rPr>
        <w:t>efect</w:t>
      </w:r>
      <w:r w:rsidR="00936BF2">
        <w:rPr>
          <w:lang w:val="ro-RO"/>
        </w:rPr>
        <w:t>e</w:t>
      </w:r>
      <w:r w:rsidRPr="006A0D94">
        <w:rPr>
          <w:lang w:val="ro-RO"/>
        </w:rPr>
        <w:t xml:space="preserve"> de la data intrării sale în vigoare.</w:t>
      </w:r>
    </w:p>
    <w:p w14:paraId="39A55D29" w14:textId="77777777" w:rsidR="0074253C" w:rsidRPr="006A0D94" w:rsidRDefault="0074253C" w:rsidP="0074253C">
      <w:pPr>
        <w:pStyle w:val="Level3"/>
        <w:rPr>
          <w:lang w:val="ro-RO"/>
        </w:rPr>
      </w:pPr>
      <w:r w:rsidRPr="006A0D94">
        <w:rPr>
          <w:lang w:val="ro-RO"/>
        </w:rPr>
        <w:t>Încetarea din orice motiv a Contractului Subsecvent nu afectează obligațiile scadente la data încetării acestuia.</w:t>
      </w:r>
    </w:p>
    <w:p w14:paraId="17F3BA8D" w14:textId="77777777" w:rsidR="0074253C" w:rsidRPr="006A0D94" w:rsidRDefault="0074253C" w:rsidP="0074253C">
      <w:pPr>
        <w:pStyle w:val="Level2"/>
        <w:rPr>
          <w:lang w:val="ro-RO"/>
        </w:rPr>
      </w:pPr>
      <w:r w:rsidRPr="006A0D94">
        <w:rPr>
          <w:b/>
          <w:bCs/>
          <w:lang w:val="ro-RO"/>
        </w:rPr>
        <w:t>Livrarea produselor</w:t>
      </w:r>
    </w:p>
    <w:p w14:paraId="7C485FBA" w14:textId="3FC14096" w:rsidR="0074253C" w:rsidRDefault="0074253C" w:rsidP="0074253C">
      <w:pPr>
        <w:pStyle w:val="Level3"/>
        <w:rPr>
          <w:lang w:val="ro-RO"/>
        </w:rPr>
      </w:pPr>
      <w:r w:rsidRPr="006A0D94">
        <w:rPr>
          <w:lang w:val="ro-RO"/>
        </w:rPr>
        <w:t>Produsele și Cantitatea Produselor care urmează a fi furnizate și livrate în baza prezentului Contract Subsecvent sunt conform graficului de livrări</w:t>
      </w:r>
      <w:r w:rsidR="00CB3C84">
        <w:rPr>
          <w:lang w:val="ro-RO"/>
        </w:rPr>
        <w:t>.</w:t>
      </w:r>
    </w:p>
    <w:p w14:paraId="272B567E" w14:textId="7C52BC30" w:rsidR="001D3875" w:rsidRPr="006A0D94" w:rsidRDefault="001D3875" w:rsidP="0074253C">
      <w:pPr>
        <w:pStyle w:val="Level3"/>
        <w:rPr>
          <w:lang w:val="ro-RO"/>
        </w:rPr>
      </w:pPr>
      <w:r>
        <w:rPr>
          <w:lang w:val="ro-RO"/>
        </w:rPr>
        <w:lastRenderedPageBreak/>
        <w:t xml:space="preserve">Contractantul are obligația ca în termen de </w:t>
      </w:r>
      <w:r w:rsidRPr="00803896">
        <w:rPr>
          <w:i/>
          <w:iCs/>
          <w:lang w:val="ro-RO"/>
        </w:rPr>
        <w:t>(...)</w:t>
      </w:r>
      <w:r>
        <w:rPr>
          <w:lang w:val="ro-RO"/>
        </w:rPr>
        <w:t xml:space="preserve"> zile de la semnarea Contractului să prezinte spre aprobare Autorității/entității contractante graficul de livrare actualizat. Autoritatea/entitatea contractantă are obligația de a aproba graficul de livrare în termen de </w:t>
      </w:r>
      <w:r w:rsidRPr="00803896">
        <w:rPr>
          <w:i/>
          <w:iCs/>
          <w:lang w:val="ro-RO"/>
        </w:rPr>
        <w:t xml:space="preserve">(...) </w:t>
      </w:r>
      <w:r>
        <w:rPr>
          <w:lang w:val="ro-RO"/>
        </w:rPr>
        <w:t xml:space="preserve">dacă acesta respectă dispozițiile Caietului de sarcini și a </w:t>
      </w:r>
      <w:r w:rsidR="00803896">
        <w:rPr>
          <w:lang w:val="ro-RO"/>
        </w:rPr>
        <w:t>p</w:t>
      </w:r>
      <w:r>
        <w:rPr>
          <w:lang w:val="ro-RO"/>
        </w:rPr>
        <w:t xml:space="preserve">ropunerii </w:t>
      </w:r>
      <w:r w:rsidR="00803896">
        <w:rPr>
          <w:lang w:val="ro-RO"/>
        </w:rPr>
        <w:t>t</w:t>
      </w:r>
      <w:r>
        <w:rPr>
          <w:lang w:val="ro-RO"/>
        </w:rPr>
        <w:t xml:space="preserve">ehnice. </w:t>
      </w:r>
    </w:p>
    <w:p w14:paraId="7F8D5EB9" w14:textId="2E3E6DC0" w:rsidR="0074253C" w:rsidRPr="006A0D94" w:rsidRDefault="0074253C" w:rsidP="0074253C">
      <w:pPr>
        <w:pStyle w:val="Level3"/>
        <w:rPr>
          <w:lang w:val="ro-RO"/>
        </w:rPr>
      </w:pPr>
      <w:r w:rsidRPr="006A0D94">
        <w:rPr>
          <w:lang w:val="ro-RO"/>
        </w:rPr>
        <w:t>Contractantul  nu poate efectua livrarea unei tranșe/produselor contractate parțial. Acestea trebuie livrate integral, în caz contrar, A</w:t>
      </w:r>
      <w:r w:rsidR="001D3875">
        <w:rPr>
          <w:lang w:val="ro-RO"/>
        </w:rPr>
        <w:t>utoritatea/entitatea contractantă</w:t>
      </w:r>
      <w:r w:rsidRPr="006A0D94">
        <w:rPr>
          <w:lang w:val="ro-RO"/>
        </w:rPr>
        <w:t xml:space="preserve"> poate refuza integral preluarea acestora. </w:t>
      </w:r>
      <w:r w:rsidR="00560A26">
        <w:rPr>
          <w:lang w:val="ro-RO"/>
        </w:rPr>
        <w:t>În măsura în care Autoritatea/entitatea contractantă acceptă preluarea parțială a acestora, va aplica una din măsurile prevăzute la art. 2.2.3.</w:t>
      </w:r>
    </w:p>
    <w:p w14:paraId="6D77DEA8" w14:textId="3DC1D579" w:rsidR="0074253C" w:rsidRPr="006A0D94" w:rsidRDefault="0074253C" w:rsidP="0074253C">
      <w:pPr>
        <w:pStyle w:val="Level3"/>
        <w:rPr>
          <w:lang w:val="ro-RO"/>
        </w:rPr>
      </w:pPr>
      <w:r w:rsidRPr="006A0D94">
        <w:rPr>
          <w:lang w:val="ro-RO"/>
        </w:rPr>
        <w:t>Nerespectarea termenului de livrare</w:t>
      </w:r>
      <w:r w:rsidR="001D3875">
        <w:rPr>
          <w:lang w:val="ro-RO"/>
        </w:rPr>
        <w:t xml:space="preserve"> astfel cum el a fost </w:t>
      </w:r>
      <w:r w:rsidR="00243E42">
        <w:rPr>
          <w:lang w:val="ro-RO"/>
        </w:rPr>
        <w:t xml:space="preserve">stabilit prin </w:t>
      </w:r>
      <w:r w:rsidR="00D95C68">
        <w:rPr>
          <w:lang w:val="ro-RO"/>
        </w:rPr>
        <w:t xml:space="preserve">graficul de livrare </w:t>
      </w:r>
      <w:r w:rsidR="001D3875">
        <w:rPr>
          <w:lang w:val="ro-RO"/>
        </w:rPr>
        <w:t>actualizat și aprobat de Autoritatea/entitatea contractantă</w:t>
      </w:r>
      <w:r w:rsidRPr="006A0D94">
        <w:rPr>
          <w:lang w:val="ro-RO"/>
        </w:rPr>
        <w:t xml:space="preserve"> va atrage automat penalizările prevăzute </w:t>
      </w:r>
      <w:r w:rsidR="00560A26">
        <w:rPr>
          <w:lang w:val="ro-RO"/>
        </w:rPr>
        <w:t>de art.</w:t>
      </w:r>
      <w:r w:rsidR="00936BF2">
        <w:rPr>
          <w:lang w:val="ro-RO"/>
        </w:rPr>
        <w:t xml:space="preserve"> </w:t>
      </w:r>
      <w:r w:rsidR="00560A26">
        <w:rPr>
          <w:lang w:val="ro-RO"/>
        </w:rPr>
        <w:t>4.1.</w:t>
      </w:r>
      <w:r w:rsidR="00CE6C39">
        <w:rPr>
          <w:lang w:val="ro-RO"/>
        </w:rPr>
        <w:t>5</w:t>
      </w:r>
      <w:r w:rsidR="00560A26">
        <w:rPr>
          <w:lang w:val="ro-RO"/>
        </w:rPr>
        <w:t xml:space="preserve">. </w:t>
      </w:r>
      <w:r w:rsidRPr="006A0D94">
        <w:rPr>
          <w:lang w:val="ro-RO"/>
        </w:rPr>
        <w:t>pentru neîndeplinirea / îndeplinirea necorespunzătoare a obligațiilor contractuale de către Contractant.</w:t>
      </w:r>
    </w:p>
    <w:p w14:paraId="2AA5D230" w14:textId="01AF298B" w:rsidR="0074253C" w:rsidRPr="006A0D94" w:rsidRDefault="0074253C" w:rsidP="0074253C">
      <w:pPr>
        <w:pStyle w:val="Level3"/>
        <w:rPr>
          <w:lang w:val="ro-RO"/>
        </w:rPr>
      </w:pPr>
      <w:r w:rsidRPr="006A0D94">
        <w:rPr>
          <w:lang w:val="ro-RO"/>
        </w:rPr>
        <w:t>În vederea livrării Produselor,</w:t>
      </w:r>
      <w:r w:rsidR="00D95C68">
        <w:rPr>
          <w:lang w:val="ro-RO"/>
        </w:rPr>
        <w:t xml:space="preserve"> </w:t>
      </w:r>
      <w:r w:rsidRPr="006A0D94">
        <w:rPr>
          <w:lang w:val="ro-RO"/>
        </w:rPr>
        <w:t>acestea vor fi ambalate, etichetate, transportate și asigurate de către Contractant respectând prevederile din Caietul de sarcini.</w:t>
      </w:r>
    </w:p>
    <w:p w14:paraId="367D385B" w14:textId="29CE0C51" w:rsidR="0074253C" w:rsidRPr="006A0D94" w:rsidRDefault="0074253C" w:rsidP="0074253C">
      <w:pPr>
        <w:pStyle w:val="Level3"/>
        <w:rPr>
          <w:lang w:val="ro-RO"/>
        </w:rPr>
      </w:pPr>
      <w:r w:rsidRPr="006A0D94">
        <w:rPr>
          <w:lang w:val="ro-RO"/>
        </w:rPr>
        <w:t xml:space="preserve">Produsele vor fi livrate la adresa de livrare […]. </w:t>
      </w:r>
    </w:p>
    <w:p w14:paraId="25E28034" w14:textId="63A93C43" w:rsidR="008755AF" w:rsidRPr="008755AF" w:rsidRDefault="0074253C" w:rsidP="008755AF">
      <w:pPr>
        <w:pStyle w:val="Level3"/>
        <w:rPr>
          <w:lang w:val="ro-RO"/>
        </w:rPr>
      </w:pPr>
      <w:r w:rsidRPr="006A0D94">
        <w:rPr>
          <w:lang w:val="ro-RO"/>
        </w:rPr>
        <w:t xml:space="preserve">Modalitatea de realizare a livrării este cea indicată de Contractant în Oferta sa. Contractantul trebuie să notifice </w:t>
      </w:r>
      <w:r w:rsidR="00076E6C">
        <w:rPr>
          <w:lang w:val="ro-RO"/>
        </w:rPr>
        <w:t>Autoritatea/entitatea contractantă</w:t>
      </w:r>
      <w:r w:rsidRPr="006A0D94">
        <w:rPr>
          <w:lang w:val="ro-RO"/>
        </w:rPr>
        <w:t xml:space="preserve"> și să îi transmită acestuia următoarele informații privind livrarea:</w:t>
      </w:r>
    </w:p>
    <w:p w14:paraId="62FF42D2" w14:textId="77777777" w:rsidR="0074253C" w:rsidRPr="006A0D94" w:rsidRDefault="0074253C" w:rsidP="0074253C">
      <w:pPr>
        <w:pStyle w:val="roman4"/>
        <w:rPr>
          <w:lang w:val="ro-RO"/>
        </w:rPr>
      </w:pPr>
      <w:r w:rsidRPr="006A0D94">
        <w:rPr>
          <w:lang w:val="ro-RO"/>
        </w:rPr>
        <w:t>Data expedierii,</w:t>
      </w:r>
    </w:p>
    <w:p w14:paraId="75B36FCA" w14:textId="60BB5597" w:rsidR="0074253C" w:rsidRPr="006A0D94" w:rsidRDefault="001D3875" w:rsidP="0074253C">
      <w:pPr>
        <w:pStyle w:val="roman4"/>
        <w:rPr>
          <w:lang w:val="ro-RO"/>
        </w:rPr>
      </w:pPr>
      <w:r>
        <w:rPr>
          <w:lang w:val="ro-RO"/>
        </w:rPr>
        <w:t xml:space="preserve"> </w:t>
      </w:r>
      <w:r w:rsidR="0074253C" w:rsidRPr="006A0D94">
        <w:rPr>
          <w:lang w:val="ro-RO"/>
        </w:rPr>
        <w:t>Numărul comenzii transmise,</w:t>
      </w:r>
    </w:p>
    <w:p w14:paraId="7FD4A219" w14:textId="77777777" w:rsidR="0074253C" w:rsidRPr="006A0D94" w:rsidRDefault="0074253C" w:rsidP="0074253C">
      <w:pPr>
        <w:pStyle w:val="roman4"/>
        <w:rPr>
          <w:lang w:val="ro-RO"/>
        </w:rPr>
      </w:pPr>
      <w:r w:rsidRPr="006A0D94">
        <w:rPr>
          <w:lang w:val="ro-RO"/>
        </w:rPr>
        <w:t>Lista Produselor incluse în livrare, cu indicarea prețului unitar, a cantității și a valorii totale,</w:t>
      </w:r>
    </w:p>
    <w:p w14:paraId="1B5B93E4" w14:textId="4D30BCB8" w:rsidR="0074253C" w:rsidRPr="006A0D94" w:rsidRDefault="0074253C" w:rsidP="0074253C">
      <w:pPr>
        <w:pStyle w:val="roman4"/>
        <w:rPr>
          <w:lang w:val="ro-RO"/>
        </w:rPr>
      </w:pPr>
      <w:r w:rsidRPr="006A0D94">
        <w:rPr>
          <w:lang w:val="ro-RO"/>
        </w:rPr>
        <w:t xml:space="preserve">Data de livrare la Locul livrării indicat de către </w:t>
      </w:r>
      <w:r w:rsidR="00076E6C">
        <w:rPr>
          <w:lang w:val="ro-RO"/>
        </w:rPr>
        <w:t>Autoritatea/entitatea contractantă</w:t>
      </w:r>
      <w:r w:rsidRPr="006A0D94">
        <w:rPr>
          <w:lang w:val="ro-RO"/>
        </w:rPr>
        <w:t>,</w:t>
      </w:r>
    </w:p>
    <w:p w14:paraId="32B31D52" w14:textId="2EEC242F" w:rsidR="0074253C" w:rsidRPr="00D95C68" w:rsidRDefault="0074253C" w:rsidP="00D95C68">
      <w:pPr>
        <w:pStyle w:val="roman4"/>
        <w:rPr>
          <w:lang w:val="ro-RO"/>
        </w:rPr>
      </w:pPr>
      <w:r w:rsidRPr="006A0D94">
        <w:rPr>
          <w:lang w:val="ro-RO"/>
        </w:rPr>
        <w:t>Datele de identificare ale livratorului.</w:t>
      </w:r>
    </w:p>
    <w:p w14:paraId="1C788FEF" w14:textId="6E534D77" w:rsidR="0074253C" w:rsidRPr="006A0D94" w:rsidRDefault="0074253C" w:rsidP="0074253C">
      <w:pPr>
        <w:pStyle w:val="Level3"/>
        <w:rPr>
          <w:lang w:val="ro-RO"/>
        </w:rPr>
      </w:pPr>
      <w:r w:rsidRPr="006A0D94">
        <w:rPr>
          <w:lang w:val="ro-RO"/>
        </w:rPr>
        <w:t xml:space="preserve">În cazul în care, pe parcursul duratei Contractului subsecvent, </w:t>
      </w:r>
      <w:r w:rsidR="00076E6C">
        <w:rPr>
          <w:lang w:val="ro-RO"/>
        </w:rPr>
        <w:t>Autoritatea/entitatea contractantă</w:t>
      </w:r>
      <w:r w:rsidRPr="006A0D94">
        <w:rPr>
          <w:lang w:val="ro-RO"/>
        </w:rPr>
        <w:t xml:space="preserve"> constată că livrarea Produselor nu respectă eșalonarea fizică a activităților, astfel cum este stabilită prin Graficul de livrare, </w:t>
      </w:r>
      <w:r w:rsidR="00DB76F1">
        <w:rPr>
          <w:lang w:val="ro-RO"/>
        </w:rPr>
        <w:t>Autoritatea/entitatea contractantă</w:t>
      </w:r>
      <w:r w:rsidRPr="006A0D94">
        <w:rPr>
          <w:lang w:val="ro-RO"/>
        </w:rPr>
        <w:t xml:space="preserve"> are obligația de a solicita Contractantului să prezinte graficul actualizat, iar acesta din urmă are obligația de a prezenta graficul revizuit, în vederea îndeplinirii obligațiilor la data stabilită în prezentul Contract Subsecvent.</w:t>
      </w:r>
    </w:p>
    <w:p w14:paraId="58367FB1" w14:textId="1EB93B33" w:rsidR="0074253C" w:rsidRDefault="004F4B12" w:rsidP="0074253C">
      <w:pPr>
        <w:pStyle w:val="Level3"/>
        <w:rPr>
          <w:lang w:val="ro-RO"/>
        </w:rPr>
      </w:pPr>
      <w:r w:rsidRPr="00505877">
        <w:rPr>
          <w:lang w:val="ro-RO"/>
        </w:rPr>
        <w:t>Modificarea graficului de livrare</w:t>
      </w:r>
      <w:r>
        <w:rPr>
          <w:lang w:val="ro-RO"/>
        </w:rPr>
        <w:t xml:space="preserve"> actualizat și acceptat de către Autoritatea Contractant în conformitate cu dispozițiile art. </w:t>
      </w:r>
      <w:r w:rsidR="00D44424">
        <w:rPr>
          <w:lang w:val="ro-RO"/>
        </w:rPr>
        <w:t>1.5.2</w:t>
      </w:r>
      <w:r>
        <w:rPr>
          <w:lang w:val="ro-RO"/>
        </w:rPr>
        <w:t>.</w:t>
      </w:r>
      <w:r w:rsidRPr="00505877">
        <w:rPr>
          <w:lang w:val="ro-RO"/>
        </w:rPr>
        <w:t xml:space="preserve"> nu afectează dreptul </w:t>
      </w:r>
      <w:r w:rsidR="00D44424">
        <w:rPr>
          <w:lang w:val="ro-RO"/>
        </w:rPr>
        <w:t>Autorității Contractante</w:t>
      </w:r>
      <w:r w:rsidRPr="00505877">
        <w:rPr>
          <w:lang w:val="ro-RO"/>
        </w:rPr>
        <w:t xml:space="preserve"> de a percepe penalitățile aferente livrării</w:t>
      </w:r>
      <w:r>
        <w:rPr>
          <w:lang w:val="ro-RO"/>
        </w:rPr>
        <w:t xml:space="preserve"> cu întârziere a</w:t>
      </w:r>
      <w:r w:rsidRPr="00505877">
        <w:rPr>
          <w:lang w:val="ro-RO"/>
        </w:rPr>
        <w:t xml:space="preserve"> Produselor</w:t>
      </w:r>
      <w:r>
        <w:rPr>
          <w:lang w:val="ro-RO"/>
        </w:rPr>
        <w:t xml:space="preserve"> față de datele la care acestea urmau să fie livrate potrivit graficului actualizat la momentul semnării Contractului.</w:t>
      </w:r>
      <w:r w:rsidR="0074253C" w:rsidRPr="006A0D94">
        <w:rPr>
          <w:lang w:val="ro-RO"/>
        </w:rPr>
        <w:t>.</w:t>
      </w:r>
    </w:p>
    <w:p w14:paraId="429F8EAA" w14:textId="77777777" w:rsidR="00CB3C84" w:rsidRPr="006A0D94" w:rsidRDefault="00CB3C84" w:rsidP="00CB3C84">
      <w:pPr>
        <w:pStyle w:val="Level2"/>
        <w:rPr>
          <w:lang w:val="ro-RO"/>
        </w:rPr>
      </w:pPr>
      <w:r w:rsidRPr="006A0D94">
        <w:rPr>
          <w:b/>
          <w:bCs/>
          <w:lang w:val="ro-RO"/>
        </w:rPr>
        <w:t>Transferul proprietății</w:t>
      </w:r>
    </w:p>
    <w:p w14:paraId="3DCD8829" w14:textId="6CA750EA" w:rsidR="0074253C" w:rsidRPr="00D95C68" w:rsidRDefault="00CB3C84" w:rsidP="00D95C68">
      <w:pPr>
        <w:pStyle w:val="Level3"/>
        <w:rPr>
          <w:lang w:val="ro-RO"/>
        </w:rPr>
      </w:pPr>
      <w:r w:rsidRPr="006A0D94">
        <w:rPr>
          <w:lang w:val="ro-RO"/>
        </w:rPr>
        <w:t xml:space="preserve">Dreptul de proprietate asupra Produsului/Produselor se transferă de la Contractant la </w:t>
      </w:r>
      <w:r>
        <w:rPr>
          <w:lang w:val="ro-RO"/>
        </w:rPr>
        <w:t>Autoritatea/entitatea contractantă</w:t>
      </w:r>
      <w:r w:rsidRPr="006A0D94">
        <w:rPr>
          <w:lang w:val="ro-RO"/>
        </w:rPr>
        <w:t xml:space="preserve"> la momentul îndeplinirii condițiilor de recepție, </w:t>
      </w:r>
      <w:r>
        <w:rPr>
          <w:lang w:val="ro-RO"/>
        </w:rPr>
        <w:t xml:space="preserve">și a </w:t>
      </w:r>
      <w:r w:rsidRPr="006A0D94">
        <w:rPr>
          <w:lang w:val="ro-RO"/>
        </w:rPr>
        <w:t xml:space="preserve">semnării procesului-verbal de recepție a </w:t>
      </w:r>
      <w:r>
        <w:rPr>
          <w:lang w:val="ro-RO"/>
        </w:rPr>
        <w:t xml:space="preserve">produselor </w:t>
      </w:r>
    </w:p>
    <w:p w14:paraId="10ED6517" w14:textId="77777777" w:rsidR="0074253C" w:rsidRPr="006A0D94" w:rsidRDefault="0074253C" w:rsidP="0074253C">
      <w:pPr>
        <w:pStyle w:val="Level2"/>
        <w:rPr>
          <w:lang w:val="ro-RO"/>
        </w:rPr>
      </w:pPr>
      <w:r w:rsidRPr="006A0D94">
        <w:rPr>
          <w:b/>
          <w:bCs/>
          <w:lang w:val="ro-RO"/>
        </w:rPr>
        <w:t>Facturare și plăți</w:t>
      </w:r>
    </w:p>
    <w:p w14:paraId="7E4BCECF" w14:textId="2BA051FA" w:rsidR="0074253C" w:rsidRPr="006A0D94" w:rsidRDefault="0074253C" w:rsidP="0074253C">
      <w:pPr>
        <w:pStyle w:val="Level3"/>
        <w:rPr>
          <w:lang w:val="ro-RO"/>
        </w:rPr>
      </w:pPr>
      <w:r w:rsidRPr="006A0D94">
        <w:rPr>
          <w:lang w:val="ro-RO"/>
        </w:rPr>
        <w:lastRenderedPageBreak/>
        <w:t xml:space="preserve">Plățile care urmează a fi realizate în cadrul contractului se vor face numai după emiterea facturii ca urmare a aprobării de către Autoritatea/entitatea contractantă a </w:t>
      </w:r>
      <w:r w:rsidR="00803896">
        <w:rPr>
          <w:lang w:val="ro-RO"/>
        </w:rPr>
        <w:t xml:space="preserve">îndeplinirii obligațiilor de către </w:t>
      </w:r>
      <w:r w:rsidRPr="006A0D94">
        <w:rPr>
          <w:lang w:val="ro-RO"/>
        </w:rPr>
        <w:t>Contractant</w:t>
      </w:r>
      <w:r w:rsidR="00803896">
        <w:rPr>
          <w:lang w:val="ro-RO"/>
        </w:rPr>
        <w:t xml:space="preserve"> cu privire la livrarea produselor</w:t>
      </w:r>
      <w:r w:rsidRPr="006A0D94">
        <w:rPr>
          <w:lang w:val="ro-RO"/>
        </w:rPr>
        <w:t>, în condițiile Caietului de sarcini.</w:t>
      </w:r>
    </w:p>
    <w:p w14:paraId="3D49E8E4" w14:textId="77777777" w:rsidR="0074253C" w:rsidRPr="006A0D94" w:rsidRDefault="0074253C" w:rsidP="0074253C">
      <w:pPr>
        <w:pStyle w:val="Level3"/>
        <w:rPr>
          <w:lang w:val="ro-RO"/>
        </w:rPr>
      </w:pPr>
      <w:r w:rsidRPr="006A0D94">
        <w:rPr>
          <w:lang w:val="ro-RO"/>
        </w:rPr>
        <w:t>Plățile vor fi efectuate în lei.</w:t>
      </w:r>
    </w:p>
    <w:p w14:paraId="577838E3" w14:textId="588E844B" w:rsidR="0074253C" w:rsidRPr="006A0D94" w:rsidRDefault="0074253C" w:rsidP="0074253C">
      <w:pPr>
        <w:pStyle w:val="Level3"/>
        <w:rPr>
          <w:lang w:val="ro-RO"/>
        </w:rPr>
      </w:pPr>
      <w:r w:rsidRPr="006A0D94">
        <w:rPr>
          <w:lang w:val="ro-RO"/>
        </w:rPr>
        <w:t>Termenul de plată este de maxim [</w:t>
      </w:r>
      <w:r w:rsidRPr="00DB76F1">
        <w:rPr>
          <w:i/>
          <w:iCs/>
          <w:lang w:val="ro-RO"/>
        </w:rPr>
        <w:t xml:space="preserve">30/60 de zile – a se completa de către </w:t>
      </w:r>
      <w:r w:rsidR="00DB76F1" w:rsidRPr="00DB76F1">
        <w:rPr>
          <w:i/>
          <w:iCs/>
          <w:lang w:val="ro-RO"/>
        </w:rPr>
        <w:t>Autoritatea/entitatea contractantă</w:t>
      </w:r>
      <w:r w:rsidRPr="00DB76F1">
        <w:rPr>
          <w:i/>
          <w:iCs/>
          <w:lang w:val="ro-RO"/>
        </w:rPr>
        <w:t xml:space="preserve"> cu respectarea dispozițiilor Legii nr. 72/2013</w:t>
      </w:r>
      <w:r w:rsidRPr="006A0D94">
        <w:rPr>
          <w:lang w:val="ro-RO"/>
        </w:rPr>
        <w:t xml:space="preserve">] de zile de la momentul recepționării facturii, conform prevederilor Legii nr. 72/2013. </w:t>
      </w:r>
    </w:p>
    <w:p w14:paraId="3A2B2FF0" w14:textId="77777777" w:rsidR="0074253C" w:rsidRPr="006A0D94" w:rsidRDefault="0074253C" w:rsidP="0074253C">
      <w:pPr>
        <w:pStyle w:val="Level3"/>
        <w:rPr>
          <w:lang w:val="ro-RO"/>
        </w:rPr>
      </w:pPr>
      <w:r w:rsidRPr="006A0D94">
        <w:rPr>
          <w:lang w:val="ro-RO"/>
        </w:rPr>
        <w:t>Plata contravalorii Produselor furnizate se face, prin virament bancar, în baza facturii, emisă de către Contractant pentru suma la care este îndreptățit conform prevederilor contractuale, direct în contul Contractantului indicat pe factură.</w:t>
      </w:r>
    </w:p>
    <w:p w14:paraId="25DACB01" w14:textId="2BF8B69B" w:rsidR="0074253C" w:rsidRPr="006A0D94" w:rsidRDefault="0074253C" w:rsidP="0074253C">
      <w:pPr>
        <w:pStyle w:val="Level3"/>
        <w:rPr>
          <w:lang w:val="ro-RO"/>
        </w:rPr>
      </w:pPr>
      <w:r w:rsidRPr="006A0D94">
        <w:rPr>
          <w:lang w:val="ro-RO"/>
        </w:rPr>
        <w:t xml:space="preserve">Dacă factura are elemente greșite și/sau greșeli de calcul identificate de Autoritatea/entitatea Contractantă, și sunt necesare revizuiri, clarificări suplimentare sau alte documente suport din partea Contractantului, termenul de </w:t>
      </w:r>
      <w:r w:rsidR="00DB76F1" w:rsidRPr="00803896">
        <w:rPr>
          <w:i/>
          <w:iCs/>
          <w:lang w:val="ro-RO"/>
        </w:rPr>
        <w:t>(</w:t>
      </w:r>
      <w:r w:rsidRPr="00803896">
        <w:rPr>
          <w:i/>
          <w:iCs/>
          <w:lang w:val="ro-RO"/>
        </w:rPr>
        <w:t>…</w:t>
      </w:r>
      <w:r w:rsidR="00DB76F1" w:rsidRPr="00803896">
        <w:rPr>
          <w:i/>
          <w:iCs/>
          <w:lang w:val="ro-RO"/>
        </w:rPr>
        <w:t>)</w:t>
      </w:r>
      <w:r w:rsidRPr="00803896">
        <w:rPr>
          <w:i/>
          <w:iCs/>
          <w:lang w:val="ro-RO"/>
        </w:rPr>
        <w:t xml:space="preserve"> </w:t>
      </w:r>
      <w:r w:rsidR="00803896">
        <w:rPr>
          <w:lang w:val="ro-RO"/>
        </w:rPr>
        <w:t xml:space="preserve">zile </w:t>
      </w:r>
      <w:r w:rsidRPr="006A0D94">
        <w:rPr>
          <w:lang w:val="ro-RO"/>
        </w:rPr>
        <w:t>pentru plata facturii se suspendă. Repunerea în termen se face de la momentul îndeplinirii condițiilor de formă și de fond ale facturii.</w:t>
      </w:r>
    </w:p>
    <w:p w14:paraId="1352954D" w14:textId="60BE87A6" w:rsidR="0074253C" w:rsidRPr="00D95C68" w:rsidRDefault="0074253C" w:rsidP="00D95C68">
      <w:pPr>
        <w:pStyle w:val="Level3"/>
        <w:rPr>
          <w:lang w:val="ro-RO"/>
        </w:rPr>
      </w:pPr>
      <w:r w:rsidRPr="006A0D94">
        <w:rPr>
          <w:lang w:val="ro-RO"/>
        </w:rPr>
        <w:t>Contractantul este răspunzător de corectitudinea și exactitatea datelor înscrise în facturi și se obligă să restituie atât sumele încasate în plus.</w:t>
      </w:r>
    </w:p>
    <w:p w14:paraId="0D6599E4" w14:textId="4155F130" w:rsidR="0074253C" w:rsidRPr="006A0D94" w:rsidRDefault="008D5E4D" w:rsidP="0074253C">
      <w:pPr>
        <w:pStyle w:val="Level1"/>
        <w:rPr>
          <w:lang w:val="ro-RO"/>
        </w:rPr>
      </w:pPr>
      <w:r>
        <w:rPr>
          <w:lang w:val="ro-RO"/>
        </w:rPr>
        <w:t>CAPITOLUL</w:t>
      </w:r>
      <w:r w:rsidR="0074253C" w:rsidRPr="006A0D94">
        <w:rPr>
          <w:lang w:val="ro-RO"/>
        </w:rPr>
        <w:t xml:space="preserve"> </w:t>
      </w:r>
      <w:r w:rsidR="00A17180">
        <w:rPr>
          <w:lang w:val="ro-RO"/>
        </w:rPr>
        <w:t>2</w:t>
      </w:r>
      <w:r w:rsidR="0074253C" w:rsidRPr="006A0D94">
        <w:rPr>
          <w:lang w:val="ro-RO"/>
        </w:rPr>
        <w:t xml:space="preserve"> – OBLIGAȚIILE PĂRȚILOR</w:t>
      </w:r>
    </w:p>
    <w:p w14:paraId="0DCD8404" w14:textId="5014DB07" w:rsidR="0074253C" w:rsidRPr="006A0D94" w:rsidRDefault="0074253C" w:rsidP="0074253C">
      <w:pPr>
        <w:pStyle w:val="Level2"/>
        <w:rPr>
          <w:lang w:val="ro-RO"/>
        </w:rPr>
      </w:pPr>
      <w:r w:rsidRPr="006A0D94">
        <w:rPr>
          <w:b/>
          <w:bCs/>
          <w:lang w:val="ro-RO"/>
        </w:rPr>
        <w:t xml:space="preserve">Obligațiile generale ale </w:t>
      </w:r>
      <w:r w:rsidR="00DB76F1">
        <w:rPr>
          <w:b/>
          <w:bCs/>
          <w:lang w:val="ro-RO"/>
        </w:rPr>
        <w:t>Autorității/entității contractante</w:t>
      </w:r>
    </w:p>
    <w:p w14:paraId="204E4C2C" w14:textId="33710D52" w:rsidR="0074253C" w:rsidRPr="006A0D94" w:rsidRDefault="0074253C" w:rsidP="0074253C">
      <w:pPr>
        <w:pStyle w:val="Level3"/>
        <w:rPr>
          <w:lang w:val="ro-RO"/>
        </w:rPr>
      </w:pPr>
      <w:r w:rsidRPr="006A0D94">
        <w:rPr>
          <w:lang w:val="ro-RO"/>
        </w:rPr>
        <w:t>A</w:t>
      </w:r>
      <w:r w:rsidR="00DB76F1">
        <w:rPr>
          <w:lang w:val="ro-RO"/>
        </w:rPr>
        <w:t>utoritatea/entitatea contractantă</w:t>
      </w:r>
      <w:r w:rsidRPr="006A0D94">
        <w:rPr>
          <w:lang w:val="ro-RO"/>
        </w:rPr>
        <w:t xml:space="preserve"> va pune la dispoziția Contractantului, cu promptitudine, orice informații și/sau documente pe care le deține și care pot fi relevante pentru realizarea Contractului. În măsura în care A</w:t>
      </w:r>
      <w:r w:rsidR="00DB76F1">
        <w:rPr>
          <w:lang w:val="ro-RO"/>
        </w:rPr>
        <w:t>utoritatea/entitatea contractantă</w:t>
      </w:r>
      <w:r w:rsidRPr="006A0D94">
        <w:rPr>
          <w:lang w:val="ro-RO"/>
        </w:rPr>
        <w:t xml:space="preserve"> nu furnizează datele/informațiile/documentele solicitate de către Contractant, termenele stabilite în sarcina Contractantului pentru furnizarea produselor se prelungesc în mod corespunzător.</w:t>
      </w:r>
    </w:p>
    <w:p w14:paraId="76CCE8BB" w14:textId="128E5EE8" w:rsidR="0074253C" w:rsidRPr="006A0D94" w:rsidRDefault="0074253C" w:rsidP="0074253C">
      <w:pPr>
        <w:pStyle w:val="Level3"/>
        <w:rPr>
          <w:lang w:val="ro-RO"/>
        </w:rPr>
      </w:pPr>
      <w:r w:rsidRPr="006A0D94">
        <w:rPr>
          <w:lang w:val="ro-RO"/>
        </w:rPr>
        <w:t>A</w:t>
      </w:r>
      <w:r w:rsidR="00DB76F1">
        <w:rPr>
          <w:lang w:val="ro-RO"/>
        </w:rPr>
        <w:t>utoritatea/entitatea contractantă</w:t>
      </w:r>
      <w:r w:rsidRPr="006A0D94">
        <w:rPr>
          <w:lang w:val="ro-RO"/>
        </w:rPr>
        <w:t xml:space="preserve"> își asumă răspunderea pentru veridicitatea, corectitudinea și legalitatea datelor/informațiilor/documentelor puse la dispoziția Contractantului în vederea îndeplinirii Contractului. În acest sens, se prezumă că toate datele/informațiile Documentele prezentate Contractantului sunt însușite de către conducătorul unității și/sau de către persoanele în drept având funcție de decizie care au aprobat respectivele documente.</w:t>
      </w:r>
    </w:p>
    <w:p w14:paraId="2E094958" w14:textId="3E687EA3" w:rsidR="0074253C" w:rsidRPr="006A0D94" w:rsidRDefault="0074253C" w:rsidP="0074253C">
      <w:pPr>
        <w:pStyle w:val="Level3"/>
        <w:rPr>
          <w:lang w:val="ro-RO"/>
        </w:rPr>
      </w:pPr>
      <w:r w:rsidRPr="006A0D94">
        <w:rPr>
          <w:lang w:val="ro-RO"/>
        </w:rPr>
        <w:t>A</w:t>
      </w:r>
      <w:r w:rsidR="003806F1">
        <w:rPr>
          <w:lang w:val="ro-RO"/>
        </w:rPr>
        <w:t>utoritatea/entitatea contractantă</w:t>
      </w:r>
      <w:r w:rsidRPr="006A0D94">
        <w:rPr>
          <w:lang w:val="ro-RO"/>
        </w:rPr>
        <w:t xml:space="preserve"> are obligația de a desemna persoanele responsabile cu interacțiunea și suportul oferit Contractantului.</w:t>
      </w:r>
    </w:p>
    <w:p w14:paraId="354F6EBD" w14:textId="062A06BE" w:rsidR="0074253C" w:rsidRPr="006A0D94" w:rsidRDefault="003806F1" w:rsidP="0074253C">
      <w:pPr>
        <w:pStyle w:val="Level3"/>
        <w:rPr>
          <w:lang w:val="ro-RO"/>
        </w:rPr>
      </w:pPr>
      <w:r>
        <w:rPr>
          <w:lang w:val="ro-RO"/>
        </w:rPr>
        <w:t>Autoritatea/entitatea contractantă</w:t>
      </w:r>
      <w:r w:rsidR="0074253C" w:rsidRPr="006A0D94">
        <w:rPr>
          <w:lang w:val="ro-RO"/>
        </w:rPr>
        <w:t xml:space="preserve"> are obligația de a colabora cu Contractantul pentru a identifica în timp util orice eventuale probleme care ar putea apărea pe parcursul derulării Contractului Subsecvent.</w:t>
      </w:r>
    </w:p>
    <w:p w14:paraId="43582439" w14:textId="65C47CDF" w:rsidR="0074253C" w:rsidRPr="006A0D94" w:rsidRDefault="0074253C" w:rsidP="0074253C">
      <w:pPr>
        <w:pStyle w:val="Level2"/>
        <w:rPr>
          <w:lang w:val="ro-RO"/>
        </w:rPr>
      </w:pPr>
      <w:r w:rsidRPr="006A0D94">
        <w:rPr>
          <w:b/>
          <w:bCs/>
          <w:lang w:val="ro-RO"/>
        </w:rPr>
        <w:t>Obligațiile A</w:t>
      </w:r>
      <w:r w:rsidR="003806F1">
        <w:rPr>
          <w:b/>
          <w:bCs/>
          <w:lang w:val="ro-RO"/>
        </w:rPr>
        <w:t>utorității/entității contractante</w:t>
      </w:r>
      <w:r w:rsidRPr="006A0D94">
        <w:rPr>
          <w:b/>
          <w:bCs/>
          <w:lang w:val="ro-RO"/>
        </w:rPr>
        <w:t xml:space="preserve"> referitoare la recepția Produselor</w:t>
      </w:r>
    </w:p>
    <w:p w14:paraId="27727733" w14:textId="6571FB9E" w:rsidR="0074253C" w:rsidRDefault="0074253C" w:rsidP="0074253C">
      <w:pPr>
        <w:pStyle w:val="Level3"/>
        <w:rPr>
          <w:lang w:val="ro-RO"/>
        </w:rPr>
      </w:pPr>
      <w:r w:rsidRPr="006A0D94">
        <w:rPr>
          <w:lang w:val="ro-RO"/>
        </w:rPr>
        <w:t>A</w:t>
      </w:r>
      <w:r w:rsidR="003806F1">
        <w:rPr>
          <w:lang w:val="ro-RO"/>
        </w:rPr>
        <w:t>utoritatea/entitatea contractantă</w:t>
      </w:r>
      <w:r w:rsidRPr="006A0D94">
        <w:rPr>
          <w:lang w:val="ro-RO"/>
        </w:rPr>
        <w:t xml:space="preserve"> are obligația </w:t>
      </w:r>
      <w:r w:rsidR="00D90316">
        <w:rPr>
          <w:lang w:val="ro-RO"/>
        </w:rPr>
        <w:t>să</w:t>
      </w:r>
      <w:r w:rsidRPr="006A0D94">
        <w:rPr>
          <w:lang w:val="ro-RO"/>
        </w:rPr>
        <w:t xml:space="preserve"> efectueze recepția Produselor livrate și de a încheia </w:t>
      </w:r>
      <w:r w:rsidR="00A704D2">
        <w:rPr>
          <w:lang w:val="ro-RO"/>
        </w:rPr>
        <w:t>procesele-verbale de recepție potrivit procedurii descrise în Caietul de Sarcini.</w:t>
      </w:r>
    </w:p>
    <w:p w14:paraId="6E944D74" w14:textId="18EC185B" w:rsidR="00A704D2" w:rsidRPr="00120F2E" w:rsidRDefault="00A704D2" w:rsidP="00A704D2">
      <w:pPr>
        <w:pStyle w:val="Level3"/>
        <w:rPr>
          <w:lang w:val="ro-RO"/>
        </w:rPr>
      </w:pPr>
      <w:r w:rsidRPr="00120F2E">
        <w:rPr>
          <w:lang w:val="ro-RO"/>
        </w:rPr>
        <w:t>Recep</w:t>
      </w:r>
      <w:r>
        <w:rPr>
          <w:lang w:val="ro-RO"/>
        </w:rPr>
        <w:t>ț</w:t>
      </w:r>
      <w:r w:rsidRPr="00120F2E">
        <w:rPr>
          <w:lang w:val="ro-RO"/>
        </w:rPr>
        <w:t>ia cantitativ</w:t>
      </w:r>
      <w:r>
        <w:rPr>
          <w:lang w:val="ro-RO"/>
        </w:rPr>
        <w:t>ă</w:t>
      </w:r>
      <w:r w:rsidRPr="00120F2E">
        <w:rPr>
          <w:lang w:val="ro-RO"/>
        </w:rPr>
        <w:t xml:space="preserve"> </w:t>
      </w:r>
      <w:r>
        <w:rPr>
          <w:lang w:val="ro-RO"/>
        </w:rPr>
        <w:t>ș</w:t>
      </w:r>
      <w:r w:rsidRPr="00120F2E">
        <w:rPr>
          <w:lang w:val="ro-RO"/>
        </w:rPr>
        <w:t>i calitativ</w:t>
      </w:r>
      <w:r>
        <w:rPr>
          <w:lang w:val="ro-RO"/>
        </w:rPr>
        <w:t>ă</w:t>
      </w:r>
      <w:r w:rsidRPr="00120F2E">
        <w:rPr>
          <w:lang w:val="ro-RO"/>
        </w:rPr>
        <w:t xml:space="preserve"> a produselor se efectueaz</w:t>
      </w:r>
      <w:r>
        <w:rPr>
          <w:lang w:val="ro-RO"/>
        </w:rPr>
        <w:t>ă</w:t>
      </w:r>
      <w:r w:rsidRPr="00120F2E">
        <w:rPr>
          <w:lang w:val="ro-RO"/>
        </w:rPr>
        <w:t xml:space="preserve"> în maximum </w:t>
      </w:r>
      <w:r>
        <w:rPr>
          <w:lang w:val="ro-RO"/>
        </w:rPr>
        <w:t>(</w:t>
      </w:r>
      <w:r>
        <w:rPr>
          <w:i/>
          <w:iCs/>
          <w:lang w:val="ro-RO"/>
        </w:rPr>
        <w:t>a se completa cu termenul prevăzut în documentația de atribuire</w:t>
      </w:r>
      <w:r>
        <w:rPr>
          <w:lang w:val="ro-RO"/>
        </w:rPr>
        <w:t>)</w:t>
      </w:r>
      <w:r w:rsidRPr="00120F2E">
        <w:rPr>
          <w:lang w:val="ro-RO"/>
        </w:rPr>
        <w:t xml:space="preserve"> </w:t>
      </w:r>
      <w:r w:rsidR="00D90316">
        <w:rPr>
          <w:lang w:val="ro-RO"/>
        </w:rPr>
        <w:t xml:space="preserve">zile </w:t>
      </w:r>
      <w:r w:rsidRPr="00120F2E">
        <w:rPr>
          <w:lang w:val="ro-RO"/>
        </w:rPr>
        <w:t>lucr</w:t>
      </w:r>
      <w:r>
        <w:rPr>
          <w:lang w:val="ro-RO"/>
        </w:rPr>
        <w:t>ă</w:t>
      </w:r>
      <w:r w:rsidRPr="00120F2E">
        <w:rPr>
          <w:lang w:val="ro-RO"/>
        </w:rPr>
        <w:t xml:space="preserve">toare de la livrare </w:t>
      </w:r>
      <w:r>
        <w:rPr>
          <w:lang w:val="ro-RO"/>
        </w:rPr>
        <w:t>ș</w:t>
      </w:r>
      <w:r w:rsidRPr="00120F2E">
        <w:rPr>
          <w:lang w:val="ro-RO"/>
        </w:rPr>
        <w:t>i const</w:t>
      </w:r>
      <w:r>
        <w:rPr>
          <w:lang w:val="ro-RO"/>
        </w:rPr>
        <w:t>ă</w:t>
      </w:r>
      <w:r w:rsidRPr="00120F2E">
        <w:rPr>
          <w:lang w:val="ro-RO"/>
        </w:rPr>
        <w:t xml:space="preserve"> în efectuarea urm</w:t>
      </w:r>
      <w:r>
        <w:rPr>
          <w:lang w:val="ro-RO"/>
        </w:rPr>
        <w:t>ă</w:t>
      </w:r>
      <w:r w:rsidRPr="00120F2E">
        <w:rPr>
          <w:lang w:val="ro-RO"/>
        </w:rPr>
        <w:t>toarelor opera</w:t>
      </w:r>
      <w:r>
        <w:rPr>
          <w:lang w:val="ro-RO"/>
        </w:rPr>
        <w:t>ț</w:t>
      </w:r>
      <w:r w:rsidRPr="00120F2E">
        <w:rPr>
          <w:lang w:val="ro-RO"/>
        </w:rPr>
        <w:t>iuni:</w:t>
      </w:r>
    </w:p>
    <w:p w14:paraId="4A6C495C" w14:textId="77777777" w:rsidR="00A704D2" w:rsidRPr="00A704D2" w:rsidRDefault="00A704D2" w:rsidP="004E0269">
      <w:pPr>
        <w:pStyle w:val="roman3"/>
        <w:numPr>
          <w:ilvl w:val="0"/>
          <w:numId w:val="67"/>
        </w:numPr>
        <w:rPr>
          <w:lang w:val="ro-RO"/>
        </w:rPr>
      </w:pPr>
      <w:r w:rsidRPr="00A704D2">
        <w:rPr>
          <w:lang w:val="ro-RO"/>
        </w:rPr>
        <w:lastRenderedPageBreak/>
        <w:t>recepția cantitativă reprezintă inspectarea și verificarea prin numărarea produselor furnizate;</w:t>
      </w:r>
    </w:p>
    <w:p w14:paraId="7284E00D" w14:textId="3E888177" w:rsidR="00A704D2" w:rsidRPr="00A704D2" w:rsidRDefault="00A704D2" w:rsidP="00A704D2">
      <w:pPr>
        <w:pStyle w:val="roman3"/>
        <w:rPr>
          <w:lang w:val="ro-RO"/>
        </w:rPr>
      </w:pPr>
      <w:r w:rsidRPr="00120F2E">
        <w:rPr>
          <w:lang w:val="ro-RO"/>
        </w:rPr>
        <w:t>recep</w:t>
      </w:r>
      <w:r>
        <w:rPr>
          <w:lang w:val="ro-RO"/>
        </w:rPr>
        <w:t>ț</w:t>
      </w:r>
      <w:r w:rsidRPr="00120F2E">
        <w:rPr>
          <w:lang w:val="ro-RO"/>
        </w:rPr>
        <w:t>ia calitativ</w:t>
      </w:r>
      <w:r>
        <w:rPr>
          <w:lang w:val="ro-RO"/>
        </w:rPr>
        <w:t>ă</w:t>
      </w:r>
      <w:r w:rsidRPr="00120F2E">
        <w:rPr>
          <w:lang w:val="ro-RO"/>
        </w:rPr>
        <w:t xml:space="preserve"> în vederea verific</w:t>
      </w:r>
      <w:r>
        <w:rPr>
          <w:lang w:val="ro-RO"/>
        </w:rPr>
        <w:t>ă</w:t>
      </w:r>
      <w:r w:rsidRPr="00120F2E">
        <w:rPr>
          <w:lang w:val="ro-RO"/>
        </w:rPr>
        <w:t>rii conformit</w:t>
      </w:r>
      <w:r>
        <w:rPr>
          <w:lang w:val="ro-RO"/>
        </w:rPr>
        <w:t>ăț</w:t>
      </w:r>
      <w:r w:rsidRPr="00120F2E">
        <w:rPr>
          <w:lang w:val="ro-RO"/>
        </w:rPr>
        <w:t>ii produselor furnizate cu specifica</w:t>
      </w:r>
      <w:r>
        <w:rPr>
          <w:lang w:val="ro-RO"/>
        </w:rPr>
        <w:t>ț</w:t>
      </w:r>
      <w:r w:rsidRPr="00120F2E">
        <w:rPr>
          <w:lang w:val="ro-RO"/>
        </w:rPr>
        <w:t>iile din propunerea tehnic</w:t>
      </w:r>
      <w:r>
        <w:rPr>
          <w:lang w:val="ro-RO"/>
        </w:rPr>
        <w:t>ă și</w:t>
      </w:r>
      <w:r w:rsidRPr="00120F2E">
        <w:rPr>
          <w:lang w:val="ro-RO"/>
        </w:rPr>
        <w:t xml:space="preserve"> va fi efectuat</w:t>
      </w:r>
      <w:r>
        <w:rPr>
          <w:lang w:val="ro-RO"/>
        </w:rPr>
        <w:t>ă</w:t>
      </w:r>
      <w:r w:rsidRPr="00120F2E">
        <w:rPr>
          <w:lang w:val="ro-RO"/>
        </w:rPr>
        <w:t xml:space="preserve"> de c</w:t>
      </w:r>
      <w:r>
        <w:rPr>
          <w:lang w:val="ro-RO"/>
        </w:rPr>
        <w:t>ă</w:t>
      </w:r>
      <w:r w:rsidRPr="00120F2E">
        <w:rPr>
          <w:lang w:val="ro-RO"/>
        </w:rPr>
        <w:t xml:space="preserve">tre </w:t>
      </w:r>
      <w:r>
        <w:rPr>
          <w:lang w:val="ro-RO"/>
        </w:rPr>
        <w:t>Autoritatea/entitatea contractantă</w:t>
      </w:r>
      <w:r w:rsidRPr="00120F2E">
        <w:rPr>
          <w:lang w:val="ro-RO"/>
        </w:rPr>
        <w:t xml:space="preserve">  pe baza documentelor prezentate de </w:t>
      </w:r>
      <w:r>
        <w:rPr>
          <w:lang w:val="ro-RO"/>
        </w:rPr>
        <w:t>Contractant</w:t>
      </w:r>
      <w:r w:rsidRPr="00120F2E">
        <w:rPr>
          <w:lang w:val="ro-RO"/>
        </w:rPr>
        <w:t xml:space="preserve"> astfel cum sunt solicitate prin caietul de sarcini.</w:t>
      </w:r>
    </w:p>
    <w:p w14:paraId="6D53A6DB" w14:textId="5120D915" w:rsidR="0074253C" w:rsidRPr="006A0D94" w:rsidRDefault="0074253C" w:rsidP="0074253C">
      <w:pPr>
        <w:pStyle w:val="Level3"/>
        <w:rPr>
          <w:lang w:val="ro-RO"/>
        </w:rPr>
      </w:pPr>
      <w:r w:rsidRPr="006A0D94">
        <w:rPr>
          <w:lang w:val="ro-RO"/>
        </w:rPr>
        <w:t xml:space="preserve">În cazul unei livrări parțiale a Produselor </w:t>
      </w:r>
      <w:r w:rsidR="00A704D2">
        <w:rPr>
          <w:lang w:val="ro-RO"/>
        </w:rPr>
        <w:t>Autoritatea/entitatea contractantă</w:t>
      </w:r>
      <w:r w:rsidRPr="006A0D94">
        <w:rPr>
          <w:lang w:val="ro-RO"/>
        </w:rPr>
        <w:t>:</w:t>
      </w:r>
    </w:p>
    <w:p w14:paraId="3D351CC4" w14:textId="5C8254EF" w:rsidR="0074253C" w:rsidRPr="00A704D2" w:rsidRDefault="0074253C" w:rsidP="004E0269">
      <w:pPr>
        <w:pStyle w:val="roman3"/>
        <w:numPr>
          <w:ilvl w:val="0"/>
          <w:numId w:val="68"/>
        </w:numPr>
        <w:rPr>
          <w:lang w:val="ro-RO"/>
        </w:rPr>
      </w:pPr>
      <w:r w:rsidRPr="00A704D2">
        <w:rPr>
          <w:lang w:val="ro-RO"/>
        </w:rPr>
        <w:t>Are dreptul de a refuza preluarea Produselor solicitând livrarea cantității integrale a acestora</w:t>
      </w:r>
      <w:r w:rsidR="00A704D2">
        <w:rPr>
          <w:lang w:val="ro-RO"/>
        </w:rPr>
        <w:t xml:space="preserve"> situație în care are dreptul de a percepe penalități pentru executarea necorespunzătoare a obligației de a livra Produsele în termenele prevăzute în Graficul de Livrări</w:t>
      </w:r>
      <w:r w:rsidRPr="00A704D2">
        <w:rPr>
          <w:lang w:val="ro-RO"/>
        </w:rPr>
        <w:t>;</w:t>
      </w:r>
    </w:p>
    <w:p w14:paraId="399D52C3" w14:textId="7F82197E" w:rsidR="0074253C" w:rsidRPr="006A0D94" w:rsidRDefault="0074253C" w:rsidP="0074253C">
      <w:pPr>
        <w:pStyle w:val="roman3"/>
        <w:rPr>
          <w:lang w:val="ro-RO"/>
        </w:rPr>
      </w:pPr>
      <w:r w:rsidRPr="006A0D94">
        <w:rPr>
          <w:lang w:val="ro-RO"/>
        </w:rPr>
        <w:t>De a accepta livrarea parțială a Produselor făcând mențiunile corespunzătoare în Procesul-verbal de recepție cantitativă</w:t>
      </w:r>
      <w:r w:rsidR="00803896">
        <w:rPr>
          <w:lang w:val="ro-RO"/>
        </w:rPr>
        <w:t>,</w:t>
      </w:r>
      <w:r w:rsidR="00A704D2">
        <w:rPr>
          <w:lang w:val="ro-RO"/>
        </w:rPr>
        <w:t xml:space="preserve"> situație în care are dreptul de a percepe penalități pentru executarea parțial necorespunzătoare a obligației de a livra Produsele în termenele prevăzute în Graficul de Livrări. Penalitățile vor fi calculate în raport de valoarea Produselor care nu au fost livrate la termen</w:t>
      </w:r>
      <w:r w:rsidRPr="006A0D94">
        <w:rPr>
          <w:lang w:val="ro-RO"/>
        </w:rPr>
        <w:t>.</w:t>
      </w:r>
    </w:p>
    <w:p w14:paraId="7265BE84" w14:textId="58BB3091" w:rsidR="00A704D2" w:rsidRPr="00120F2E" w:rsidRDefault="00A704D2" w:rsidP="00A704D2">
      <w:pPr>
        <w:pStyle w:val="Level3"/>
        <w:rPr>
          <w:lang w:val="ro-RO"/>
        </w:rPr>
      </w:pPr>
      <w:r>
        <w:rPr>
          <w:lang w:val="ro-RO"/>
        </w:rPr>
        <w:t>Autoritatea/entitatea contractantă</w:t>
      </w:r>
      <w:r w:rsidRPr="00505877">
        <w:rPr>
          <w:lang w:val="ro-RO"/>
        </w:rPr>
        <w:t xml:space="preserve"> are obligația</w:t>
      </w:r>
      <w:r>
        <w:rPr>
          <w:lang w:val="ro-RO"/>
        </w:rPr>
        <w:t xml:space="preserve"> de a consemna în procesul-verbal de recepție </w:t>
      </w:r>
      <w:r w:rsidR="003179E4">
        <w:rPr>
          <w:lang w:val="ro-RO"/>
        </w:rPr>
        <w:t xml:space="preserve">dacă </w:t>
      </w:r>
      <w:r>
        <w:rPr>
          <w:lang w:val="ro-RO"/>
        </w:rPr>
        <w:t xml:space="preserve">Produsele au fost livrate în cantitatea solicitată și </w:t>
      </w:r>
      <w:r w:rsidR="003179E4">
        <w:rPr>
          <w:lang w:val="ro-RO"/>
        </w:rPr>
        <w:t xml:space="preserve">dacă </w:t>
      </w:r>
      <w:r>
        <w:rPr>
          <w:lang w:val="ro-RO"/>
        </w:rPr>
        <w:t>prezintă caracteristicile prevăzute în Acordul-Cadru, Contractul Subsecvent și documentația de atribuire</w:t>
      </w:r>
      <w:r w:rsidRPr="00505877">
        <w:rPr>
          <w:lang w:val="ro-RO"/>
        </w:rPr>
        <w:t>.</w:t>
      </w:r>
    </w:p>
    <w:p w14:paraId="451A1430" w14:textId="2FA0E4A7" w:rsidR="0074253C" w:rsidRPr="00F304AB" w:rsidRDefault="00A704D2" w:rsidP="0074253C">
      <w:pPr>
        <w:pStyle w:val="Level3"/>
        <w:rPr>
          <w:lang w:val="ro-RO"/>
        </w:rPr>
      </w:pPr>
      <w:r>
        <w:rPr>
          <w:lang w:val="ro-RO"/>
        </w:rPr>
        <w:t xml:space="preserve">Autoritatea/entitatea contractantă </w:t>
      </w:r>
      <w:r w:rsidR="0074253C" w:rsidRPr="006A0D94">
        <w:rPr>
          <w:lang w:val="ro-RO"/>
        </w:rPr>
        <w:t>are obligația ca la momentul recepționării calitative a Produselor să indice toate deficiențele sau neconformitățile</w:t>
      </w:r>
      <w:r w:rsidR="00803896">
        <w:rPr>
          <w:lang w:val="ro-RO"/>
        </w:rPr>
        <w:t xml:space="preserve"> aparente ale </w:t>
      </w:r>
      <w:r w:rsidR="0074253C" w:rsidRPr="006A0D94">
        <w:rPr>
          <w:lang w:val="ro-RO"/>
        </w:rPr>
        <w:t xml:space="preserve"> Produselor și să îi comunice de îndată aceste aspecte Furnizorului și să îi precizeze pentru care din următoarele remedii optează:</w:t>
      </w:r>
    </w:p>
    <w:p w14:paraId="14855B58" w14:textId="0EE85C1E" w:rsidR="0074253C" w:rsidRPr="00812785" w:rsidRDefault="0074253C" w:rsidP="004E0269">
      <w:pPr>
        <w:pStyle w:val="roman3"/>
        <w:numPr>
          <w:ilvl w:val="0"/>
          <w:numId w:val="85"/>
        </w:numPr>
        <w:rPr>
          <w:lang w:val="ro-RO"/>
        </w:rPr>
      </w:pPr>
      <w:r w:rsidRPr="00812785">
        <w:rPr>
          <w:lang w:val="ro-RO"/>
        </w:rPr>
        <w:t>Repararea produselor</w:t>
      </w:r>
      <w:r w:rsidR="0064470E">
        <w:rPr>
          <w:lang w:val="ro-RO"/>
        </w:rPr>
        <w:t xml:space="preserve"> de către Contractant</w:t>
      </w:r>
      <w:r w:rsidRPr="00812785">
        <w:rPr>
          <w:lang w:val="ro-RO"/>
        </w:rPr>
        <w:t>;</w:t>
      </w:r>
    </w:p>
    <w:p w14:paraId="5B0DF3A4" w14:textId="31B037F2" w:rsidR="0074253C" w:rsidRPr="006A0D94" w:rsidRDefault="0074253C" w:rsidP="0074253C">
      <w:pPr>
        <w:pStyle w:val="roman3"/>
        <w:numPr>
          <w:ilvl w:val="0"/>
          <w:numId w:val="46"/>
        </w:numPr>
        <w:rPr>
          <w:lang w:val="ro-RO"/>
        </w:rPr>
      </w:pPr>
      <w:r w:rsidRPr="006A0D94">
        <w:rPr>
          <w:lang w:val="ro-RO"/>
        </w:rPr>
        <w:t>Solicitarea Contractantului să înlocuiască Produsele care nu au fost acceptate sau în privința cărora s-au ridicat obiecții – în aceste condiții se stabilește un termen rezonabil, indicat în cuprinsul procesului-verbal, în care Contractantul are dreptul să înlocuiască bunul/remedieze deficiențele bunului. Acordarea acestui termen suplimentar nu afectează dreptul Autorității/entității contractante de a percepe penalități de întârziere pentru perioada cuprinsă între momentul la care trebuiau predate bunurile și momentul la care bunurile au fost înlocuite/au fost remediate defectele bunului;</w:t>
      </w:r>
    </w:p>
    <w:p w14:paraId="4148CF04" w14:textId="20430E1C" w:rsidR="0074253C" w:rsidRPr="006A0D94" w:rsidRDefault="00560A26" w:rsidP="0074253C">
      <w:pPr>
        <w:pStyle w:val="roman3"/>
        <w:numPr>
          <w:ilvl w:val="0"/>
          <w:numId w:val="46"/>
        </w:numPr>
        <w:rPr>
          <w:lang w:val="ro-RO"/>
        </w:rPr>
      </w:pPr>
      <w:r>
        <w:rPr>
          <w:lang w:val="ro-RO"/>
        </w:rPr>
        <w:t>Rezoluțiunea/r</w:t>
      </w:r>
      <w:r w:rsidR="0074253C" w:rsidRPr="006A0D94">
        <w:rPr>
          <w:lang w:val="ro-RO"/>
        </w:rPr>
        <w:t>ezilierea integrală sau parțială</w:t>
      </w:r>
      <w:r w:rsidR="00803896">
        <w:rPr>
          <w:lang w:val="ro-RO"/>
        </w:rPr>
        <w:t>, după caz</w:t>
      </w:r>
      <w:r w:rsidR="0074253C" w:rsidRPr="006A0D94">
        <w:rPr>
          <w:lang w:val="ro-RO"/>
        </w:rPr>
        <w:t xml:space="preserve"> a </w:t>
      </w:r>
      <w:r w:rsidR="00803896">
        <w:rPr>
          <w:lang w:val="ro-RO"/>
        </w:rPr>
        <w:t xml:space="preserve">prezentului </w:t>
      </w:r>
      <w:r w:rsidR="0074253C" w:rsidRPr="006A0D94">
        <w:rPr>
          <w:lang w:val="ro-RO"/>
        </w:rPr>
        <w:t>contract</w:t>
      </w:r>
      <w:r w:rsidR="00803896">
        <w:rPr>
          <w:lang w:val="ro-RO"/>
        </w:rPr>
        <w:t>;</w:t>
      </w:r>
    </w:p>
    <w:p w14:paraId="63970B12" w14:textId="37EEF46D" w:rsidR="0074253C" w:rsidRPr="006A0D94" w:rsidRDefault="0064470E" w:rsidP="0074253C">
      <w:pPr>
        <w:pStyle w:val="Level3"/>
        <w:rPr>
          <w:lang w:val="ro-RO"/>
        </w:rPr>
      </w:pPr>
      <w:r w:rsidRPr="0064470E">
        <w:rPr>
          <w:lang w:val="ro-RO"/>
        </w:rPr>
        <w:t>(iv)</w:t>
      </w:r>
      <w:r w:rsidRPr="0064470E">
        <w:rPr>
          <w:lang w:val="ro-RO"/>
        </w:rPr>
        <w:tab/>
        <w:t xml:space="preserve">Remedierea defectelor Produsului de către </w:t>
      </w:r>
      <w:r>
        <w:rPr>
          <w:lang w:val="ro-RO"/>
        </w:rPr>
        <w:t>Autoritatea Contractantă</w:t>
      </w:r>
      <w:r w:rsidRPr="0064470E">
        <w:rPr>
          <w:lang w:val="ro-RO"/>
        </w:rPr>
        <w:t xml:space="preserve">, pe cheltuiala </w:t>
      </w:r>
      <w:r>
        <w:rPr>
          <w:lang w:val="ro-RO"/>
        </w:rPr>
        <w:t>Contractantului</w:t>
      </w:r>
      <w:r w:rsidRPr="0064470E">
        <w:rPr>
          <w:lang w:val="ro-RO"/>
        </w:rPr>
        <w:t xml:space="preserve">. În această situație plata aferentă costurilor va fi reținută din garanția de bună execuție, în măsura în care aceasta acoperă integral aceste costuri. În măsura în care garanția de bună-execuție nu acoperă integral costurile, </w:t>
      </w:r>
      <w:r>
        <w:rPr>
          <w:lang w:val="ro-RO"/>
        </w:rPr>
        <w:t>Contractantul</w:t>
      </w:r>
      <w:r w:rsidRPr="0064470E">
        <w:rPr>
          <w:lang w:val="ro-RO"/>
        </w:rPr>
        <w:t xml:space="preserve"> are obligația de a achita suma aferentă remedierii defectelor bunului în termen de 5 zile de la recepționarea facturii. </w:t>
      </w:r>
      <w:r>
        <w:rPr>
          <w:lang w:val="ro-RO"/>
        </w:rPr>
        <w:t xml:space="preserve">Contractantul </w:t>
      </w:r>
      <w:r w:rsidRPr="0064470E">
        <w:rPr>
          <w:lang w:val="ro-RO"/>
        </w:rPr>
        <w:t xml:space="preserve">are obligația de a reîntregi garanția de bună-execuție în termen de 5 zile de la data la care i s-a comunicat efectuarea plății de către </w:t>
      </w:r>
      <w:r w:rsidR="004F4B12">
        <w:rPr>
          <w:lang w:val="ro-RO"/>
        </w:rPr>
        <w:t>Autoritatea Contractantul</w:t>
      </w:r>
      <w:r w:rsidRPr="0064470E">
        <w:rPr>
          <w:lang w:val="ro-RO"/>
        </w:rPr>
        <w:t xml:space="preserve"> dacă viciile sunt descoperite pe parcursul derulării contractului. Dacă viciile/neconformitățile bunului sunt descoperite ulterior încetării contractului recuperarea prejudiciului cauzat se va face potrivit normelor de drept comun.</w:t>
      </w:r>
      <w:r w:rsidR="0074253C" w:rsidRPr="006A0D94">
        <w:rPr>
          <w:lang w:val="ro-RO"/>
        </w:rPr>
        <w:t>În ipoteza în care Autoritatea/entitatea contractantă a refuzat</w:t>
      </w:r>
      <w:r w:rsidR="003179E4">
        <w:rPr>
          <w:lang w:val="ro-RO"/>
        </w:rPr>
        <w:t xml:space="preserve"> sau </w:t>
      </w:r>
      <w:r w:rsidR="0074253C" w:rsidRPr="006A0D94">
        <w:rPr>
          <w:lang w:val="ro-RO"/>
        </w:rPr>
        <w:t xml:space="preserve">a făcut obiecții doar în privința unei cantități parțiale de bunuri și a acordat Contractantului dreptul de a înlocui/remedia deficiențele bunului, </w:t>
      </w:r>
      <w:r w:rsidR="0074253C" w:rsidRPr="006A0D94">
        <w:rPr>
          <w:lang w:val="ro-RO"/>
        </w:rPr>
        <w:lastRenderedPageBreak/>
        <w:t>aceasta are dreptul de a rezoluționa</w:t>
      </w:r>
      <w:r w:rsidR="00560A26">
        <w:rPr>
          <w:lang w:val="ro-RO"/>
        </w:rPr>
        <w:t>/rezilia</w:t>
      </w:r>
      <w:r w:rsidR="0074253C" w:rsidRPr="006A0D94">
        <w:rPr>
          <w:lang w:val="ro-RO"/>
        </w:rPr>
        <w:t xml:space="preserve"> parțial contractul, doar în ceea ce privește bunurile care nu au fost preluate sau în privința cărora s-au solicitat remedieri, iar Contractantul nu le-a remediat.</w:t>
      </w:r>
    </w:p>
    <w:p w14:paraId="349091AC" w14:textId="77777777" w:rsidR="0074253C" w:rsidRPr="006A0D94" w:rsidRDefault="0074253C" w:rsidP="0074253C">
      <w:pPr>
        <w:pStyle w:val="Level3"/>
        <w:rPr>
          <w:lang w:val="ro-RO"/>
        </w:rPr>
      </w:pPr>
      <w:r w:rsidRPr="006A0D94">
        <w:rPr>
          <w:lang w:val="ro-RO"/>
        </w:rPr>
        <w:t>În situația în care Autoritatea/entitatea contractantă constată existența unor vicii/neconformități ascunse ale bunului, aceasta are obligația să le aducă la cunoștință Contractantului în termen de 2 zile lucrătoare de la momentul la care le-a descoperit.</w:t>
      </w:r>
    </w:p>
    <w:p w14:paraId="29314F0C" w14:textId="554A4DAD" w:rsidR="0074253C" w:rsidRPr="006A0D94" w:rsidRDefault="0074253C" w:rsidP="0074253C">
      <w:pPr>
        <w:pStyle w:val="Level3"/>
        <w:rPr>
          <w:lang w:val="ro-RO"/>
        </w:rPr>
      </w:pPr>
      <w:r w:rsidRPr="006A0D94">
        <w:rPr>
          <w:lang w:val="ro-RO"/>
        </w:rPr>
        <w:t xml:space="preserve">În situația prevăzută de art. </w:t>
      </w:r>
      <w:r w:rsidR="00803896">
        <w:rPr>
          <w:lang w:val="ro-RO"/>
        </w:rPr>
        <w:t>2.2.7.</w:t>
      </w:r>
      <w:r w:rsidRPr="006A0D94">
        <w:rPr>
          <w:lang w:val="ro-RO"/>
        </w:rPr>
        <w:t xml:space="preserve"> Autoritatea/entitatea contractantă are dreptul:</w:t>
      </w:r>
    </w:p>
    <w:p w14:paraId="63B257D9" w14:textId="3C2611DE" w:rsidR="0074253C" w:rsidRPr="00812785" w:rsidRDefault="0074253C" w:rsidP="004E0269">
      <w:pPr>
        <w:pStyle w:val="roman3"/>
        <w:numPr>
          <w:ilvl w:val="0"/>
          <w:numId w:val="84"/>
        </w:numPr>
        <w:rPr>
          <w:lang w:val="ro-RO"/>
        </w:rPr>
      </w:pPr>
      <w:r w:rsidRPr="00812785">
        <w:rPr>
          <w:lang w:val="ro-RO"/>
        </w:rPr>
        <w:t>de a rezoluționa</w:t>
      </w:r>
      <w:r w:rsidR="00560A26">
        <w:rPr>
          <w:lang w:val="ro-RO"/>
        </w:rPr>
        <w:t>/rezilia</w:t>
      </w:r>
      <w:r w:rsidRPr="00812785">
        <w:rPr>
          <w:lang w:val="ro-RO"/>
        </w:rPr>
        <w:t xml:space="preserve"> integral/parțial Contractul;</w:t>
      </w:r>
    </w:p>
    <w:p w14:paraId="4BE10D87" w14:textId="505F0DE3" w:rsidR="0074253C" w:rsidRPr="006A0D94" w:rsidRDefault="0074253C" w:rsidP="0074253C">
      <w:pPr>
        <w:pStyle w:val="roman3"/>
        <w:numPr>
          <w:ilvl w:val="0"/>
          <w:numId w:val="46"/>
        </w:numPr>
        <w:rPr>
          <w:lang w:val="ro-RO"/>
        </w:rPr>
      </w:pPr>
      <w:r w:rsidRPr="006A0D94">
        <w:rPr>
          <w:lang w:val="ro-RO"/>
        </w:rPr>
        <w:t>de a solicita Contractantului să înlocuiască bunurile care nu au fost acceptate sau în privința cărora s-au ridicat obiecții – în aceste condiții se stabilește un termen rezonabil în care Contractantul are dreptul să înlocuiască bunul/remedieze deficiențele bunului. Acordarea acestui termen suplimentar nu afectează dreptul Autorității/entității contractante de a percepe penalități de întârziere pentru perioada cuprinsă între momentul la care trebuiau predate bunurile și momentul la care bunurile au fost înlocuite/au fost remediate defectele bunului;</w:t>
      </w:r>
    </w:p>
    <w:p w14:paraId="13D0CAE3" w14:textId="7F99CB8E" w:rsidR="0074253C" w:rsidRPr="006A0D94" w:rsidRDefault="0074253C" w:rsidP="0074253C">
      <w:pPr>
        <w:pStyle w:val="roman3"/>
        <w:numPr>
          <w:ilvl w:val="0"/>
          <w:numId w:val="46"/>
        </w:numPr>
        <w:rPr>
          <w:lang w:val="ro-RO"/>
        </w:rPr>
      </w:pPr>
      <w:r w:rsidRPr="006A0D94">
        <w:rPr>
          <w:lang w:val="ro-RO"/>
        </w:rPr>
        <w:t>remedia defectele bunului, pe cheltuiala Contractantului. În această situați</w:t>
      </w:r>
      <w:r w:rsidR="00803896">
        <w:rPr>
          <w:lang w:val="ro-RO"/>
        </w:rPr>
        <w:t>e</w:t>
      </w:r>
      <w:r w:rsidRPr="006A0D94">
        <w:rPr>
          <w:lang w:val="ro-RO"/>
        </w:rPr>
        <w:t xml:space="preserve"> plata aferentă costurilor va fi achitată din garanția de bună execuție, Contractantul fiind obligat să o reîntregească în termen de 5 zile de la data la care i s-a comunicat efectuarea plății de către Autoritatea/entitatea dacă viciile sunt descoperite pe parcursul derulării contractului. Dacă viciile/neconformitățile bunului sunt descoperite ulterior încetării contractului recuperarea prejudiciului cauzat se va face potrivit normelor de drept comun.</w:t>
      </w:r>
    </w:p>
    <w:p w14:paraId="4C042DF2" w14:textId="3C8A1B2F" w:rsidR="0074253C" w:rsidRPr="006A0D94" w:rsidRDefault="004F4B12" w:rsidP="0074253C">
      <w:pPr>
        <w:pStyle w:val="Level3"/>
        <w:rPr>
          <w:lang w:val="ro-RO"/>
        </w:rPr>
      </w:pPr>
      <w:r w:rsidRPr="00505877">
        <w:rPr>
          <w:lang w:val="ro-RO"/>
        </w:rPr>
        <w:t>În ipoteza în care Promitentul-</w:t>
      </w:r>
      <w:r>
        <w:rPr>
          <w:lang w:val="ro-RO"/>
        </w:rPr>
        <w:t>Achizitor</w:t>
      </w:r>
      <w:r w:rsidRPr="00505877">
        <w:rPr>
          <w:lang w:val="ro-RO"/>
        </w:rPr>
        <w:t xml:space="preserve"> a refuzat/a făcut obiecții doar în privința unei cantități parțiale de bunuri și a acordat Promitentul</w:t>
      </w:r>
      <w:r>
        <w:rPr>
          <w:lang w:val="ro-RO"/>
        </w:rPr>
        <w:t>ui</w:t>
      </w:r>
      <w:r w:rsidRPr="00505877">
        <w:rPr>
          <w:lang w:val="ro-RO"/>
        </w:rPr>
        <w:t>-Furnizor dreptul de a înlocui/remedia deficiențele bunului, acesta are dreptul de a rezoluționa</w:t>
      </w:r>
      <w:r>
        <w:rPr>
          <w:lang w:val="ro-RO"/>
        </w:rPr>
        <w:t>/rezilia</w:t>
      </w:r>
      <w:r w:rsidRPr="00505877">
        <w:rPr>
          <w:lang w:val="ro-RO"/>
        </w:rPr>
        <w:t xml:space="preserve"> parțial contractul, doar în ceea ce privește bunurile care nu au fost preluate sau în privința cărora s-au solicitat remedieri, iar Promitentul-Furnizor nu le-a remediat</w:t>
      </w:r>
      <w:r w:rsidR="0074253C" w:rsidRPr="006A0D94">
        <w:rPr>
          <w:lang w:val="ro-RO"/>
        </w:rPr>
        <w:t>.</w:t>
      </w:r>
    </w:p>
    <w:p w14:paraId="576381B1" w14:textId="363E8C5D" w:rsidR="0074253C" w:rsidRPr="006A0D94" w:rsidRDefault="00E45B80" w:rsidP="0074253C">
      <w:pPr>
        <w:pStyle w:val="Level3"/>
        <w:rPr>
          <w:lang w:val="ro-RO"/>
        </w:rPr>
      </w:pPr>
      <w:r>
        <w:rPr>
          <w:lang w:val="ro-RO"/>
        </w:rPr>
        <w:t>Autoritatea/entitatea contractantă</w:t>
      </w:r>
      <w:r w:rsidR="0074253C" w:rsidRPr="006A0D94">
        <w:rPr>
          <w:lang w:val="ro-RO"/>
        </w:rPr>
        <w:t xml:space="preserve"> are obligația ca la momentul efectuării recepției calitative a bunului să încheie procesul-verbal final de recepție al bunurilor, document în baza căruia </w:t>
      </w:r>
      <w:r>
        <w:rPr>
          <w:lang w:val="ro-RO"/>
        </w:rPr>
        <w:t>Contractantul</w:t>
      </w:r>
      <w:r w:rsidR="0074253C" w:rsidRPr="006A0D94">
        <w:rPr>
          <w:lang w:val="ro-RO"/>
        </w:rPr>
        <w:t xml:space="preserve"> poate solicita achitarea prețului.</w:t>
      </w:r>
    </w:p>
    <w:p w14:paraId="1F7348E8" w14:textId="77777777" w:rsidR="0074253C" w:rsidRPr="006A0D94" w:rsidRDefault="0074253C" w:rsidP="0074253C">
      <w:pPr>
        <w:pStyle w:val="Level2"/>
        <w:rPr>
          <w:lang w:val="ro-RO"/>
        </w:rPr>
      </w:pPr>
      <w:r w:rsidRPr="006A0D94">
        <w:rPr>
          <w:b/>
          <w:bCs/>
          <w:lang w:val="ro-RO"/>
        </w:rPr>
        <w:t>Obligațiile generale ale Contractantului</w:t>
      </w:r>
    </w:p>
    <w:p w14:paraId="24C0AB73" w14:textId="61F78C21" w:rsidR="0074253C" w:rsidRPr="006A0D94" w:rsidRDefault="0074253C" w:rsidP="0074253C">
      <w:pPr>
        <w:pStyle w:val="Level3"/>
        <w:rPr>
          <w:lang w:val="ro-RO"/>
        </w:rPr>
      </w:pPr>
      <w:r w:rsidRPr="006A0D94">
        <w:rPr>
          <w:lang w:val="ro-RO"/>
        </w:rPr>
        <w:t>Contractantul va furniza Produsele și își va îndeplini obligațiile în condițiile stabilite prin prezentul Contract</w:t>
      </w:r>
      <w:r w:rsidR="00803896">
        <w:rPr>
          <w:lang w:val="ro-RO"/>
        </w:rPr>
        <w:t xml:space="preserve"> Subsecvent</w:t>
      </w:r>
      <w:r w:rsidRPr="006A0D94">
        <w:rPr>
          <w:lang w:val="ro-RO"/>
        </w:rPr>
        <w:t xml:space="preserve">, cu respectarea prevederilor </w:t>
      </w:r>
      <w:r w:rsidR="00465FB0">
        <w:rPr>
          <w:lang w:val="ro-RO"/>
        </w:rPr>
        <w:t xml:space="preserve">din Acordul cadru, din </w:t>
      </w:r>
      <w:r w:rsidRPr="006A0D94">
        <w:rPr>
          <w:lang w:val="ro-RO"/>
        </w:rPr>
        <w:t>documentați</w:t>
      </w:r>
      <w:r w:rsidR="00465FB0">
        <w:rPr>
          <w:lang w:val="ro-RO"/>
        </w:rPr>
        <w:t>a</w:t>
      </w:r>
      <w:r w:rsidRPr="006A0D94">
        <w:rPr>
          <w:lang w:val="ro-RO"/>
        </w:rPr>
        <w:t xml:space="preserve"> de atribuire și a ofertei în baza căreia i-a fost </w:t>
      </w:r>
      <w:r w:rsidR="00465FB0">
        <w:rPr>
          <w:lang w:val="ro-RO"/>
        </w:rPr>
        <w:t xml:space="preserve">atribuit </w:t>
      </w:r>
      <w:r w:rsidRPr="006A0D94">
        <w:rPr>
          <w:lang w:val="ro-RO"/>
        </w:rPr>
        <w:t>contractul.</w:t>
      </w:r>
    </w:p>
    <w:p w14:paraId="0E7E12FA" w14:textId="77777777" w:rsidR="0074253C" w:rsidRPr="006A0D94" w:rsidRDefault="0074253C" w:rsidP="0074253C">
      <w:pPr>
        <w:pStyle w:val="Level3"/>
        <w:rPr>
          <w:lang w:val="ro-RO"/>
        </w:rPr>
      </w:pPr>
      <w:r w:rsidRPr="006A0D94">
        <w:rPr>
          <w:lang w:val="ro-RO"/>
        </w:rPr>
        <w:t>Contractantul are obligația de a asigura resurse suficiente și cu expertiza adecvată pentru a furniza și livra Produsele în conformitate cu prevederile prezentului Contract Subsecvent și ale Caietului de sarcini.</w:t>
      </w:r>
    </w:p>
    <w:p w14:paraId="15AABD24" w14:textId="70C7C9B1" w:rsidR="0074253C" w:rsidRPr="006A0D94" w:rsidRDefault="0074253C" w:rsidP="0074253C">
      <w:pPr>
        <w:pStyle w:val="Level3"/>
        <w:rPr>
          <w:lang w:val="ro-RO"/>
        </w:rPr>
      </w:pPr>
      <w:r w:rsidRPr="006A0D94">
        <w:rPr>
          <w:lang w:val="ro-RO"/>
        </w:rPr>
        <w:t>Contractantul are obligația de a își îndeplini obligațiile contractuale, cu respectarea bunelor practici din domeniu, a prevederilor legale și contractuale, astfel încât să se asigure că activitățile și rezultatele sunt realizate la parametrii solicitați.</w:t>
      </w:r>
    </w:p>
    <w:p w14:paraId="5226CA05" w14:textId="200D900F" w:rsidR="0074253C" w:rsidRPr="006A0D94" w:rsidRDefault="0074253C" w:rsidP="0074253C">
      <w:pPr>
        <w:pStyle w:val="Level3"/>
        <w:rPr>
          <w:lang w:val="ro-RO"/>
        </w:rPr>
      </w:pPr>
      <w:r w:rsidRPr="006A0D94">
        <w:rPr>
          <w:lang w:val="ro-RO"/>
        </w:rPr>
        <w:t xml:space="preserve">Contractantul are obligația de a colabora cu personalul </w:t>
      </w:r>
      <w:r w:rsidR="00E45B80">
        <w:rPr>
          <w:lang w:val="ro-RO"/>
        </w:rPr>
        <w:t>Autorității/entității contractante</w:t>
      </w:r>
      <w:r w:rsidRPr="006A0D94">
        <w:rPr>
          <w:lang w:val="ro-RO"/>
        </w:rPr>
        <w:t xml:space="preserve"> alocat pentru realizarea recepțiilor.</w:t>
      </w:r>
    </w:p>
    <w:p w14:paraId="352107A5" w14:textId="06F28158" w:rsidR="0074253C" w:rsidRPr="006A0D94" w:rsidRDefault="0074253C" w:rsidP="0074253C">
      <w:pPr>
        <w:pStyle w:val="Level3"/>
        <w:rPr>
          <w:lang w:val="ro-RO"/>
        </w:rPr>
      </w:pPr>
      <w:r w:rsidRPr="006A0D94">
        <w:rPr>
          <w:lang w:val="ro-RO"/>
        </w:rPr>
        <w:lastRenderedPageBreak/>
        <w:t xml:space="preserve">Contractantul are obligația de a asigura asistența tehnică și suportul pe care </w:t>
      </w:r>
      <w:r w:rsidR="006D5C06">
        <w:rPr>
          <w:lang w:val="ro-RO"/>
        </w:rPr>
        <w:t>Autoritatea/entitatea contractantă</w:t>
      </w:r>
      <w:r w:rsidRPr="006A0D94">
        <w:rPr>
          <w:lang w:val="ro-RO"/>
        </w:rPr>
        <w:t xml:space="preserve"> le poate solicita în mod rezonabil pe parcursul derulării Contractului Subsecvent.</w:t>
      </w:r>
    </w:p>
    <w:p w14:paraId="4F2F1903" w14:textId="54283EA2" w:rsidR="0074253C" w:rsidRPr="006A0D94" w:rsidRDefault="0074253C" w:rsidP="0074253C">
      <w:pPr>
        <w:pStyle w:val="Level3"/>
        <w:rPr>
          <w:lang w:val="ro-RO"/>
        </w:rPr>
      </w:pPr>
      <w:r w:rsidRPr="006A0D94">
        <w:rPr>
          <w:lang w:val="ro-RO"/>
        </w:rPr>
        <w:t xml:space="preserve">Contractantul are obligația de a respecta toate prevederile legale în vigoare în România și să se asigure că și Personalul său, implicat în implementarea Contractului Subsecvent, respectă și se supune, de asemenea, acelorași prevederi legale. Contractantul va despăgubi </w:t>
      </w:r>
      <w:r w:rsidR="00E45B80">
        <w:rPr>
          <w:lang w:val="ro-RO"/>
        </w:rPr>
        <w:t>Autoritatea/entitatea contractantă</w:t>
      </w:r>
      <w:r w:rsidRPr="006A0D94">
        <w:rPr>
          <w:lang w:val="ro-RO"/>
        </w:rPr>
        <w:t xml:space="preserve"> în cazul oricăror pretenții și acțiuni în justiție rezultate ca urmare a unor eventuale încălcări ale prevederilor legale în vigoare de către acesta, inclusiv de către Personalul său implicat în implementarea Contractului Subsecvent.</w:t>
      </w:r>
    </w:p>
    <w:p w14:paraId="5CDF5A49" w14:textId="77777777" w:rsidR="0074253C" w:rsidRPr="006A0D94" w:rsidRDefault="0074253C" w:rsidP="0074253C">
      <w:pPr>
        <w:pStyle w:val="Level3"/>
        <w:rPr>
          <w:lang w:val="ro-RO"/>
        </w:rPr>
      </w:pPr>
      <w:r w:rsidRPr="006A0D94">
        <w:rPr>
          <w:lang w:val="ro-RO"/>
        </w:rPr>
        <w:t xml:space="preserve">Contractantul are obligația de a deține, la momentul intrării în vigoare a prezentului Contract Subsecvent și pe tot parcursul derulării acestuia, oricare și toate licențele, autorizațiile și certificatele necesare în vederea furnizării și livrării Produselor, în condițiile Legii. </w:t>
      </w:r>
    </w:p>
    <w:p w14:paraId="7F978652" w14:textId="2867FA99" w:rsidR="0074253C" w:rsidRPr="006A0D94" w:rsidRDefault="0074253C" w:rsidP="0074253C">
      <w:pPr>
        <w:pStyle w:val="Level3"/>
        <w:rPr>
          <w:lang w:val="ro-RO"/>
        </w:rPr>
      </w:pPr>
      <w:r w:rsidRPr="006A0D94">
        <w:rPr>
          <w:lang w:val="ro-RO"/>
        </w:rPr>
        <w:t xml:space="preserve">Contractantul are obligația de a livra Produsele în conformitate cu cerințele tehnice şi de calitate prevăzute în Caietul de sarcini și Ofertă, la adresa </w:t>
      </w:r>
      <w:r w:rsidRPr="00803896">
        <w:rPr>
          <w:i/>
          <w:iCs/>
          <w:lang w:val="ro-RO"/>
        </w:rPr>
        <w:t>[…]</w:t>
      </w:r>
      <w:r w:rsidRPr="006A0D94">
        <w:rPr>
          <w:lang w:val="ro-RO"/>
        </w:rPr>
        <w:t xml:space="preserve">. În situația în care </w:t>
      </w:r>
      <w:r w:rsidR="00E45B80">
        <w:rPr>
          <w:lang w:val="ro-RO"/>
        </w:rPr>
        <w:t>Autoritatea/entitatea contractantă</w:t>
      </w:r>
      <w:r w:rsidRPr="006A0D94">
        <w:rPr>
          <w:lang w:val="ro-RO"/>
        </w:rPr>
        <w:t xml:space="preserve"> își modifică adresa de livrare pe parcursul derulării prezentului Contract Subsecvent, Contractantul se obligă să livreze Produsele la noua adresă comunicată de </w:t>
      </w:r>
      <w:r w:rsidR="006D5C06">
        <w:rPr>
          <w:lang w:val="ro-RO"/>
        </w:rPr>
        <w:t>Autoritatea/entitatea contractantă</w:t>
      </w:r>
      <w:r w:rsidRPr="006A0D94">
        <w:rPr>
          <w:lang w:val="ro-RO"/>
        </w:rPr>
        <w:t>, fără costuri suplimentare în sarcina acestuia din urmă.</w:t>
      </w:r>
    </w:p>
    <w:p w14:paraId="7308F5E4" w14:textId="0949820E" w:rsidR="0074253C" w:rsidRPr="006A0D94" w:rsidRDefault="0074253C" w:rsidP="0074253C">
      <w:pPr>
        <w:pStyle w:val="Level3"/>
        <w:rPr>
          <w:lang w:val="ro-RO"/>
        </w:rPr>
      </w:pPr>
      <w:r w:rsidRPr="006A0D94">
        <w:rPr>
          <w:lang w:val="ro-RO"/>
        </w:rPr>
        <w:t xml:space="preserve">În cazul în care, pe parcursul derulării Contractului Subsecvent, Contractantul se află în imposibilitatea de a livra Produsele sau părți din acestea datorită </w:t>
      </w:r>
      <w:r w:rsidR="00D44424">
        <w:rPr>
          <w:lang w:val="ro-RO"/>
        </w:rPr>
        <w:t>unor motive obiective, neimputabile acestuia</w:t>
      </w:r>
      <w:r w:rsidRPr="006A0D94">
        <w:rPr>
          <w:lang w:val="ro-RO"/>
        </w:rPr>
        <w:t xml:space="preserve">, Contractantul va notifica </w:t>
      </w:r>
      <w:r w:rsidR="00E45B80">
        <w:rPr>
          <w:lang w:val="ro-RO"/>
        </w:rPr>
        <w:t>Autoritatea/entitatea contractantă</w:t>
      </w:r>
      <w:r w:rsidRPr="006A0D94">
        <w:rPr>
          <w:lang w:val="ro-RO"/>
        </w:rPr>
        <w:t xml:space="preserve"> în cel mai scurt timp cu putință.</w:t>
      </w:r>
    </w:p>
    <w:p w14:paraId="1E29E96C" w14:textId="77777777" w:rsidR="0074253C" w:rsidRPr="006A0D94" w:rsidRDefault="0074253C" w:rsidP="0074253C">
      <w:pPr>
        <w:pStyle w:val="Level3"/>
        <w:rPr>
          <w:lang w:val="ro-RO"/>
        </w:rPr>
      </w:pPr>
      <w:r w:rsidRPr="006A0D94">
        <w:rPr>
          <w:lang w:val="ro-RO"/>
        </w:rPr>
        <w:t>Contractantul garantează că Produsele furnizate sunt noi, neutilizate, în stare bună de funcționare, se află în ambalajul original și respectă cerințele de etichetare, și nu prezintă defecte de fabricație.</w:t>
      </w:r>
    </w:p>
    <w:p w14:paraId="7082A61B" w14:textId="4AA7E697" w:rsidR="0074253C" w:rsidRPr="006A0D94" w:rsidRDefault="0074253C" w:rsidP="0074253C">
      <w:pPr>
        <w:pStyle w:val="Level3"/>
        <w:rPr>
          <w:lang w:val="ro-RO"/>
        </w:rPr>
      </w:pPr>
      <w:r w:rsidRPr="006A0D94">
        <w:rPr>
          <w:lang w:val="ro-RO"/>
        </w:rPr>
        <w:t xml:space="preserve">Contractantul are obligația de a asigura ambalarea Produselor conform prevederilor legale incidente și ale Caietului de sarcini, astfel încât Produsele să facă față, fără limitare, la manipularea dură din timpul transportului, tranzitului şi expunerii la temperaturi extreme, la soare și la precipitațiile care ar putea să apară în timpul transportului și depozitării în aer liber, în așa fel încât Produsele să ajungă în bună stare la adresele de livrare indicate de către </w:t>
      </w:r>
      <w:r w:rsidR="006D5C06">
        <w:rPr>
          <w:lang w:val="ro-RO"/>
        </w:rPr>
        <w:t>Autoritatea/entitatea contractantă</w:t>
      </w:r>
      <w:r w:rsidRPr="006A0D94">
        <w:rPr>
          <w:lang w:val="ro-RO"/>
        </w:rPr>
        <w:t>.</w:t>
      </w:r>
    </w:p>
    <w:p w14:paraId="5F2B487A" w14:textId="33570C10" w:rsidR="0074253C" w:rsidRPr="006A0D94" w:rsidRDefault="0074253C" w:rsidP="0074253C">
      <w:pPr>
        <w:pStyle w:val="Level3"/>
        <w:rPr>
          <w:lang w:val="ro-RO"/>
        </w:rPr>
      </w:pPr>
      <w:r w:rsidRPr="006A0D94">
        <w:rPr>
          <w:lang w:val="ro-RO"/>
        </w:rPr>
        <w:t xml:space="preserve">Contractantul are obligația de a transmite </w:t>
      </w:r>
      <w:r w:rsidR="00E45B80">
        <w:rPr>
          <w:lang w:val="ro-RO"/>
        </w:rPr>
        <w:t>Autorității/entității contractante</w:t>
      </w:r>
      <w:r w:rsidRPr="006A0D94">
        <w:rPr>
          <w:lang w:val="ro-RO"/>
        </w:rPr>
        <w:t xml:space="preserve"> documentele care însoțesc Produsul/Produsele, incluzând dar fără a se limita la, certificate de calitate/conformitate, certificate de garanție, facturile corespunzătoare, avizele de însoțire a mărfii, polițe de asigurare și orice alte documente necesare.</w:t>
      </w:r>
    </w:p>
    <w:p w14:paraId="551FF27E" w14:textId="50196DAE" w:rsidR="00803896" w:rsidRPr="00505877" w:rsidRDefault="00803896" w:rsidP="00803896">
      <w:pPr>
        <w:pStyle w:val="Level2"/>
        <w:rPr>
          <w:lang w:val="ro-RO"/>
        </w:rPr>
      </w:pPr>
      <w:r w:rsidRPr="00505877">
        <w:rPr>
          <w:b/>
          <w:bCs/>
          <w:lang w:val="ro-RO"/>
        </w:rPr>
        <w:t xml:space="preserve">Obligația </w:t>
      </w:r>
      <w:r w:rsidR="00560A26">
        <w:rPr>
          <w:b/>
          <w:bCs/>
          <w:lang w:val="ro-RO"/>
        </w:rPr>
        <w:t>Contractantului</w:t>
      </w:r>
      <w:r w:rsidRPr="00505877">
        <w:rPr>
          <w:b/>
          <w:bCs/>
          <w:lang w:val="ro-RO"/>
        </w:rPr>
        <w:t xml:space="preserve"> de a furniza garanția produsului</w:t>
      </w:r>
    </w:p>
    <w:p w14:paraId="45A6B05D" w14:textId="08AC5576" w:rsidR="00803896" w:rsidRPr="00505877" w:rsidRDefault="00E56F62" w:rsidP="00803896">
      <w:pPr>
        <w:pStyle w:val="Level3"/>
        <w:rPr>
          <w:lang w:val="ro-RO"/>
        </w:rPr>
      </w:pPr>
      <w:r>
        <w:rPr>
          <w:lang w:val="ro-RO"/>
        </w:rPr>
        <w:t>Contractantul</w:t>
      </w:r>
      <w:r w:rsidRPr="00505877">
        <w:rPr>
          <w:lang w:val="ro-RO"/>
        </w:rPr>
        <w:t xml:space="preserve"> are obligația de a acorda </w:t>
      </w:r>
      <w:r>
        <w:rPr>
          <w:lang w:val="ro-RO"/>
        </w:rPr>
        <w:t xml:space="preserve">o garanție de bună-funcționare pentru </w:t>
      </w:r>
      <w:r w:rsidRPr="00505877">
        <w:rPr>
          <w:lang w:val="ro-RO"/>
        </w:rPr>
        <w:t>Produsul/Produs</w:t>
      </w:r>
      <w:r>
        <w:rPr>
          <w:lang w:val="ro-RO"/>
        </w:rPr>
        <w:t>le</w:t>
      </w:r>
      <w:r w:rsidRPr="00505877">
        <w:rPr>
          <w:lang w:val="ro-RO"/>
        </w:rPr>
        <w:t xml:space="preserve"> achiziționate prin </w:t>
      </w:r>
      <w:r>
        <w:rPr>
          <w:lang w:val="ro-RO"/>
        </w:rPr>
        <w:t>prezentul contract</w:t>
      </w:r>
      <w:r w:rsidRPr="00505877">
        <w:rPr>
          <w:lang w:val="ro-RO"/>
        </w:rPr>
        <w:t xml:space="preserve"> </w:t>
      </w:r>
      <w:r>
        <w:rPr>
          <w:lang w:val="ro-RO"/>
        </w:rPr>
        <w:t xml:space="preserve">pentru o perioadă </w:t>
      </w:r>
      <w:r w:rsidR="00803896">
        <w:rPr>
          <w:i/>
          <w:lang w:val="ro-RO"/>
        </w:rPr>
        <w:t>(...)</w:t>
      </w:r>
      <w:r w:rsidR="00803896" w:rsidRPr="00505877">
        <w:rPr>
          <w:lang w:val="ro-RO"/>
        </w:rPr>
        <w:t>. Garanția și serviciile oferite pentru Produse va acoperi toate costurile rezultate din remedierea eventualelor defecte apărute în perioada de garanție. Perioada de garanție acordată Produsului/Produselor începe de la data încheierii fără obiecțiuni a procesului verbal final de recepție</w:t>
      </w:r>
      <w:r w:rsidR="006A0A5F">
        <w:rPr>
          <w:lang w:val="ro-RO"/>
        </w:rPr>
        <w:t>.</w:t>
      </w:r>
    </w:p>
    <w:tbl>
      <w:tblPr>
        <w:tblStyle w:val="TableGrid"/>
        <w:tblW w:w="0" w:type="auto"/>
        <w:tblInd w:w="704" w:type="dxa"/>
        <w:tblLook w:val="04A0" w:firstRow="1" w:lastRow="0" w:firstColumn="1" w:lastColumn="0" w:noHBand="0" w:noVBand="1"/>
      </w:tblPr>
      <w:tblGrid>
        <w:gridCol w:w="8017"/>
      </w:tblGrid>
      <w:tr w:rsidR="00803896" w:rsidRPr="00F90E1C" w14:paraId="7F8E4963" w14:textId="77777777" w:rsidTr="006A0A5F">
        <w:trPr>
          <w:trHeight w:val="519"/>
        </w:trPr>
        <w:tc>
          <w:tcPr>
            <w:tcW w:w="8017" w:type="dxa"/>
          </w:tcPr>
          <w:p w14:paraId="26C8C730" w14:textId="6B9FE592" w:rsidR="00803896" w:rsidRPr="00505877" w:rsidRDefault="007A0A36" w:rsidP="006A0A5F">
            <w:pPr>
              <w:pStyle w:val="Body"/>
              <w:rPr>
                <w:lang w:val="ro-RO"/>
              </w:rPr>
            </w:pPr>
            <w:r>
              <w:rPr>
                <w:i/>
                <w:iCs/>
                <w:lang w:val="ro-RO"/>
              </w:rPr>
              <w:t xml:space="preserve">Recomandăm utilizarea acestei clauze </w:t>
            </w:r>
            <w:r w:rsidR="00E56F62">
              <w:rPr>
                <w:i/>
                <w:iCs/>
                <w:lang w:val="ro-RO"/>
              </w:rPr>
              <w:t xml:space="preserve">în special </w:t>
            </w:r>
            <w:r>
              <w:rPr>
                <w:i/>
                <w:iCs/>
                <w:lang w:val="ro-RO"/>
              </w:rPr>
              <w:t xml:space="preserve">în ipoteza achiziționării produselor cu un grad ridicat de tehnologie sau a produselor care au o perioadă îndelungată de funcționare. </w:t>
            </w:r>
            <w:r w:rsidR="00E56F62">
              <w:rPr>
                <w:i/>
                <w:iCs/>
                <w:lang w:val="ro-RO"/>
              </w:rPr>
              <w:t xml:space="preserve">Autoritatea contractantă poate utiliza această clauză în majoritatea </w:t>
            </w:r>
            <w:r w:rsidR="00E56F62">
              <w:rPr>
                <w:i/>
                <w:iCs/>
                <w:lang w:val="ro-RO"/>
              </w:rPr>
              <w:lastRenderedPageBreak/>
              <w:t xml:space="preserve">contractelor de furnizare în măsura în care acest aspect este inclus și în documentația de atribuire,  dar aceastanu se pretează oricărui tip de produs </w:t>
            </w:r>
          </w:p>
        </w:tc>
      </w:tr>
    </w:tbl>
    <w:p w14:paraId="10A249B6" w14:textId="77777777" w:rsidR="00803896" w:rsidRPr="00505877" w:rsidRDefault="00803896" w:rsidP="00803896">
      <w:pPr>
        <w:pStyle w:val="Level3"/>
        <w:rPr>
          <w:lang w:val="ro-RO"/>
        </w:rPr>
      </w:pPr>
      <w:r w:rsidRPr="00505877">
        <w:rPr>
          <w:lang w:val="ro-RO"/>
        </w:rPr>
        <w:lastRenderedPageBreak/>
        <w:t>Garanția va acoperi reparațiile sau înlocuirile, inclusiv ridicarea și returnarea produselor defecte, după caz reparate/înlocuite. Garanția oferită va asigura faptul că Produsele livrate sunt conforme cu specificațiile contractuale, fără costuri suplimentare.</w:t>
      </w:r>
    </w:p>
    <w:p w14:paraId="3CF29094" w14:textId="61C988EA" w:rsidR="00803896" w:rsidRPr="00505877" w:rsidRDefault="00803896" w:rsidP="00803896">
      <w:pPr>
        <w:pStyle w:val="Level3"/>
        <w:rPr>
          <w:lang w:val="ro-RO"/>
        </w:rPr>
      </w:pPr>
      <w:r w:rsidRPr="00505877">
        <w:rPr>
          <w:lang w:val="ro-RO"/>
        </w:rPr>
        <w:t xml:space="preserve">În perioada de garanție acordată Produsului/Produselor, </w:t>
      </w:r>
      <w:r w:rsidR="007A0A36">
        <w:rPr>
          <w:lang w:val="ro-RO"/>
        </w:rPr>
        <w:t>Autoritatea/entitatea contractantă</w:t>
      </w:r>
      <w:r w:rsidRPr="00505877">
        <w:rPr>
          <w:lang w:val="ro-RO"/>
        </w:rPr>
        <w:t xml:space="preserve"> va notifica imediat Promitentul-Furnizor cu privire la orice plângere sau reclamație intervenită în legătură cu Produsul/Produsele achiziționat(e) prin Contractul Subsecvent.</w:t>
      </w:r>
    </w:p>
    <w:p w14:paraId="40A13FDA" w14:textId="602253BC" w:rsidR="00803896" w:rsidRPr="00505877" w:rsidRDefault="00803896" w:rsidP="00803896">
      <w:pPr>
        <w:pStyle w:val="Level3"/>
        <w:rPr>
          <w:lang w:val="ro-RO"/>
        </w:rPr>
      </w:pPr>
      <w:r w:rsidRPr="00505877">
        <w:rPr>
          <w:lang w:val="ro-RO"/>
        </w:rPr>
        <w:t xml:space="preserve">La primirea unei notificări din partea </w:t>
      </w:r>
      <w:r w:rsidR="007A0A36">
        <w:rPr>
          <w:lang w:val="ro-RO"/>
        </w:rPr>
        <w:t>Autorității/entității contractante</w:t>
      </w:r>
      <w:r w:rsidRPr="00505877">
        <w:rPr>
          <w:lang w:val="ro-RO"/>
        </w:rPr>
        <w:t xml:space="preserve"> cu privire la orice plângere sau reclamație intervenită în legătură cu Produsul/Produsele achiziționate prin Contract</w:t>
      </w:r>
      <w:r>
        <w:rPr>
          <w:lang w:val="ro-RO"/>
        </w:rPr>
        <w:t>ul</w:t>
      </w:r>
      <w:r w:rsidRPr="00505877">
        <w:rPr>
          <w:lang w:val="ro-RO"/>
        </w:rPr>
        <w:t xml:space="preserve"> Subsecvent, </w:t>
      </w:r>
      <w:r w:rsidR="007A0A36">
        <w:rPr>
          <w:lang w:val="ro-RO"/>
        </w:rPr>
        <w:t>Contractantul</w:t>
      </w:r>
      <w:r w:rsidRPr="00505877">
        <w:rPr>
          <w:lang w:val="ro-RO"/>
        </w:rPr>
        <w:t xml:space="preserve"> are obligația de a remedia sau de a înlocui Produsul/Produsele, în termen de maxim 10 (zece) zile lucrătoare de la data primirii notificării</w:t>
      </w:r>
      <w:r>
        <w:rPr>
          <w:lang w:val="ro-RO"/>
        </w:rPr>
        <w:t>.</w:t>
      </w:r>
    </w:p>
    <w:p w14:paraId="6901B83D" w14:textId="4230E8BD" w:rsidR="00803896" w:rsidRPr="00803896" w:rsidRDefault="00803896" w:rsidP="00803896">
      <w:pPr>
        <w:pStyle w:val="Level3"/>
        <w:rPr>
          <w:lang w:val="ro-RO"/>
        </w:rPr>
      </w:pPr>
      <w:r w:rsidRPr="00505877">
        <w:rPr>
          <w:lang w:val="ro-RO"/>
        </w:rPr>
        <w:t xml:space="preserve">În cazul în care </w:t>
      </w:r>
      <w:r w:rsidR="007A0A36">
        <w:rPr>
          <w:lang w:val="ro-RO"/>
        </w:rPr>
        <w:t>Contractantul</w:t>
      </w:r>
      <w:r w:rsidRPr="00505877">
        <w:rPr>
          <w:lang w:val="ro-RO"/>
        </w:rPr>
        <w:t xml:space="preserve">, după ce a fost înștiințat în conformitate cu prevederile de mai sus, nu reușește să remedieze defectul/defectele în termenul stabilit, </w:t>
      </w:r>
      <w:r w:rsidR="007A0A36">
        <w:rPr>
          <w:lang w:val="ro-RO"/>
        </w:rPr>
        <w:t>Autoritatea/entitatea contractantă</w:t>
      </w:r>
      <w:r w:rsidRPr="00505877">
        <w:rPr>
          <w:lang w:val="ro-RO"/>
        </w:rPr>
        <w:t xml:space="preserve"> are dreptul de a solicita daune-interese și de a rezilia Contractul Subsecvent.</w:t>
      </w:r>
    </w:p>
    <w:p w14:paraId="6CA54042" w14:textId="264610DD" w:rsidR="0074253C" w:rsidRPr="006A0D94" w:rsidRDefault="0074253C" w:rsidP="0074253C">
      <w:pPr>
        <w:pStyle w:val="Level2"/>
        <w:rPr>
          <w:lang w:val="ro-RO"/>
        </w:rPr>
      </w:pPr>
      <w:r w:rsidRPr="006A0D94">
        <w:rPr>
          <w:b/>
          <w:bCs/>
          <w:lang w:val="ro-RO"/>
        </w:rPr>
        <w:t>Obligația Contractantului de a constitui garanția de bună-execuție</w:t>
      </w:r>
    </w:p>
    <w:p w14:paraId="0B892B28" w14:textId="5C70DCC1" w:rsidR="00B70D7E" w:rsidRPr="006A0A5F" w:rsidRDefault="007A0A36" w:rsidP="00B70D7E">
      <w:pPr>
        <w:pStyle w:val="Level3"/>
        <w:rPr>
          <w:i/>
          <w:iCs/>
          <w:lang w:val="ro-RO"/>
        </w:rPr>
      </w:pPr>
      <w:r>
        <w:rPr>
          <w:lang w:val="ro-RO"/>
        </w:rPr>
        <w:t>Contractantul</w:t>
      </w:r>
      <w:r w:rsidR="00B70D7E" w:rsidRPr="00516E6B">
        <w:rPr>
          <w:lang w:val="ro-RO"/>
        </w:rPr>
        <w:t xml:space="preserve"> se obligă să constituie garanția de bună execuție a contractului în cuantum de [</w:t>
      </w:r>
      <w:r w:rsidR="00B70D7E" w:rsidRPr="00BC76BB">
        <w:rPr>
          <w:i/>
          <w:iCs/>
          <w:lang w:val="ro-RO"/>
        </w:rPr>
        <w:t>se precizează procentul care nu poate fi mai mare de 10</w:t>
      </w:r>
      <w:r w:rsidR="00B70D7E" w:rsidRPr="00516E6B">
        <w:rPr>
          <w:lang w:val="ro-RO"/>
        </w:rPr>
        <w:t xml:space="preserve">] % din prețul contractului fără TVA, adică …… lei, în termen de 5 zile lucrătoare de la semnarea contractului de ambele părți. Garanția de bună execuție se constituie în conformitate cu prevederile </w:t>
      </w:r>
      <w:r w:rsidR="00B70D7E" w:rsidRPr="006A0A5F">
        <w:rPr>
          <w:i/>
          <w:iCs/>
          <w:lang w:val="ro-RO"/>
        </w:rPr>
        <w:t xml:space="preserve">art. 40 din HG nr. 395/2016 pentru aprobarea Normelor metodologice de aplicare a prevederilor referitoare la atribuirea contractului de achiziție publică/sectorială/acordului-cadru din Legea nr. 98/2016 privind achizițiile publice, cu modificările și completările ulterioare / art. 46 din H.G. nr. 394/2016 pentru aprobarea Normelor metodologice de aplicare a prevederilor referitoare la atribuirea contractului sectorial/acordului-cadru din Legea nr. 99/2016 privind achizițiile sectoriale. </w:t>
      </w:r>
    </w:p>
    <w:p w14:paraId="579092BD" w14:textId="77777777" w:rsidR="006A0A5F" w:rsidRDefault="00B70D7E" w:rsidP="00B70D7E">
      <w:pPr>
        <w:pStyle w:val="Level3"/>
        <w:rPr>
          <w:lang w:val="ro-RO"/>
        </w:rPr>
      </w:pPr>
      <w:r w:rsidRPr="009E6330">
        <w:rPr>
          <w:lang w:val="ro-RO"/>
        </w:rPr>
        <w:t>Autoritatea/entitatea Contractantă are dreptul de a emite pretenții asupra garanției de bună execuție în condițiile prevăzute la art. 41 din HG nr. 395/2016, respectiv art. 47 din H.G. nr. 394/2016</w:t>
      </w:r>
      <w:r w:rsidR="006A0A5F">
        <w:rPr>
          <w:lang w:val="ro-RO"/>
        </w:rPr>
        <w:t>.</w:t>
      </w:r>
    </w:p>
    <w:p w14:paraId="18A86E9A" w14:textId="290DE4D7" w:rsidR="006A0A5F" w:rsidRPr="006A0A5F" w:rsidRDefault="007A0A36" w:rsidP="006A0A5F">
      <w:pPr>
        <w:pStyle w:val="Level3"/>
        <w:rPr>
          <w:lang w:val="ro-RO"/>
        </w:rPr>
      </w:pPr>
      <w:r>
        <w:rPr>
          <w:lang w:val="ro-RO"/>
        </w:rPr>
        <w:t>Contractantul</w:t>
      </w:r>
      <w:r w:rsidR="00B70D7E" w:rsidRPr="009E6330">
        <w:rPr>
          <w:lang w:val="ro-RO"/>
        </w:rPr>
        <w:t xml:space="preserve"> are obliga</w:t>
      </w:r>
      <w:r w:rsidR="00B70D7E">
        <w:rPr>
          <w:lang w:val="ro-RO"/>
        </w:rPr>
        <w:t>ț</w:t>
      </w:r>
      <w:r w:rsidR="00B70D7E" w:rsidRPr="009E6330">
        <w:rPr>
          <w:lang w:val="ro-RO"/>
        </w:rPr>
        <w:t>ia de a notifica preten</w:t>
      </w:r>
      <w:r w:rsidR="00B70D7E">
        <w:rPr>
          <w:lang w:val="ro-RO"/>
        </w:rPr>
        <w:t>ț</w:t>
      </w:r>
      <w:r w:rsidR="00B70D7E" w:rsidRPr="009E6330">
        <w:rPr>
          <w:lang w:val="ro-RO"/>
        </w:rPr>
        <w:t xml:space="preserve">ia atât contractantului, cât </w:t>
      </w:r>
      <w:r w:rsidR="00B70D7E">
        <w:rPr>
          <w:lang w:val="ro-RO"/>
        </w:rPr>
        <w:t>ș</w:t>
      </w:r>
      <w:r w:rsidR="00B70D7E" w:rsidRPr="009E6330">
        <w:rPr>
          <w:lang w:val="ro-RO"/>
        </w:rPr>
        <w:t>i emitentului instrumentului de garantare, precizând obliga</w:t>
      </w:r>
      <w:r w:rsidR="00B70D7E">
        <w:rPr>
          <w:lang w:val="ro-RO"/>
        </w:rPr>
        <w:t>ț</w:t>
      </w:r>
      <w:r w:rsidR="00B70D7E" w:rsidRPr="009E6330">
        <w:rPr>
          <w:lang w:val="ro-RO"/>
        </w:rPr>
        <w:t xml:space="preserve">iile care nu au fost respectate, precum </w:t>
      </w:r>
      <w:r w:rsidR="00B70D7E">
        <w:rPr>
          <w:lang w:val="ro-RO"/>
        </w:rPr>
        <w:t>ș</w:t>
      </w:r>
      <w:r w:rsidR="00B70D7E" w:rsidRPr="009E6330">
        <w:rPr>
          <w:lang w:val="ro-RO"/>
        </w:rPr>
        <w:t>i modul de calcul al prejudiciului.</w:t>
      </w:r>
    </w:p>
    <w:p w14:paraId="1D62862C" w14:textId="2BF638EA" w:rsidR="00B70D7E" w:rsidRDefault="007A0A36" w:rsidP="00B70D7E">
      <w:pPr>
        <w:pStyle w:val="Level3"/>
        <w:rPr>
          <w:lang w:val="ro-RO"/>
        </w:rPr>
      </w:pPr>
      <w:r>
        <w:rPr>
          <w:lang w:val="ro-RO"/>
        </w:rPr>
        <w:t>Contractantul</w:t>
      </w:r>
      <w:r w:rsidR="00B70D7E" w:rsidRPr="00505877">
        <w:rPr>
          <w:lang w:val="ro-RO"/>
        </w:rPr>
        <w:t xml:space="preserve"> </w:t>
      </w:r>
      <w:r w:rsidR="00B70D7E" w:rsidRPr="009E6330">
        <w:rPr>
          <w:lang w:val="ro-RO"/>
        </w:rPr>
        <w:t xml:space="preserve">are obligația de a reîntregi/de a reconstitui garanția de bună execuție în termen de 5 zile de la momentul la care aceasta a fost reținută de către </w:t>
      </w:r>
      <w:r>
        <w:rPr>
          <w:lang w:val="ro-RO"/>
        </w:rPr>
        <w:t>Autoritatea/entitatea contractantă</w:t>
      </w:r>
      <w:r w:rsidR="00B70D7E" w:rsidRPr="009E6330">
        <w:rPr>
          <w:lang w:val="ro-RO"/>
        </w:rPr>
        <w:t>.</w:t>
      </w:r>
    </w:p>
    <w:p w14:paraId="06D1E1A1" w14:textId="3A1D5D82" w:rsidR="006A0A5F" w:rsidRPr="00505877" w:rsidRDefault="006A0A5F" w:rsidP="00B70D7E">
      <w:pPr>
        <w:pStyle w:val="Level3"/>
        <w:rPr>
          <w:lang w:val="ro-RO"/>
        </w:rPr>
      </w:pPr>
      <w:r w:rsidRPr="006A0A5F">
        <w:rPr>
          <w:lang w:val="ro-RO"/>
        </w:rPr>
        <w:t xml:space="preserve">Restituirea garanției de bună execuție se face în termen 14 zile </w:t>
      </w:r>
      <w:bookmarkStart w:id="5" w:name="_Hlk103079269"/>
      <w:r w:rsidR="00C033E6">
        <w:rPr>
          <w:lang w:val="ro-RO"/>
        </w:rPr>
        <w:t>d</w:t>
      </w:r>
      <w:r w:rsidR="00C033E6" w:rsidRPr="00C033E6">
        <w:rPr>
          <w:lang w:val="ro-RO"/>
        </w:rPr>
        <w:t>e la data întocmirii procesului-verbal de recepţie a produselor care fac obiectul contractului de achiziţie publică/contractului subsecvent şi/sau de la plata facturii finale, dacă nu a ridicat până la acea dată pretenţii asupra ei.</w:t>
      </w:r>
      <w:bookmarkEnd w:id="5"/>
    </w:p>
    <w:p w14:paraId="2B0E8774" w14:textId="77777777" w:rsidR="0074253C" w:rsidRPr="006A0D94" w:rsidRDefault="0074253C" w:rsidP="0074253C">
      <w:pPr>
        <w:pStyle w:val="Level2"/>
        <w:rPr>
          <w:lang w:val="ro-RO"/>
        </w:rPr>
      </w:pPr>
      <w:r w:rsidRPr="006A0D94">
        <w:rPr>
          <w:b/>
          <w:bCs/>
          <w:lang w:val="ro-RO"/>
        </w:rPr>
        <w:t>Obligațiile Asocierii</w:t>
      </w:r>
    </w:p>
    <w:p w14:paraId="676F29FB" w14:textId="77D7761E" w:rsidR="0074253C" w:rsidRPr="006A0D94" w:rsidRDefault="0074253C" w:rsidP="0074253C">
      <w:pPr>
        <w:pStyle w:val="Level3"/>
        <w:rPr>
          <w:lang w:val="ro-RO"/>
        </w:rPr>
      </w:pPr>
      <w:r w:rsidRPr="006A0D94">
        <w:rPr>
          <w:lang w:val="ro-RO"/>
        </w:rPr>
        <w:lastRenderedPageBreak/>
        <w:t xml:space="preserve">În cazul în care Contractantul este, potrivit Legii, o asociere formată din două sau mai multe persoane fiecare și toate aceste persoane sunt responsabile individual și în solidar față de </w:t>
      </w:r>
      <w:r w:rsidR="00E45B80">
        <w:rPr>
          <w:lang w:val="ro-RO"/>
        </w:rPr>
        <w:t>Auto</w:t>
      </w:r>
      <w:r w:rsidRPr="006A0D94">
        <w:rPr>
          <w:lang w:val="ro-RO"/>
        </w:rPr>
        <w:t>r</w:t>
      </w:r>
      <w:r w:rsidR="00E45B80">
        <w:rPr>
          <w:lang w:val="ro-RO"/>
        </w:rPr>
        <w:t>itatea/entitatea contractantă</w:t>
      </w:r>
      <w:r w:rsidRPr="006A0D94">
        <w:rPr>
          <w:lang w:val="ro-RO"/>
        </w:rPr>
        <w:t>, fiind considerate ca având obligații comune și individuale pentru realizarea Contractului Subsecvent.</w:t>
      </w:r>
    </w:p>
    <w:p w14:paraId="2EAA6EE8" w14:textId="77777777" w:rsidR="0074253C" w:rsidRPr="006A0D94" w:rsidRDefault="0074253C" w:rsidP="0074253C">
      <w:pPr>
        <w:pStyle w:val="Level3"/>
        <w:rPr>
          <w:lang w:val="ro-RO"/>
        </w:rPr>
      </w:pPr>
      <w:r w:rsidRPr="006A0D94">
        <w:rPr>
          <w:lang w:val="ro-RO"/>
        </w:rPr>
        <w:t>Membrii asocierii înțeleg și confirmă că liderul stabilit prin acordul de asociere este desemnat de asociere să acționeze în numele său și este autorizat să angajeze asocierea în cadrul Contractului Subsecvent.</w:t>
      </w:r>
    </w:p>
    <w:p w14:paraId="5B6D8343" w14:textId="3BFC53AA" w:rsidR="0074253C" w:rsidRPr="006A0D94" w:rsidRDefault="0074253C" w:rsidP="0074253C">
      <w:pPr>
        <w:pStyle w:val="Level3"/>
        <w:rPr>
          <w:lang w:val="ro-RO"/>
        </w:rPr>
      </w:pPr>
      <w:r w:rsidRPr="006A0D94">
        <w:rPr>
          <w:lang w:val="ro-RO"/>
        </w:rPr>
        <w:t xml:space="preserve">Membrii asocierii înțeleg și confirmă că liderul asocierii este autorizat să primească Dispoziții din partea </w:t>
      </w:r>
      <w:r w:rsidR="00E45B80">
        <w:rPr>
          <w:lang w:val="ro-RO"/>
        </w:rPr>
        <w:t>Autorității/entității contractante</w:t>
      </w:r>
      <w:r w:rsidRPr="006A0D94">
        <w:rPr>
          <w:lang w:val="ro-RO"/>
        </w:rPr>
        <w:t xml:space="preserve"> și să primească plata pentru și în numele persoanelor care constituie asocierea.</w:t>
      </w:r>
    </w:p>
    <w:p w14:paraId="13517809" w14:textId="2B969507" w:rsidR="0074253C" w:rsidRDefault="0074253C" w:rsidP="0074253C">
      <w:pPr>
        <w:pStyle w:val="Level3"/>
        <w:rPr>
          <w:lang w:val="ro-RO"/>
        </w:rPr>
      </w:pPr>
      <w:r w:rsidRPr="006A0D94">
        <w:rPr>
          <w:lang w:val="ro-RO"/>
        </w:rPr>
        <w:t xml:space="preserve">Prevederile contrare ale contractului de asociere nu sunt opozabile </w:t>
      </w:r>
      <w:r w:rsidR="00E45B80">
        <w:rPr>
          <w:lang w:val="ro-RO"/>
        </w:rPr>
        <w:t>Autorității/entității contractante</w:t>
      </w:r>
      <w:r w:rsidRPr="006A0D94">
        <w:rPr>
          <w:lang w:val="ro-RO"/>
        </w:rPr>
        <w:t>.</w:t>
      </w:r>
    </w:p>
    <w:p w14:paraId="580C0E6E" w14:textId="77777777" w:rsidR="0074253C" w:rsidRPr="006A0D94" w:rsidRDefault="0074253C" w:rsidP="0074253C">
      <w:pPr>
        <w:pStyle w:val="Level3"/>
        <w:numPr>
          <w:ilvl w:val="0"/>
          <w:numId w:val="0"/>
        </w:numPr>
        <w:rPr>
          <w:lang w:val="ro-RO"/>
        </w:rPr>
      </w:pPr>
    </w:p>
    <w:p w14:paraId="3776AAD1" w14:textId="369237EF" w:rsidR="0074253C" w:rsidRPr="00A17180" w:rsidRDefault="008D5E4D" w:rsidP="00A17180">
      <w:pPr>
        <w:pStyle w:val="Level1"/>
      </w:pPr>
      <w:r>
        <w:rPr>
          <w:lang w:val="ro-RO"/>
        </w:rPr>
        <w:t>CAPITOLUL</w:t>
      </w:r>
      <w:r w:rsidR="0074253C" w:rsidRPr="00A17180">
        <w:t xml:space="preserve"> </w:t>
      </w:r>
      <w:r w:rsidR="00A17180" w:rsidRPr="00A17180">
        <w:t>3</w:t>
      </w:r>
      <w:r w:rsidR="0074253C" w:rsidRPr="00A17180">
        <w:t xml:space="preserve"> – ASPECTE REFERITOARE LA DERULAREA CONTRACTULUI SUBSECVENT</w:t>
      </w:r>
    </w:p>
    <w:p w14:paraId="5E83DA95" w14:textId="77777777" w:rsidR="0074253C" w:rsidRPr="006A0D94" w:rsidRDefault="0074253C" w:rsidP="0074253C">
      <w:pPr>
        <w:pStyle w:val="Level2"/>
        <w:rPr>
          <w:lang w:val="ro-RO"/>
        </w:rPr>
      </w:pPr>
      <w:r w:rsidRPr="006A0D94">
        <w:rPr>
          <w:b/>
          <w:bCs/>
          <w:lang w:val="ro-RO"/>
        </w:rPr>
        <w:t>Comunicarea părților</w:t>
      </w:r>
    </w:p>
    <w:p w14:paraId="177BCBCA" w14:textId="77777777" w:rsidR="00E56F62" w:rsidRPr="006A0D94" w:rsidRDefault="00E56F62" w:rsidP="00E56F62">
      <w:pPr>
        <w:pStyle w:val="Level3"/>
        <w:rPr>
          <w:lang w:val="ro-RO"/>
        </w:rPr>
      </w:pPr>
      <w:r>
        <w:rPr>
          <w:lang w:val="ro-RO"/>
        </w:rPr>
        <w:t>Prevederile din Acordul-Cadru cu privire la comunicarea părților se aplică în mod corespunzător</w:t>
      </w:r>
      <w:r w:rsidRPr="006A0D94">
        <w:rPr>
          <w:lang w:val="ro-RO"/>
        </w:rPr>
        <w:t>.</w:t>
      </w:r>
    </w:p>
    <w:p w14:paraId="03656AFD" w14:textId="79D97096" w:rsidR="0074253C" w:rsidRPr="006A0D94" w:rsidRDefault="0074253C" w:rsidP="000E2DC7">
      <w:pPr>
        <w:pStyle w:val="Level3"/>
        <w:numPr>
          <w:ilvl w:val="0"/>
          <w:numId w:val="0"/>
        </w:numPr>
        <w:ind w:left="1361"/>
        <w:rPr>
          <w:lang w:val="ro-RO"/>
        </w:rPr>
      </w:pPr>
      <w:r w:rsidRPr="006A0D94">
        <w:rPr>
          <w:lang w:val="ro-RO"/>
        </w:rPr>
        <w:t xml:space="preserve">. </w:t>
      </w:r>
    </w:p>
    <w:p w14:paraId="1CBDCC86" w14:textId="77777777" w:rsidR="0074253C" w:rsidRPr="006A0D94" w:rsidRDefault="0074253C" w:rsidP="0074253C">
      <w:pPr>
        <w:pStyle w:val="Level3"/>
        <w:rPr>
          <w:lang w:val="ro-RO"/>
        </w:rPr>
      </w:pPr>
      <w:r w:rsidRPr="006A0D94">
        <w:rPr>
          <w:lang w:val="ro-RO"/>
        </w:rPr>
        <w:t>Adresele la care se transmit comunicările sunt următoarele:</w:t>
      </w:r>
    </w:p>
    <w:tbl>
      <w:tblPr>
        <w:tblStyle w:val="TableGrid"/>
        <w:tblW w:w="0" w:type="auto"/>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5182"/>
      </w:tblGrid>
      <w:tr w:rsidR="0074253C" w:rsidRPr="006A0D94" w14:paraId="39F858D9" w14:textId="77777777" w:rsidTr="004D220E">
        <w:trPr>
          <w:trHeight w:val="273"/>
        </w:trPr>
        <w:tc>
          <w:tcPr>
            <w:tcW w:w="2178" w:type="dxa"/>
          </w:tcPr>
          <w:p w14:paraId="385BE940" w14:textId="1B000FDC" w:rsidR="0074253C" w:rsidRPr="006A0D94" w:rsidRDefault="0074253C" w:rsidP="0074253C">
            <w:pPr>
              <w:pStyle w:val="Body"/>
              <w:spacing w:before="60" w:after="0" w:line="240" w:lineRule="exact"/>
              <w:rPr>
                <w:lang w:val="ro-RO"/>
              </w:rPr>
            </w:pPr>
            <w:r w:rsidRPr="006A0D94">
              <w:rPr>
                <w:lang w:val="ro-RO"/>
              </w:rPr>
              <w:t xml:space="preserve">Pentru </w:t>
            </w:r>
            <w:r w:rsidR="00E45B80">
              <w:rPr>
                <w:lang w:val="ro-RO"/>
              </w:rPr>
              <w:t>Autoritatea/entitatea contractantă</w:t>
            </w:r>
            <w:r w:rsidRPr="006A0D94">
              <w:rPr>
                <w:lang w:val="ro-RO"/>
              </w:rPr>
              <w:t>:</w:t>
            </w:r>
          </w:p>
        </w:tc>
        <w:tc>
          <w:tcPr>
            <w:tcW w:w="5182" w:type="dxa"/>
          </w:tcPr>
          <w:p w14:paraId="39101B69" w14:textId="4BD66443" w:rsidR="0074253C" w:rsidRPr="006A0D94" w:rsidRDefault="0074253C" w:rsidP="0074253C">
            <w:pPr>
              <w:pStyle w:val="Body"/>
              <w:spacing w:before="60" w:after="0" w:line="240" w:lineRule="exact"/>
              <w:rPr>
                <w:lang w:val="ro-RO"/>
              </w:rPr>
            </w:pPr>
            <w:r w:rsidRPr="006A0D94">
              <w:rPr>
                <w:lang w:val="ro-RO"/>
              </w:rPr>
              <w:t>[Autoritatea</w:t>
            </w:r>
            <w:r w:rsidR="00E45B80">
              <w:rPr>
                <w:lang w:val="ro-RO"/>
              </w:rPr>
              <w:t>/entitatea</w:t>
            </w:r>
            <w:r w:rsidRPr="006A0D94">
              <w:rPr>
                <w:lang w:val="ro-RO"/>
              </w:rPr>
              <w:t xml:space="preserve"> Contractantă]</w:t>
            </w:r>
          </w:p>
        </w:tc>
      </w:tr>
      <w:tr w:rsidR="0074253C" w:rsidRPr="006A0D94" w14:paraId="7C5553AC" w14:textId="77777777" w:rsidTr="004D220E">
        <w:tc>
          <w:tcPr>
            <w:tcW w:w="2178" w:type="dxa"/>
          </w:tcPr>
          <w:p w14:paraId="07753E2C" w14:textId="77777777" w:rsidR="0074253C" w:rsidRPr="006A0D94" w:rsidRDefault="0074253C" w:rsidP="0074253C">
            <w:pPr>
              <w:pStyle w:val="Body"/>
              <w:spacing w:before="60" w:after="0" w:line="240" w:lineRule="exact"/>
              <w:rPr>
                <w:lang w:val="ro-RO"/>
              </w:rPr>
            </w:pPr>
            <w:r w:rsidRPr="006A0D94">
              <w:rPr>
                <w:lang w:val="ro-RO"/>
              </w:rPr>
              <w:t>Adresă:</w:t>
            </w:r>
          </w:p>
        </w:tc>
        <w:tc>
          <w:tcPr>
            <w:tcW w:w="5182" w:type="dxa"/>
          </w:tcPr>
          <w:p w14:paraId="37DEE072" w14:textId="77777777" w:rsidR="0074253C" w:rsidRPr="006A0D94" w:rsidRDefault="0074253C" w:rsidP="0074253C">
            <w:pPr>
              <w:pStyle w:val="Body"/>
              <w:spacing w:before="60" w:after="0" w:line="240" w:lineRule="exact"/>
              <w:rPr>
                <w:lang w:val="ro-RO"/>
              </w:rPr>
            </w:pPr>
            <w:r w:rsidRPr="006A0D94">
              <w:rPr>
                <w:lang w:val="ro-RO"/>
              </w:rPr>
              <w:t>[adresa]</w:t>
            </w:r>
          </w:p>
        </w:tc>
      </w:tr>
      <w:tr w:rsidR="0074253C" w:rsidRPr="006A0D94" w14:paraId="0AEEEBC8" w14:textId="77777777" w:rsidTr="004D220E">
        <w:tc>
          <w:tcPr>
            <w:tcW w:w="2178" w:type="dxa"/>
          </w:tcPr>
          <w:p w14:paraId="7077DAA7" w14:textId="77777777" w:rsidR="0074253C" w:rsidRPr="006A0D94" w:rsidRDefault="0074253C" w:rsidP="0074253C">
            <w:pPr>
              <w:pStyle w:val="Body"/>
              <w:spacing w:before="60" w:after="0" w:line="240" w:lineRule="exact"/>
              <w:rPr>
                <w:lang w:val="ro-RO"/>
              </w:rPr>
            </w:pPr>
            <w:r w:rsidRPr="006A0D94">
              <w:rPr>
                <w:lang w:val="ro-RO"/>
              </w:rPr>
              <w:t>Telefon:</w:t>
            </w:r>
          </w:p>
        </w:tc>
        <w:tc>
          <w:tcPr>
            <w:tcW w:w="5182" w:type="dxa"/>
          </w:tcPr>
          <w:p w14:paraId="410C2B89" w14:textId="77777777" w:rsidR="0074253C" w:rsidRPr="006A0D94" w:rsidRDefault="0074253C" w:rsidP="0074253C">
            <w:pPr>
              <w:pStyle w:val="Body"/>
              <w:spacing w:before="60" w:after="0" w:line="240" w:lineRule="exact"/>
              <w:rPr>
                <w:lang w:val="ro-RO"/>
              </w:rPr>
            </w:pPr>
            <w:r w:rsidRPr="006A0D94">
              <w:rPr>
                <w:lang w:val="ro-RO"/>
              </w:rPr>
              <w:t>[număr telefon]</w:t>
            </w:r>
          </w:p>
        </w:tc>
      </w:tr>
      <w:tr w:rsidR="0074253C" w:rsidRPr="006A0D94" w14:paraId="01070648" w14:textId="77777777" w:rsidTr="004D220E">
        <w:tc>
          <w:tcPr>
            <w:tcW w:w="2178" w:type="dxa"/>
          </w:tcPr>
          <w:p w14:paraId="0AD8164D" w14:textId="77777777" w:rsidR="0074253C" w:rsidRPr="006A0D94" w:rsidRDefault="0074253C" w:rsidP="0074253C">
            <w:pPr>
              <w:pStyle w:val="Body"/>
              <w:spacing w:before="60" w:after="0" w:line="240" w:lineRule="exact"/>
              <w:rPr>
                <w:lang w:val="ro-RO"/>
              </w:rPr>
            </w:pPr>
            <w:r w:rsidRPr="006A0D94">
              <w:rPr>
                <w:lang w:val="ro-RO"/>
              </w:rPr>
              <w:t>E-mail:</w:t>
            </w:r>
          </w:p>
        </w:tc>
        <w:tc>
          <w:tcPr>
            <w:tcW w:w="5182" w:type="dxa"/>
          </w:tcPr>
          <w:p w14:paraId="1EDC35C2" w14:textId="77777777" w:rsidR="0074253C" w:rsidRPr="006A0D94" w:rsidRDefault="0074253C" w:rsidP="0074253C">
            <w:pPr>
              <w:pStyle w:val="Body"/>
              <w:spacing w:before="60" w:after="0" w:line="240" w:lineRule="exact"/>
              <w:rPr>
                <w:lang w:val="ro-RO"/>
              </w:rPr>
            </w:pPr>
            <w:r w:rsidRPr="006A0D94">
              <w:rPr>
                <w:lang w:val="ro-RO"/>
              </w:rPr>
              <w:t>[adresă electronică]</w:t>
            </w:r>
          </w:p>
        </w:tc>
      </w:tr>
      <w:tr w:rsidR="0074253C" w:rsidRPr="00F90E1C" w14:paraId="662C3809" w14:textId="77777777" w:rsidTr="004D220E">
        <w:tc>
          <w:tcPr>
            <w:tcW w:w="2178" w:type="dxa"/>
          </w:tcPr>
          <w:p w14:paraId="0588B17B" w14:textId="77777777" w:rsidR="0074253C" w:rsidRPr="006A0D94" w:rsidRDefault="0074253C" w:rsidP="0074253C">
            <w:pPr>
              <w:pStyle w:val="Body"/>
              <w:spacing w:before="60" w:after="0" w:line="240" w:lineRule="exact"/>
              <w:rPr>
                <w:lang w:val="ro-RO"/>
              </w:rPr>
            </w:pPr>
            <w:r w:rsidRPr="006A0D94">
              <w:rPr>
                <w:lang w:val="ro-RO"/>
              </w:rPr>
              <w:t>Persoană de contact:</w:t>
            </w:r>
          </w:p>
        </w:tc>
        <w:tc>
          <w:tcPr>
            <w:tcW w:w="5182" w:type="dxa"/>
          </w:tcPr>
          <w:p w14:paraId="680D6D6F" w14:textId="429C5339" w:rsidR="0074253C" w:rsidRPr="006A0D94" w:rsidRDefault="0074253C" w:rsidP="0074253C">
            <w:pPr>
              <w:pStyle w:val="Body"/>
              <w:spacing w:before="60" w:after="0" w:line="240" w:lineRule="exact"/>
              <w:rPr>
                <w:lang w:val="ro-RO"/>
              </w:rPr>
            </w:pPr>
            <w:r w:rsidRPr="006A0D94">
              <w:rPr>
                <w:lang w:val="ro-RO"/>
              </w:rPr>
              <w:t xml:space="preserve">[numele și prenumele persoanei de contact din partea </w:t>
            </w:r>
            <w:r w:rsidR="00E45B80">
              <w:rPr>
                <w:lang w:val="ro-RO"/>
              </w:rPr>
              <w:t>Autorității/entității contractante</w:t>
            </w:r>
            <w:r w:rsidRPr="006A0D94">
              <w:rPr>
                <w:lang w:val="ro-RO"/>
              </w:rPr>
              <w:t>]</w:t>
            </w:r>
          </w:p>
        </w:tc>
      </w:tr>
      <w:tr w:rsidR="0074253C" w:rsidRPr="00F90E1C" w14:paraId="28B587E3" w14:textId="77777777" w:rsidTr="004D220E">
        <w:trPr>
          <w:trHeight w:val="557"/>
        </w:trPr>
        <w:tc>
          <w:tcPr>
            <w:tcW w:w="2178" w:type="dxa"/>
          </w:tcPr>
          <w:p w14:paraId="496EA3C2" w14:textId="77777777" w:rsidR="0074253C" w:rsidRPr="006A0D94" w:rsidRDefault="0074253C" w:rsidP="0074253C">
            <w:pPr>
              <w:pStyle w:val="Body"/>
              <w:spacing w:before="60" w:after="0" w:line="240" w:lineRule="exact"/>
              <w:rPr>
                <w:lang w:val="ro-RO"/>
              </w:rPr>
            </w:pPr>
            <w:r w:rsidRPr="006A0D94">
              <w:rPr>
                <w:lang w:val="ro-RO"/>
              </w:rPr>
              <w:t>Funcția:</w:t>
            </w:r>
          </w:p>
        </w:tc>
        <w:tc>
          <w:tcPr>
            <w:tcW w:w="5182" w:type="dxa"/>
          </w:tcPr>
          <w:p w14:paraId="348D384C" w14:textId="10FECF3C" w:rsidR="0074253C" w:rsidRPr="006A0D94" w:rsidRDefault="0074253C" w:rsidP="0074253C">
            <w:pPr>
              <w:pStyle w:val="Body"/>
              <w:spacing w:before="60" w:after="0" w:line="240" w:lineRule="exact"/>
              <w:rPr>
                <w:lang w:val="ro-RO"/>
              </w:rPr>
            </w:pPr>
            <w:r w:rsidRPr="006A0D94">
              <w:rPr>
                <w:lang w:val="ro-RO"/>
              </w:rPr>
              <w:t xml:space="preserve">[funcția persoanei de contact din partea </w:t>
            </w:r>
            <w:r w:rsidR="00E45B80">
              <w:rPr>
                <w:lang w:val="ro-RO"/>
              </w:rPr>
              <w:t>Autorității/entității contractante</w:t>
            </w:r>
            <w:r w:rsidRPr="006A0D94">
              <w:rPr>
                <w:lang w:val="ro-RO"/>
              </w:rPr>
              <w:t>]</w:t>
            </w:r>
          </w:p>
        </w:tc>
      </w:tr>
      <w:tr w:rsidR="0074253C" w:rsidRPr="00F90E1C" w14:paraId="3B4F4A25" w14:textId="77777777" w:rsidTr="004D220E">
        <w:trPr>
          <w:trHeight w:val="141"/>
        </w:trPr>
        <w:tc>
          <w:tcPr>
            <w:tcW w:w="2178" w:type="dxa"/>
          </w:tcPr>
          <w:p w14:paraId="572AE5DB" w14:textId="77777777" w:rsidR="0074253C" w:rsidRPr="006A0D94" w:rsidRDefault="0074253C" w:rsidP="0074253C">
            <w:pPr>
              <w:pStyle w:val="Body"/>
              <w:spacing w:before="60" w:after="0" w:line="240" w:lineRule="exact"/>
              <w:rPr>
                <w:lang w:val="ro-RO"/>
              </w:rPr>
            </w:pPr>
          </w:p>
        </w:tc>
        <w:tc>
          <w:tcPr>
            <w:tcW w:w="5182" w:type="dxa"/>
          </w:tcPr>
          <w:p w14:paraId="23C0ECF5" w14:textId="77777777" w:rsidR="0074253C" w:rsidRPr="006A0D94" w:rsidRDefault="0074253C" w:rsidP="0074253C">
            <w:pPr>
              <w:pStyle w:val="Body"/>
              <w:spacing w:before="60" w:after="0" w:line="240" w:lineRule="exact"/>
              <w:rPr>
                <w:lang w:val="ro-RO"/>
              </w:rPr>
            </w:pPr>
          </w:p>
        </w:tc>
      </w:tr>
      <w:tr w:rsidR="0074253C" w:rsidRPr="006A0D94" w14:paraId="720F3497" w14:textId="77777777" w:rsidTr="004D220E">
        <w:tc>
          <w:tcPr>
            <w:tcW w:w="2178" w:type="dxa"/>
          </w:tcPr>
          <w:p w14:paraId="6BDC50CB" w14:textId="77777777" w:rsidR="0074253C" w:rsidRPr="006A0D94" w:rsidRDefault="0074253C" w:rsidP="0074253C">
            <w:pPr>
              <w:pStyle w:val="Body"/>
              <w:spacing w:before="60" w:after="0" w:line="240" w:lineRule="exact"/>
              <w:rPr>
                <w:lang w:val="ro-RO"/>
              </w:rPr>
            </w:pPr>
            <w:r w:rsidRPr="006A0D94">
              <w:rPr>
                <w:lang w:val="ro-RO"/>
              </w:rPr>
              <w:t>Pentru Contractant:</w:t>
            </w:r>
          </w:p>
        </w:tc>
        <w:tc>
          <w:tcPr>
            <w:tcW w:w="5182" w:type="dxa"/>
          </w:tcPr>
          <w:p w14:paraId="7E147666" w14:textId="77777777" w:rsidR="0074253C" w:rsidRPr="006A0D94" w:rsidRDefault="0074253C" w:rsidP="0074253C">
            <w:pPr>
              <w:pStyle w:val="Body"/>
              <w:spacing w:before="60" w:after="0" w:line="240" w:lineRule="exact"/>
              <w:rPr>
                <w:lang w:val="ro-RO"/>
              </w:rPr>
            </w:pPr>
            <w:r w:rsidRPr="006A0D94">
              <w:rPr>
                <w:lang w:val="ro-RO"/>
              </w:rPr>
              <w:t>[Operator economic]</w:t>
            </w:r>
          </w:p>
        </w:tc>
      </w:tr>
      <w:tr w:rsidR="0074253C" w:rsidRPr="006A0D94" w14:paraId="13E39DBF" w14:textId="77777777" w:rsidTr="004D220E">
        <w:tc>
          <w:tcPr>
            <w:tcW w:w="2178" w:type="dxa"/>
          </w:tcPr>
          <w:p w14:paraId="4C6189B4" w14:textId="77777777" w:rsidR="0074253C" w:rsidRPr="006A0D94" w:rsidRDefault="0074253C" w:rsidP="0074253C">
            <w:pPr>
              <w:pStyle w:val="Body"/>
              <w:spacing w:before="60" w:after="0" w:line="240" w:lineRule="exact"/>
              <w:rPr>
                <w:lang w:val="ro-RO"/>
              </w:rPr>
            </w:pPr>
            <w:r w:rsidRPr="006A0D94">
              <w:rPr>
                <w:lang w:val="ro-RO"/>
              </w:rPr>
              <w:t>Adresă:</w:t>
            </w:r>
          </w:p>
        </w:tc>
        <w:tc>
          <w:tcPr>
            <w:tcW w:w="5182" w:type="dxa"/>
          </w:tcPr>
          <w:p w14:paraId="54EC9A2D" w14:textId="77777777" w:rsidR="0074253C" w:rsidRPr="006A0D94" w:rsidRDefault="0074253C" w:rsidP="0074253C">
            <w:pPr>
              <w:pStyle w:val="Body"/>
              <w:spacing w:before="60" w:after="0" w:line="240" w:lineRule="exact"/>
              <w:rPr>
                <w:lang w:val="ro-RO"/>
              </w:rPr>
            </w:pPr>
            <w:r w:rsidRPr="006A0D94">
              <w:rPr>
                <w:lang w:val="ro-RO"/>
              </w:rPr>
              <w:t>[adresa]</w:t>
            </w:r>
          </w:p>
        </w:tc>
      </w:tr>
      <w:tr w:rsidR="0074253C" w:rsidRPr="006A0D94" w14:paraId="7FF23375" w14:textId="77777777" w:rsidTr="004D220E">
        <w:tc>
          <w:tcPr>
            <w:tcW w:w="2178" w:type="dxa"/>
          </w:tcPr>
          <w:p w14:paraId="1E27635C" w14:textId="77777777" w:rsidR="0074253C" w:rsidRPr="006A0D94" w:rsidRDefault="0074253C" w:rsidP="0074253C">
            <w:pPr>
              <w:pStyle w:val="Body"/>
              <w:spacing w:before="60" w:after="0" w:line="240" w:lineRule="exact"/>
              <w:rPr>
                <w:lang w:val="ro-RO"/>
              </w:rPr>
            </w:pPr>
            <w:r w:rsidRPr="006A0D94">
              <w:rPr>
                <w:lang w:val="ro-RO"/>
              </w:rPr>
              <w:t>Telefon:</w:t>
            </w:r>
          </w:p>
        </w:tc>
        <w:tc>
          <w:tcPr>
            <w:tcW w:w="5182" w:type="dxa"/>
          </w:tcPr>
          <w:p w14:paraId="681B7206" w14:textId="77777777" w:rsidR="0074253C" w:rsidRPr="006A0D94" w:rsidRDefault="0074253C" w:rsidP="0074253C">
            <w:pPr>
              <w:pStyle w:val="Body"/>
              <w:spacing w:before="60" w:after="0" w:line="240" w:lineRule="exact"/>
              <w:rPr>
                <w:lang w:val="ro-RO"/>
              </w:rPr>
            </w:pPr>
            <w:r w:rsidRPr="006A0D94">
              <w:rPr>
                <w:lang w:val="ro-RO"/>
              </w:rPr>
              <w:t>[număr telefon]</w:t>
            </w:r>
          </w:p>
        </w:tc>
      </w:tr>
      <w:tr w:rsidR="0074253C" w:rsidRPr="006A0D94" w14:paraId="046A6F40" w14:textId="77777777" w:rsidTr="004D220E">
        <w:tc>
          <w:tcPr>
            <w:tcW w:w="2178" w:type="dxa"/>
          </w:tcPr>
          <w:p w14:paraId="09AD0332" w14:textId="77777777" w:rsidR="0074253C" w:rsidRPr="006A0D94" w:rsidRDefault="0074253C" w:rsidP="0074253C">
            <w:pPr>
              <w:pStyle w:val="Body"/>
              <w:spacing w:before="60" w:after="0" w:line="240" w:lineRule="exact"/>
              <w:rPr>
                <w:lang w:val="ro-RO"/>
              </w:rPr>
            </w:pPr>
            <w:r w:rsidRPr="006A0D94">
              <w:rPr>
                <w:lang w:val="ro-RO"/>
              </w:rPr>
              <w:t>E-mail:</w:t>
            </w:r>
          </w:p>
        </w:tc>
        <w:tc>
          <w:tcPr>
            <w:tcW w:w="5182" w:type="dxa"/>
          </w:tcPr>
          <w:p w14:paraId="4D605A06" w14:textId="77777777" w:rsidR="0074253C" w:rsidRPr="006A0D94" w:rsidRDefault="0074253C" w:rsidP="0074253C">
            <w:pPr>
              <w:pStyle w:val="Body"/>
              <w:spacing w:before="60" w:after="0" w:line="240" w:lineRule="exact"/>
              <w:rPr>
                <w:lang w:val="ro-RO"/>
              </w:rPr>
            </w:pPr>
            <w:r w:rsidRPr="006A0D94">
              <w:rPr>
                <w:lang w:val="ro-RO"/>
              </w:rPr>
              <w:t>[adresă electronică]</w:t>
            </w:r>
          </w:p>
        </w:tc>
      </w:tr>
      <w:tr w:rsidR="0074253C" w:rsidRPr="00F90E1C" w14:paraId="516CC632" w14:textId="77777777" w:rsidTr="004D220E">
        <w:tc>
          <w:tcPr>
            <w:tcW w:w="2178" w:type="dxa"/>
          </w:tcPr>
          <w:p w14:paraId="023AA047" w14:textId="77777777" w:rsidR="0074253C" w:rsidRPr="006A0D94" w:rsidRDefault="0074253C" w:rsidP="0074253C">
            <w:pPr>
              <w:pStyle w:val="Body"/>
              <w:spacing w:before="60" w:after="0" w:line="240" w:lineRule="exact"/>
              <w:rPr>
                <w:lang w:val="ro-RO"/>
              </w:rPr>
            </w:pPr>
            <w:r w:rsidRPr="006A0D94">
              <w:rPr>
                <w:lang w:val="ro-RO"/>
              </w:rPr>
              <w:t>Persoană de contact:</w:t>
            </w:r>
          </w:p>
        </w:tc>
        <w:tc>
          <w:tcPr>
            <w:tcW w:w="5182" w:type="dxa"/>
          </w:tcPr>
          <w:p w14:paraId="1E2375D9" w14:textId="77777777" w:rsidR="0074253C" w:rsidRPr="006A0D94" w:rsidRDefault="0074253C" w:rsidP="0074253C">
            <w:pPr>
              <w:pStyle w:val="Body"/>
              <w:spacing w:before="60" w:after="0" w:line="240" w:lineRule="exact"/>
              <w:rPr>
                <w:lang w:val="ro-RO"/>
              </w:rPr>
            </w:pPr>
            <w:r w:rsidRPr="006A0D94">
              <w:rPr>
                <w:lang w:val="ro-RO"/>
              </w:rPr>
              <w:t>[numele și prenumele persoanei de contact din partea Contractantului]</w:t>
            </w:r>
          </w:p>
        </w:tc>
      </w:tr>
      <w:tr w:rsidR="0074253C" w:rsidRPr="00F90E1C" w14:paraId="43E67174" w14:textId="77777777" w:rsidTr="004D220E">
        <w:tc>
          <w:tcPr>
            <w:tcW w:w="2178" w:type="dxa"/>
          </w:tcPr>
          <w:p w14:paraId="54FC5E21" w14:textId="77777777" w:rsidR="0074253C" w:rsidRPr="006A0D94" w:rsidRDefault="0074253C" w:rsidP="0074253C">
            <w:pPr>
              <w:pStyle w:val="Body"/>
              <w:spacing w:before="60" w:after="0" w:line="240" w:lineRule="exact"/>
              <w:rPr>
                <w:lang w:val="ro-RO"/>
              </w:rPr>
            </w:pPr>
            <w:r w:rsidRPr="006A0D94">
              <w:rPr>
                <w:lang w:val="ro-RO"/>
              </w:rPr>
              <w:t>Funcția:</w:t>
            </w:r>
          </w:p>
        </w:tc>
        <w:tc>
          <w:tcPr>
            <w:tcW w:w="5182" w:type="dxa"/>
          </w:tcPr>
          <w:p w14:paraId="70B3FC64" w14:textId="77777777" w:rsidR="0074253C" w:rsidRPr="006A0D94" w:rsidRDefault="0074253C" w:rsidP="0074253C">
            <w:pPr>
              <w:pStyle w:val="Body"/>
              <w:spacing w:before="60" w:after="0" w:line="240" w:lineRule="exact"/>
              <w:rPr>
                <w:lang w:val="ro-RO"/>
              </w:rPr>
            </w:pPr>
            <w:r w:rsidRPr="006A0D94">
              <w:rPr>
                <w:lang w:val="ro-RO"/>
              </w:rPr>
              <w:t>[funcția persoanei de contact din partea Contractantului]</w:t>
            </w:r>
          </w:p>
        </w:tc>
      </w:tr>
      <w:tr w:rsidR="0074253C" w:rsidRPr="00F90E1C" w14:paraId="22E611D9" w14:textId="77777777" w:rsidTr="004D220E">
        <w:tc>
          <w:tcPr>
            <w:tcW w:w="2178" w:type="dxa"/>
          </w:tcPr>
          <w:p w14:paraId="7A9B42FB" w14:textId="77777777" w:rsidR="0074253C" w:rsidRPr="006A0D94" w:rsidRDefault="0074253C" w:rsidP="004D220E">
            <w:pPr>
              <w:pStyle w:val="Body"/>
              <w:rPr>
                <w:lang w:val="ro-RO"/>
              </w:rPr>
            </w:pPr>
          </w:p>
        </w:tc>
        <w:tc>
          <w:tcPr>
            <w:tcW w:w="5182" w:type="dxa"/>
          </w:tcPr>
          <w:p w14:paraId="3165A134" w14:textId="77777777" w:rsidR="0074253C" w:rsidRPr="006A0D94" w:rsidRDefault="0074253C" w:rsidP="004D220E">
            <w:pPr>
              <w:pStyle w:val="Body"/>
              <w:rPr>
                <w:lang w:val="ro-RO"/>
              </w:rPr>
            </w:pPr>
          </w:p>
        </w:tc>
      </w:tr>
    </w:tbl>
    <w:p w14:paraId="0EDF84DB" w14:textId="5D9E4002" w:rsidR="0074253C" w:rsidRPr="006A0D94" w:rsidRDefault="0074253C" w:rsidP="000E2DC7">
      <w:pPr>
        <w:pStyle w:val="Level3"/>
        <w:numPr>
          <w:ilvl w:val="0"/>
          <w:numId w:val="0"/>
        </w:numPr>
        <w:ind w:left="1361"/>
        <w:rPr>
          <w:lang w:val="ro-RO"/>
        </w:rPr>
      </w:pPr>
    </w:p>
    <w:p w14:paraId="2FF872F7" w14:textId="77777777" w:rsidR="0074253C" w:rsidRPr="006A0D94" w:rsidRDefault="0074253C" w:rsidP="0074253C">
      <w:pPr>
        <w:pStyle w:val="Level3"/>
        <w:rPr>
          <w:lang w:val="ro-RO"/>
        </w:rPr>
      </w:pPr>
      <w:r w:rsidRPr="006A0D94">
        <w:rPr>
          <w:lang w:val="ro-RO"/>
        </w:rPr>
        <w:t>Părțile au obligația ca la data semnării contractului să indice și reprezentanții părților după cum urmează:</w:t>
      </w:r>
    </w:p>
    <w:tbl>
      <w:tblPr>
        <w:tblStyle w:val="TableGrid"/>
        <w:tblW w:w="0" w:type="auto"/>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3"/>
        <w:gridCol w:w="4757"/>
      </w:tblGrid>
      <w:tr w:rsidR="0074253C" w:rsidRPr="00F90E1C" w14:paraId="07DC405B" w14:textId="77777777" w:rsidTr="004D220E">
        <w:tc>
          <w:tcPr>
            <w:tcW w:w="2603" w:type="dxa"/>
          </w:tcPr>
          <w:p w14:paraId="695F4A6A" w14:textId="113C6E65" w:rsidR="0074253C" w:rsidRPr="006A0D94" w:rsidRDefault="0074253C" w:rsidP="0074253C">
            <w:pPr>
              <w:pStyle w:val="Body"/>
              <w:spacing w:before="60" w:after="0" w:line="240" w:lineRule="exact"/>
              <w:rPr>
                <w:b/>
                <w:bCs/>
                <w:lang w:val="ro-RO"/>
              </w:rPr>
            </w:pPr>
            <w:r w:rsidRPr="006A0D94">
              <w:rPr>
                <w:b/>
                <w:bCs/>
                <w:lang w:val="ro-RO"/>
              </w:rPr>
              <w:lastRenderedPageBreak/>
              <w:t>Reprezentant A</w:t>
            </w:r>
            <w:r w:rsidR="00E45B80">
              <w:rPr>
                <w:b/>
                <w:bCs/>
                <w:lang w:val="ro-RO"/>
              </w:rPr>
              <w:t>utoritate/entitate contractantă</w:t>
            </w:r>
            <w:r w:rsidRPr="006A0D94">
              <w:rPr>
                <w:b/>
                <w:bCs/>
                <w:lang w:val="ro-RO"/>
              </w:rPr>
              <w:t>:</w:t>
            </w:r>
          </w:p>
        </w:tc>
        <w:tc>
          <w:tcPr>
            <w:tcW w:w="4757" w:type="dxa"/>
          </w:tcPr>
          <w:p w14:paraId="07B6B8CD" w14:textId="4AA1531A" w:rsidR="0074253C" w:rsidRPr="006A0D94" w:rsidRDefault="0074253C" w:rsidP="0074253C">
            <w:pPr>
              <w:pStyle w:val="Body"/>
              <w:spacing w:before="60" w:after="0" w:line="240" w:lineRule="exact"/>
              <w:rPr>
                <w:lang w:val="ro-RO"/>
              </w:rPr>
            </w:pPr>
            <w:r w:rsidRPr="006A0D94">
              <w:rPr>
                <w:lang w:val="ro-RO"/>
              </w:rPr>
              <w:t xml:space="preserve">[numele și prenumele reprezentantului </w:t>
            </w:r>
            <w:r w:rsidR="00E45B80">
              <w:rPr>
                <w:lang w:val="ro-RO"/>
              </w:rPr>
              <w:t>Autorității/entității contractante</w:t>
            </w:r>
            <w:r w:rsidRPr="006A0D94">
              <w:rPr>
                <w:lang w:val="ro-RO"/>
              </w:rPr>
              <w:t>]</w:t>
            </w:r>
          </w:p>
        </w:tc>
      </w:tr>
      <w:tr w:rsidR="0074253C" w:rsidRPr="00F90E1C" w14:paraId="598A5D9D" w14:textId="77777777" w:rsidTr="004D220E">
        <w:tc>
          <w:tcPr>
            <w:tcW w:w="2603" w:type="dxa"/>
          </w:tcPr>
          <w:p w14:paraId="279D9929" w14:textId="77777777" w:rsidR="0074253C" w:rsidRPr="006A0D94" w:rsidRDefault="0074253C" w:rsidP="0074253C">
            <w:pPr>
              <w:pStyle w:val="Body"/>
              <w:spacing w:before="60" w:after="0" w:line="240" w:lineRule="exact"/>
              <w:rPr>
                <w:b/>
                <w:bCs/>
                <w:lang w:val="ro-RO"/>
              </w:rPr>
            </w:pPr>
            <w:r w:rsidRPr="006A0D94">
              <w:rPr>
                <w:b/>
                <w:bCs/>
                <w:lang w:val="ro-RO"/>
              </w:rPr>
              <w:t>Funcția:</w:t>
            </w:r>
          </w:p>
        </w:tc>
        <w:tc>
          <w:tcPr>
            <w:tcW w:w="4757" w:type="dxa"/>
          </w:tcPr>
          <w:p w14:paraId="640972EA" w14:textId="57F64892" w:rsidR="0074253C" w:rsidRPr="006A0D94" w:rsidRDefault="0074253C" w:rsidP="0074253C">
            <w:pPr>
              <w:pStyle w:val="Body"/>
              <w:spacing w:before="60" w:after="0" w:line="240" w:lineRule="exact"/>
              <w:rPr>
                <w:lang w:val="ro-RO"/>
              </w:rPr>
            </w:pPr>
            <w:r w:rsidRPr="006A0D94">
              <w:rPr>
                <w:lang w:val="ro-RO"/>
              </w:rPr>
              <w:t>[funcția reprezentantului A</w:t>
            </w:r>
            <w:r w:rsidR="00E45B80">
              <w:rPr>
                <w:lang w:val="ro-RO"/>
              </w:rPr>
              <w:t>utorității/entității contractante</w:t>
            </w:r>
            <w:r w:rsidRPr="006A0D94">
              <w:rPr>
                <w:lang w:val="ro-RO"/>
              </w:rPr>
              <w:t>]</w:t>
            </w:r>
          </w:p>
        </w:tc>
      </w:tr>
      <w:tr w:rsidR="0074253C" w:rsidRPr="006A0D94" w14:paraId="44E61390" w14:textId="77777777" w:rsidTr="004D220E">
        <w:tc>
          <w:tcPr>
            <w:tcW w:w="2603" w:type="dxa"/>
          </w:tcPr>
          <w:p w14:paraId="2C362B60" w14:textId="77777777" w:rsidR="0074253C" w:rsidRPr="006A0D94" w:rsidRDefault="0074253C" w:rsidP="0074253C">
            <w:pPr>
              <w:pStyle w:val="Body"/>
              <w:spacing w:before="60" w:after="0" w:line="240" w:lineRule="exact"/>
              <w:rPr>
                <w:b/>
                <w:bCs/>
                <w:lang w:val="ro-RO"/>
              </w:rPr>
            </w:pPr>
            <w:r w:rsidRPr="006A0D94">
              <w:rPr>
                <w:b/>
                <w:bCs/>
                <w:lang w:val="ro-RO"/>
              </w:rPr>
              <w:t>Adresă:</w:t>
            </w:r>
          </w:p>
        </w:tc>
        <w:tc>
          <w:tcPr>
            <w:tcW w:w="4757" w:type="dxa"/>
          </w:tcPr>
          <w:p w14:paraId="352AC576" w14:textId="77777777" w:rsidR="0074253C" w:rsidRPr="006A0D94" w:rsidRDefault="0074253C" w:rsidP="0074253C">
            <w:pPr>
              <w:pStyle w:val="Body"/>
              <w:spacing w:before="60" w:after="0" w:line="240" w:lineRule="exact"/>
              <w:rPr>
                <w:lang w:val="ro-RO"/>
              </w:rPr>
            </w:pPr>
            <w:r w:rsidRPr="006A0D94">
              <w:rPr>
                <w:lang w:val="ro-RO"/>
              </w:rPr>
              <w:t>[adresa]</w:t>
            </w:r>
          </w:p>
        </w:tc>
      </w:tr>
      <w:tr w:rsidR="0074253C" w:rsidRPr="006A0D94" w14:paraId="107E7383" w14:textId="77777777" w:rsidTr="004D220E">
        <w:tc>
          <w:tcPr>
            <w:tcW w:w="2603" w:type="dxa"/>
          </w:tcPr>
          <w:p w14:paraId="49895108" w14:textId="77777777" w:rsidR="0074253C" w:rsidRPr="006A0D94" w:rsidRDefault="0074253C" w:rsidP="0074253C">
            <w:pPr>
              <w:pStyle w:val="Body"/>
              <w:spacing w:before="60" w:after="0" w:line="240" w:lineRule="exact"/>
              <w:rPr>
                <w:b/>
                <w:bCs/>
                <w:lang w:val="ro-RO"/>
              </w:rPr>
            </w:pPr>
            <w:r w:rsidRPr="006A0D94">
              <w:rPr>
                <w:b/>
                <w:bCs/>
                <w:lang w:val="ro-RO"/>
              </w:rPr>
              <w:t>Telefon:</w:t>
            </w:r>
          </w:p>
        </w:tc>
        <w:tc>
          <w:tcPr>
            <w:tcW w:w="4757" w:type="dxa"/>
          </w:tcPr>
          <w:p w14:paraId="33F671F4" w14:textId="77777777" w:rsidR="0074253C" w:rsidRPr="006A0D94" w:rsidRDefault="0074253C" w:rsidP="0074253C">
            <w:pPr>
              <w:pStyle w:val="Body"/>
              <w:spacing w:before="60" w:after="0" w:line="240" w:lineRule="exact"/>
              <w:rPr>
                <w:lang w:val="ro-RO"/>
              </w:rPr>
            </w:pPr>
            <w:r w:rsidRPr="006A0D94">
              <w:rPr>
                <w:lang w:val="ro-RO"/>
              </w:rPr>
              <w:t>[număr telefon]</w:t>
            </w:r>
          </w:p>
        </w:tc>
      </w:tr>
      <w:tr w:rsidR="0074253C" w:rsidRPr="006A0D94" w14:paraId="05920E42" w14:textId="77777777" w:rsidTr="004D220E">
        <w:tc>
          <w:tcPr>
            <w:tcW w:w="2603" w:type="dxa"/>
          </w:tcPr>
          <w:p w14:paraId="5E222235" w14:textId="77777777" w:rsidR="0074253C" w:rsidRPr="006A0D94" w:rsidRDefault="0074253C" w:rsidP="0074253C">
            <w:pPr>
              <w:pStyle w:val="Body"/>
              <w:spacing w:before="60" w:after="0" w:line="240" w:lineRule="exact"/>
              <w:rPr>
                <w:b/>
                <w:bCs/>
                <w:lang w:val="ro-RO"/>
              </w:rPr>
            </w:pPr>
            <w:r w:rsidRPr="006A0D94">
              <w:rPr>
                <w:b/>
                <w:bCs/>
                <w:lang w:val="ro-RO"/>
              </w:rPr>
              <w:t>E-mail:</w:t>
            </w:r>
          </w:p>
        </w:tc>
        <w:tc>
          <w:tcPr>
            <w:tcW w:w="4757" w:type="dxa"/>
          </w:tcPr>
          <w:p w14:paraId="5E873F3E" w14:textId="77777777" w:rsidR="0074253C" w:rsidRPr="006A0D94" w:rsidRDefault="0074253C" w:rsidP="0074253C">
            <w:pPr>
              <w:pStyle w:val="Body"/>
              <w:spacing w:before="60" w:after="0" w:line="240" w:lineRule="exact"/>
              <w:rPr>
                <w:lang w:val="ro-RO"/>
              </w:rPr>
            </w:pPr>
            <w:r w:rsidRPr="006A0D94">
              <w:rPr>
                <w:lang w:val="ro-RO"/>
              </w:rPr>
              <w:t>[adresă electronică]</w:t>
            </w:r>
          </w:p>
        </w:tc>
      </w:tr>
      <w:tr w:rsidR="0074253C" w:rsidRPr="006A0D94" w14:paraId="24DBDB13" w14:textId="77777777" w:rsidTr="004D220E">
        <w:tc>
          <w:tcPr>
            <w:tcW w:w="2603" w:type="dxa"/>
          </w:tcPr>
          <w:p w14:paraId="4F39C08F" w14:textId="77777777" w:rsidR="0074253C" w:rsidRPr="006A0D94" w:rsidRDefault="0074253C" w:rsidP="0074253C">
            <w:pPr>
              <w:pStyle w:val="Body"/>
              <w:spacing w:before="60" w:after="0" w:line="240" w:lineRule="exact"/>
              <w:rPr>
                <w:b/>
                <w:bCs/>
                <w:lang w:val="ro-RO"/>
              </w:rPr>
            </w:pPr>
          </w:p>
        </w:tc>
        <w:tc>
          <w:tcPr>
            <w:tcW w:w="4757" w:type="dxa"/>
          </w:tcPr>
          <w:p w14:paraId="759D0BD5" w14:textId="77777777" w:rsidR="0074253C" w:rsidRPr="006A0D94" w:rsidRDefault="0074253C" w:rsidP="0074253C">
            <w:pPr>
              <w:pStyle w:val="Body"/>
              <w:spacing w:before="60" w:after="0" w:line="240" w:lineRule="exact"/>
              <w:rPr>
                <w:lang w:val="ro-RO"/>
              </w:rPr>
            </w:pPr>
          </w:p>
        </w:tc>
      </w:tr>
      <w:tr w:rsidR="0074253C" w:rsidRPr="006A0D94" w14:paraId="07D75E8B" w14:textId="77777777" w:rsidTr="004D220E">
        <w:tc>
          <w:tcPr>
            <w:tcW w:w="2603" w:type="dxa"/>
          </w:tcPr>
          <w:p w14:paraId="21702293" w14:textId="77777777" w:rsidR="0074253C" w:rsidRPr="006A0D94" w:rsidRDefault="0074253C" w:rsidP="0074253C">
            <w:pPr>
              <w:pStyle w:val="Body"/>
              <w:spacing w:before="60" w:after="0" w:line="240" w:lineRule="exact"/>
              <w:rPr>
                <w:b/>
                <w:bCs/>
                <w:lang w:val="ro-RO"/>
              </w:rPr>
            </w:pPr>
            <w:r w:rsidRPr="006A0D94">
              <w:rPr>
                <w:b/>
                <w:bCs/>
                <w:lang w:val="ro-RO"/>
              </w:rPr>
              <w:t>Reprezentant Furnizor:</w:t>
            </w:r>
          </w:p>
        </w:tc>
        <w:tc>
          <w:tcPr>
            <w:tcW w:w="4757" w:type="dxa"/>
          </w:tcPr>
          <w:p w14:paraId="65EB1D7E" w14:textId="77777777" w:rsidR="0074253C" w:rsidRPr="006A0D94" w:rsidRDefault="0074253C" w:rsidP="0074253C">
            <w:pPr>
              <w:pStyle w:val="Body"/>
              <w:spacing w:before="60" w:after="0" w:line="240" w:lineRule="exact"/>
              <w:rPr>
                <w:lang w:val="ro-RO"/>
              </w:rPr>
            </w:pPr>
            <w:r w:rsidRPr="006A0D94">
              <w:rPr>
                <w:lang w:val="ro-RO"/>
              </w:rPr>
              <w:t>[numele și prenumele]</w:t>
            </w:r>
          </w:p>
        </w:tc>
      </w:tr>
      <w:tr w:rsidR="0074253C" w:rsidRPr="006A0D94" w14:paraId="0987A0E7" w14:textId="77777777" w:rsidTr="004D220E">
        <w:tc>
          <w:tcPr>
            <w:tcW w:w="2603" w:type="dxa"/>
          </w:tcPr>
          <w:p w14:paraId="6C529FF5" w14:textId="77777777" w:rsidR="0074253C" w:rsidRPr="006A0D94" w:rsidRDefault="0074253C" w:rsidP="0074253C">
            <w:pPr>
              <w:pStyle w:val="Body"/>
              <w:spacing w:before="60" w:after="0" w:line="240" w:lineRule="exact"/>
              <w:rPr>
                <w:b/>
                <w:bCs/>
                <w:lang w:val="ro-RO"/>
              </w:rPr>
            </w:pPr>
            <w:r w:rsidRPr="006A0D94">
              <w:rPr>
                <w:b/>
                <w:bCs/>
                <w:lang w:val="ro-RO"/>
              </w:rPr>
              <w:t>Funcția:</w:t>
            </w:r>
          </w:p>
        </w:tc>
        <w:tc>
          <w:tcPr>
            <w:tcW w:w="4757" w:type="dxa"/>
          </w:tcPr>
          <w:p w14:paraId="38CF7350" w14:textId="77777777" w:rsidR="0074253C" w:rsidRPr="006A0D94" w:rsidRDefault="0074253C" w:rsidP="0074253C">
            <w:pPr>
              <w:pStyle w:val="Body"/>
              <w:spacing w:before="60" w:after="0" w:line="240" w:lineRule="exact"/>
              <w:rPr>
                <w:lang w:val="ro-RO"/>
              </w:rPr>
            </w:pPr>
            <w:r w:rsidRPr="006A0D94">
              <w:rPr>
                <w:lang w:val="ro-RO"/>
              </w:rPr>
              <w:t>[funcția reprezentantului furnizorului]</w:t>
            </w:r>
          </w:p>
        </w:tc>
      </w:tr>
      <w:tr w:rsidR="0074253C" w:rsidRPr="006A0D94" w14:paraId="76815138" w14:textId="77777777" w:rsidTr="004D220E">
        <w:tc>
          <w:tcPr>
            <w:tcW w:w="2603" w:type="dxa"/>
          </w:tcPr>
          <w:p w14:paraId="3334736B" w14:textId="77777777" w:rsidR="0074253C" w:rsidRPr="006A0D94" w:rsidRDefault="0074253C" w:rsidP="0074253C">
            <w:pPr>
              <w:pStyle w:val="Body"/>
              <w:spacing w:before="60" w:after="0" w:line="240" w:lineRule="exact"/>
              <w:rPr>
                <w:b/>
                <w:bCs/>
                <w:lang w:val="ro-RO"/>
              </w:rPr>
            </w:pPr>
            <w:r w:rsidRPr="006A0D94">
              <w:rPr>
                <w:b/>
                <w:bCs/>
                <w:lang w:val="ro-RO"/>
              </w:rPr>
              <w:t>Adresă</w:t>
            </w:r>
          </w:p>
        </w:tc>
        <w:tc>
          <w:tcPr>
            <w:tcW w:w="4757" w:type="dxa"/>
          </w:tcPr>
          <w:p w14:paraId="7E3C9DDE" w14:textId="77777777" w:rsidR="0074253C" w:rsidRPr="006A0D94" w:rsidRDefault="0074253C" w:rsidP="0074253C">
            <w:pPr>
              <w:pStyle w:val="Body"/>
              <w:spacing w:before="60" w:after="0" w:line="240" w:lineRule="exact"/>
              <w:rPr>
                <w:lang w:val="ro-RO"/>
              </w:rPr>
            </w:pPr>
            <w:r w:rsidRPr="006A0D94">
              <w:rPr>
                <w:lang w:val="ro-RO"/>
              </w:rPr>
              <w:t>[adresa]</w:t>
            </w:r>
          </w:p>
        </w:tc>
      </w:tr>
      <w:tr w:rsidR="0074253C" w:rsidRPr="006A0D94" w14:paraId="22A109DB" w14:textId="77777777" w:rsidTr="004D220E">
        <w:tc>
          <w:tcPr>
            <w:tcW w:w="2603" w:type="dxa"/>
          </w:tcPr>
          <w:p w14:paraId="5A15D00C" w14:textId="77777777" w:rsidR="0074253C" w:rsidRPr="006A0D94" w:rsidRDefault="0074253C" w:rsidP="0074253C">
            <w:pPr>
              <w:pStyle w:val="Body"/>
              <w:spacing w:before="60" w:after="0" w:line="240" w:lineRule="exact"/>
              <w:rPr>
                <w:b/>
                <w:bCs/>
                <w:lang w:val="ro-RO"/>
              </w:rPr>
            </w:pPr>
            <w:r w:rsidRPr="006A0D94">
              <w:rPr>
                <w:b/>
                <w:bCs/>
                <w:lang w:val="ro-RO"/>
              </w:rPr>
              <w:t>Telefon:</w:t>
            </w:r>
          </w:p>
        </w:tc>
        <w:tc>
          <w:tcPr>
            <w:tcW w:w="4757" w:type="dxa"/>
          </w:tcPr>
          <w:p w14:paraId="11DB3C32" w14:textId="77777777" w:rsidR="0074253C" w:rsidRPr="006A0D94" w:rsidRDefault="0074253C" w:rsidP="0074253C">
            <w:pPr>
              <w:pStyle w:val="Body"/>
              <w:spacing w:before="60" w:after="0" w:line="240" w:lineRule="exact"/>
              <w:rPr>
                <w:lang w:val="ro-RO"/>
              </w:rPr>
            </w:pPr>
            <w:r w:rsidRPr="006A0D94">
              <w:rPr>
                <w:lang w:val="ro-RO"/>
              </w:rPr>
              <w:t>[număr telefon]</w:t>
            </w:r>
          </w:p>
        </w:tc>
      </w:tr>
      <w:tr w:rsidR="0074253C" w:rsidRPr="006A0D94" w14:paraId="213D60DB" w14:textId="77777777" w:rsidTr="004D220E">
        <w:tc>
          <w:tcPr>
            <w:tcW w:w="2603" w:type="dxa"/>
          </w:tcPr>
          <w:p w14:paraId="1703D92C" w14:textId="77777777" w:rsidR="0074253C" w:rsidRPr="006A0D94" w:rsidRDefault="0074253C" w:rsidP="0074253C">
            <w:pPr>
              <w:pStyle w:val="Body"/>
              <w:spacing w:before="60" w:after="0" w:line="240" w:lineRule="exact"/>
              <w:rPr>
                <w:b/>
                <w:bCs/>
                <w:lang w:val="ro-RO"/>
              </w:rPr>
            </w:pPr>
            <w:r w:rsidRPr="006A0D94">
              <w:rPr>
                <w:b/>
                <w:bCs/>
                <w:lang w:val="ro-RO"/>
              </w:rPr>
              <w:t>E-mail:</w:t>
            </w:r>
          </w:p>
        </w:tc>
        <w:tc>
          <w:tcPr>
            <w:tcW w:w="4757" w:type="dxa"/>
          </w:tcPr>
          <w:p w14:paraId="76CF1C03" w14:textId="77777777" w:rsidR="0074253C" w:rsidRDefault="0074253C" w:rsidP="0074253C">
            <w:pPr>
              <w:pStyle w:val="Body"/>
              <w:spacing w:before="60" w:after="0" w:line="240" w:lineRule="exact"/>
              <w:rPr>
                <w:lang w:val="ro-RO"/>
              </w:rPr>
            </w:pPr>
            <w:r w:rsidRPr="006A0D94">
              <w:rPr>
                <w:lang w:val="ro-RO"/>
              </w:rPr>
              <w:t>[adresă electronică]</w:t>
            </w:r>
          </w:p>
          <w:p w14:paraId="09AF32D2" w14:textId="2E2C5BEB" w:rsidR="0060063F" w:rsidRPr="006A0D94" w:rsidRDefault="0060063F" w:rsidP="0074253C">
            <w:pPr>
              <w:pStyle w:val="Body"/>
              <w:spacing w:before="60" w:after="0" w:line="240" w:lineRule="exact"/>
              <w:rPr>
                <w:lang w:val="ro-RO"/>
              </w:rPr>
            </w:pPr>
          </w:p>
        </w:tc>
      </w:tr>
    </w:tbl>
    <w:p w14:paraId="300B6670" w14:textId="347DBC8D" w:rsidR="0074253C" w:rsidRPr="006A0D94" w:rsidRDefault="00465FB0" w:rsidP="0074253C">
      <w:pPr>
        <w:pStyle w:val="Level2"/>
        <w:rPr>
          <w:lang w:val="ro-RO"/>
        </w:rPr>
      </w:pPr>
      <w:r>
        <w:rPr>
          <w:b/>
          <w:bCs/>
          <w:lang w:val="ro-RO"/>
        </w:rPr>
        <w:t xml:space="preserve">Clauze </w:t>
      </w:r>
      <w:r w:rsidR="0074253C" w:rsidRPr="006A0D94">
        <w:rPr>
          <w:b/>
          <w:bCs/>
          <w:lang w:val="ro-RO"/>
        </w:rPr>
        <w:t xml:space="preserve">privind modificarea Contractului </w:t>
      </w:r>
      <w:r w:rsidR="006A0A5F">
        <w:rPr>
          <w:b/>
          <w:bCs/>
          <w:lang w:val="ro-RO"/>
        </w:rPr>
        <w:t>S</w:t>
      </w:r>
      <w:r w:rsidR="0074253C" w:rsidRPr="006A0D94">
        <w:rPr>
          <w:b/>
          <w:bCs/>
          <w:lang w:val="ro-RO"/>
        </w:rPr>
        <w:t>ubsecvent</w:t>
      </w:r>
    </w:p>
    <w:p w14:paraId="4065B253" w14:textId="4FCC46E1" w:rsidR="0074253C" w:rsidRPr="006A0D94" w:rsidRDefault="0074253C" w:rsidP="0074253C">
      <w:pPr>
        <w:pStyle w:val="Level3"/>
        <w:rPr>
          <w:lang w:val="ro-RO"/>
        </w:rPr>
      </w:pPr>
      <w:r w:rsidRPr="006A0D94">
        <w:rPr>
          <w:lang w:val="ro-RO"/>
        </w:rPr>
        <w:t>Orice modificare a Contractului Subsecvent are efect doar dacă se realizează cu respectarea Legii, în scris și se semnează de sau în numele ambelor</w:t>
      </w:r>
      <w:r w:rsidR="006A0A5F">
        <w:rPr>
          <w:lang w:val="ro-RO"/>
        </w:rPr>
        <w:t xml:space="preserve"> </w:t>
      </w:r>
      <w:r w:rsidRPr="006A0D94">
        <w:rPr>
          <w:lang w:val="ro-RO"/>
        </w:rPr>
        <w:t xml:space="preserve">Părți contractante. Modificarea Contractului Subsecvent se poate realiza în scris, </w:t>
      </w:r>
      <w:r w:rsidR="00465FB0">
        <w:rPr>
          <w:lang w:val="ro-RO"/>
        </w:rPr>
        <w:t xml:space="preserve">doar prin </w:t>
      </w:r>
      <w:r w:rsidRPr="006A0D94">
        <w:rPr>
          <w:lang w:val="ro-RO"/>
        </w:rPr>
        <w:t>prin înch</w:t>
      </w:r>
      <w:r w:rsidR="00E45B80">
        <w:rPr>
          <w:lang w:val="ro-RO"/>
        </w:rPr>
        <w:t>e</w:t>
      </w:r>
      <w:r w:rsidRPr="006A0D94">
        <w:rPr>
          <w:lang w:val="ro-RO"/>
        </w:rPr>
        <w:t xml:space="preserve">ierea unui act adițional. </w:t>
      </w:r>
    </w:p>
    <w:p w14:paraId="1876F99D" w14:textId="46230B06" w:rsidR="0074253C" w:rsidRPr="006A0D94" w:rsidRDefault="0074253C" w:rsidP="0074253C">
      <w:pPr>
        <w:pStyle w:val="Level3"/>
        <w:rPr>
          <w:lang w:val="ro-RO"/>
        </w:rPr>
      </w:pPr>
      <w:r w:rsidRPr="006A0D94">
        <w:rPr>
          <w:lang w:val="ro-RO"/>
        </w:rPr>
        <w:t>Părțile contractante au dreptul, pe durata Contractului Subsecvent, de a conveni modificarea și/sau completarea clauzelor acestora, fără organizarea unei noi proceduri de atribuire, fără a afecta caracterul general al Contractului Subsecvent, în limitele Legii și în aplicarea prevederilor prevăzute de art. 221-222 din Legea nr. 98/2016, coroborate cu prevederile referitoare la modificări contractuale din HG nr. 395/2016</w:t>
      </w:r>
      <w:r w:rsidR="00C033E6">
        <w:rPr>
          <w:lang w:val="ro-RO"/>
        </w:rPr>
        <w:t>/ a art. 235-243 din Legea nr. 99/2016 coroborate cu prevederile referitoare la modificări contractuale din HG. nr. 294/2016</w:t>
      </w:r>
      <w:r w:rsidRPr="006A0D94">
        <w:rPr>
          <w:lang w:val="ro-RO"/>
        </w:rPr>
        <w:t xml:space="preserve">, </w:t>
      </w:r>
      <w:r w:rsidR="00465FB0">
        <w:rPr>
          <w:lang w:val="ro-RO"/>
        </w:rPr>
        <w:t xml:space="preserve">si cu respectarea prevederilor din </w:t>
      </w:r>
      <w:r w:rsidRPr="006A0D94">
        <w:rPr>
          <w:lang w:val="ro-RO"/>
        </w:rPr>
        <w:t>Acordul-cadru.</w:t>
      </w:r>
    </w:p>
    <w:p w14:paraId="42CD090D" w14:textId="659848EF" w:rsidR="00BE61E5" w:rsidRPr="00D95C68" w:rsidRDefault="00E56F62" w:rsidP="00D95C68">
      <w:pPr>
        <w:pStyle w:val="Level3"/>
        <w:rPr>
          <w:lang w:val="ro-RO"/>
        </w:rPr>
      </w:pPr>
      <w:r>
        <w:rPr>
          <w:lang w:val="ro-RO"/>
        </w:rPr>
        <w:t xml:space="preserve">Toate celelalte dispoziții din cuprinsul Acordului-Cadru cu privire la modificarea Contractelor Subsecvente se aplică în mod corespunzător. </w:t>
      </w:r>
    </w:p>
    <w:p w14:paraId="73A2E5F3" w14:textId="1CC2F2A8" w:rsidR="00342CD0" w:rsidRPr="00342CD0" w:rsidRDefault="00342CD0" w:rsidP="0074253C">
      <w:pPr>
        <w:pStyle w:val="Level2"/>
        <w:rPr>
          <w:lang w:val="ro-RO"/>
        </w:rPr>
      </w:pPr>
      <w:r>
        <w:rPr>
          <w:b/>
          <w:bCs/>
          <w:lang w:val="ro-RO"/>
        </w:rPr>
        <w:t xml:space="preserve">Derularea și monitorizarea contractului </w:t>
      </w:r>
      <w:r w:rsidR="00E56F62">
        <w:rPr>
          <w:b/>
          <w:bCs/>
          <w:lang w:val="ro-RO"/>
        </w:rPr>
        <w:t>(dacă este cazul)</w:t>
      </w:r>
    </w:p>
    <w:p w14:paraId="0CDB5A02" w14:textId="408CFC18" w:rsidR="00342CD0" w:rsidRPr="00342CD0" w:rsidRDefault="00342CD0" w:rsidP="00342CD0">
      <w:pPr>
        <w:pStyle w:val="Level3"/>
        <w:rPr>
          <w:lang w:val="ro-RO"/>
        </w:rPr>
      </w:pPr>
      <w:r w:rsidRPr="00342CD0">
        <w:rPr>
          <w:lang w:val="ro-RO"/>
        </w:rPr>
        <w:t>Contractantul are obliga</w:t>
      </w:r>
      <w:r>
        <w:rPr>
          <w:lang w:val="ro-RO"/>
        </w:rPr>
        <w:t>ț</w:t>
      </w:r>
      <w:r w:rsidRPr="00342CD0">
        <w:rPr>
          <w:lang w:val="ro-RO"/>
        </w:rPr>
        <w:t>ia s</w:t>
      </w:r>
      <w:r>
        <w:rPr>
          <w:lang w:val="ro-RO"/>
        </w:rPr>
        <w:t>ă</w:t>
      </w:r>
      <w:r w:rsidRPr="00342CD0">
        <w:rPr>
          <w:lang w:val="ro-RO"/>
        </w:rPr>
        <w:t xml:space="preserve"> elaboreze, pe perioada de furnizare a Produselor, toate Rapoartele </w:t>
      </w:r>
      <w:r w:rsidR="006A0A5F">
        <w:rPr>
          <w:lang w:val="ro-RO"/>
        </w:rPr>
        <w:t>ș</w:t>
      </w:r>
      <w:r w:rsidRPr="00342CD0">
        <w:rPr>
          <w:lang w:val="ro-RO"/>
        </w:rPr>
        <w:t>i documente</w:t>
      </w:r>
      <w:r w:rsidR="006A0A5F">
        <w:rPr>
          <w:lang w:val="ro-RO"/>
        </w:rPr>
        <w:t>le</w:t>
      </w:r>
      <w:r w:rsidRPr="00342CD0">
        <w:rPr>
          <w:lang w:val="ro-RO"/>
        </w:rPr>
        <w:t xml:space="preserve"> solicitate conform prevederilor cuprinse în Caietul de Sarcini.</w:t>
      </w:r>
    </w:p>
    <w:p w14:paraId="5618B1E7" w14:textId="27E420FF" w:rsidR="00342CD0" w:rsidRPr="00342CD0" w:rsidRDefault="00342CD0" w:rsidP="00342CD0">
      <w:pPr>
        <w:pStyle w:val="Level3"/>
        <w:rPr>
          <w:lang w:val="ro-RO"/>
        </w:rPr>
      </w:pPr>
      <w:r w:rsidRPr="00342CD0">
        <w:rPr>
          <w:lang w:val="ro-RO"/>
        </w:rPr>
        <w:t>Aprobarea de c</w:t>
      </w:r>
      <w:r>
        <w:rPr>
          <w:lang w:val="ro-RO"/>
        </w:rPr>
        <w:t>ă</w:t>
      </w:r>
      <w:r w:rsidRPr="00342CD0">
        <w:rPr>
          <w:lang w:val="ro-RO"/>
        </w:rPr>
        <w:t>tre Autoritatea/entitatea contractant</w:t>
      </w:r>
      <w:r>
        <w:rPr>
          <w:lang w:val="ro-RO"/>
        </w:rPr>
        <w:t>ă</w:t>
      </w:r>
      <w:r w:rsidRPr="00342CD0">
        <w:rPr>
          <w:lang w:val="ro-RO"/>
        </w:rPr>
        <w:t xml:space="preserve"> a rapoartelor </w:t>
      </w:r>
      <w:r>
        <w:rPr>
          <w:lang w:val="ro-RO"/>
        </w:rPr>
        <w:t>ș</w:t>
      </w:r>
      <w:r w:rsidRPr="00342CD0">
        <w:rPr>
          <w:lang w:val="ro-RO"/>
        </w:rPr>
        <w:t xml:space="preserve">i documentelor realizate </w:t>
      </w:r>
      <w:r>
        <w:rPr>
          <w:lang w:val="ro-RO"/>
        </w:rPr>
        <w:t>ș</w:t>
      </w:r>
      <w:r w:rsidRPr="00342CD0">
        <w:rPr>
          <w:lang w:val="ro-RO"/>
        </w:rPr>
        <w:t>i furnizate de c</w:t>
      </w:r>
      <w:r>
        <w:rPr>
          <w:lang w:val="ro-RO"/>
        </w:rPr>
        <w:t>ă</w:t>
      </w:r>
      <w:r w:rsidRPr="00342CD0">
        <w:rPr>
          <w:lang w:val="ro-RO"/>
        </w:rPr>
        <w:t>tre Contractant, va fi f</w:t>
      </w:r>
      <w:r>
        <w:rPr>
          <w:lang w:val="ro-RO"/>
        </w:rPr>
        <w:t>ă</w:t>
      </w:r>
      <w:r w:rsidRPr="00342CD0">
        <w:rPr>
          <w:lang w:val="ro-RO"/>
        </w:rPr>
        <w:t>cut</w:t>
      </w:r>
      <w:r>
        <w:rPr>
          <w:lang w:val="ro-RO"/>
        </w:rPr>
        <w:t>ă</w:t>
      </w:r>
      <w:r w:rsidRPr="00342CD0">
        <w:rPr>
          <w:lang w:val="ro-RO"/>
        </w:rPr>
        <w:t xml:space="preserve"> astfel cum este stabilit în Caietul de Sarcini </w:t>
      </w:r>
      <w:r>
        <w:rPr>
          <w:lang w:val="ro-RO"/>
        </w:rPr>
        <w:t>ș</w:t>
      </w:r>
      <w:r w:rsidRPr="00342CD0">
        <w:rPr>
          <w:lang w:val="ro-RO"/>
        </w:rPr>
        <w:t>i va certifica faptul c</w:t>
      </w:r>
      <w:r>
        <w:rPr>
          <w:lang w:val="ro-RO"/>
        </w:rPr>
        <w:t>ă</w:t>
      </w:r>
      <w:r w:rsidRPr="00342CD0">
        <w:rPr>
          <w:lang w:val="ro-RO"/>
        </w:rPr>
        <w:t xml:space="preserve"> acestea sunt conforme cu termenii Contractului.</w:t>
      </w:r>
    </w:p>
    <w:p w14:paraId="795F5580" w14:textId="711AE62B" w:rsidR="00342CD0" w:rsidRPr="00342CD0" w:rsidRDefault="00342CD0" w:rsidP="00342CD0">
      <w:pPr>
        <w:pStyle w:val="Level3"/>
        <w:rPr>
          <w:lang w:val="ro-RO"/>
        </w:rPr>
      </w:pPr>
      <w:r w:rsidRPr="00342CD0">
        <w:rPr>
          <w:lang w:val="ro-RO"/>
        </w:rPr>
        <w:t>Contractantul va întreprinde toate m</w:t>
      </w:r>
      <w:r>
        <w:rPr>
          <w:lang w:val="ro-RO"/>
        </w:rPr>
        <w:t>ă</w:t>
      </w:r>
      <w:r w:rsidRPr="00342CD0">
        <w:rPr>
          <w:lang w:val="ro-RO"/>
        </w:rPr>
        <w:t xml:space="preserve">surile </w:t>
      </w:r>
      <w:r>
        <w:rPr>
          <w:lang w:val="ro-RO"/>
        </w:rPr>
        <w:t>ș</w:t>
      </w:r>
      <w:r w:rsidRPr="00342CD0">
        <w:rPr>
          <w:lang w:val="ro-RO"/>
        </w:rPr>
        <w:t>i ac</w:t>
      </w:r>
      <w:r>
        <w:rPr>
          <w:lang w:val="ro-RO"/>
        </w:rPr>
        <w:t>ț</w:t>
      </w:r>
      <w:r w:rsidRPr="00342CD0">
        <w:rPr>
          <w:lang w:val="ro-RO"/>
        </w:rPr>
        <w:t>iunile necesare sau corespunz</w:t>
      </w:r>
      <w:r>
        <w:rPr>
          <w:lang w:val="ro-RO"/>
        </w:rPr>
        <w:t>ă</w:t>
      </w:r>
      <w:r w:rsidRPr="00342CD0">
        <w:rPr>
          <w:lang w:val="ro-RO"/>
        </w:rPr>
        <w:t>toare pentru realizarea cel pu</w:t>
      </w:r>
      <w:r>
        <w:rPr>
          <w:lang w:val="ro-RO"/>
        </w:rPr>
        <w:t>ț</w:t>
      </w:r>
      <w:r w:rsidRPr="00342CD0">
        <w:rPr>
          <w:lang w:val="ro-RO"/>
        </w:rPr>
        <w:t>in a performan</w:t>
      </w:r>
      <w:r>
        <w:rPr>
          <w:lang w:val="ro-RO"/>
        </w:rPr>
        <w:t>ț</w:t>
      </w:r>
      <w:r w:rsidRPr="00342CD0">
        <w:rPr>
          <w:lang w:val="ro-RO"/>
        </w:rPr>
        <w:t>elor contractuale astfel cum sunt stabilite în Caietul de Sarcini.</w:t>
      </w:r>
    </w:p>
    <w:p w14:paraId="3C741793" w14:textId="7BAFF9D6" w:rsidR="00342CD0" w:rsidRPr="00342CD0" w:rsidRDefault="00342CD0" w:rsidP="00342CD0">
      <w:pPr>
        <w:pStyle w:val="Level3"/>
        <w:rPr>
          <w:lang w:val="ro-RO"/>
        </w:rPr>
      </w:pPr>
      <w:r w:rsidRPr="00342CD0">
        <w:rPr>
          <w:lang w:val="ro-RO"/>
        </w:rPr>
        <w:t>Prevederi contractuale privind monitorizarea performan</w:t>
      </w:r>
      <w:r>
        <w:rPr>
          <w:lang w:val="ro-RO"/>
        </w:rPr>
        <w:t>ț</w:t>
      </w:r>
      <w:r w:rsidRPr="00342CD0">
        <w:rPr>
          <w:lang w:val="ro-RO"/>
        </w:rPr>
        <w:t>elor, dac</w:t>
      </w:r>
      <w:r>
        <w:rPr>
          <w:lang w:val="ro-RO"/>
        </w:rPr>
        <w:t>ă</w:t>
      </w:r>
      <w:r w:rsidRPr="00342CD0">
        <w:rPr>
          <w:lang w:val="ro-RO"/>
        </w:rPr>
        <w:t xml:space="preserve"> este cazul</w:t>
      </w:r>
      <w:r w:rsidR="006A0A5F">
        <w:rPr>
          <w:lang w:val="ro-RO"/>
        </w:rPr>
        <w:t>:</w:t>
      </w:r>
    </w:p>
    <w:p w14:paraId="4CB93B0B" w14:textId="2373361A" w:rsidR="00342CD0" w:rsidRPr="00812785" w:rsidRDefault="00342CD0" w:rsidP="004E0269">
      <w:pPr>
        <w:pStyle w:val="alpha3"/>
        <w:numPr>
          <w:ilvl w:val="0"/>
          <w:numId w:val="82"/>
        </w:numPr>
        <w:rPr>
          <w:lang w:val="ro-RO"/>
        </w:rPr>
      </w:pPr>
      <w:r w:rsidRPr="00812785">
        <w:rPr>
          <w:lang w:val="ro-RO"/>
        </w:rPr>
        <w:t xml:space="preserve">La intervalele de referință stabilite în Caietul de Sarcini, </w:t>
      </w:r>
      <w:r w:rsidR="00A17180">
        <w:rPr>
          <w:lang w:val="ro-RO"/>
        </w:rPr>
        <w:t>g</w:t>
      </w:r>
      <w:r w:rsidRPr="00812785">
        <w:rPr>
          <w:lang w:val="ro-RO"/>
        </w:rPr>
        <w:t xml:space="preserve">raficul de livrare este analizat și revizuit, dacă este cazul, în cadrul întâlnirilor de lucru stabilite cu scopul analizării stadiului activităților din Contract. Graficul de livrare poate fi revizuit respectând limitele impuse prin caietul de sarcini cu privire la durata totală a contractului, exclusiv în ipoteza în care termenele de predare de pe </w:t>
      </w:r>
      <w:r w:rsidRPr="00812785">
        <w:rPr>
          <w:lang w:val="ro-RO"/>
        </w:rPr>
        <w:lastRenderedPageBreak/>
        <w:t>parcursul executării contractului sau frecvența termenelor la care s-a stabilit predarea bunurile nu au constituit factori de evaluare.</w:t>
      </w:r>
    </w:p>
    <w:p w14:paraId="791AEA43" w14:textId="1C8CBEB6" w:rsidR="00342CD0" w:rsidRPr="00812785" w:rsidRDefault="00342CD0" w:rsidP="004E0269">
      <w:pPr>
        <w:pStyle w:val="alpha3"/>
        <w:numPr>
          <w:ilvl w:val="0"/>
          <w:numId w:val="82"/>
        </w:numPr>
        <w:rPr>
          <w:lang w:val="ro-RO"/>
        </w:rPr>
      </w:pPr>
      <w:r w:rsidRPr="00812785">
        <w:rPr>
          <w:lang w:val="ro-RO"/>
        </w:rPr>
        <w:t>Condițiile în care se realizează ședințele de monitorizare sunt cele descrise în Caietul de Sarcini.</w:t>
      </w:r>
    </w:p>
    <w:p w14:paraId="189A014E" w14:textId="1B845652" w:rsidR="00342CD0" w:rsidRPr="00812785" w:rsidRDefault="00342CD0" w:rsidP="004E0269">
      <w:pPr>
        <w:pStyle w:val="alpha3"/>
        <w:numPr>
          <w:ilvl w:val="0"/>
          <w:numId w:val="82"/>
        </w:numPr>
        <w:rPr>
          <w:lang w:val="ro-RO"/>
        </w:rPr>
      </w:pPr>
      <w:r w:rsidRPr="00812785">
        <w:rPr>
          <w:lang w:val="ro-RO"/>
        </w:rPr>
        <w:t xml:space="preserve">Pentru prima întâlnire de monitorizare a progresului se utilizează versiunea </w:t>
      </w:r>
      <w:r w:rsidR="006A0A5F">
        <w:rPr>
          <w:lang w:val="ro-RO"/>
        </w:rPr>
        <w:t>g</w:t>
      </w:r>
      <w:r w:rsidRPr="00812785">
        <w:rPr>
          <w:lang w:val="ro-RO"/>
        </w:rPr>
        <w:t xml:space="preserve">raficului de livrare </w:t>
      </w:r>
      <w:r w:rsidR="00E56F62">
        <w:rPr>
          <w:lang w:val="ro-RO"/>
        </w:rPr>
        <w:t xml:space="preserve">actualizată și aprobată de către Autoritatea/entitatea contractantă ulterior </w:t>
      </w:r>
      <w:r w:rsidR="001B3637">
        <w:rPr>
          <w:lang w:val="ro-RO"/>
        </w:rPr>
        <w:t>încheierii contractului</w:t>
      </w:r>
      <w:r w:rsidRPr="00812785">
        <w:rPr>
          <w:lang w:val="ro-RO"/>
        </w:rPr>
        <w:t>.</w:t>
      </w:r>
    </w:p>
    <w:p w14:paraId="6730D5A4" w14:textId="71FCFF11" w:rsidR="00342CD0" w:rsidRPr="00812785" w:rsidRDefault="00342CD0" w:rsidP="004E0269">
      <w:pPr>
        <w:pStyle w:val="alpha3"/>
        <w:numPr>
          <w:ilvl w:val="0"/>
          <w:numId w:val="82"/>
        </w:numPr>
        <w:rPr>
          <w:lang w:val="ro-RO"/>
        </w:rPr>
      </w:pPr>
      <w:r w:rsidRPr="00812785">
        <w:rPr>
          <w:lang w:val="ro-RO"/>
        </w:rPr>
        <w:t xml:space="preserve">Pentru fiecare întâlnire de monitorizare a progresului în cadrul Contractului și de analiză a </w:t>
      </w:r>
      <w:r w:rsidR="006A0A5F">
        <w:rPr>
          <w:lang w:val="ro-RO"/>
        </w:rPr>
        <w:t>g</w:t>
      </w:r>
      <w:r w:rsidRPr="00812785">
        <w:rPr>
          <w:lang w:val="ro-RO"/>
        </w:rPr>
        <w:t>raficului de livrare, Contractantul prezintă Autorității/entității contractante informațiile solicitate conform Caietului de Sarcini.</w:t>
      </w:r>
    </w:p>
    <w:p w14:paraId="5780D948" w14:textId="43403E4C" w:rsidR="00342CD0" w:rsidRPr="00812785" w:rsidRDefault="00342CD0" w:rsidP="004E0269">
      <w:pPr>
        <w:pStyle w:val="alpha3"/>
        <w:numPr>
          <w:ilvl w:val="0"/>
          <w:numId w:val="82"/>
        </w:numPr>
        <w:rPr>
          <w:lang w:val="ro-RO"/>
        </w:rPr>
      </w:pPr>
      <w:r w:rsidRPr="00812785">
        <w:rPr>
          <w:lang w:val="ro-RO"/>
        </w:rPr>
        <w:t xml:space="preserve">Pentru analiza </w:t>
      </w:r>
      <w:r w:rsidR="006A0A5F">
        <w:rPr>
          <w:lang w:val="ro-RO"/>
        </w:rPr>
        <w:t>g</w:t>
      </w:r>
      <w:r w:rsidRPr="00812785">
        <w:rPr>
          <w:lang w:val="ro-RO"/>
        </w:rPr>
        <w:t xml:space="preserve">raficului de livrare de către Autoritatea/entitatea contractantă și emiterea acceptului sau a refuzului </w:t>
      </w:r>
      <w:r w:rsidR="006A0A5F">
        <w:rPr>
          <w:lang w:val="ro-RO"/>
        </w:rPr>
        <w:t>g</w:t>
      </w:r>
      <w:r w:rsidRPr="00812785">
        <w:rPr>
          <w:lang w:val="ro-RO"/>
        </w:rPr>
        <w:t>raficului de livrare, Contractantul include, în datele de intrare furnizate pentru fiecare întâlnire de analiză a stadiului realizării activităților din Contract, informații privind situația plăților către Subcontractanți, dacă este cazul.</w:t>
      </w:r>
    </w:p>
    <w:p w14:paraId="051C7DCB" w14:textId="0B9AE8A6" w:rsidR="00342CD0" w:rsidRPr="00812785" w:rsidRDefault="00342CD0" w:rsidP="004E0269">
      <w:pPr>
        <w:pStyle w:val="alpha3"/>
        <w:numPr>
          <w:ilvl w:val="0"/>
          <w:numId w:val="82"/>
        </w:numPr>
        <w:rPr>
          <w:lang w:val="ro-RO"/>
        </w:rPr>
      </w:pPr>
      <w:r w:rsidRPr="00812785">
        <w:rPr>
          <w:lang w:val="ro-RO"/>
        </w:rPr>
        <w:t xml:space="preserve">Motivele pentru care Autoritatea/entitatea contractantă va putea emite un refuz pentru </w:t>
      </w:r>
      <w:r w:rsidR="006A0A5F">
        <w:rPr>
          <w:lang w:val="ro-RO"/>
        </w:rPr>
        <w:t>g</w:t>
      </w:r>
      <w:r w:rsidRPr="00812785">
        <w:rPr>
          <w:lang w:val="ro-RO"/>
        </w:rPr>
        <w:t>raficul de livrare propus spre aprobare sunt cele specificate în Caietul de Sarcini.</w:t>
      </w:r>
    </w:p>
    <w:p w14:paraId="31129808" w14:textId="1CED4072" w:rsidR="00342CD0" w:rsidRPr="00812785" w:rsidRDefault="00342CD0" w:rsidP="004E0269">
      <w:pPr>
        <w:pStyle w:val="alpha3"/>
        <w:numPr>
          <w:ilvl w:val="0"/>
          <w:numId w:val="82"/>
        </w:numPr>
        <w:rPr>
          <w:lang w:val="ro-RO"/>
        </w:rPr>
      </w:pPr>
      <w:r w:rsidRPr="00812785">
        <w:rPr>
          <w:lang w:val="ro-RO"/>
        </w:rPr>
        <w:t xml:space="preserve">În intervalul stabilit, Autoritatea/entitatea contractantă comunică Contractantului acceptul sau refuzul cu privire la </w:t>
      </w:r>
      <w:r w:rsidR="006A0A5F">
        <w:rPr>
          <w:lang w:val="ro-RO"/>
        </w:rPr>
        <w:t>g</w:t>
      </w:r>
      <w:r w:rsidRPr="00812785">
        <w:rPr>
          <w:lang w:val="ro-RO"/>
        </w:rPr>
        <w:t>raficul de livrare prezentat, împreună cu motivele care au stat la baza acceptului sau refuzului Autorit</w:t>
      </w:r>
      <w:r w:rsidR="00812785" w:rsidRPr="00812785">
        <w:rPr>
          <w:lang w:val="ro-RO"/>
        </w:rPr>
        <w:t>ăț</w:t>
      </w:r>
      <w:r w:rsidRPr="00812785">
        <w:rPr>
          <w:lang w:val="ro-RO"/>
        </w:rPr>
        <w:t>ii/entit</w:t>
      </w:r>
      <w:r w:rsidR="00812785" w:rsidRPr="00812785">
        <w:rPr>
          <w:lang w:val="ro-RO"/>
        </w:rPr>
        <w:t>ăț</w:t>
      </w:r>
      <w:r w:rsidRPr="00812785">
        <w:rPr>
          <w:lang w:val="ro-RO"/>
        </w:rPr>
        <w:t>ii contractante.</w:t>
      </w:r>
    </w:p>
    <w:p w14:paraId="552495C5" w14:textId="77777777" w:rsidR="00342CD0" w:rsidRPr="00342CD0" w:rsidRDefault="00342CD0" w:rsidP="00812785">
      <w:pPr>
        <w:pStyle w:val="Level3"/>
        <w:numPr>
          <w:ilvl w:val="0"/>
          <w:numId w:val="0"/>
        </w:numPr>
        <w:ind w:left="1361"/>
        <w:rPr>
          <w:lang w:val="ro-RO"/>
        </w:rPr>
      </w:pPr>
    </w:p>
    <w:p w14:paraId="473FC6DC" w14:textId="5BC3C6F7" w:rsidR="0074253C" w:rsidRPr="006A0D94" w:rsidRDefault="00313BBE" w:rsidP="0074253C">
      <w:pPr>
        <w:pStyle w:val="Level2"/>
        <w:rPr>
          <w:lang w:val="ro-RO"/>
        </w:rPr>
      </w:pPr>
      <w:r>
        <w:rPr>
          <w:b/>
          <w:bCs/>
          <w:lang w:val="ro-RO"/>
        </w:rPr>
        <w:t>Cesiunea</w:t>
      </w:r>
      <w:r w:rsidR="0074253C" w:rsidRPr="006A0D94">
        <w:rPr>
          <w:b/>
          <w:bCs/>
          <w:lang w:val="ro-RO"/>
        </w:rPr>
        <w:t xml:space="preserve"> </w:t>
      </w:r>
      <w:r w:rsidR="00CF2F6B">
        <w:rPr>
          <w:b/>
          <w:bCs/>
          <w:lang w:val="ro-RO"/>
        </w:rPr>
        <w:t xml:space="preserve">și Subcontractarea </w:t>
      </w:r>
      <w:r w:rsidR="0074253C" w:rsidRPr="006A0D94">
        <w:rPr>
          <w:b/>
          <w:bCs/>
          <w:lang w:val="ro-RO"/>
        </w:rPr>
        <w:t>Contractului Subsecvent</w:t>
      </w:r>
    </w:p>
    <w:p w14:paraId="74BCB5CB" w14:textId="6AE6F2DD" w:rsidR="0074253C" w:rsidRPr="006A0D94" w:rsidRDefault="0074253C" w:rsidP="0074253C">
      <w:pPr>
        <w:pStyle w:val="Level3"/>
        <w:rPr>
          <w:lang w:val="ro-RO"/>
        </w:rPr>
      </w:pPr>
      <w:r w:rsidRPr="006A0D94">
        <w:rPr>
          <w:lang w:val="ro-RO"/>
        </w:rPr>
        <w:t xml:space="preserve">Cesiunea drepturilor derivate din prezentul contract poate fi realizată în condițiile </w:t>
      </w:r>
      <w:r w:rsidR="00CF2F6B">
        <w:rPr>
          <w:lang w:val="ro-RO"/>
        </w:rPr>
        <w:t>indicate în cuprinsul Acordului-Cadru.</w:t>
      </w:r>
    </w:p>
    <w:p w14:paraId="06971EB7" w14:textId="6668666A" w:rsidR="0074253C" w:rsidRDefault="00CF2F6B" w:rsidP="0074253C">
      <w:pPr>
        <w:pStyle w:val="Level3"/>
        <w:rPr>
          <w:lang w:val="ro-RO"/>
        </w:rPr>
      </w:pPr>
      <w:r>
        <w:rPr>
          <w:lang w:val="ro-RO"/>
        </w:rPr>
        <w:t>Cesiunea obligațiilor derivate din prezentul contract poate fi realizată doar cu respectarea condițiilor prevăzute în cuprinsul Acordului-Cadru care se aplică în mod corespunzător</w:t>
      </w:r>
      <w:r w:rsidR="0074253C" w:rsidRPr="006A0D94">
        <w:rPr>
          <w:lang w:val="ro-RO"/>
        </w:rPr>
        <w:t>.</w:t>
      </w:r>
    </w:p>
    <w:p w14:paraId="2E1AD428" w14:textId="77777777" w:rsidR="00CF2F6B" w:rsidRDefault="00CF2F6B" w:rsidP="0074253C">
      <w:pPr>
        <w:pStyle w:val="Level3"/>
        <w:rPr>
          <w:lang w:val="ro-RO"/>
        </w:rPr>
      </w:pPr>
      <w:r>
        <w:rPr>
          <w:lang w:val="ro-RO"/>
        </w:rPr>
        <w:t>Cesiunea prezentului contract poate fi realizată doar cu respectarea condițiilor prevăzute în cuprinsul Acordului-Cadru care se aplică în mod corespunzător.</w:t>
      </w:r>
    </w:p>
    <w:p w14:paraId="70840C46" w14:textId="7E43BE7A" w:rsidR="00CF2F6B" w:rsidRPr="006A0D94" w:rsidRDefault="00CF2F6B" w:rsidP="0074253C">
      <w:pPr>
        <w:pStyle w:val="Level3"/>
        <w:rPr>
          <w:lang w:val="ro-RO"/>
        </w:rPr>
      </w:pPr>
      <w:r>
        <w:rPr>
          <w:lang w:val="ro-RO"/>
        </w:rPr>
        <w:t xml:space="preserve">Contractantul poate încheia un contract de subcontractare în privința acestui contract doar cu respectarea condițiilor prevăzute în cuprinsul Acordului-Cadru care se aplică în mod corespunzător. </w:t>
      </w:r>
    </w:p>
    <w:p w14:paraId="48A33E7C" w14:textId="00BB0DD4" w:rsidR="0074253C" w:rsidRPr="006A0D94" w:rsidRDefault="0074253C" w:rsidP="0074253C">
      <w:pPr>
        <w:pStyle w:val="Level2"/>
        <w:rPr>
          <w:lang w:val="ro-RO"/>
        </w:rPr>
      </w:pPr>
      <w:r w:rsidRPr="006A0D94">
        <w:rPr>
          <w:b/>
          <w:bCs/>
          <w:lang w:val="ro-RO"/>
        </w:rPr>
        <w:t>Confidențialitatea informațiilor</w:t>
      </w:r>
      <w:r w:rsidR="006A0A5F">
        <w:rPr>
          <w:b/>
          <w:bCs/>
          <w:lang w:val="ro-RO"/>
        </w:rPr>
        <w:t>. Protecția datelor cu caracter personal. Conflictul de interese</w:t>
      </w:r>
    </w:p>
    <w:p w14:paraId="39A0EA3F" w14:textId="34951770" w:rsidR="0074253C" w:rsidRDefault="00A17180" w:rsidP="0074253C">
      <w:pPr>
        <w:pStyle w:val="Level3"/>
        <w:rPr>
          <w:lang w:val="ro-RO"/>
        </w:rPr>
      </w:pPr>
      <w:r>
        <w:rPr>
          <w:lang w:val="ro-RO"/>
        </w:rPr>
        <w:t>Obligațiile Părților în ceea ce privește confidențialitatea cu privire la informațiile obținute la încheierea, precum și pe perioada de executare a Contractului subsecvent sunt cele prevăzute în Acordul-Cadru, care se aplică în mod corespunzător</w:t>
      </w:r>
      <w:r w:rsidR="0074253C" w:rsidRPr="006A0D94">
        <w:rPr>
          <w:lang w:val="ro-RO"/>
        </w:rPr>
        <w:t>.</w:t>
      </w:r>
    </w:p>
    <w:p w14:paraId="2F00412C" w14:textId="02FAB191" w:rsidR="00A17180" w:rsidRDefault="00A17180" w:rsidP="0074253C">
      <w:pPr>
        <w:pStyle w:val="Level3"/>
        <w:rPr>
          <w:lang w:val="ro-RO"/>
        </w:rPr>
      </w:pPr>
      <w:r>
        <w:rPr>
          <w:lang w:val="ro-RO"/>
        </w:rPr>
        <w:t>Obligațiile Părților în ceea ce privește protecția datelor cu caracter personal obținute în ca urmare a încheierii și executării Contractului subsecvent sunt cele prevăzute în Acordul-Cadru, care se aplică în mod corespunzător.</w:t>
      </w:r>
    </w:p>
    <w:p w14:paraId="5CFEDAC1" w14:textId="50C2D3C4" w:rsidR="0074253C" w:rsidRPr="00BA47F0" w:rsidRDefault="00A17180" w:rsidP="00BA47F0">
      <w:pPr>
        <w:pStyle w:val="Level3"/>
        <w:rPr>
          <w:lang w:val="ro-RO"/>
        </w:rPr>
      </w:pPr>
      <w:r>
        <w:rPr>
          <w:lang w:val="ro-RO"/>
        </w:rPr>
        <w:lastRenderedPageBreak/>
        <w:t>Obligațiile Părților în ceea ce privește evitarea conflictului de interese pe parcursul derulării Contractului subsecvent sunt cele prevăzute în Acordul-Cadru, care se aplică în mod corespunzător</w:t>
      </w:r>
      <w:r w:rsidR="00BA47F0">
        <w:rPr>
          <w:lang w:val="ro-RO"/>
        </w:rPr>
        <w:t>.</w:t>
      </w:r>
    </w:p>
    <w:p w14:paraId="10795743" w14:textId="1281A246" w:rsidR="0074253C" w:rsidRPr="006A0D94" w:rsidRDefault="008D5E4D" w:rsidP="0074253C">
      <w:pPr>
        <w:pStyle w:val="Level1"/>
        <w:rPr>
          <w:lang w:val="ro-RO"/>
        </w:rPr>
      </w:pPr>
      <w:r>
        <w:rPr>
          <w:lang w:val="ro-RO"/>
        </w:rPr>
        <w:t>CAPITOLUL</w:t>
      </w:r>
      <w:r w:rsidR="0074253C" w:rsidRPr="006A0D94">
        <w:rPr>
          <w:lang w:val="ro-RO"/>
        </w:rPr>
        <w:t xml:space="preserve"> </w:t>
      </w:r>
      <w:r w:rsidR="00BA47F0">
        <w:rPr>
          <w:lang w:val="ro-RO"/>
        </w:rPr>
        <w:t>4</w:t>
      </w:r>
      <w:r w:rsidR="0074253C">
        <w:rPr>
          <w:lang w:val="ro-RO"/>
        </w:rPr>
        <w:t xml:space="preserve"> – </w:t>
      </w:r>
      <w:r w:rsidR="0074253C" w:rsidRPr="006A0D94">
        <w:rPr>
          <w:lang w:val="ro-RO"/>
        </w:rPr>
        <w:t>RĂSPUNDERE</w:t>
      </w:r>
      <w:r w:rsidR="0074253C">
        <w:rPr>
          <w:lang w:val="ro-RO"/>
        </w:rPr>
        <w:t xml:space="preserve">A </w:t>
      </w:r>
      <w:r w:rsidR="0074253C" w:rsidRPr="006A0D94">
        <w:rPr>
          <w:lang w:val="ro-RO"/>
        </w:rPr>
        <w:t>CONTRACTUALĂ</w:t>
      </w:r>
    </w:p>
    <w:p w14:paraId="1A15633C" w14:textId="77777777" w:rsidR="0074253C" w:rsidRPr="006A0D94" w:rsidRDefault="0074253C" w:rsidP="0074253C">
      <w:pPr>
        <w:pStyle w:val="Level2"/>
        <w:rPr>
          <w:lang w:val="ro-RO"/>
        </w:rPr>
      </w:pPr>
      <w:r w:rsidRPr="006A0D94">
        <w:rPr>
          <w:b/>
          <w:bCs/>
          <w:lang w:val="ro-RO"/>
        </w:rPr>
        <w:t>Sancțiuni pentru neîndeplinirea culpabilă a obligațiilor contractuale</w:t>
      </w:r>
    </w:p>
    <w:p w14:paraId="418CA99F" w14:textId="5E749DEE" w:rsidR="0074253C" w:rsidRPr="006A0D94" w:rsidRDefault="002F34DD" w:rsidP="0074253C">
      <w:pPr>
        <w:pStyle w:val="Level3"/>
        <w:rPr>
          <w:lang w:val="ro-RO"/>
        </w:rPr>
      </w:pPr>
      <w:r>
        <w:rPr>
          <w:lang w:val="ro-RO"/>
        </w:rPr>
        <w:t xml:space="preserve">Părțile pot rezoluționa/rezilia Contractul Subsecvent atunci cât neexecutarea este una semnificativă. Părțile au dreptul de a rezoluționa/rezilia Contractul Subsecvent și de a pretinde despăgubii, </w:t>
      </w:r>
      <w:r w:rsidRPr="001C3130">
        <w:rPr>
          <w:lang w:val="ro-RO"/>
        </w:rPr>
        <w:t>chiar dacă neexecutarea este de mică însemnătate, însă are un caracter repetat</w:t>
      </w:r>
      <w:r>
        <w:rPr>
          <w:lang w:val="ro-RO"/>
        </w:rPr>
        <w:t>.</w:t>
      </w:r>
    </w:p>
    <w:p w14:paraId="50ADCBDE" w14:textId="5719C4E5" w:rsidR="0074253C" w:rsidRPr="006A0D94" w:rsidRDefault="0074253C" w:rsidP="0074253C">
      <w:pPr>
        <w:pStyle w:val="Level3"/>
        <w:rPr>
          <w:lang w:val="ro-RO"/>
        </w:rPr>
      </w:pPr>
      <w:r w:rsidRPr="006A0D94">
        <w:rPr>
          <w:lang w:val="ro-RO"/>
        </w:rPr>
        <w:t>În cazul în care A</w:t>
      </w:r>
      <w:r w:rsidR="00A62C55">
        <w:rPr>
          <w:lang w:val="ro-RO"/>
        </w:rPr>
        <w:t>utoritatea/entitatea contractantă</w:t>
      </w:r>
      <w:r w:rsidRPr="006A0D94">
        <w:rPr>
          <w:lang w:val="ro-RO"/>
        </w:rPr>
        <w:t>, din culpa sa exclusivă, nu îşi onorează obligaţiile de plată în termenul convenit</w:t>
      </w:r>
      <w:r w:rsidR="00BA47F0">
        <w:rPr>
          <w:lang w:val="ro-RO"/>
        </w:rPr>
        <w:t>,</w:t>
      </w:r>
      <w:r w:rsidRPr="006A0D94">
        <w:rPr>
          <w:lang w:val="ro-RO"/>
        </w:rPr>
        <w:t xml:space="preserve"> Contractantul are dreptul de a solicita daune-interese sub forma dobânzii legale penalizatoare, aplicată la valoarea plăţii neefectuate, în conformitate cu prevederile </w:t>
      </w:r>
      <w:r w:rsidRPr="00BA47F0">
        <w:rPr>
          <w:i/>
          <w:iCs/>
          <w:lang w:val="ro-RO"/>
        </w:rPr>
        <w:t>art. 4 din Legea nr. 72/2013 privind măsurile pentru combaterea întârzierii în executarea obligaţiilor de plată a unor sume de bani rezultând din contracte încheiate între profesionişti şi între aceştia şi autorităţi contractante</w:t>
      </w:r>
      <w:r w:rsidRPr="006A0D94">
        <w:rPr>
          <w:lang w:val="ro-RO"/>
        </w:rPr>
        <w:t>. Valoarea penalităților nu poate depăși valoarea sumei la care se aplică.</w:t>
      </w:r>
    </w:p>
    <w:p w14:paraId="3672D89E" w14:textId="13991A3F" w:rsidR="0074253C" w:rsidRPr="006A0D94" w:rsidRDefault="0074253C" w:rsidP="0074253C">
      <w:pPr>
        <w:pStyle w:val="Level3"/>
        <w:rPr>
          <w:lang w:val="ro-RO"/>
        </w:rPr>
      </w:pPr>
      <w:r w:rsidRPr="006A0D94">
        <w:rPr>
          <w:lang w:val="ro-RO"/>
        </w:rPr>
        <w:t>Neplata totală sau parţială a facturii peste termenul</w:t>
      </w:r>
      <w:r w:rsidR="00C033E6">
        <w:rPr>
          <w:lang w:val="ro-RO"/>
        </w:rPr>
        <w:t xml:space="preserve"> prevăzut contractual</w:t>
      </w:r>
      <w:r w:rsidR="00BA47F0">
        <w:rPr>
          <w:lang w:val="ro-RO"/>
        </w:rPr>
        <w:t xml:space="preserve"> </w:t>
      </w:r>
      <w:r w:rsidRPr="006A0D94">
        <w:rPr>
          <w:lang w:val="ro-RO"/>
        </w:rPr>
        <w:t xml:space="preserve">dă dreptul Contractantului să suspende livrarea tuturor Produselor sau a unor părți din acestea, sau de a diminua ritmul livrărilor, cu condiția de a nu crea prejudicii suplimentare </w:t>
      </w:r>
      <w:r w:rsidR="006D5C06">
        <w:rPr>
          <w:lang w:val="ro-RO"/>
        </w:rPr>
        <w:t>Autorității/entității contractante</w:t>
      </w:r>
      <w:r w:rsidRPr="006A0D94">
        <w:rPr>
          <w:lang w:val="ro-RO"/>
        </w:rPr>
        <w:t xml:space="preserve">, mai mari decât întârzierea furnizării Produselor prin suspendarea/diminuarea ritmului livrării și numai cu condiția notificării prealabile a </w:t>
      </w:r>
      <w:r w:rsidR="006D5C06">
        <w:rPr>
          <w:lang w:val="ro-RO"/>
        </w:rPr>
        <w:t>Autorității/entității contractante.</w:t>
      </w:r>
      <w:r w:rsidRPr="006A0D94">
        <w:rPr>
          <w:lang w:val="ro-RO"/>
        </w:rPr>
        <w:t xml:space="preserve"> </w:t>
      </w:r>
    </w:p>
    <w:p w14:paraId="6EECFE7C" w14:textId="77777777" w:rsidR="0074253C" w:rsidRPr="006A0D94" w:rsidRDefault="0074253C" w:rsidP="0074253C">
      <w:pPr>
        <w:pStyle w:val="Level3"/>
        <w:rPr>
          <w:lang w:val="ro-RO"/>
        </w:rPr>
      </w:pPr>
      <w:r w:rsidRPr="006A0D94">
        <w:rPr>
          <w:lang w:val="ro-RO"/>
        </w:rPr>
        <w:t>Neplata totală sau parţială a facturii cu mai mult de 60 (șaizeci) de zile faţă de termenul scadent dă dreptul Contractantului de a rezilia Contractul Subsecvent, fără intervenţia instanţei sau alte formalităţi prealabile.</w:t>
      </w:r>
    </w:p>
    <w:p w14:paraId="3EAC6F6A" w14:textId="5FCD2F4B" w:rsidR="0074253C" w:rsidRPr="006A0D94" w:rsidRDefault="0074253C" w:rsidP="0074253C">
      <w:pPr>
        <w:pStyle w:val="Level3"/>
        <w:rPr>
          <w:lang w:val="ro-RO"/>
        </w:rPr>
      </w:pPr>
      <w:r w:rsidRPr="006A0D94">
        <w:rPr>
          <w:lang w:val="ro-RO"/>
        </w:rPr>
        <w:t xml:space="preserve">Fără a aduce atingere altor prevederi referitoare la remediile contractuale, dacă Contractantul nu îşi îndeplineşte obligațiile asumate privind livrarea Produselor, inclusiv obligațiile referitoare la predarea acestora în termenul convenit, potrivit prevederilor Caietului de sarcini și a Ofertei, </w:t>
      </w:r>
      <w:r w:rsidR="00A62C55">
        <w:rPr>
          <w:lang w:val="ro-RO"/>
        </w:rPr>
        <w:t>Autoritatea/entitatea contractantă</w:t>
      </w:r>
      <w:r w:rsidRPr="006A0D94">
        <w:rPr>
          <w:lang w:val="ro-RO"/>
        </w:rPr>
        <w:t xml:space="preserve"> are dreptul de a percepe penalități calculate prin aplicarea dobânzii legale penalizatoare prevăzută la art. </w:t>
      </w:r>
      <w:r w:rsidRPr="00BA47F0">
        <w:rPr>
          <w:i/>
          <w:iCs/>
          <w:lang w:val="ro-RO"/>
        </w:rPr>
        <w:t>3 alin. 21 din Ordonanţa Guvernului nr. 13/2011 privind dobânda legală remuneratorie şi penalizatoare pentru obligaţii băneşti, precum şi pentru reglementarea unor măsuri financiar-fiscale în domeniul bancar, aprobată prin Legea nr. 43/2012</w:t>
      </w:r>
      <w:r w:rsidRPr="006A0D94">
        <w:rPr>
          <w:lang w:val="ro-RO"/>
        </w:rPr>
        <w:t>, cu modificările şi completările ulterioare, asupra valorii părții din Contractul subsecvent neîndeplinită, până la îndeplinirea conformă a obligaţiilor.</w:t>
      </w:r>
    </w:p>
    <w:p w14:paraId="783B03A8" w14:textId="24CDACDC" w:rsidR="0074253C" w:rsidRPr="006A0D94" w:rsidRDefault="0074253C" w:rsidP="0074253C">
      <w:pPr>
        <w:pStyle w:val="Level3"/>
        <w:rPr>
          <w:lang w:val="ro-RO"/>
        </w:rPr>
      </w:pPr>
      <w:r w:rsidRPr="006A0D94">
        <w:rPr>
          <w:lang w:val="ro-RO"/>
        </w:rPr>
        <w:t>A</w:t>
      </w:r>
      <w:r w:rsidR="00A62C55">
        <w:rPr>
          <w:lang w:val="ro-RO"/>
        </w:rPr>
        <w:t>utoritatea/entitatea contractantă</w:t>
      </w:r>
      <w:r w:rsidRPr="006A0D94">
        <w:rPr>
          <w:lang w:val="ro-RO"/>
        </w:rPr>
        <w:t xml:space="preserve"> are obligaţia de a notifica în scris Contractantul cu privire la neîndeplinirea obligaţiilor asumate în ceea ce privește predarea la termen Produselor conform specificațiilor din documentația de atribuire şi de a acorda acestuia un termen de 5 (cinci) zile pentru remediere (în măsura în care obligaţia în cauză este susceptibilă de remediere).</w:t>
      </w:r>
    </w:p>
    <w:p w14:paraId="0B082F2F" w14:textId="68FEFC40" w:rsidR="0074253C" w:rsidRPr="006A0D94" w:rsidRDefault="0074253C" w:rsidP="0074253C">
      <w:pPr>
        <w:pStyle w:val="Level3"/>
        <w:rPr>
          <w:lang w:val="ro-RO"/>
        </w:rPr>
      </w:pPr>
      <w:r w:rsidRPr="006A0D94">
        <w:rPr>
          <w:lang w:val="ro-RO"/>
        </w:rPr>
        <w:t>În cazul în care Contractantul nu se conformează, A</w:t>
      </w:r>
      <w:r w:rsidR="00A62C55">
        <w:rPr>
          <w:lang w:val="ro-RO"/>
        </w:rPr>
        <w:t>utoritatea/entitatea contractantă</w:t>
      </w:r>
      <w:r w:rsidRPr="006A0D94">
        <w:rPr>
          <w:lang w:val="ro-RO"/>
        </w:rPr>
        <w:t xml:space="preserve"> poate informa Contractantul, printr-o noua înștiințare emisă în termen de 5 (cinci) zile de la împlinirea termenului pentru remediere, despre decizia sa de a rezilia unilateral Contractul subsecvent, fără nicio altă formalitate și fără intervenția instanței de judecată.</w:t>
      </w:r>
    </w:p>
    <w:p w14:paraId="5406C7F5" w14:textId="4C1954F6" w:rsidR="0074253C" w:rsidRPr="00313BBE" w:rsidRDefault="0074253C" w:rsidP="0074253C">
      <w:pPr>
        <w:pStyle w:val="Level3"/>
        <w:rPr>
          <w:lang w:val="ro-RO"/>
        </w:rPr>
      </w:pPr>
      <w:r w:rsidRPr="00313BBE">
        <w:rPr>
          <w:lang w:val="ro-RO"/>
        </w:rPr>
        <w:lastRenderedPageBreak/>
        <w:t xml:space="preserve">Fără a aduce atingere altor prevederi referitoare la </w:t>
      </w:r>
      <w:r w:rsidR="00422473" w:rsidRPr="00313BBE">
        <w:rPr>
          <w:lang w:val="ro-RO"/>
        </w:rPr>
        <w:t>răspunderea contractuală</w:t>
      </w:r>
      <w:r w:rsidRPr="00313BBE">
        <w:rPr>
          <w:lang w:val="ro-RO"/>
        </w:rPr>
        <w:t xml:space="preserve">, în cazul în care, din vina sa exclusivă, Contractantul nu îşi îndeplineşte obligațiile asumate cu privire la asigurarea garanției Produselor, </w:t>
      </w:r>
      <w:r w:rsidR="00A62C55" w:rsidRPr="00313BBE">
        <w:rPr>
          <w:lang w:val="ro-RO"/>
        </w:rPr>
        <w:t>Autoritatea/entitatea contractantă</w:t>
      </w:r>
      <w:r w:rsidRPr="00313BBE">
        <w:rPr>
          <w:lang w:val="ro-RO"/>
        </w:rPr>
        <w:t xml:space="preserve"> are dreptul de a percepe penalități calculate</w:t>
      </w:r>
      <w:r w:rsidR="005F2248" w:rsidRPr="00313BBE">
        <w:rPr>
          <w:lang w:val="ro-RO"/>
        </w:rPr>
        <w:t xml:space="preserve"> la valoarea obligațiilor neîndeplinite</w:t>
      </w:r>
      <w:r w:rsidRPr="00313BBE">
        <w:rPr>
          <w:lang w:val="ro-RO"/>
        </w:rPr>
        <w:t xml:space="preserve"> prin aplicarea dobânzii legale penalizatoare prevăzută la art. </w:t>
      </w:r>
      <w:r w:rsidRPr="00313BBE">
        <w:rPr>
          <w:i/>
          <w:iCs/>
          <w:lang w:val="ro-RO"/>
        </w:rPr>
        <w:t>3 alin. 21 din Ordonanța Guvernului nr. 13/2011</w:t>
      </w:r>
      <w:r w:rsidRPr="00313BBE">
        <w:rPr>
          <w:lang w:val="ro-RO"/>
        </w:rPr>
        <w:t xml:space="preserve">, acordând totodată Contractantului un nou termen de maxim 5 (cinci) zile lucrătoare pentru a remedia problemele semnalate. În situația în care Contractantul nu își îndeplinește obligația contractuală cu privire la asigurarea garanției nici după aplicarea sancțiunii și acest nou termen de </w:t>
      </w:r>
      <w:r w:rsidR="00BA47F0" w:rsidRPr="00313BBE">
        <w:rPr>
          <w:lang w:val="ro-RO"/>
        </w:rPr>
        <w:t>10</w:t>
      </w:r>
      <w:r w:rsidRPr="00313BBE">
        <w:rPr>
          <w:lang w:val="ro-RO"/>
        </w:rPr>
        <w:t xml:space="preserve"> zile lucrătoare, </w:t>
      </w:r>
      <w:r w:rsidR="006D5C06" w:rsidRPr="00313BBE">
        <w:rPr>
          <w:lang w:val="ro-RO"/>
        </w:rPr>
        <w:t>Autoritatea/entitatea contractantă</w:t>
      </w:r>
      <w:r w:rsidRPr="00313BBE">
        <w:rPr>
          <w:lang w:val="ro-RO"/>
        </w:rPr>
        <w:t xml:space="preserve"> poate </w:t>
      </w:r>
      <w:r w:rsidR="005F2248" w:rsidRPr="00313BBE">
        <w:rPr>
          <w:lang w:val="ro-RO"/>
        </w:rPr>
        <w:t>rezoluționa/</w:t>
      </w:r>
      <w:r w:rsidRPr="00313BBE">
        <w:rPr>
          <w:lang w:val="ro-RO"/>
        </w:rPr>
        <w:t>rezilia Contractul Subsecvent în conformitate cu prevederile din Acordul-cadru.</w:t>
      </w:r>
    </w:p>
    <w:p w14:paraId="555525AE" w14:textId="640EF926" w:rsidR="0064470E" w:rsidRPr="0064470E" w:rsidRDefault="0074253C" w:rsidP="0064470E">
      <w:pPr>
        <w:pStyle w:val="Level3"/>
        <w:rPr>
          <w:lang w:val="ro-RO"/>
        </w:rPr>
      </w:pPr>
      <w:r w:rsidRPr="006A0D94">
        <w:rPr>
          <w:lang w:val="ro-RO"/>
        </w:rPr>
        <w:t xml:space="preserve">Fără a aduce atingere altor prevederi referitoare la </w:t>
      </w:r>
      <w:r w:rsidR="00422473">
        <w:rPr>
          <w:lang w:val="ro-RO"/>
        </w:rPr>
        <w:t>răspunderea contractuală</w:t>
      </w:r>
      <w:r w:rsidRPr="006A0D94">
        <w:rPr>
          <w:lang w:val="ro-RO"/>
        </w:rPr>
        <w:t xml:space="preserve">, în cazul în care Contractantul nu constituie în termenul prevăzut garanția de bună execuție </w:t>
      </w:r>
      <w:r w:rsidR="006D5C06">
        <w:rPr>
          <w:lang w:val="ro-RO"/>
        </w:rPr>
        <w:t>Autoritatea/entitatea contractantă</w:t>
      </w:r>
      <w:r w:rsidRPr="006A0D94">
        <w:rPr>
          <w:lang w:val="ro-RO"/>
        </w:rPr>
        <w:t xml:space="preserve"> va reține garanția de participare.</w:t>
      </w:r>
      <w:r w:rsidR="0064470E">
        <w:rPr>
          <w:lang w:val="ro-RO"/>
        </w:rPr>
        <w:t xml:space="preserve"> </w:t>
      </w:r>
      <w:r w:rsidR="0064470E" w:rsidRPr="0064470E">
        <w:rPr>
          <w:lang w:val="ro-RO"/>
        </w:rPr>
        <w:t>De asemenea, Promitentul-Achizitor, la solicitarea justificat</w:t>
      </w:r>
      <w:r w:rsidR="0064470E">
        <w:rPr>
          <w:lang w:val="ro-RO"/>
        </w:rPr>
        <w:t>ă</w:t>
      </w:r>
      <w:r w:rsidR="0064470E" w:rsidRPr="0064470E">
        <w:rPr>
          <w:lang w:val="ro-RO"/>
        </w:rPr>
        <w:t xml:space="preserve"> a Promitentului-Furnizor va acorda acestuia un termen suplimentar de care nu poate dep</w:t>
      </w:r>
      <w:r w:rsidR="0064470E">
        <w:rPr>
          <w:lang w:val="ro-RO"/>
        </w:rPr>
        <w:t>ăș</w:t>
      </w:r>
      <w:r w:rsidR="0064470E" w:rsidRPr="0064470E">
        <w:rPr>
          <w:lang w:val="ro-RO"/>
        </w:rPr>
        <w:t>i 15 zile de la momentul semn</w:t>
      </w:r>
      <w:r w:rsidR="0064470E">
        <w:rPr>
          <w:lang w:val="ro-RO"/>
        </w:rPr>
        <w:t>ă</w:t>
      </w:r>
      <w:r w:rsidR="0064470E" w:rsidRPr="0064470E">
        <w:rPr>
          <w:lang w:val="ro-RO"/>
        </w:rPr>
        <w:t>rii contractului în vederea constituirii garan</w:t>
      </w:r>
      <w:r w:rsidR="0064470E">
        <w:rPr>
          <w:lang w:val="ro-RO"/>
        </w:rPr>
        <w:t>ț</w:t>
      </w:r>
      <w:r w:rsidR="0064470E" w:rsidRPr="0064470E">
        <w:rPr>
          <w:lang w:val="ro-RO"/>
        </w:rPr>
        <w:t>iei de bun</w:t>
      </w:r>
      <w:r w:rsidR="0064470E">
        <w:rPr>
          <w:lang w:val="ro-RO"/>
        </w:rPr>
        <w:t>ă</w:t>
      </w:r>
      <w:r w:rsidR="0064470E" w:rsidRPr="0064470E">
        <w:rPr>
          <w:lang w:val="ro-RO"/>
        </w:rPr>
        <w:t>-execu</w:t>
      </w:r>
      <w:r w:rsidR="0064470E">
        <w:rPr>
          <w:lang w:val="ro-RO"/>
        </w:rPr>
        <w:t>ț</w:t>
      </w:r>
      <w:r w:rsidR="0064470E" w:rsidRPr="0064470E">
        <w:rPr>
          <w:lang w:val="ro-RO"/>
        </w:rPr>
        <w:t>ie, sub sanc</w:t>
      </w:r>
      <w:r w:rsidR="0064470E">
        <w:rPr>
          <w:lang w:val="ro-RO"/>
        </w:rPr>
        <w:t>ț</w:t>
      </w:r>
      <w:r w:rsidR="0064470E" w:rsidRPr="0064470E">
        <w:rPr>
          <w:lang w:val="ro-RO"/>
        </w:rPr>
        <w:t>iunea rezilierii de drept a contractului de achizi</w:t>
      </w:r>
      <w:r w:rsidR="0064470E">
        <w:rPr>
          <w:lang w:val="ro-RO"/>
        </w:rPr>
        <w:t>ț</w:t>
      </w:r>
      <w:r w:rsidR="0064470E" w:rsidRPr="0064470E">
        <w:rPr>
          <w:lang w:val="ro-RO"/>
        </w:rPr>
        <w:t>ie public</w:t>
      </w:r>
      <w:r w:rsidR="0064470E">
        <w:rPr>
          <w:lang w:val="ro-RO"/>
        </w:rPr>
        <w:t>ă</w:t>
      </w:r>
      <w:r w:rsidR="0064470E" w:rsidRPr="0064470E">
        <w:rPr>
          <w:lang w:val="ro-RO"/>
        </w:rPr>
        <w:t xml:space="preserve">. </w:t>
      </w:r>
    </w:p>
    <w:p w14:paraId="2331F073" w14:textId="53C60336" w:rsidR="0074253C" w:rsidRDefault="0074253C" w:rsidP="00F90E1C">
      <w:pPr>
        <w:pStyle w:val="Level3"/>
        <w:numPr>
          <w:ilvl w:val="0"/>
          <w:numId w:val="0"/>
        </w:numPr>
        <w:ind w:left="1361"/>
        <w:rPr>
          <w:lang w:val="ro-RO"/>
        </w:rPr>
      </w:pPr>
      <w:r w:rsidRPr="006A0D94">
        <w:rPr>
          <w:lang w:val="ro-RO"/>
        </w:rPr>
        <w:t xml:space="preserve">. </w:t>
      </w:r>
    </w:p>
    <w:p w14:paraId="1397038C" w14:textId="6192740B" w:rsidR="00720FEB" w:rsidRPr="00720FEB" w:rsidRDefault="00720FEB" w:rsidP="00720FEB">
      <w:pPr>
        <w:pStyle w:val="Level3"/>
        <w:rPr>
          <w:lang w:val="ro-RO"/>
        </w:rPr>
      </w:pPr>
      <w:r>
        <w:rPr>
          <w:lang w:val="ro-RO"/>
        </w:rPr>
        <w:t>Contractantul</w:t>
      </w:r>
      <w:r w:rsidRPr="00720FEB">
        <w:rPr>
          <w:lang w:val="ro-RO"/>
        </w:rPr>
        <w:t xml:space="preserve"> se obligă să despăgubească A</w:t>
      </w:r>
      <w:r>
        <w:rPr>
          <w:lang w:val="ro-RO"/>
        </w:rPr>
        <w:t>utoritatea/entitatea contractantă</w:t>
      </w:r>
      <w:r w:rsidRPr="00720FEB">
        <w:rPr>
          <w:lang w:val="ro-RO"/>
        </w:rPr>
        <w:t xml:space="preserve"> împotriva oricăror:</w:t>
      </w:r>
    </w:p>
    <w:p w14:paraId="236FC63C" w14:textId="77777777" w:rsidR="00720FEB" w:rsidRPr="00720FEB" w:rsidRDefault="00720FEB" w:rsidP="00720FEB">
      <w:pPr>
        <w:pStyle w:val="Level4"/>
        <w:rPr>
          <w:lang w:val="ro-RO"/>
        </w:rPr>
      </w:pPr>
      <w:r w:rsidRPr="00720FEB">
        <w:rPr>
          <w:lang w:val="ro-RO"/>
        </w:rPr>
        <w:t>reclamații și acțiuni în justiție ce rezultă din încălcarea unor drepturi de proprietate intelectuală (brevete, nume, mărci înregistrate, etc.), legate de echipamentele, materialele, instalațiile sau utilajele folosite pentru sau în legătură cu produsele achiziționate;</w:t>
      </w:r>
    </w:p>
    <w:p w14:paraId="1214C45E" w14:textId="7B07EAFE" w:rsidR="00720FEB" w:rsidRPr="00720FEB" w:rsidRDefault="00720FEB" w:rsidP="00720FEB">
      <w:pPr>
        <w:pStyle w:val="Level4"/>
        <w:rPr>
          <w:lang w:val="ro-RO"/>
        </w:rPr>
      </w:pPr>
      <w:r w:rsidRPr="00720FEB">
        <w:rPr>
          <w:lang w:val="ro-RO"/>
        </w:rPr>
        <w:t>daune-interese şi penalităţi aferente eventualelor încălcări ale dreptului de proprietate intelectuală, precum şi ale obligaţiilor sale conform prevederilor acordului-cadru centralizat şi ale contractului subsecvent</w:t>
      </w:r>
      <w:r w:rsidR="0064470E">
        <w:rPr>
          <w:lang w:val="ro-RO"/>
        </w:rPr>
        <w:t>;</w:t>
      </w:r>
    </w:p>
    <w:p w14:paraId="43BD2D8C" w14:textId="616A4AF3" w:rsidR="00720FEB" w:rsidRDefault="00720FEB" w:rsidP="00720FEB">
      <w:pPr>
        <w:pStyle w:val="Level4"/>
        <w:rPr>
          <w:lang w:val="ro-RO"/>
        </w:rPr>
      </w:pPr>
      <w:r w:rsidRPr="00720FEB">
        <w:rPr>
          <w:lang w:val="ro-RO"/>
        </w:rPr>
        <w:t>costuri, taxe și cheltuieli de orice natură aferente eventualelor încălcări ale dreptului de proprietate intelectuală, precum şi ale obligaţiilor sale conform prevederilor acordului-cadru centralizat şi ale contractului subsecvent</w:t>
      </w:r>
      <w:r>
        <w:rPr>
          <w:lang w:val="ro-RO"/>
        </w:rPr>
        <w:t>.</w:t>
      </w:r>
    </w:p>
    <w:p w14:paraId="058EE5DE" w14:textId="1C2F1200" w:rsidR="00720FEB" w:rsidRPr="00505877" w:rsidRDefault="00720FEB" w:rsidP="00720FEB">
      <w:pPr>
        <w:pStyle w:val="Level3"/>
        <w:rPr>
          <w:lang w:val="ro-RO"/>
        </w:rPr>
      </w:pPr>
      <w:r>
        <w:rPr>
          <w:lang w:val="ro-RO"/>
        </w:rPr>
        <w:t>Prin excepție de la dispozițiile de mai sus, în măsura în care una din obligațiile care nu au fost executate a constituit factor de evaluare în cadrul procedurii de atribuire, Promitentul-Furnizor este obligat să despăgubească Promitentul-Achizitor contractantă cu sumă în cuantum de 10% din valoarea contractului.</w:t>
      </w:r>
    </w:p>
    <w:p w14:paraId="5AC7DC2D" w14:textId="77777777" w:rsidR="0074253C" w:rsidRPr="006A0D94" w:rsidRDefault="0074253C" w:rsidP="0074253C">
      <w:pPr>
        <w:pStyle w:val="alpha3"/>
        <w:numPr>
          <w:ilvl w:val="0"/>
          <w:numId w:val="0"/>
        </w:numPr>
        <w:rPr>
          <w:lang w:val="ro-RO"/>
        </w:rPr>
      </w:pPr>
    </w:p>
    <w:p w14:paraId="1B19D4B5" w14:textId="5A40CA3A" w:rsidR="0074253C" w:rsidRPr="006A0D94" w:rsidRDefault="00936BF2" w:rsidP="0074253C">
      <w:pPr>
        <w:pStyle w:val="Level1"/>
        <w:rPr>
          <w:lang w:val="ro-RO"/>
        </w:rPr>
      </w:pPr>
      <w:r>
        <w:rPr>
          <w:lang w:val="ro-RO"/>
        </w:rPr>
        <w:t>CAPITOLUL</w:t>
      </w:r>
      <w:r w:rsidR="0074253C" w:rsidRPr="006A0D94">
        <w:rPr>
          <w:lang w:val="ro-RO"/>
        </w:rPr>
        <w:t xml:space="preserve"> </w:t>
      </w:r>
      <w:r w:rsidR="008D5E4D">
        <w:rPr>
          <w:lang w:val="ro-RO"/>
        </w:rPr>
        <w:t xml:space="preserve">5 </w:t>
      </w:r>
      <w:r w:rsidR="0074253C" w:rsidRPr="006A0D94">
        <w:rPr>
          <w:lang w:val="ro-RO"/>
        </w:rPr>
        <w:t>– SUSPENDAREA CONTRACTULUI SUBSECVENT. ÎNCETAREA CONTRACTULUI SUBSECVENT</w:t>
      </w:r>
    </w:p>
    <w:p w14:paraId="4901F02E" w14:textId="77777777" w:rsidR="0074253C" w:rsidRPr="006A0D94" w:rsidRDefault="0074253C" w:rsidP="0074253C">
      <w:pPr>
        <w:pStyle w:val="Level2"/>
        <w:rPr>
          <w:lang w:val="ro-RO"/>
        </w:rPr>
      </w:pPr>
      <w:r w:rsidRPr="006A0D94">
        <w:rPr>
          <w:b/>
          <w:bCs/>
          <w:lang w:val="ro-RO"/>
        </w:rPr>
        <w:t>Suspendarea Contractului Subsecvent</w:t>
      </w:r>
    </w:p>
    <w:p w14:paraId="1957C9F3" w14:textId="7096D04E" w:rsidR="00C82ADD" w:rsidRPr="00C82ADD" w:rsidRDefault="00C82ADD" w:rsidP="00C82ADD">
      <w:pPr>
        <w:pStyle w:val="Level3"/>
        <w:rPr>
          <w:lang w:val="ro-RO"/>
        </w:rPr>
      </w:pPr>
      <w:r w:rsidRPr="00C82ADD">
        <w:rPr>
          <w:lang w:val="ro-RO"/>
        </w:rPr>
        <w:t>În situa</w:t>
      </w:r>
      <w:r>
        <w:rPr>
          <w:lang w:val="ro-RO"/>
        </w:rPr>
        <w:t>ț</w:t>
      </w:r>
      <w:r w:rsidRPr="00C82ADD">
        <w:rPr>
          <w:lang w:val="ro-RO"/>
        </w:rPr>
        <w:t>ii temeinic justificate, p</w:t>
      </w:r>
      <w:r>
        <w:rPr>
          <w:lang w:val="ro-RO"/>
        </w:rPr>
        <w:t>ă</w:t>
      </w:r>
      <w:r w:rsidRPr="00C82ADD">
        <w:rPr>
          <w:lang w:val="ro-RO"/>
        </w:rPr>
        <w:t>r</w:t>
      </w:r>
      <w:r>
        <w:rPr>
          <w:lang w:val="ro-RO"/>
        </w:rPr>
        <w:t>ț</w:t>
      </w:r>
      <w:r w:rsidRPr="00C82ADD">
        <w:rPr>
          <w:lang w:val="ro-RO"/>
        </w:rPr>
        <w:t>ile pot conveni suspendarea execut</w:t>
      </w:r>
      <w:r>
        <w:rPr>
          <w:lang w:val="ro-RO"/>
        </w:rPr>
        <w:t>ă</w:t>
      </w:r>
      <w:r w:rsidRPr="00C82ADD">
        <w:rPr>
          <w:lang w:val="ro-RO"/>
        </w:rPr>
        <w:t>rii Contractului.</w:t>
      </w:r>
    </w:p>
    <w:p w14:paraId="2477A2ED" w14:textId="7C8CDEC4" w:rsidR="00080E48" w:rsidRPr="00080E48" w:rsidRDefault="00080E48" w:rsidP="00080E48">
      <w:pPr>
        <w:pStyle w:val="Level3"/>
        <w:rPr>
          <w:lang w:val="ro-RO"/>
        </w:rPr>
      </w:pPr>
      <w:r w:rsidRPr="00080E48">
        <w:rPr>
          <w:lang w:val="ro-RO"/>
        </w:rPr>
        <w:t>În cazul în care se constat</w:t>
      </w:r>
      <w:r>
        <w:rPr>
          <w:lang w:val="ro-RO"/>
        </w:rPr>
        <w:t>ă</w:t>
      </w:r>
      <w:r w:rsidRPr="00080E48">
        <w:rPr>
          <w:lang w:val="ro-RO"/>
        </w:rPr>
        <w:t xml:space="preserve"> c</w:t>
      </w:r>
      <w:r>
        <w:rPr>
          <w:lang w:val="ro-RO"/>
        </w:rPr>
        <w:t>ă</w:t>
      </w:r>
      <w:r w:rsidRPr="00080E48">
        <w:rPr>
          <w:lang w:val="ro-RO"/>
        </w:rPr>
        <w:t xml:space="preserve"> procedura de atribuire a Contractului de Produse sau executarea Contractului este viciat</w:t>
      </w:r>
      <w:r>
        <w:rPr>
          <w:lang w:val="ro-RO"/>
        </w:rPr>
        <w:t>ă</w:t>
      </w:r>
      <w:r w:rsidRPr="00080E48">
        <w:rPr>
          <w:lang w:val="ro-RO"/>
        </w:rPr>
        <w:t xml:space="preserve"> de erori esen</w:t>
      </w:r>
      <w:r>
        <w:rPr>
          <w:lang w:val="ro-RO"/>
        </w:rPr>
        <w:t>ț</w:t>
      </w:r>
      <w:r w:rsidRPr="00080E48">
        <w:rPr>
          <w:lang w:val="ro-RO"/>
        </w:rPr>
        <w:t>iale, nereguli sau de fraud</w:t>
      </w:r>
      <w:r>
        <w:rPr>
          <w:lang w:val="ro-RO"/>
        </w:rPr>
        <w:t>ă</w:t>
      </w:r>
      <w:r w:rsidRPr="00080E48">
        <w:rPr>
          <w:lang w:val="ro-RO"/>
        </w:rPr>
        <w:t>, P</w:t>
      </w:r>
      <w:r>
        <w:rPr>
          <w:lang w:val="ro-RO"/>
        </w:rPr>
        <w:t>ă</w:t>
      </w:r>
      <w:r w:rsidRPr="00080E48">
        <w:rPr>
          <w:lang w:val="ro-RO"/>
        </w:rPr>
        <w:t>r</w:t>
      </w:r>
      <w:r>
        <w:rPr>
          <w:lang w:val="ro-RO"/>
        </w:rPr>
        <w:t>ț</w:t>
      </w:r>
      <w:r w:rsidRPr="00080E48">
        <w:rPr>
          <w:lang w:val="ro-RO"/>
        </w:rPr>
        <w:t>ile au dreptul s</w:t>
      </w:r>
      <w:r>
        <w:rPr>
          <w:lang w:val="ro-RO"/>
        </w:rPr>
        <w:t>ă</w:t>
      </w:r>
      <w:r w:rsidRPr="00080E48">
        <w:rPr>
          <w:lang w:val="ro-RO"/>
        </w:rPr>
        <w:t xml:space="preserve"> suspende executarea Contractului.</w:t>
      </w:r>
    </w:p>
    <w:p w14:paraId="288A69BE" w14:textId="6BC5FD0C" w:rsidR="00C82ADD" w:rsidRPr="00080E48" w:rsidRDefault="00080E48" w:rsidP="00080E48">
      <w:pPr>
        <w:pStyle w:val="Level3"/>
        <w:rPr>
          <w:lang w:val="ro-RO"/>
        </w:rPr>
      </w:pPr>
      <w:r w:rsidRPr="00080E48">
        <w:rPr>
          <w:lang w:val="ro-RO"/>
        </w:rPr>
        <w:lastRenderedPageBreak/>
        <w:t>În cazul suspend</w:t>
      </w:r>
      <w:r>
        <w:rPr>
          <w:lang w:val="ro-RO"/>
        </w:rPr>
        <w:t>ă</w:t>
      </w:r>
      <w:r w:rsidRPr="00080E48">
        <w:rPr>
          <w:lang w:val="ro-RO"/>
        </w:rPr>
        <w:t>rii/sist</w:t>
      </w:r>
      <w:r>
        <w:rPr>
          <w:lang w:val="ro-RO"/>
        </w:rPr>
        <w:t>ă</w:t>
      </w:r>
      <w:r w:rsidRPr="00080E48">
        <w:rPr>
          <w:lang w:val="ro-RO"/>
        </w:rPr>
        <w:t>rii temporare a furniz</w:t>
      </w:r>
      <w:r>
        <w:rPr>
          <w:lang w:val="ro-RO"/>
        </w:rPr>
        <w:t>ă</w:t>
      </w:r>
      <w:r w:rsidRPr="00080E48">
        <w:rPr>
          <w:lang w:val="ro-RO"/>
        </w:rPr>
        <w:t>rii Produselor, durata Contractului se va prelungi automat cu perioada suspend</w:t>
      </w:r>
      <w:r>
        <w:rPr>
          <w:lang w:val="ro-RO"/>
        </w:rPr>
        <w:t>ă</w:t>
      </w:r>
      <w:r w:rsidRPr="00080E48">
        <w:rPr>
          <w:lang w:val="ro-RO"/>
        </w:rPr>
        <w:t>rii/sist</w:t>
      </w:r>
      <w:r>
        <w:rPr>
          <w:lang w:val="ro-RO"/>
        </w:rPr>
        <w:t>ă</w:t>
      </w:r>
      <w:r w:rsidRPr="00080E48">
        <w:rPr>
          <w:lang w:val="ro-RO"/>
        </w:rPr>
        <w:t>rii.</w:t>
      </w:r>
    </w:p>
    <w:p w14:paraId="0F26D336" w14:textId="77777777" w:rsidR="0074253C" w:rsidRPr="006A0D94" w:rsidRDefault="0074253C" w:rsidP="0074253C">
      <w:pPr>
        <w:pStyle w:val="Level2"/>
        <w:rPr>
          <w:lang w:val="ro-RO"/>
        </w:rPr>
      </w:pPr>
      <w:r w:rsidRPr="006A0D94">
        <w:rPr>
          <w:b/>
          <w:bCs/>
          <w:lang w:val="ro-RO"/>
        </w:rPr>
        <w:t>Forța majoră</w:t>
      </w:r>
    </w:p>
    <w:p w14:paraId="5F816ECB" w14:textId="7ED35918" w:rsidR="0074253C" w:rsidRDefault="0074253C" w:rsidP="0074253C">
      <w:pPr>
        <w:pStyle w:val="Level3"/>
        <w:rPr>
          <w:lang w:val="ro-RO"/>
        </w:rPr>
      </w:pPr>
      <w:r w:rsidRPr="006A0D94">
        <w:rPr>
          <w:lang w:val="ro-RO"/>
        </w:rPr>
        <w:t>Forța majoră exonerează de răspundere Părțile în cazul neexecutării parțiale sau totale a obligațiilor asumate prin prezentul Contract Subsecvent, în conformitate cu prevederile art. 1.351 din Codul civil.</w:t>
      </w:r>
    </w:p>
    <w:p w14:paraId="1945180F" w14:textId="4FE81887" w:rsidR="0074253C" w:rsidRPr="006A0D94" w:rsidRDefault="00720FEB" w:rsidP="0074253C">
      <w:pPr>
        <w:pStyle w:val="Level3"/>
        <w:rPr>
          <w:lang w:val="ro-RO"/>
        </w:rPr>
      </w:pPr>
      <w:r>
        <w:rPr>
          <w:lang w:val="ro-RO"/>
        </w:rPr>
        <w:t>Prevederile din Acordul-Cadru cu privire la forța majoră se aplică în mod corespunzător.</w:t>
      </w:r>
    </w:p>
    <w:p w14:paraId="0AB8B56B" w14:textId="77777777" w:rsidR="0074253C" w:rsidRPr="006A0D94" w:rsidRDefault="0074253C" w:rsidP="0074253C">
      <w:pPr>
        <w:pStyle w:val="Level2"/>
        <w:rPr>
          <w:lang w:val="ro-RO"/>
        </w:rPr>
      </w:pPr>
      <w:r w:rsidRPr="006A0D94">
        <w:rPr>
          <w:b/>
          <w:bCs/>
          <w:lang w:val="ro-RO"/>
        </w:rPr>
        <w:t>Încetarea Contractului Subsecvent</w:t>
      </w:r>
    </w:p>
    <w:p w14:paraId="6B1485A9" w14:textId="77777777" w:rsidR="0074253C" w:rsidRPr="006A0D94" w:rsidRDefault="0074253C" w:rsidP="0074253C">
      <w:pPr>
        <w:pStyle w:val="Level3"/>
        <w:rPr>
          <w:lang w:val="ro-RO"/>
        </w:rPr>
      </w:pPr>
      <w:r w:rsidRPr="006A0D94">
        <w:rPr>
          <w:lang w:val="ro-RO"/>
        </w:rPr>
        <w:t>Contractul Subsecvent poate înceta de plin drept prin:</w:t>
      </w:r>
    </w:p>
    <w:p w14:paraId="0D58A2A7" w14:textId="77777777" w:rsidR="0074253C" w:rsidRPr="00B50B7D" w:rsidRDefault="0074253C" w:rsidP="004E0269">
      <w:pPr>
        <w:pStyle w:val="alpha3"/>
        <w:numPr>
          <w:ilvl w:val="0"/>
          <w:numId w:val="74"/>
        </w:numPr>
        <w:rPr>
          <w:lang w:val="ro-RO"/>
        </w:rPr>
      </w:pPr>
      <w:r w:rsidRPr="00B50B7D">
        <w:rPr>
          <w:lang w:val="ro-RO"/>
        </w:rPr>
        <w:t>executarea corespunzătoare a tuturor obligațiilor conform prevederilor Contractului Subsecvent;</w:t>
      </w:r>
    </w:p>
    <w:p w14:paraId="1C6496B2" w14:textId="7DC79FD1" w:rsidR="0074253C" w:rsidRPr="006A0D94" w:rsidRDefault="0074253C" w:rsidP="0074253C">
      <w:pPr>
        <w:pStyle w:val="alpha3"/>
        <w:numPr>
          <w:ilvl w:val="0"/>
          <w:numId w:val="53"/>
        </w:numPr>
        <w:rPr>
          <w:lang w:val="ro-RO"/>
        </w:rPr>
      </w:pPr>
      <w:r w:rsidRPr="006A0D94">
        <w:rPr>
          <w:lang w:val="ro-RO"/>
        </w:rPr>
        <w:t>acordul de voință al părților;</w:t>
      </w:r>
    </w:p>
    <w:p w14:paraId="59F5DCB7" w14:textId="14F32332" w:rsidR="0074253C" w:rsidRPr="006A0D94" w:rsidRDefault="0074253C" w:rsidP="0074253C">
      <w:pPr>
        <w:pStyle w:val="alpha3"/>
        <w:numPr>
          <w:ilvl w:val="0"/>
          <w:numId w:val="53"/>
        </w:numPr>
        <w:rPr>
          <w:lang w:val="ro-RO"/>
        </w:rPr>
      </w:pPr>
      <w:r w:rsidRPr="006A0D94">
        <w:rPr>
          <w:lang w:val="ro-RO"/>
        </w:rPr>
        <w:t xml:space="preserve">denunțarea unilaterală de către o Parte în cazurile stabilite </w:t>
      </w:r>
      <w:r w:rsidR="00C978C0">
        <w:rPr>
          <w:lang w:val="ro-RO"/>
        </w:rPr>
        <w:t xml:space="preserve">la </w:t>
      </w:r>
      <w:r w:rsidR="008B711E">
        <w:rPr>
          <w:lang w:val="ro-RO"/>
        </w:rPr>
        <w:t>art. 5.3.2. și la art. 5.3.3.</w:t>
      </w:r>
    </w:p>
    <w:p w14:paraId="03361C78" w14:textId="164C3800" w:rsidR="002F34DD" w:rsidRDefault="005F2248" w:rsidP="002F34DD">
      <w:pPr>
        <w:pStyle w:val="alpha3"/>
        <w:numPr>
          <w:ilvl w:val="0"/>
          <w:numId w:val="53"/>
        </w:numPr>
        <w:rPr>
          <w:lang w:val="ro-RO"/>
        </w:rPr>
      </w:pPr>
      <w:r w:rsidRPr="000E2DC7">
        <w:rPr>
          <w:lang w:val="ro-RO"/>
        </w:rPr>
        <w:t>rezoluțiunea/</w:t>
      </w:r>
      <w:r w:rsidR="0074253C" w:rsidRPr="002F34DD">
        <w:rPr>
          <w:lang w:val="ro-RO"/>
        </w:rPr>
        <w:t xml:space="preserve">rezilierea de către o Parte în cazul îndeplinirii în mod necorespunzător sau neîndeplinirii obligațiilor contractuale de către cealaltă parte contractantă precum și în cazurile expres menționate </w:t>
      </w:r>
      <w:r w:rsidRPr="000E2DC7">
        <w:rPr>
          <w:lang w:val="ro-RO"/>
        </w:rPr>
        <w:t>la art. 5.4. din contract</w:t>
      </w:r>
      <w:r w:rsidR="0074253C" w:rsidRPr="002F34DD">
        <w:rPr>
          <w:lang w:val="ro-RO"/>
        </w:rPr>
        <w:t>.</w:t>
      </w:r>
    </w:p>
    <w:p w14:paraId="4542F69C" w14:textId="3AC8B809" w:rsidR="002F34DD" w:rsidRPr="006A0D94" w:rsidRDefault="002F34DD" w:rsidP="002F34DD">
      <w:pPr>
        <w:pStyle w:val="Level3"/>
        <w:rPr>
          <w:lang w:val="ro-RO"/>
        </w:rPr>
      </w:pPr>
      <w:r w:rsidRPr="006A0D94">
        <w:rPr>
          <w:lang w:val="ro-RO"/>
        </w:rPr>
        <w:t>A</w:t>
      </w:r>
      <w:r>
        <w:rPr>
          <w:lang w:val="ro-RO"/>
        </w:rPr>
        <w:t>utoritatea/entitatea contractantă</w:t>
      </w:r>
      <w:r w:rsidRPr="006A0D94">
        <w:rPr>
          <w:lang w:val="ro-RO"/>
        </w:rPr>
        <w:t xml:space="preserve"> îşi rezervă dreptul de a denunţa Contractul Subsecvent, printr-o notificare scrisă adresată Contractantul, fără nicio compensaţie, dacă acesta din urmă se afla, la momentul încheierii Acordului-cadru sau atribuirii Contractului Subsecvent, în una dintre situaţiile care ar fi determinat excluderea sa din procedura de atribuire potrivit art. 164-167 din Legea nr. 98/2016</w:t>
      </w:r>
      <w:r w:rsidR="002E39FE">
        <w:rPr>
          <w:lang w:val="ro-RO"/>
        </w:rPr>
        <w:t xml:space="preserve"> </w:t>
      </w:r>
      <w:r w:rsidRPr="006A0D94">
        <w:rPr>
          <w:lang w:val="ro-RO"/>
        </w:rPr>
        <w:t>privind achizițiile publice</w:t>
      </w:r>
      <w:r w:rsidR="00CE6C39">
        <w:rPr>
          <w:lang w:val="ro-RO"/>
        </w:rPr>
        <w:t>/ a art. 177 din Legea nr. 99/2016</w:t>
      </w:r>
      <w:r w:rsidRPr="006A0D94">
        <w:rPr>
          <w:lang w:val="ro-RO"/>
        </w:rPr>
        <w:t>.</w:t>
      </w:r>
    </w:p>
    <w:p w14:paraId="5C73103E" w14:textId="34FBA194" w:rsidR="002F34DD" w:rsidRPr="002F34DD" w:rsidRDefault="002F34DD" w:rsidP="000E2DC7">
      <w:pPr>
        <w:pStyle w:val="Level3"/>
        <w:rPr>
          <w:lang w:val="ro-RO"/>
        </w:rPr>
      </w:pPr>
      <w:r w:rsidRPr="006A0D94">
        <w:rPr>
          <w:lang w:val="ro-RO"/>
        </w:rPr>
        <w:t>A</w:t>
      </w:r>
      <w:r>
        <w:rPr>
          <w:lang w:val="ro-RO"/>
        </w:rPr>
        <w:t xml:space="preserve">utoritatea/entitatea contractantă </w:t>
      </w:r>
      <w:r w:rsidRPr="006A0D94">
        <w:rPr>
          <w:lang w:val="ro-RO"/>
        </w:rPr>
        <w:t>îşi rezervă dreptul de a denunţa Contractul Subsecvent, printr-o notificare scrisă adresată Contractantului, fără nicio compensaţie, dacă Contractul Subsecvent nu ar fi trebuit să fie atribuit Contractantului respectiv, având în vedere o încălcare gravă a obligaţiilor care rezultă din legislaţia europeană relevantă şi care a fost constatată printr-o decizie a Curţii de Justiţie a Uniunii Europene</w:t>
      </w:r>
    </w:p>
    <w:p w14:paraId="3E82AF38" w14:textId="77777777" w:rsidR="0074253C" w:rsidRPr="006A0D94" w:rsidRDefault="0074253C" w:rsidP="0074253C">
      <w:pPr>
        <w:pStyle w:val="Level2"/>
        <w:rPr>
          <w:lang w:val="ro-RO"/>
        </w:rPr>
      </w:pPr>
      <w:r w:rsidRPr="006A0D94">
        <w:rPr>
          <w:b/>
          <w:bCs/>
          <w:lang w:val="ro-RO"/>
        </w:rPr>
        <w:t>Rezilierea Contractului Subsecvent</w:t>
      </w:r>
    </w:p>
    <w:p w14:paraId="3688BE74" w14:textId="77777777" w:rsidR="0074253C" w:rsidRPr="006A0D94" w:rsidRDefault="0074253C" w:rsidP="0074253C">
      <w:pPr>
        <w:pStyle w:val="Level3"/>
        <w:rPr>
          <w:lang w:val="ro-RO"/>
        </w:rPr>
      </w:pPr>
      <w:r w:rsidRPr="006A0D94">
        <w:rPr>
          <w:lang w:val="ro-RO"/>
        </w:rPr>
        <w:t xml:space="preserve">Oricare dintre Părți poate rezilia Contractul subsecvent în condițiile de mai jos.  </w:t>
      </w:r>
    </w:p>
    <w:p w14:paraId="36FF2A14" w14:textId="5ADB6E01" w:rsidR="0074253C" w:rsidRPr="006A0D94" w:rsidRDefault="0074253C" w:rsidP="0074253C">
      <w:pPr>
        <w:pStyle w:val="Level3"/>
        <w:rPr>
          <w:lang w:val="ro-RO"/>
        </w:rPr>
      </w:pPr>
      <w:r w:rsidRPr="006A0D94">
        <w:rPr>
          <w:lang w:val="ro-RO"/>
        </w:rPr>
        <w:t xml:space="preserve">Nerespectarea de către Contractant, din culpa sa exclusivă, a obligațiilor asumate prin prezentul Contract Subsecvent, dă dreptul </w:t>
      </w:r>
      <w:r w:rsidR="00A62C55">
        <w:rPr>
          <w:lang w:val="ro-RO"/>
        </w:rPr>
        <w:t>Autorității/entității contractante</w:t>
      </w:r>
      <w:r w:rsidRPr="006A0D94">
        <w:rPr>
          <w:lang w:val="ro-RO"/>
        </w:rPr>
        <w:t xml:space="preserve"> de a rezilia Contractul Subsecvent şi de a pretinde plata de daune-interese.</w:t>
      </w:r>
    </w:p>
    <w:p w14:paraId="75FE151B" w14:textId="361D232D" w:rsidR="0074253C" w:rsidRPr="006A0D94" w:rsidRDefault="0074253C" w:rsidP="0074253C">
      <w:pPr>
        <w:pStyle w:val="Level3"/>
        <w:rPr>
          <w:lang w:val="ro-RO"/>
        </w:rPr>
      </w:pPr>
      <w:r w:rsidRPr="006A0D94">
        <w:rPr>
          <w:lang w:val="ro-RO"/>
        </w:rPr>
        <w:t>Nerespectarea de către A</w:t>
      </w:r>
      <w:r w:rsidR="00A62C55">
        <w:rPr>
          <w:lang w:val="ro-RO"/>
        </w:rPr>
        <w:t>utoritatea/entitatea contractantă</w:t>
      </w:r>
      <w:r w:rsidRPr="006A0D94">
        <w:rPr>
          <w:lang w:val="ro-RO"/>
        </w:rPr>
        <w:t>, din culpa sa exclusivă, a obligațiilor asumate prin prezentul Contract Subsecvent, dă dreptul Contractantului de a cere rezilierea Contractului Subsecvent și de a pretinde numai plata corespunzătoare pentru partea din Contractul Subsecvent îndeplinită și recepționată, până la data încetării acestuia.</w:t>
      </w:r>
    </w:p>
    <w:p w14:paraId="2F7CB6D4" w14:textId="1135437E" w:rsidR="0074253C" w:rsidRPr="006A0D94" w:rsidRDefault="0074253C" w:rsidP="0074253C">
      <w:pPr>
        <w:pStyle w:val="Level3"/>
        <w:rPr>
          <w:lang w:val="ro-RO"/>
        </w:rPr>
      </w:pPr>
      <w:r w:rsidRPr="006A0D94">
        <w:rPr>
          <w:lang w:val="ro-RO"/>
        </w:rPr>
        <w:t>A</w:t>
      </w:r>
      <w:r w:rsidR="00A62C55">
        <w:rPr>
          <w:lang w:val="ro-RO"/>
        </w:rPr>
        <w:t xml:space="preserve">utoritatea/entitatea contractantă </w:t>
      </w:r>
      <w:r w:rsidRPr="006A0D94">
        <w:rPr>
          <w:lang w:val="ro-RO"/>
        </w:rPr>
        <w:t>are dreptul de a rezilia Contractul subsecvent în oricare dintre situațiile următoare expres prevăzute:</w:t>
      </w:r>
    </w:p>
    <w:p w14:paraId="4AE9B96A" w14:textId="024DFBA7" w:rsidR="005F2248" w:rsidRPr="005F2248" w:rsidRDefault="00720FEB" w:rsidP="005F2248">
      <w:pPr>
        <w:pStyle w:val="alpha3"/>
        <w:numPr>
          <w:ilvl w:val="0"/>
          <w:numId w:val="75"/>
        </w:numPr>
        <w:rPr>
          <w:lang w:val="ro-RO"/>
        </w:rPr>
      </w:pPr>
      <w:r>
        <w:rPr>
          <w:lang w:val="ro-RO"/>
        </w:rPr>
        <w:lastRenderedPageBreak/>
        <w:t>Contractantul</w:t>
      </w:r>
      <w:r w:rsidR="005F2248" w:rsidRPr="005F2248">
        <w:rPr>
          <w:lang w:val="ro-RO"/>
        </w:rPr>
        <w:t xml:space="preserve"> nu-și îndeplinește obligațiile, conform prevederilor Contractului subsecvent;</w:t>
      </w:r>
    </w:p>
    <w:p w14:paraId="037AF1F3" w14:textId="5C2321C4" w:rsidR="005F2248" w:rsidRPr="005F2248" w:rsidRDefault="00720FEB" w:rsidP="005F2248">
      <w:pPr>
        <w:pStyle w:val="alpha3"/>
        <w:numPr>
          <w:ilvl w:val="0"/>
          <w:numId w:val="75"/>
        </w:numPr>
        <w:rPr>
          <w:lang w:val="ro-RO"/>
        </w:rPr>
      </w:pPr>
      <w:r>
        <w:rPr>
          <w:lang w:val="ro-RO"/>
        </w:rPr>
        <w:t>Contractantul</w:t>
      </w:r>
      <w:r w:rsidRPr="005F2248">
        <w:rPr>
          <w:lang w:val="ro-RO"/>
        </w:rPr>
        <w:t xml:space="preserve"> </w:t>
      </w:r>
      <w:r w:rsidR="005F2248" w:rsidRPr="005F2248">
        <w:rPr>
          <w:lang w:val="ro-RO"/>
        </w:rPr>
        <w:t xml:space="preserve">nu se conformează, în perioada de timp rezonabilă, conform notificării emise de </w:t>
      </w:r>
      <w:r>
        <w:rPr>
          <w:lang w:val="ro-RO"/>
        </w:rPr>
        <w:t>Autoritatea/entitatea contractantă</w:t>
      </w:r>
      <w:r w:rsidR="005F2248" w:rsidRPr="005F2248">
        <w:rPr>
          <w:lang w:val="ro-RO"/>
        </w:rPr>
        <w:t>, prin care i se solicită remedierea defectelor/neconformităților precum și executarea sau neexecutarea obligațiilor conform prezentului Contract Subsecvent, ceea ce afectează în mod grav executarea în mod corespunzător și la termen a obligațiilor contractuale ale Contractantului;</w:t>
      </w:r>
    </w:p>
    <w:p w14:paraId="1EA0B3F9" w14:textId="6418E07C" w:rsidR="005F2248" w:rsidRPr="005F2248" w:rsidRDefault="00720FEB" w:rsidP="005F2248">
      <w:pPr>
        <w:pStyle w:val="alpha3"/>
        <w:numPr>
          <w:ilvl w:val="0"/>
          <w:numId w:val="75"/>
        </w:numPr>
        <w:rPr>
          <w:lang w:val="ro-RO"/>
        </w:rPr>
      </w:pPr>
      <w:r>
        <w:rPr>
          <w:lang w:val="ro-RO"/>
        </w:rPr>
        <w:t>Contractantul</w:t>
      </w:r>
      <w:r w:rsidRPr="005F2248">
        <w:rPr>
          <w:lang w:val="ro-RO"/>
        </w:rPr>
        <w:t xml:space="preserve"> </w:t>
      </w:r>
      <w:r w:rsidR="005F2248" w:rsidRPr="005F2248">
        <w:rPr>
          <w:lang w:val="ro-RO"/>
        </w:rPr>
        <w:t xml:space="preserve">refuză sau omite să aducă la îndeplinire dispozițiile emise de </w:t>
      </w:r>
      <w:r w:rsidR="005A5A7A" w:rsidRPr="005F2248">
        <w:rPr>
          <w:lang w:val="ro-RO"/>
        </w:rPr>
        <w:t>Autorit</w:t>
      </w:r>
      <w:r w:rsidR="005A5A7A">
        <w:rPr>
          <w:lang w:val="ro-RO"/>
        </w:rPr>
        <w:t>atea</w:t>
      </w:r>
      <w:r w:rsidR="005A5A7A" w:rsidRPr="005F2248">
        <w:rPr>
          <w:lang w:val="ro-RO"/>
        </w:rPr>
        <w:t>/entit</w:t>
      </w:r>
      <w:r w:rsidR="005A5A7A">
        <w:rPr>
          <w:lang w:val="ro-RO"/>
        </w:rPr>
        <w:t>atea</w:t>
      </w:r>
      <w:r w:rsidR="005A5A7A" w:rsidRPr="005F2248">
        <w:rPr>
          <w:lang w:val="ro-RO"/>
        </w:rPr>
        <w:t xml:space="preserve"> contractant</w:t>
      </w:r>
      <w:r w:rsidR="005A5A7A">
        <w:rPr>
          <w:lang w:val="ro-RO"/>
        </w:rPr>
        <w:t>ă</w:t>
      </w:r>
      <w:r w:rsidR="005A5A7A" w:rsidRPr="005F2248">
        <w:rPr>
          <w:lang w:val="ro-RO"/>
        </w:rPr>
        <w:t xml:space="preserve"> </w:t>
      </w:r>
      <w:r w:rsidR="005F2248" w:rsidRPr="005F2248">
        <w:rPr>
          <w:lang w:val="ro-RO"/>
        </w:rPr>
        <w:t>în condițiile prevăzute în Contractul subsecvent;</w:t>
      </w:r>
    </w:p>
    <w:p w14:paraId="16250FE2" w14:textId="78308536" w:rsidR="005F2248" w:rsidRPr="005F2248" w:rsidRDefault="00720FEB" w:rsidP="005F2248">
      <w:pPr>
        <w:pStyle w:val="alpha3"/>
        <w:numPr>
          <w:ilvl w:val="0"/>
          <w:numId w:val="75"/>
        </w:numPr>
        <w:rPr>
          <w:lang w:val="ro-RO"/>
        </w:rPr>
      </w:pPr>
      <w:r>
        <w:rPr>
          <w:lang w:val="ro-RO"/>
        </w:rPr>
        <w:t>Contractantul</w:t>
      </w:r>
      <w:r w:rsidRPr="005F2248">
        <w:rPr>
          <w:lang w:val="ro-RO"/>
        </w:rPr>
        <w:t xml:space="preserve"> </w:t>
      </w:r>
      <w:r w:rsidR="005F2248" w:rsidRPr="005F2248">
        <w:rPr>
          <w:lang w:val="ro-RO"/>
        </w:rPr>
        <w:t>se află într-o situație de conflict de interese, iar această situație nu poate fi remediată în mod efectiv prin alte măsuri mai puțin severe;</w:t>
      </w:r>
    </w:p>
    <w:p w14:paraId="26DEFBF6" w14:textId="7B477789" w:rsidR="005F2248" w:rsidRPr="005F2248" w:rsidRDefault="00720FEB" w:rsidP="005F2248">
      <w:pPr>
        <w:pStyle w:val="alpha3"/>
        <w:numPr>
          <w:ilvl w:val="0"/>
          <w:numId w:val="75"/>
        </w:numPr>
        <w:rPr>
          <w:lang w:val="ro-RO"/>
        </w:rPr>
      </w:pPr>
      <w:r>
        <w:rPr>
          <w:lang w:val="ro-RO"/>
        </w:rPr>
        <w:t>Contractantul</w:t>
      </w:r>
      <w:r w:rsidR="005F2248" w:rsidRPr="005F2248">
        <w:rPr>
          <w:lang w:val="ro-RO"/>
        </w:rPr>
        <w:t xml:space="preserve"> nu își îndeplinește obligațiile referitoare la  furnizarea/menținerea/prelungirea/reîntregirea/completarea garanțiilor ori a asigurărilor solicitate sau entitatea care furnizează garanția ori asigurarea nu este în măsură să-și îndeplinească obligațiile la care s-a angajat;</w:t>
      </w:r>
    </w:p>
    <w:p w14:paraId="5374E24F" w14:textId="77777777" w:rsidR="005F2248" w:rsidRPr="005F2248" w:rsidRDefault="005F2248" w:rsidP="005F2248">
      <w:pPr>
        <w:pStyle w:val="alpha3"/>
        <w:numPr>
          <w:ilvl w:val="0"/>
          <w:numId w:val="75"/>
        </w:numPr>
        <w:rPr>
          <w:lang w:val="ro-RO"/>
        </w:rPr>
      </w:pPr>
      <w:r w:rsidRPr="005F2248">
        <w:rPr>
          <w:lang w:val="ro-RO"/>
        </w:rPr>
        <w:t xml:space="preserve">în cazul în care, printr-un act normativ, se modifică interesul public al Autorității/entității contractante în legătură cu care se livrează Produsele care fac obiectul Contractului Subsecvent; </w:t>
      </w:r>
    </w:p>
    <w:p w14:paraId="461AD7A7" w14:textId="48AB0B94" w:rsidR="005F2248" w:rsidRPr="005F2248" w:rsidRDefault="005A5A7A" w:rsidP="005F2248">
      <w:pPr>
        <w:pStyle w:val="alpha3"/>
        <w:numPr>
          <w:ilvl w:val="0"/>
          <w:numId w:val="75"/>
        </w:numPr>
        <w:rPr>
          <w:lang w:val="ro-RO"/>
        </w:rPr>
      </w:pPr>
      <w:r>
        <w:rPr>
          <w:lang w:val="ro-RO"/>
        </w:rPr>
        <w:t>Contractantul</w:t>
      </w:r>
      <w:r w:rsidR="005F2248" w:rsidRPr="005F2248">
        <w:rPr>
          <w:lang w:val="ro-RO"/>
        </w:rPr>
        <w:t xml:space="preserve"> </w:t>
      </w:r>
      <w:r>
        <w:rPr>
          <w:lang w:val="ro-RO"/>
        </w:rPr>
        <w:t>și-</w:t>
      </w:r>
      <w:r w:rsidR="005F2248" w:rsidRPr="005F2248">
        <w:rPr>
          <w:lang w:val="ro-RO"/>
        </w:rPr>
        <w:t>a încălcat obligațiile în domeniul mediului, social și al relațiilor de muncă, stabilite prin legislația adoptată la nivelul Uniunii Europene, legislația națională, prin acorduri colective sau prin tratatele, convențiile și acordurile internaționale în domeniul de activitate aplicabil achiziției de Produse care fac obiectul Contractului și aceste încălcări au fost stabilite printr-un act sancționator emis de către autoritățile competente;</w:t>
      </w:r>
    </w:p>
    <w:p w14:paraId="27B13C90" w14:textId="5DE039AB" w:rsidR="0074253C" w:rsidRPr="00936BF2" w:rsidRDefault="005F2248" w:rsidP="00936BF2">
      <w:pPr>
        <w:pStyle w:val="alpha3"/>
        <w:numPr>
          <w:ilvl w:val="0"/>
          <w:numId w:val="75"/>
        </w:numPr>
        <w:rPr>
          <w:lang w:val="ro-RO"/>
        </w:rPr>
      </w:pPr>
      <w:r w:rsidRPr="005F2248">
        <w:rPr>
          <w:lang w:val="ro-RO"/>
        </w:rPr>
        <w:t xml:space="preserve">împotriva </w:t>
      </w:r>
      <w:r w:rsidR="005A5A7A">
        <w:rPr>
          <w:lang w:val="ro-RO"/>
        </w:rPr>
        <w:t>Contractantului</w:t>
      </w:r>
      <w:r w:rsidRPr="005F2248">
        <w:rPr>
          <w:lang w:val="ro-RO"/>
        </w:rPr>
        <w:t xml:space="preserve"> se deschide procedura falimentului, acesta având dreptul de a pretinde numai plata corespunzătoare pentru partea din Contractul Subsecvent îndeplinită până la data denunțării unilaterale a Contractului Subsecvent.</w:t>
      </w:r>
    </w:p>
    <w:p w14:paraId="1A46332E" w14:textId="77777777" w:rsidR="0002777F" w:rsidRPr="00C958EE" w:rsidRDefault="0002777F" w:rsidP="0002777F">
      <w:pPr>
        <w:pStyle w:val="Level3"/>
        <w:rPr>
          <w:lang w:val="ro-RO"/>
        </w:rPr>
      </w:pPr>
      <w:r w:rsidRPr="00F03AD5">
        <w:rPr>
          <w:lang w:val="ro-RO"/>
        </w:rPr>
        <w:t>Contractantul poate rezoluționa/rezilia Contractul fără însă a fi afectat dreptul Părților</w:t>
      </w:r>
      <w:r w:rsidRPr="00C958EE">
        <w:rPr>
          <w:lang w:val="ro-RO"/>
        </w:rPr>
        <w:t xml:space="preserve"> de a pretinde plata unor daune sau alte prejudicii, în cazul în care:</w:t>
      </w:r>
    </w:p>
    <w:p w14:paraId="12263D76" w14:textId="77777777" w:rsidR="0002777F" w:rsidRPr="00CF2F6B" w:rsidRDefault="0002777F" w:rsidP="004E0269">
      <w:pPr>
        <w:pStyle w:val="alpha3"/>
        <w:numPr>
          <w:ilvl w:val="0"/>
          <w:numId w:val="87"/>
        </w:numPr>
        <w:rPr>
          <w:lang w:val="ro-RO"/>
        </w:rPr>
      </w:pPr>
      <w:r w:rsidRPr="00CF2F6B">
        <w:rPr>
          <w:lang w:val="ro-RO"/>
        </w:rPr>
        <w:t>Autoritatea/entitatea contractantă a comis erori esențiale, nereguli sau fraude în cadrul procedurii de atribuire a Contractului sau în legătură cu executarea acestuia, ce au provocat o vătămare Contractantului.</w:t>
      </w:r>
    </w:p>
    <w:p w14:paraId="601091DC" w14:textId="77777777" w:rsidR="0002777F" w:rsidRPr="00C958EE" w:rsidRDefault="0002777F" w:rsidP="0002777F">
      <w:pPr>
        <w:pStyle w:val="alpha3"/>
        <w:rPr>
          <w:lang w:val="ro-RO"/>
        </w:rPr>
      </w:pPr>
      <w:r w:rsidRPr="00C958EE">
        <w:rPr>
          <w:lang w:val="ro-RO"/>
        </w:rPr>
        <w:t>Autoritatea/entitatea contractant</w:t>
      </w:r>
      <w:r>
        <w:rPr>
          <w:lang w:val="ro-RO"/>
        </w:rPr>
        <w:t>ă</w:t>
      </w:r>
      <w:r w:rsidRPr="00C958EE">
        <w:rPr>
          <w:lang w:val="ro-RO"/>
        </w:rPr>
        <w:t xml:space="preserve"> nu î</w:t>
      </w:r>
      <w:r>
        <w:rPr>
          <w:lang w:val="ro-RO"/>
        </w:rPr>
        <w:t>ș</w:t>
      </w:r>
      <w:r w:rsidRPr="00C958EE">
        <w:rPr>
          <w:lang w:val="ro-RO"/>
        </w:rPr>
        <w:t>i îndepline</w:t>
      </w:r>
      <w:r>
        <w:rPr>
          <w:lang w:val="ro-RO"/>
        </w:rPr>
        <w:t>ș</w:t>
      </w:r>
      <w:r w:rsidRPr="00C958EE">
        <w:rPr>
          <w:lang w:val="ro-RO"/>
        </w:rPr>
        <w:t>te obliga</w:t>
      </w:r>
      <w:r>
        <w:rPr>
          <w:lang w:val="ro-RO"/>
        </w:rPr>
        <w:t>ț</w:t>
      </w:r>
      <w:r w:rsidRPr="00C958EE">
        <w:rPr>
          <w:lang w:val="ro-RO"/>
        </w:rPr>
        <w:t>iile de plat</w:t>
      </w:r>
      <w:r>
        <w:rPr>
          <w:lang w:val="ro-RO"/>
        </w:rPr>
        <w:t>ă</w:t>
      </w:r>
      <w:r w:rsidRPr="00C958EE">
        <w:rPr>
          <w:lang w:val="ro-RO"/>
        </w:rPr>
        <w:t xml:space="preserve"> a produselor prestate de Contractant, în condi</w:t>
      </w:r>
      <w:r>
        <w:rPr>
          <w:lang w:val="ro-RO"/>
        </w:rPr>
        <w:t>ț</w:t>
      </w:r>
      <w:r w:rsidRPr="00C958EE">
        <w:rPr>
          <w:lang w:val="ro-RO"/>
        </w:rPr>
        <w:t>iile stabilite prin prezentul Contract.</w:t>
      </w:r>
    </w:p>
    <w:p w14:paraId="300905D3" w14:textId="77777777" w:rsidR="002F34DD" w:rsidRDefault="002F34DD" w:rsidP="002F34DD">
      <w:pPr>
        <w:pStyle w:val="Level3"/>
        <w:rPr>
          <w:lang w:val="ro-RO"/>
        </w:rPr>
      </w:pPr>
      <w:r>
        <w:rPr>
          <w:lang w:val="ro-RO"/>
        </w:rPr>
        <w:t xml:space="preserve">Cu excepția cazurilor în care, potrivit dispozițiilor Contractului Subsecvent rezilierea operează de plin drept, </w:t>
      </w:r>
      <w:r w:rsidRPr="00B23405">
        <w:rPr>
          <w:lang w:val="ro-RO"/>
        </w:rPr>
        <w:t>Partea care inten</w:t>
      </w:r>
      <w:r>
        <w:rPr>
          <w:lang w:val="ro-RO"/>
        </w:rPr>
        <w:t>ț</w:t>
      </w:r>
      <w:r w:rsidRPr="00B23405">
        <w:rPr>
          <w:lang w:val="ro-RO"/>
        </w:rPr>
        <w:t>ioneaz</w:t>
      </w:r>
      <w:r>
        <w:rPr>
          <w:lang w:val="ro-RO"/>
        </w:rPr>
        <w:t>ă</w:t>
      </w:r>
      <w:r w:rsidRPr="00B23405">
        <w:rPr>
          <w:lang w:val="ro-RO"/>
        </w:rPr>
        <w:t xml:space="preserve"> s</w:t>
      </w:r>
      <w:r>
        <w:rPr>
          <w:lang w:val="ro-RO"/>
        </w:rPr>
        <w:t>ă</w:t>
      </w:r>
      <w:r w:rsidRPr="00B23405">
        <w:rPr>
          <w:lang w:val="ro-RO"/>
        </w:rPr>
        <w:t xml:space="preserve"> rezilieze Contractul </w:t>
      </w:r>
      <w:r>
        <w:rPr>
          <w:lang w:val="ro-RO"/>
        </w:rPr>
        <w:t>S</w:t>
      </w:r>
      <w:r w:rsidRPr="00B23405">
        <w:rPr>
          <w:lang w:val="ro-RO"/>
        </w:rPr>
        <w:t xml:space="preserve">ubsecvent </w:t>
      </w:r>
      <w:r>
        <w:rPr>
          <w:lang w:val="ro-RO"/>
        </w:rPr>
        <w:t xml:space="preserve">are obligația de a notifica cealaltă parte, indicând motivele care stau la baza rezilierii contractului precum și solicitând executarea obligațiilor contractuale, acordând în acest sens,  un termen rezonabil, de 10 zile în care cealaltă parte să ia măsurile în vederea executării obligațiilor care nu au fost executate, în caz contrar operând rezilierea contractului. </w:t>
      </w:r>
    </w:p>
    <w:p w14:paraId="7AB72266" w14:textId="0F485A26" w:rsidR="0074253C" w:rsidRPr="000E2DC7" w:rsidRDefault="002F34DD" w:rsidP="000E2DC7">
      <w:pPr>
        <w:pStyle w:val="Level3"/>
        <w:rPr>
          <w:lang w:val="ro-RO"/>
        </w:rPr>
      </w:pPr>
      <w:r>
        <w:rPr>
          <w:lang w:val="ro-RO"/>
        </w:rPr>
        <w:lastRenderedPageBreak/>
        <w:t xml:space="preserve">Dacă în perioada indicată obligațiile prevăzute în cuprinsul notificării transmise potrivit art. </w:t>
      </w:r>
      <w:r w:rsidR="000E2DC7">
        <w:rPr>
          <w:lang w:val="ro-RO"/>
        </w:rPr>
        <w:t>5.4</w:t>
      </w:r>
      <w:r>
        <w:rPr>
          <w:lang w:val="ro-RO"/>
        </w:rPr>
        <w:t>.</w:t>
      </w:r>
      <w:r w:rsidR="000E2DC7">
        <w:rPr>
          <w:lang w:val="ro-RO"/>
        </w:rPr>
        <w:t>6</w:t>
      </w:r>
      <w:r>
        <w:rPr>
          <w:lang w:val="ro-RO"/>
        </w:rPr>
        <w:t>., rezilierea se produce de plin drept la expirarea termenului prevăzut în notificarea prevăzută la art. 5.</w:t>
      </w:r>
      <w:r w:rsidR="000E2DC7">
        <w:rPr>
          <w:lang w:val="ro-RO"/>
        </w:rPr>
        <w:t>4.</w:t>
      </w:r>
      <w:r>
        <w:rPr>
          <w:lang w:val="ro-RO"/>
        </w:rPr>
        <w:t>6</w:t>
      </w:r>
      <w:r w:rsidR="000E2DC7">
        <w:rPr>
          <w:lang w:val="ro-RO"/>
        </w:rPr>
        <w:t>.</w:t>
      </w:r>
    </w:p>
    <w:p w14:paraId="62B1358A" w14:textId="7A7DF74C" w:rsidR="0074253C" w:rsidRPr="006A0D94" w:rsidRDefault="00936BF2" w:rsidP="0074253C">
      <w:pPr>
        <w:pStyle w:val="Level1"/>
        <w:rPr>
          <w:lang w:val="ro-RO"/>
        </w:rPr>
      </w:pPr>
      <w:r>
        <w:rPr>
          <w:lang w:val="ro-RO"/>
        </w:rPr>
        <w:t>CAPITOLUL 6</w:t>
      </w:r>
      <w:r w:rsidR="0074253C" w:rsidRPr="006A0D94">
        <w:rPr>
          <w:lang w:val="ro-RO"/>
        </w:rPr>
        <w:t xml:space="preserve"> – DISPOZIȚII FINALE</w:t>
      </w:r>
    </w:p>
    <w:p w14:paraId="0F55E84F" w14:textId="77777777" w:rsidR="00936BF2" w:rsidRPr="006A0D94" w:rsidRDefault="00936BF2" w:rsidP="00936BF2">
      <w:pPr>
        <w:pStyle w:val="Level2"/>
        <w:rPr>
          <w:b/>
          <w:bCs/>
          <w:lang w:val="ro-RO"/>
        </w:rPr>
      </w:pPr>
      <w:r w:rsidRPr="006A0D94">
        <w:rPr>
          <w:b/>
          <w:bCs/>
          <w:lang w:val="ro-RO"/>
        </w:rPr>
        <w:t>Insolvență și faliment</w:t>
      </w:r>
    </w:p>
    <w:p w14:paraId="6DBDD82B" w14:textId="5BB50D56" w:rsidR="00936BF2" w:rsidRDefault="00936BF2" w:rsidP="00936BF2">
      <w:pPr>
        <w:pStyle w:val="Level3"/>
        <w:rPr>
          <w:lang w:val="ro-RO"/>
        </w:rPr>
      </w:pPr>
      <w:r>
        <w:rPr>
          <w:lang w:val="ro-RO"/>
        </w:rPr>
        <w:t>Prevederile din Acordul-Cadru cu privire la incidența situației de insolvență sau faliment se aplică în mod corespunzător.</w:t>
      </w:r>
      <w:r w:rsidR="008B711E" w:rsidRPr="006A0D94">
        <w:rPr>
          <w:lang w:val="ro-RO"/>
        </w:rPr>
        <w:t xml:space="preserve"> </w:t>
      </w:r>
    </w:p>
    <w:p w14:paraId="4BCD7675" w14:textId="77777777" w:rsidR="00F03AD5" w:rsidRPr="006A0D94" w:rsidRDefault="00F03AD5" w:rsidP="00F03AD5">
      <w:pPr>
        <w:pStyle w:val="Level3"/>
        <w:numPr>
          <w:ilvl w:val="0"/>
          <w:numId w:val="0"/>
        </w:numPr>
        <w:ind w:left="1361" w:hanging="681"/>
        <w:rPr>
          <w:lang w:val="ro-RO"/>
        </w:rPr>
      </w:pPr>
    </w:p>
    <w:p w14:paraId="271ACFAD" w14:textId="77777777" w:rsidR="00936BF2" w:rsidRPr="006A0D94" w:rsidRDefault="00936BF2" w:rsidP="00936BF2">
      <w:pPr>
        <w:pStyle w:val="Level2"/>
        <w:rPr>
          <w:lang w:val="ro-RO"/>
        </w:rPr>
      </w:pPr>
      <w:r w:rsidRPr="006A0D94">
        <w:rPr>
          <w:b/>
          <w:bCs/>
          <w:lang w:val="ro-RO"/>
        </w:rPr>
        <w:t>Soluționarea litigiilor</w:t>
      </w:r>
    </w:p>
    <w:p w14:paraId="4A9DE29C" w14:textId="77777777" w:rsidR="00936BF2" w:rsidRPr="006A0D94" w:rsidRDefault="00936BF2" w:rsidP="00936BF2">
      <w:pPr>
        <w:pStyle w:val="Level3"/>
        <w:rPr>
          <w:lang w:val="ro-RO"/>
        </w:rPr>
      </w:pPr>
      <w:r>
        <w:rPr>
          <w:lang w:val="ro-RO"/>
        </w:rPr>
        <w:t>Dispozițiile Acordului-Cadru cu privire la soluționarea litigiilor se aplică în mod corespunzător</w:t>
      </w:r>
      <w:r w:rsidRPr="006A0D94">
        <w:rPr>
          <w:lang w:val="ro-RO"/>
        </w:rPr>
        <w:t>.</w:t>
      </w:r>
    </w:p>
    <w:p w14:paraId="58DDA75A" w14:textId="77777777" w:rsidR="0074253C" w:rsidRDefault="0074253C" w:rsidP="0074253C">
      <w:pPr>
        <w:pStyle w:val="Body1"/>
        <w:rPr>
          <w:lang w:val="ro-RO"/>
        </w:rPr>
      </w:pPr>
      <w:r w:rsidRPr="006A0D94">
        <w:rPr>
          <w:lang w:val="ro-RO"/>
        </w:rPr>
        <w:t>Prezentul Contract Subsecvent a fost încheiat în […] exemplare originale, câte unul pentru fiecare parte.</w:t>
      </w:r>
    </w:p>
    <w:p w14:paraId="4A6A140B" w14:textId="77777777" w:rsidR="0074253C" w:rsidRDefault="0074253C" w:rsidP="0074253C">
      <w:pPr>
        <w:pStyle w:val="Body1"/>
        <w:rPr>
          <w:lang w:val="ro-RO"/>
        </w:rPr>
      </w:pPr>
    </w:p>
    <w:p w14:paraId="628FB67F" w14:textId="77777777" w:rsidR="0074253C" w:rsidRPr="006A0D94" w:rsidRDefault="0074253C" w:rsidP="0074253C">
      <w:pPr>
        <w:pStyle w:val="Body1"/>
        <w:rPr>
          <w:lang w:val="ro-RO"/>
        </w:rPr>
      </w:pPr>
    </w:p>
    <w:tbl>
      <w:tblPr>
        <w:tblStyle w:val="TableGrid"/>
        <w:tblW w:w="0" w:type="auto"/>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0"/>
        <w:gridCol w:w="4331"/>
      </w:tblGrid>
      <w:tr w:rsidR="0074253C" w:rsidRPr="006A0D94" w14:paraId="3A4D7AB0" w14:textId="77777777" w:rsidTr="004D220E">
        <w:trPr>
          <w:trHeight w:val="599"/>
        </w:trPr>
        <w:tc>
          <w:tcPr>
            <w:tcW w:w="3710" w:type="dxa"/>
          </w:tcPr>
          <w:p w14:paraId="3E59116F" w14:textId="7FB6A864" w:rsidR="0074253C" w:rsidRPr="006A0D94" w:rsidRDefault="0074253C" w:rsidP="004D220E">
            <w:pPr>
              <w:pStyle w:val="Body"/>
              <w:rPr>
                <w:b/>
                <w:bCs/>
                <w:lang w:val="ro-RO"/>
              </w:rPr>
            </w:pPr>
            <w:r w:rsidRPr="006A0D94">
              <w:rPr>
                <w:b/>
                <w:bCs/>
                <w:lang w:val="ro-RO"/>
              </w:rPr>
              <w:t>A</w:t>
            </w:r>
            <w:r w:rsidR="006D5C06">
              <w:rPr>
                <w:b/>
                <w:bCs/>
                <w:lang w:val="ro-RO"/>
              </w:rPr>
              <w:t>UTORITATEA/ENTITATEA CONTRACTANTĂ</w:t>
            </w:r>
          </w:p>
        </w:tc>
        <w:tc>
          <w:tcPr>
            <w:tcW w:w="4331" w:type="dxa"/>
          </w:tcPr>
          <w:p w14:paraId="79FEAD5B" w14:textId="77777777" w:rsidR="0074253C" w:rsidRPr="006A0D94" w:rsidRDefault="0074253C" w:rsidP="004D220E">
            <w:pPr>
              <w:pStyle w:val="Body"/>
              <w:jc w:val="right"/>
              <w:rPr>
                <w:b/>
                <w:bCs/>
                <w:lang w:val="ro-RO"/>
              </w:rPr>
            </w:pPr>
            <w:r w:rsidRPr="006A0D94">
              <w:rPr>
                <w:b/>
                <w:bCs/>
                <w:lang w:val="ro-RO"/>
              </w:rPr>
              <w:t>CONTRACTANT</w:t>
            </w:r>
          </w:p>
        </w:tc>
      </w:tr>
      <w:tr w:rsidR="0074253C" w:rsidRPr="006A0D94" w14:paraId="2948406F" w14:textId="77777777" w:rsidTr="004D220E">
        <w:tc>
          <w:tcPr>
            <w:tcW w:w="3710" w:type="dxa"/>
          </w:tcPr>
          <w:p w14:paraId="49688AE1" w14:textId="77777777" w:rsidR="0074253C" w:rsidRPr="006A0D94" w:rsidRDefault="0074253C" w:rsidP="004D220E">
            <w:pPr>
              <w:pStyle w:val="Body"/>
              <w:rPr>
                <w:b/>
                <w:bCs/>
                <w:lang w:val="ro-RO"/>
              </w:rPr>
            </w:pPr>
            <w:r>
              <w:rPr>
                <w:b/>
                <w:bCs/>
                <w:lang w:val="ro-RO"/>
              </w:rPr>
              <w:t>____________</w:t>
            </w:r>
          </w:p>
        </w:tc>
        <w:tc>
          <w:tcPr>
            <w:tcW w:w="4331" w:type="dxa"/>
          </w:tcPr>
          <w:p w14:paraId="4AA4A484" w14:textId="77777777" w:rsidR="0074253C" w:rsidRPr="006A0D94" w:rsidRDefault="0074253C" w:rsidP="004D220E">
            <w:pPr>
              <w:pStyle w:val="Body"/>
              <w:jc w:val="right"/>
              <w:rPr>
                <w:b/>
                <w:bCs/>
                <w:lang w:val="ro-RO"/>
              </w:rPr>
            </w:pPr>
            <w:r>
              <w:rPr>
                <w:b/>
                <w:bCs/>
                <w:lang w:val="ro-RO"/>
              </w:rPr>
              <w:t>______________</w:t>
            </w:r>
          </w:p>
        </w:tc>
      </w:tr>
    </w:tbl>
    <w:p w14:paraId="53DCAC0E" w14:textId="77777777" w:rsidR="0074253C" w:rsidRDefault="0074253C" w:rsidP="0074253C">
      <w:pPr>
        <w:pStyle w:val="Body1"/>
        <w:rPr>
          <w:lang w:val="ro-RO"/>
        </w:rPr>
      </w:pPr>
    </w:p>
    <w:p w14:paraId="55B29773" w14:textId="4DD583C9" w:rsidR="00C921B2" w:rsidRPr="0074253C" w:rsidRDefault="00C921B2" w:rsidP="0074253C">
      <w:pPr>
        <w:rPr>
          <w:kern w:val="20"/>
          <w:lang w:val="ro-RO"/>
        </w:rPr>
      </w:pPr>
    </w:p>
    <w:sectPr w:rsidR="00C921B2" w:rsidRPr="0074253C" w:rsidSect="0074253C">
      <w:pgSz w:w="11907" w:h="16839" w:code="9"/>
      <w:pgMar w:top="1134" w:right="1588" w:bottom="1134" w:left="1588" w:header="576" w:footer="67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9B3DC3" w16cid:durableId="2624B1E2"/>
  <w16cid:commentId w16cid:paraId="30B357A1" w16cid:durableId="2624B1E9"/>
  <w16cid:commentId w16cid:paraId="7F6C1A42" w16cid:durableId="2624B1EA"/>
  <w16cid:commentId w16cid:paraId="141B35D8" w16cid:durableId="2624B1E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EFF6F" w14:textId="77777777" w:rsidR="008F70B4" w:rsidRDefault="008F70B4">
      <w:r>
        <w:separator/>
      </w:r>
    </w:p>
  </w:endnote>
  <w:endnote w:type="continuationSeparator" w:id="0">
    <w:p w14:paraId="0FD691B5" w14:textId="77777777" w:rsidR="008F70B4" w:rsidRDefault="008F7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EYInterstate">
    <w:altName w:val="Corbel"/>
    <w:charset w:val="00"/>
    <w:family w:val="auto"/>
    <w:pitch w:val="variable"/>
    <w:sig w:usb0="800002AF" w:usb1="5000204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1015935"/>
      <w:docPartObj>
        <w:docPartGallery w:val="Page Numbers (Bottom of Page)"/>
        <w:docPartUnique/>
      </w:docPartObj>
    </w:sdtPr>
    <w:sdtEndPr>
      <w:rPr>
        <w:noProof/>
      </w:rPr>
    </w:sdtEndPr>
    <w:sdtContent>
      <w:p w14:paraId="30164385" w14:textId="03CFDA24" w:rsidR="00744CA6" w:rsidRPr="00A321F8" w:rsidRDefault="00744CA6" w:rsidP="00970A0E">
        <w:pPr>
          <w:pStyle w:val="Footer"/>
          <w:spacing w:before="360" w:after="0"/>
          <w:jc w:val="center"/>
          <w:rPr>
            <w:noProof/>
          </w:rPr>
        </w:pPr>
        <w:r>
          <w:fldChar w:fldCharType="begin"/>
        </w:r>
        <w:r>
          <w:instrText xml:space="preserve"> PAGE   \* MERGEFORMAT </w:instrText>
        </w:r>
        <w:r>
          <w:fldChar w:fldCharType="separate"/>
        </w:r>
        <w:r w:rsidR="00D36B3F">
          <w:rPr>
            <w:noProof/>
          </w:rPr>
          <w:t>24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33ADE" w14:textId="77777777" w:rsidR="008F70B4" w:rsidRDefault="008F70B4">
      <w:r>
        <w:separator/>
      </w:r>
    </w:p>
  </w:footnote>
  <w:footnote w:type="continuationSeparator" w:id="0">
    <w:p w14:paraId="0E2F68FC" w14:textId="77777777" w:rsidR="008F70B4" w:rsidRDefault="008F7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341FD" w14:textId="77777777" w:rsidR="00744CA6" w:rsidRPr="003B3793" w:rsidRDefault="00744CA6" w:rsidP="003B37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10445" w14:textId="3C8AD741" w:rsidR="00744CA6" w:rsidRDefault="00744C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E66A1"/>
    <w:multiLevelType w:val="multilevel"/>
    <w:tmpl w:val="9E6E4A14"/>
    <w:lvl w:ilvl="0">
      <w:start w:val="1"/>
      <w:numFmt w:val="upperLetter"/>
      <w:pStyle w:val="UCAlpha1"/>
      <w:lvlText w:val="%1."/>
      <w:lvlJc w:val="left"/>
      <w:pPr>
        <w:tabs>
          <w:tab w:val="num" w:pos="680"/>
        </w:tabs>
        <w:ind w:left="680"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3CE19EF"/>
    <w:multiLevelType w:val="multilevel"/>
    <w:tmpl w:val="165E5ECA"/>
    <w:lvl w:ilvl="0">
      <w:start w:val="1"/>
      <w:numFmt w:val="bullet"/>
      <w:pStyle w:val="bullet1"/>
      <w:lvlText w:val="•"/>
      <w:lvlJc w:val="left"/>
      <w:pPr>
        <w:ind w:left="360"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48645C"/>
    <w:multiLevelType w:val="multilevel"/>
    <w:tmpl w:val="0D34FD9A"/>
    <w:lvl w:ilvl="0">
      <w:start w:val="1"/>
      <w:numFmt w:val="decimal"/>
      <w:pStyle w:val="Parties"/>
      <w:lvlText w:val="(%1)"/>
      <w:lvlJc w:val="left"/>
      <w:pPr>
        <w:tabs>
          <w:tab w:val="num" w:pos="680"/>
        </w:tabs>
        <w:ind w:left="680" w:hanging="680"/>
      </w:pPr>
      <w:rPr>
        <w:rFonts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1134323D"/>
    <w:multiLevelType w:val="multilevel"/>
    <w:tmpl w:val="DBDC150C"/>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4" w15:restartNumberingAfterBreak="0">
    <w:nsid w:val="116B7A43"/>
    <w:multiLevelType w:val="multilevel"/>
    <w:tmpl w:val="F2CC1C1E"/>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5" w15:restartNumberingAfterBreak="0">
    <w:nsid w:val="173574CD"/>
    <w:multiLevelType w:val="singleLevel"/>
    <w:tmpl w:val="76E6BCCC"/>
    <w:lvl w:ilvl="0">
      <w:start w:val="1"/>
      <w:numFmt w:val="lowerLetter"/>
      <w:pStyle w:val="alpha4"/>
      <w:lvlText w:val="(%1)"/>
      <w:lvlJc w:val="left"/>
      <w:pPr>
        <w:ind w:left="2401" w:hanging="360"/>
      </w:pPr>
      <w:rPr>
        <w:rFonts w:ascii="EYInterstate" w:hAnsi="EYInterstate" w:hint="default"/>
        <w:b w:val="0"/>
        <w:i w:val="0"/>
        <w:sz w:val="20"/>
      </w:rPr>
    </w:lvl>
  </w:abstractNum>
  <w:abstractNum w:abstractNumId="6" w15:restartNumberingAfterBreak="0">
    <w:nsid w:val="1BC91C4D"/>
    <w:multiLevelType w:val="multilevel"/>
    <w:tmpl w:val="955ED79C"/>
    <w:lvl w:ilvl="0">
      <w:start w:val="1"/>
      <w:numFmt w:val="bullet"/>
      <w:pStyle w:val="bullet4"/>
      <w:lvlText w:val="•"/>
      <w:lvlJc w:val="left"/>
      <w:pPr>
        <w:ind w:left="2401"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407A87"/>
    <w:multiLevelType w:val="multilevel"/>
    <w:tmpl w:val="8B8AB054"/>
    <w:lvl w:ilvl="0">
      <w:start w:val="1"/>
      <w:numFmt w:val="bullet"/>
      <w:lvlRestart w:val="0"/>
      <w:pStyle w:val="dashbullet4"/>
      <w:lvlText w:val=""/>
      <w:lvlJc w:val="left"/>
      <w:pPr>
        <w:tabs>
          <w:tab w:val="num" w:pos="2608"/>
        </w:tabs>
        <w:ind w:left="260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2E2ACA"/>
    <w:multiLevelType w:val="multilevel"/>
    <w:tmpl w:val="D6CAC37E"/>
    <w:lvl w:ilvl="0">
      <w:start w:val="1"/>
      <w:numFmt w:val="bullet"/>
      <w:lvlRestart w:val="0"/>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F708B8"/>
    <w:multiLevelType w:val="multilevel"/>
    <w:tmpl w:val="97C4CBDE"/>
    <w:lvl w:ilvl="0">
      <w:start w:val="1"/>
      <w:numFmt w:val="upperRoman"/>
      <w:pStyle w:val="UCRoman1"/>
      <w:lvlText w:val="%1."/>
      <w:lvlJc w:val="left"/>
      <w:pPr>
        <w:tabs>
          <w:tab w:val="num" w:pos="680"/>
        </w:tabs>
        <w:ind w:left="680"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3971282"/>
    <w:multiLevelType w:val="multilevel"/>
    <w:tmpl w:val="CA6C3346"/>
    <w:lvl w:ilvl="0">
      <w:start w:val="1"/>
      <w:numFmt w:val="upperLetter"/>
      <w:pStyle w:val="UCAlpha4"/>
      <w:lvlText w:val="%1."/>
      <w:lvlJc w:val="left"/>
      <w:pPr>
        <w:tabs>
          <w:tab w:val="num" w:pos="2608"/>
        </w:tabs>
        <w:ind w:left="2608" w:hanging="567"/>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5E6172F"/>
    <w:multiLevelType w:val="singleLevel"/>
    <w:tmpl w:val="22407194"/>
    <w:lvl w:ilvl="0">
      <w:start w:val="1"/>
      <w:numFmt w:val="lowerLetter"/>
      <w:pStyle w:val="Tablealpha"/>
      <w:lvlText w:val="(%1)"/>
      <w:lvlJc w:val="left"/>
      <w:pPr>
        <w:ind w:left="360" w:hanging="360"/>
      </w:pPr>
      <w:rPr>
        <w:rFonts w:ascii="EYInterstate" w:hAnsi="EYInterstate" w:hint="default"/>
        <w:b w:val="0"/>
        <w:i w:val="0"/>
        <w:sz w:val="20"/>
      </w:rPr>
    </w:lvl>
  </w:abstractNum>
  <w:abstractNum w:abstractNumId="12" w15:restartNumberingAfterBreak="0">
    <w:nsid w:val="27CB60E5"/>
    <w:multiLevelType w:val="multilevel"/>
    <w:tmpl w:val="3B6AC506"/>
    <w:lvl w:ilvl="0">
      <w:start w:val="1"/>
      <w:numFmt w:val="bullet"/>
      <w:lvlRestart w:val="0"/>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601FD2"/>
    <w:multiLevelType w:val="hybridMultilevel"/>
    <w:tmpl w:val="A6AA470A"/>
    <w:lvl w:ilvl="0" w:tplc="17F43B4E">
      <w:start w:val="18"/>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E328AE"/>
    <w:multiLevelType w:val="multilevel"/>
    <w:tmpl w:val="6DE0B206"/>
    <w:lvl w:ilvl="0">
      <w:start w:val="1"/>
      <w:numFmt w:val="bullet"/>
      <w:lvlRestart w:val="0"/>
      <w:pStyle w:val="dashbullet5"/>
      <w:lvlText w:val=""/>
      <w:lvlJc w:val="left"/>
      <w:pPr>
        <w:tabs>
          <w:tab w:val="num" w:pos="3288"/>
        </w:tabs>
        <w:ind w:left="3288"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9A735D"/>
    <w:multiLevelType w:val="multilevel"/>
    <w:tmpl w:val="DE24A3AC"/>
    <w:lvl w:ilvl="0">
      <w:start w:val="1"/>
      <w:numFmt w:val="bullet"/>
      <w:pStyle w:val="bullet6"/>
      <w:lvlText w:val="•"/>
      <w:lvlJc w:val="left"/>
      <w:pPr>
        <w:ind w:left="3648"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705D16"/>
    <w:multiLevelType w:val="singleLevel"/>
    <w:tmpl w:val="18DE5AC8"/>
    <w:lvl w:ilvl="0">
      <w:start w:val="1"/>
      <w:numFmt w:val="lowerLetter"/>
      <w:pStyle w:val="alpha3"/>
      <w:lvlText w:val="(%1)"/>
      <w:lvlJc w:val="left"/>
      <w:pPr>
        <w:ind w:left="1721" w:hanging="360"/>
      </w:pPr>
      <w:rPr>
        <w:rFonts w:ascii="Arial" w:hAnsi="Arial" w:cs="Arial" w:hint="default"/>
        <w:b w:val="0"/>
        <w:i w:val="0"/>
        <w:iCs/>
        <w:sz w:val="20"/>
      </w:rPr>
    </w:lvl>
  </w:abstractNum>
  <w:abstractNum w:abstractNumId="17" w15:restartNumberingAfterBreak="0">
    <w:nsid w:val="34A5631E"/>
    <w:multiLevelType w:val="multilevel"/>
    <w:tmpl w:val="E0804892"/>
    <w:lvl w:ilvl="0">
      <w:start w:val="1"/>
      <w:numFmt w:val="upperLetter"/>
      <w:pStyle w:val="UCAlpha2"/>
      <w:lvlText w:val="%1."/>
      <w:lvlJc w:val="left"/>
      <w:pPr>
        <w:tabs>
          <w:tab w:val="num" w:pos="1361"/>
        </w:tabs>
        <w:ind w:left="1361" w:hanging="681"/>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4AE3D21"/>
    <w:multiLevelType w:val="multilevel"/>
    <w:tmpl w:val="516E8004"/>
    <w:lvl w:ilvl="0">
      <w:start w:val="1"/>
      <w:numFmt w:val="bullet"/>
      <w:lvlRestart w:val="0"/>
      <w:pStyle w:val="dashbullet1"/>
      <w:lvlText w:val=""/>
      <w:lvlJc w:val="left"/>
      <w:pPr>
        <w:tabs>
          <w:tab w:val="num" w:pos="680"/>
        </w:tabs>
        <w:ind w:left="680"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D76142"/>
    <w:multiLevelType w:val="multilevel"/>
    <w:tmpl w:val="1A488DF8"/>
    <w:lvl w:ilvl="0">
      <w:start w:val="1"/>
      <w:numFmt w:val="bullet"/>
      <w:pStyle w:val="bullet2"/>
      <w:lvlText w:val="•"/>
      <w:lvlJc w:val="left"/>
      <w:pPr>
        <w:ind w:left="1040"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E21890"/>
    <w:multiLevelType w:val="multilevel"/>
    <w:tmpl w:val="131A44C2"/>
    <w:lvl w:ilvl="0">
      <w:start w:val="1"/>
      <w:numFmt w:val="decimal"/>
      <w:pStyle w:val="TCLevel1"/>
      <w:lvlText w:val="%1"/>
      <w:lvlJc w:val="left"/>
      <w:pPr>
        <w:tabs>
          <w:tab w:val="num" w:pos="680"/>
        </w:tabs>
        <w:ind w:left="680" w:hanging="680"/>
      </w:pPr>
      <w:rPr>
        <w:rFonts w:hint="default"/>
        <w:b/>
        <w:i w:val="0"/>
      </w:rPr>
    </w:lvl>
    <w:lvl w:ilvl="1">
      <w:start w:val="1"/>
      <w:numFmt w:val="lowerLetter"/>
      <w:pStyle w:val="TCLevel2"/>
      <w:lvlText w:val="(%2)"/>
      <w:lvlJc w:val="left"/>
      <w:pPr>
        <w:tabs>
          <w:tab w:val="num" w:pos="1361"/>
        </w:tabs>
        <w:ind w:left="1361" w:hanging="681"/>
      </w:pPr>
      <w:rPr>
        <w:rFonts w:hint="default"/>
        <w:b/>
        <w:i w:val="0"/>
      </w:rPr>
    </w:lvl>
    <w:lvl w:ilvl="2">
      <w:start w:val="1"/>
      <w:numFmt w:val="lowerRoman"/>
      <w:pStyle w:val="TCLevel3"/>
      <w:lvlText w:val="(%3)"/>
      <w:lvlJc w:val="left"/>
      <w:pPr>
        <w:tabs>
          <w:tab w:val="num" w:pos="2041"/>
        </w:tabs>
        <w:ind w:left="2041" w:hanging="680"/>
      </w:pPr>
      <w:rPr>
        <w:rFonts w:hint="default"/>
      </w:rPr>
    </w:lvl>
    <w:lvl w:ilvl="3">
      <w:start w:val="1"/>
      <w:numFmt w:val="upperLetter"/>
      <w:pStyle w:val="TCLevel4"/>
      <w:lvlText w:val="(%4)"/>
      <w:lvlJc w:val="left"/>
      <w:pPr>
        <w:tabs>
          <w:tab w:val="num" w:pos="2608"/>
        </w:tabs>
        <w:ind w:left="2608" w:hanging="567"/>
      </w:pPr>
      <w:rPr>
        <w:rFonts w:hint="default"/>
      </w:rPr>
    </w:lvl>
    <w:lvl w:ilvl="4">
      <w:start w:val="1"/>
      <w:numFmt w:val="none"/>
      <w:lvlText w:val=""/>
      <w:lvlJc w:val="left"/>
      <w:pPr>
        <w:tabs>
          <w:tab w:val="num" w:pos="4320"/>
        </w:tabs>
        <w:ind w:left="4320" w:hanging="720"/>
      </w:pPr>
      <w:rPr>
        <w:rFonts w:ascii="Arial" w:hAnsi="Arial" w:hint="default"/>
        <w:b w:val="0"/>
        <w:i w:val="0"/>
        <w:sz w:val="20"/>
      </w:rPr>
    </w:lvl>
    <w:lvl w:ilvl="5">
      <w:start w:val="1"/>
      <w:numFmt w:val="none"/>
      <w:lvlText w:val=""/>
      <w:lvlJc w:val="left"/>
      <w:pPr>
        <w:tabs>
          <w:tab w:val="num" w:pos="5040"/>
        </w:tabs>
        <w:ind w:left="5040" w:hanging="720"/>
      </w:pPr>
      <w:rPr>
        <w:rFonts w:ascii="MS Mincho" w:eastAsia="MS Mincho" w:hAnsi="MS Mincho" w:hint="eastAsia"/>
        <w:b w:val="0"/>
        <w:i w:val="0"/>
        <w:sz w:val="20"/>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1" w15:restartNumberingAfterBreak="0">
    <w:nsid w:val="386006ED"/>
    <w:multiLevelType w:val="singleLevel"/>
    <w:tmpl w:val="3BDE263A"/>
    <w:lvl w:ilvl="0">
      <w:start w:val="1"/>
      <w:numFmt w:val="lowerLetter"/>
      <w:pStyle w:val="alpha6"/>
      <w:lvlText w:val="(%1)"/>
      <w:lvlJc w:val="left"/>
      <w:pPr>
        <w:ind w:left="3648" w:hanging="360"/>
      </w:pPr>
      <w:rPr>
        <w:rFonts w:ascii="EYInterstate" w:hAnsi="EYInterstate" w:hint="default"/>
        <w:b w:val="0"/>
        <w:i w:val="0"/>
        <w:sz w:val="20"/>
      </w:rPr>
    </w:lvl>
  </w:abstractNum>
  <w:abstractNum w:abstractNumId="22" w15:restartNumberingAfterBreak="0">
    <w:nsid w:val="3D0E7D39"/>
    <w:multiLevelType w:val="multilevel"/>
    <w:tmpl w:val="0BB21CC0"/>
    <w:name w:val="AOSch"/>
    <w:lvl w:ilvl="0">
      <w:start w:val="1"/>
      <w:numFmt w:val="decimal"/>
      <w:pStyle w:val="SchHead"/>
      <w:suff w:val="nothing"/>
      <w:lvlText w:val="Schedule %1"/>
      <w:lvlJc w:val="left"/>
      <w:pPr>
        <w:ind w:left="0" w:firstLine="0"/>
      </w:pPr>
      <w:rPr>
        <w:b/>
        <w:i w:val="0"/>
      </w:rPr>
    </w:lvl>
    <w:lvl w:ilvl="1">
      <w:start w:val="1"/>
      <w:numFmt w:val="decimal"/>
      <w:pStyle w:val="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3" w15:restartNumberingAfterBreak="0">
    <w:nsid w:val="3FBC403A"/>
    <w:multiLevelType w:val="multilevel"/>
    <w:tmpl w:val="53184140"/>
    <w:lvl w:ilvl="0">
      <w:start w:val="1"/>
      <w:numFmt w:val="upperLetter"/>
      <w:pStyle w:val="UCAlpha5"/>
      <w:lvlText w:val="%1."/>
      <w:lvlJc w:val="left"/>
      <w:pPr>
        <w:tabs>
          <w:tab w:val="num" w:pos="3288"/>
        </w:tabs>
        <w:ind w:left="3288"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E6D7BFA"/>
    <w:multiLevelType w:val="singleLevel"/>
    <w:tmpl w:val="3A482CF0"/>
    <w:lvl w:ilvl="0">
      <w:start w:val="1"/>
      <w:numFmt w:val="lowerLetter"/>
      <w:pStyle w:val="alpha5"/>
      <w:lvlText w:val="(%1)"/>
      <w:lvlJc w:val="left"/>
      <w:pPr>
        <w:ind w:left="2968" w:hanging="360"/>
      </w:pPr>
      <w:rPr>
        <w:rFonts w:ascii="EYInterstate" w:hAnsi="EYInterstate" w:hint="default"/>
        <w:b w:val="0"/>
        <w:i w:val="0"/>
        <w:sz w:val="20"/>
      </w:rPr>
    </w:lvl>
  </w:abstractNum>
  <w:abstractNum w:abstractNumId="25" w15:restartNumberingAfterBreak="0">
    <w:nsid w:val="512A7C3C"/>
    <w:multiLevelType w:val="singleLevel"/>
    <w:tmpl w:val="A99EC252"/>
    <w:lvl w:ilvl="0">
      <w:start w:val="1"/>
      <w:numFmt w:val="lowerLetter"/>
      <w:pStyle w:val="alpha1"/>
      <w:lvlText w:val="(%1)"/>
      <w:lvlJc w:val="left"/>
      <w:pPr>
        <w:ind w:left="360" w:hanging="360"/>
      </w:pPr>
      <w:rPr>
        <w:rFonts w:ascii="EYInterstate" w:hAnsi="EYInterstate" w:hint="default"/>
        <w:b w:val="0"/>
        <w:i w:val="0"/>
        <w:sz w:val="20"/>
      </w:rPr>
    </w:lvl>
  </w:abstractNum>
  <w:abstractNum w:abstractNumId="26" w15:restartNumberingAfterBreak="0">
    <w:nsid w:val="55F728E2"/>
    <w:multiLevelType w:val="multilevel"/>
    <w:tmpl w:val="B680C6AE"/>
    <w:lvl w:ilvl="0">
      <w:start w:val="1"/>
      <w:numFmt w:val="upperRoman"/>
      <w:pStyle w:val="UCRoman2"/>
      <w:lvlText w:val="%1."/>
      <w:lvlJc w:val="left"/>
      <w:pPr>
        <w:tabs>
          <w:tab w:val="num" w:pos="1361"/>
        </w:tabs>
        <w:ind w:left="1361" w:hanging="681"/>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6E26FEF"/>
    <w:multiLevelType w:val="singleLevel"/>
    <w:tmpl w:val="F1EEDBE2"/>
    <w:lvl w:ilvl="0">
      <w:start w:val="1"/>
      <w:numFmt w:val="lowerRoman"/>
      <w:pStyle w:val="roman4"/>
      <w:lvlText w:val="(%1)"/>
      <w:lvlJc w:val="left"/>
      <w:pPr>
        <w:ind w:left="2401" w:hanging="360"/>
      </w:pPr>
      <w:rPr>
        <w:rFonts w:ascii="EYInterstate" w:hAnsi="EYInterstate" w:hint="default"/>
        <w:b w:val="0"/>
        <w:i w:val="0"/>
        <w:sz w:val="20"/>
      </w:rPr>
    </w:lvl>
  </w:abstractNum>
  <w:abstractNum w:abstractNumId="28" w15:restartNumberingAfterBreak="0">
    <w:nsid w:val="5AF711EC"/>
    <w:multiLevelType w:val="singleLevel"/>
    <w:tmpl w:val="E7983A00"/>
    <w:lvl w:ilvl="0">
      <w:start w:val="1"/>
      <w:numFmt w:val="lowerRoman"/>
      <w:pStyle w:val="roman1"/>
      <w:lvlText w:val="(%1)"/>
      <w:lvlJc w:val="left"/>
      <w:pPr>
        <w:ind w:left="360" w:hanging="360"/>
      </w:pPr>
      <w:rPr>
        <w:rFonts w:ascii="EYInterstate" w:hAnsi="EYInterstate" w:hint="default"/>
        <w:b w:val="0"/>
        <w:i w:val="0"/>
        <w:sz w:val="20"/>
      </w:rPr>
    </w:lvl>
  </w:abstractNum>
  <w:abstractNum w:abstractNumId="29" w15:restartNumberingAfterBreak="0">
    <w:nsid w:val="5F627F98"/>
    <w:multiLevelType w:val="multilevel"/>
    <w:tmpl w:val="D4C07D38"/>
    <w:lvl w:ilvl="0">
      <w:start w:val="1"/>
      <w:numFmt w:val="bullet"/>
      <w:pStyle w:val="Tablebullet"/>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CB4379"/>
    <w:multiLevelType w:val="multilevel"/>
    <w:tmpl w:val="E78A489E"/>
    <w:lvl w:ilvl="0">
      <w:start w:val="1"/>
      <w:numFmt w:val="upperLetter"/>
      <w:pStyle w:val="Recitals"/>
      <w:lvlText w:val="(%1)"/>
      <w:lvlJc w:val="left"/>
      <w:pPr>
        <w:tabs>
          <w:tab w:val="num" w:pos="680"/>
        </w:tabs>
        <w:ind w:left="680" w:hanging="68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2215270"/>
    <w:multiLevelType w:val="singleLevel"/>
    <w:tmpl w:val="3364E632"/>
    <w:lvl w:ilvl="0">
      <w:start w:val="1"/>
      <w:numFmt w:val="lowerRoman"/>
      <w:pStyle w:val="roman3"/>
      <w:lvlText w:val="(%1)"/>
      <w:lvlJc w:val="left"/>
      <w:pPr>
        <w:ind w:left="1721" w:hanging="360"/>
      </w:pPr>
      <w:rPr>
        <w:rFonts w:ascii="EYInterstate" w:hAnsi="EYInterstate" w:hint="default"/>
        <w:b w:val="0"/>
        <w:i w:val="0"/>
        <w:sz w:val="20"/>
      </w:rPr>
    </w:lvl>
  </w:abstractNum>
  <w:abstractNum w:abstractNumId="32" w15:restartNumberingAfterBreak="0">
    <w:nsid w:val="64C47EA1"/>
    <w:multiLevelType w:val="singleLevel"/>
    <w:tmpl w:val="26DC18AE"/>
    <w:lvl w:ilvl="0">
      <w:start w:val="1"/>
      <w:numFmt w:val="lowerLetter"/>
      <w:pStyle w:val="Tableroman"/>
      <w:lvlText w:val="(%1)"/>
      <w:lvlJc w:val="left"/>
      <w:pPr>
        <w:ind w:left="360" w:hanging="360"/>
      </w:pPr>
      <w:rPr>
        <w:rFonts w:ascii="EYInterstate" w:hAnsi="EYInterstate" w:hint="default"/>
        <w:b w:val="0"/>
        <w:i w:val="0"/>
        <w:sz w:val="20"/>
      </w:rPr>
    </w:lvl>
  </w:abstractNum>
  <w:abstractNum w:abstractNumId="33" w15:restartNumberingAfterBreak="0">
    <w:nsid w:val="6A7F67AA"/>
    <w:multiLevelType w:val="multilevel"/>
    <w:tmpl w:val="CDA4B838"/>
    <w:lvl w:ilvl="0">
      <w:start w:val="1"/>
      <w:numFmt w:val="upperLetter"/>
      <w:pStyle w:val="UCAlpha3"/>
      <w:lvlText w:val="%1."/>
      <w:lvlJc w:val="left"/>
      <w:pPr>
        <w:tabs>
          <w:tab w:val="num" w:pos="2041"/>
        </w:tabs>
        <w:ind w:left="2041"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AF8019B"/>
    <w:multiLevelType w:val="multilevel"/>
    <w:tmpl w:val="F1D03AB8"/>
    <w:lvl w:ilvl="0">
      <w:start w:val="1"/>
      <w:numFmt w:val="bullet"/>
      <w:pStyle w:val="bullet3"/>
      <w:lvlText w:val="•"/>
      <w:lvlJc w:val="left"/>
      <w:pPr>
        <w:ind w:left="1721"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1D1232"/>
    <w:multiLevelType w:val="multilevel"/>
    <w:tmpl w:val="BD8AD3EE"/>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6" w15:restartNumberingAfterBreak="0">
    <w:nsid w:val="6B502D22"/>
    <w:multiLevelType w:val="multilevel"/>
    <w:tmpl w:val="2C5C0BB6"/>
    <w:lvl w:ilvl="0">
      <w:start w:val="27"/>
      <w:numFmt w:val="lowerLetter"/>
      <w:pStyle w:val="doublealpha"/>
      <w:lvlText w:val="(%1)"/>
      <w:lvlJc w:val="left"/>
      <w:pPr>
        <w:tabs>
          <w:tab w:val="num" w:pos="680"/>
        </w:tabs>
        <w:ind w:left="680" w:hanging="680"/>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BEA4D3C"/>
    <w:multiLevelType w:val="multilevel"/>
    <w:tmpl w:val="A70298F6"/>
    <w:lvl w:ilvl="0">
      <w:start w:val="1"/>
      <w:numFmt w:val="upperLetter"/>
      <w:pStyle w:val="UCAlpha6"/>
      <w:lvlText w:val="%1."/>
      <w:lvlJc w:val="left"/>
      <w:pPr>
        <w:tabs>
          <w:tab w:val="num" w:pos="3969"/>
        </w:tabs>
        <w:ind w:left="3969" w:hanging="681"/>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C5255B9"/>
    <w:multiLevelType w:val="singleLevel"/>
    <w:tmpl w:val="EB6C28B8"/>
    <w:lvl w:ilvl="0">
      <w:start w:val="1"/>
      <w:numFmt w:val="lowerRoman"/>
      <w:pStyle w:val="roman6"/>
      <w:lvlText w:val="(%1)"/>
      <w:lvlJc w:val="left"/>
      <w:pPr>
        <w:ind w:left="3648" w:hanging="360"/>
      </w:pPr>
      <w:rPr>
        <w:rFonts w:ascii="EYInterstate" w:hAnsi="EYInterstate" w:hint="default"/>
        <w:b w:val="0"/>
        <w:i w:val="0"/>
        <w:sz w:val="20"/>
      </w:rPr>
    </w:lvl>
  </w:abstractNum>
  <w:abstractNum w:abstractNumId="39" w15:restartNumberingAfterBreak="0">
    <w:nsid w:val="71301401"/>
    <w:multiLevelType w:val="multilevel"/>
    <w:tmpl w:val="728CCF92"/>
    <w:lvl w:ilvl="0">
      <w:start w:val="1"/>
      <w:numFmt w:val="bullet"/>
      <w:lvlRestart w:val="0"/>
      <w:pStyle w:val="dashbullet2"/>
      <w:lvlText w:val=""/>
      <w:lvlJc w:val="left"/>
      <w:pPr>
        <w:tabs>
          <w:tab w:val="num" w:pos="1361"/>
        </w:tabs>
        <w:ind w:left="1361"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69173D"/>
    <w:multiLevelType w:val="singleLevel"/>
    <w:tmpl w:val="C5F03EC6"/>
    <w:lvl w:ilvl="0">
      <w:start w:val="1"/>
      <w:numFmt w:val="lowerLetter"/>
      <w:pStyle w:val="alpha2"/>
      <w:lvlText w:val="(%1)"/>
      <w:lvlJc w:val="left"/>
      <w:pPr>
        <w:ind w:left="1040" w:hanging="360"/>
      </w:pPr>
      <w:rPr>
        <w:rFonts w:ascii="EYInterstate" w:hAnsi="EYInterstate" w:hint="default"/>
        <w:b w:val="0"/>
        <w:i w:val="0"/>
        <w:sz w:val="20"/>
      </w:rPr>
    </w:lvl>
  </w:abstractNum>
  <w:abstractNum w:abstractNumId="41" w15:restartNumberingAfterBreak="0">
    <w:nsid w:val="73455C00"/>
    <w:multiLevelType w:val="singleLevel"/>
    <w:tmpl w:val="6E4CFB40"/>
    <w:lvl w:ilvl="0">
      <w:start w:val="1"/>
      <w:numFmt w:val="lowerRoman"/>
      <w:pStyle w:val="roman5"/>
      <w:lvlText w:val="(%1)"/>
      <w:lvlJc w:val="left"/>
      <w:pPr>
        <w:ind w:left="2968" w:hanging="360"/>
      </w:pPr>
      <w:rPr>
        <w:rFonts w:ascii="EYInterstate" w:hAnsi="EYInterstate" w:hint="default"/>
        <w:b w:val="0"/>
        <w:i w:val="0"/>
        <w:sz w:val="20"/>
      </w:rPr>
    </w:lvl>
  </w:abstractNum>
  <w:abstractNum w:abstractNumId="42" w15:restartNumberingAfterBreak="0">
    <w:nsid w:val="76474501"/>
    <w:multiLevelType w:val="multilevel"/>
    <w:tmpl w:val="88F252CE"/>
    <w:lvl w:ilvl="0">
      <w:start w:val="1"/>
      <w:numFmt w:val="bullet"/>
      <w:pStyle w:val="bullet5"/>
      <w:lvlText w:val="•"/>
      <w:lvlJc w:val="left"/>
      <w:pPr>
        <w:ind w:left="2968" w:hanging="360"/>
      </w:pPr>
      <w:rPr>
        <w:rFonts w:ascii="EYInterstate" w:hAnsi="EYInterstat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5A5B88"/>
    <w:multiLevelType w:val="singleLevel"/>
    <w:tmpl w:val="4AFACC12"/>
    <w:lvl w:ilvl="0">
      <w:start w:val="1"/>
      <w:numFmt w:val="lowerRoman"/>
      <w:pStyle w:val="roman2"/>
      <w:lvlText w:val="(%1)"/>
      <w:lvlJc w:val="left"/>
      <w:pPr>
        <w:ind w:left="1040" w:hanging="360"/>
      </w:pPr>
      <w:rPr>
        <w:rFonts w:ascii="EYInterstate" w:hAnsi="EYInterstate" w:hint="default"/>
        <w:b w:val="0"/>
        <w:i w:val="0"/>
        <w:sz w:val="20"/>
      </w:rPr>
    </w:lvl>
  </w:abstractNum>
  <w:abstractNum w:abstractNumId="44" w15:restartNumberingAfterBreak="0">
    <w:nsid w:val="7ED04878"/>
    <w:multiLevelType w:val="multilevel"/>
    <w:tmpl w:val="6498B640"/>
    <w:lvl w:ilvl="0">
      <w:start w:val="1"/>
      <w:numFmt w:val="decimal"/>
      <w:lvlRestart w:val="0"/>
      <w:pStyle w:val="ListNumbers"/>
      <w:lvlText w:val="%1."/>
      <w:lvlJc w:val="left"/>
      <w:pPr>
        <w:tabs>
          <w:tab w:val="num" w:pos="680"/>
        </w:tabs>
        <w:ind w:left="680"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35"/>
  </w:num>
  <w:num w:numId="2">
    <w:abstractNumId w:val="2"/>
  </w:num>
  <w:num w:numId="3">
    <w:abstractNumId w:val="30"/>
  </w:num>
  <w:num w:numId="4">
    <w:abstractNumId w:val="3"/>
  </w:num>
  <w:num w:numId="5">
    <w:abstractNumId w:val="20"/>
  </w:num>
  <w:num w:numId="6">
    <w:abstractNumId w:val="4"/>
  </w:num>
  <w:num w:numId="7">
    <w:abstractNumId w:val="25"/>
  </w:num>
  <w:num w:numId="8">
    <w:abstractNumId w:val="16"/>
  </w:num>
  <w:num w:numId="9">
    <w:abstractNumId w:val="5"/>
  </w:num>
  <w:num w:numId="10">
    <w:abstractNumId w:val="24"/>
  </w:num>
  <w:num w:numId="11">
    <w:abstractNumId w:val="21"/>
  </w:num>
  <w:num w:numId="12">
    <w:abstractNumId w:val="28"/>
  </w:num>
  <w:num w:numId="13">
    <w:abstractNumId w:val="43"/>
  </w:num>
  <w:num w:numId="14">
    <w:abstractNumId w:val="31"/>
  </w:num>
  <w:num w:numId="15">
    <w:abstractNumId w:val="41"/>
  </w:num>
  <w:num w:numId="16">
    <w:abstractNumId w:val="38"/>
  </w:num>
  <w:num w:numId="17">
    <w:abstractNumId w:val="11"/>
  </w:num>
  <w:num w:numId="18">
    <w:abstractNumId w:val="32"/>
  </w:num>
  <w:num w:numId="19">
    <w:abstractNumId w:val="40"/>
  </w:num>
  <w:num w:numId="20">
    <w:abstractNumId w:val="27"/>
  </w:num>
  <w:num w:numId="21">
    <w:abstractNumId w:val="44"/>
  </w:num>
  <w:num w:numId="22">
    <w:abstractNumId w:val="0"/>
  </w:num>
  <w:num w:numId="23">
    <w:abstractNumId w:val="17"/>
  </w:num>
  <w:num w:numId="24">
    <w:abstractNumId w:val="33"/>
  </w:num>
  <w:num w:numId="25">
    <w:abstractNumId w:val="10"/>
  </w:num>
  <w:num w:numId="26">
    <w:abstractNumId w:val="23"/>
  </w:num>
  <w:num w:numId="27">
    <w:abstractNumId w:val="37"/>
  </w:num>
  <w:num w:numId="28">
    <w:abstractNumId w:val="9"/>
  </w:num>
  <w:num w:numId="29">
    <w:abstractNumId w:val="26"/>
  </w:num>
  <w:num w:numId="30">
    <w:abstractNumId w:val="36"/>
  </w:num>
  <w:num w:numId="31">
    <w:abstractNumId w:val="1"/>
  </w:num>
  <w:num w:numId="32">
    <w:abstractNumId w:val="19"/>
  </w:num>
  <w:num w:numId="33">
    <w:abstractNumId w:val="34"/>
  </w:num>
  <w:num w:numId="34">
    <w:abstractNumId w:val="6"/>
  </w:num>
  <w:num w:numId="35">
    <w:abstractNumId w:val="42"/>
  </w:num>
  <w:num w:numId="36">
    <w:abstractNumId w:val="15"/>
  </w:num>
  <w:num w:numId="37">
    <w:abstractNumId w:val="18"/>
  </w:num>
  <w:num w:numId="38">
    <w:abstractNumId w:val="39"/>
  </w:num>
  <w:num w:numId="39">
    <w:abstractNumId w:val="12"/>
  </w:num>
  <w:num w:numId="40">
    <w:abstractNumId w:val="7"/>
  </w:num>
  <w:num w:numId="41">
    <w:abstractNumId w:val="14"/>
  </w:num>
  <w:num w:numId="42">
    <w:abstractNumId w:val="8"/>
  </w:num>
  <w:num w:numId="43">
    <w:abstractNumId w:val="29"/>
  </w:num>
  <w:num w:numId="44">
    <w:abstractNumId w:val="22"/>
  </w:num>
  <w:num w:numId="45">
    <w:abstractNumId w:val="25"/>
    <w:lvlOverride w:ilvl="0">
      <w:startOverride w:val="1"/>
    </w:lvlOverride>
  </w:num>
  <w:num w:numId="46">
    <w:abstractNumId w:val="31"/>
    <w:lvlOverride w:ilvl="0">
      <w:startOverride w:val="1"/>
    </w:lvlOverride>
  </w:num>
  <w:num w:numId="47">
    <w:abstractNumId w:val="31"/>
    <w:lvlOverride w:ilvl="0">
      <w:startOverride w:val="1"/>
    </w:lvlOverride>
  </w:num>
  <w:num w:numId="48">
    <w:abstractNumId w:val="31"/>
    <w:lvlOverride w:ilvl="0">
      <w:startOverride w:val="1"/>
    </w:lvlOverride>
  </w:num>
  <w:num w:numId="49">
    <w:abstractNumId w:val="31"/>
    <w:lvlOverride w:ilvl="0">
      <w:startOverride w:val="1"/>
    </w:lvlOverride>
  </w:num>
  <w:num w:numId="50">
    <w:abstractNumId w:val="31"/>
    <w:lvlOverride w:ilvl="0">
      <w:startOverride w:val="1"/>
    </w:lvlOverride>
  </w:num>
  <w:num w:numId="51">
    <w:abstractNumId w:val="31"/>
    <w:lvlOverride w:ilvl="0">
      <w:startOverride w:val="1"/>
    </w:lvlOverride>
  </w:num>
  <w:num w:numId="52">
    <w:abstractNumId w:val="31"/>
    <w:lvlOverride w:ilvl="0">
      <w:startOverride w:val="1"/>
    </w:lvlOverride>
  </w:num>
  <w:num w:numId="53">
    <w:abstractNumId w:val="16"/>
    <w:lvlOverride w:ilvl="0">
      <w:startOverride w:val="1"/>
    </w:lvlOverride>
  </w:num>
  <w:num w:numId="54">
    <w:abstractNumId w:val="16"/>
    <w:lvlOverride w:ilvl="0">
      <w:startOverride w:val="1"/>
    </w:lvlOverride>
  </w:num>
  <w:num w:numId="55">
    <w:abstractNumId w:val="16"/>
    <w:lvlOverride w:ilvl="0">
      <w:startOverride w:val="1"/>
    </w:lvlOverride>
  </w:num>
  <w:num w:numId="56">
    <w:abstractNumId w:val="16"/>
    <w:lvlOverride w:ilvl="0">
      <w:startOverride w:val="1"/>
    </w:lvlOverride>
  </w:num>
  <w:num w:numId="57">
    <w:abstractNumId w:val="16"/>
    <w:lvlOverride w:ilvl="0">
      <w:startOverride w:val="1"/>
    </w:lvlOverride>
  </w:num>
  <w:num w:numId="58">
    <w:abstractNumId w:val="31"/>
    <w:lvlOverride w:ilvl="0">
      <w:startOverride w:val="1"/>
    </w:lvlOverride>
  </w:num>
  <w:num w:numId="59">
    <w:abstractNumId w:val="16"/>
    <w:lvlOverride w:ilvl="0">
      <w:startOverride w:val="1"/>
    </w:lvlOverride>
  </w:num>
  <w:num w:numId="60">
    <w:abstractNumId w:val="16"/>
    <w:lvlOverride w:ilvl="0">
      <w:startOverride w:val="1"/>
    </w:lvlOverride>
  </w:num>
  <w:num w:numId="61">
    <w:abstractNumId w:val="16"/>
    <w:lvlOverride w:ilvl="0">
      <w:startOverride w:val="1"/>
    </w:lvlOverride>
  </w:num>
  <w:num w:numId="62">
    <w:abstractNumId w:val="16"/>
    <w:lvlOverride w:ilvl="0">
      <w:startOverride w:val="1"/>
    </w:lvlOverride>
  </w:num>
  <w:num w:numId="63">
    <w:abstractNumId w:val="16"/>
    <w:lvlOverride w:ilvl="0">
      <w:startOverride w:val="1"/>
    </w:lvlOverride>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lvlOverride w:ilvl="0">
      <w:startOverride w:val="1"/>
    </w:lvlOverride>
  </w:num>
  <w:num w:numId="66">
    <w:abstractNumId w:val="31"/>
    <w:lvlOverride w:ilvl="0">
      <w:startOverride w:val="1"/>
    </w:lvlOverride>
  </w:num>
  <w:num w:numId="67">
    <w:abstractNumId w:val="31"/>
    <w:lvlOverride w:ilvl="0">
      <w:startOverride w:val="1"/>
    </w:lvlOverride>
  </w:num>
  <w:num w:numId="68">
    <w:abstractNumId w:val="31"/>
    <w:lvlOverride w:ilvl="0">
      <w:startOverride w:val="1"/>
    </w:lvlOverride>
  </w:num>
  <w:num w:numId="69">
    <w:abstractNumId w:val="31"/>
    <w:lvlOverride w:ilvl="0">
      <w:startOverride w:val="1"/>
    </w:lvlOverride>
  </w:num>
  <w:num w:numId="70">
    <w:abstractNumId w:val="31"/>
    <w:lvlOverride w:ilvl="0">
      <w:startOverride w:val="1"/>
    </w:lvlOverride>
  </w:num>
  <w:num w:numId="71">
    <w:abstractNumId w:val="16"/>
    <w:lvlOverride w:ilvl="0">
      <w:startOverride w:val="1"/>
    </w:lvlOverride>
  </w:num>
  <w:num w:numId="72">
    <w:abstractNumId w:val="16"/>
    <w:lvlOverride w:ilvl="0">
      <w:startOverride w:val="1"/>
    </w:lvlOverride>
  </w:num>
  <w:num w:numId="73">
    <w:abstractNumId w:val="31"/>
    <w:lvlOverride w:ilvl="0">
      <w:startOverride w:val="1"/>
    </w:lvlOverride>
  </w:num>
  <w:num w:numId="74">
    <w:abstractNumId w:val="16"/>
    <w:lvlOverride w:ilvl="0">
      <w:startOverride w:val="1"/>
    </w:lvlOverride>
  </w:num>
  <w:num w:numId="75">
    <w:abstractNumId w:val="16"/>
    <w:lvlOverride w:ilvl="0">
      <w:startOverride w:val="1"/>
    </w:lvlOverride>
  </w:num>
  <w:num w:numId="76">
    <w:abstractNumId w:val="16"/>
    <w:lvlOverride w:ilvl="0">
      <w:startOverride w:val="1"/>
    </w:lvlOverride>
  </w:num>
  <w:num w:numId="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6"/>
    <w:lvlOverride w:ilvl="0">
      <w:startOverride w:val="1"/>
    </w:lvlOverride>
  </w:num>
  <w:num w:numId="79">
    <w:abstractNumId w:val="31"/>
    <w:lvlOverride w:ilvl="0">
      <w:startOverride w:val="1"/>
    </w:lvlOverride>
  </w:num>
  <w:num w:numId="80">
    <w:abstractNumId w:val="31"/>
    <w:lvlOverride w:ilvl="0">
      <w:startOverride w:val="1"/>
    </w:lvlOverride>
  </w:num>
  <w:num w:numId="81">
    <w:abstractNumId w:val="16"/>
    <w:lvlOverride w:ilvl="0">
      <w:startOverride w:val="1"/>
    </w:lvlOverride>
  </w:num>
  <w:num w:numId="82">
    <w:abstractNumId w:val="16"/>
    <w:lvlOverride w:ilvl="0">
      <w:startOverride w:val="1"/>
    </w:lvlOverride>
  </w:num>
  <w:num w:numId="83">
    <w:abstractNumId w:val="16"/>
    <w:lvlOverride w:ilvl="0">
      <w:startOverride w:val="1"/>
    </w:lvlOverride>
  </w:num>
  <w:num w:numId="84">
    <w:abstractNumId w:val="31"/>
    <w:lvlOverride w:ilvl="0">
      <w:startOverride w:val="1"/>
    </w:lvlOverride>
  </w:num>
  <w:num w:numId="85">
    <w:abstractNumId w:val="31"/>
    <w:lvlOverride w:ilvl="0">
      <w:startOverride w:val="1"/>
    </w:lvlOverride>
  </w:num>
  <w:num w:numId="86">
    <w:abstractNumId w:val="16"/>
    <w:lvlOverride w:ilvl="0">
      <w:startOverride w:val="1"/>
    </w:lvlOverride>
  </w:num>
  <w:num w:numId="87">
    <w:abstractNumId w:val="16"/>
    <w:lvlOverride w:ilvl="0">
      <w:startOverride w:val="1"/>
    </w:lvlOverride>
  </w:num>
  <w:num w:numId="88">
    <w:abstractNumId w:val="16"/>
    <w:lvlOverride w:ilvl="0">
      <w:startOverride w:val="1"/>
    </w:lvlOverride>
  </w:num>
  <w:num w:numId="89">
    <w:abstractNumId w:val="16"/>
    <w:lvlOverride w:ilvl="0">
      <w:startOverride w:val="1"/>
    </w:lvlOverride>
  </w:num>
  <w:num w:numId="90">
    <w:abstractNumId w:val="27"/>
    <w:lvlOverride w:ilvl="0">
      <w:startOverride w:val="1"/>
    </w:lvlOverride>
  </w:num>
  <w:num w:numId="91">
    <w:abstractNumId w:val="13"/>
  </w:num>
  <w:num w:numId="92">
    <w:abstractNumId w:val="16"/>
    <w:lvlOverride w:ilvl="0">
      <w:startOverride w:val="1"/>
    </w:lvlOverride>
  </w:num>
  <w:num w:numId="93">
    <w:abstractNumId w:val="31"/>
    <w:lvlOverride w:ilvl="0">
      <w:startOverride w:val="1"/>
    </w:lvlOverride>
  </w:num>
  <w:num w:numId="94">
    <w:abstractNumId w:val="31"/>
    <w:lvlOverride w:ilvl="0">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XtoolsFileType" w:val="Word97"/>
  </w:docVars>
  <w:rsids>
    <w:rsidRoot w:val="00CE53BF"/>
    <w:rsid w:val="0000257C"/>
    <w:rsid w:val="000079AF"/>
    <w:rsid w:val="0001491C"/>
    <w:rsid w:val="00016D56"/>
    <w:rsid w:val="00017152"/>
    <w:rsid w:val="0002020F"/>
    <w:rsid w:val="00026B0D"/>
    <w:rsid w:val="0002777F"/>
    <w:rsid w:val="000305C6"/>
    <w:rsid w:val="0003385F"/>
    <w:rsid w:val="00035F90"/>
    <w:rsid w:val="0004160E"/>
    <w:rsid w:val="0004304F"/>
    <w:rsid w:val="00043350"/>
    <w:rsid w:val="000443C6"/>
    <w:rsid w:val="00047E3A"/>
    <w:rsid w:val="00060562"/>
    <w:rsid w:val="000633C4"/>
    <w:rsid w:val="000659A2"/>
    <w:rsid w:val="00071684"/>
    <w:rsid w:val="00076E6C"/>
    <w:rsid w:val="00080E48"/>
    <w:rsid w:val="000817D7"/>
    <w:rsid w:val="00087188"/>
    <w:rsid w:val="00094A5C"/>
    <w:rsid w:val="000A1844"/>
    <w:rsid w:val="000C5130"/>
    <w:rsid w:val="000D00CE"/>
    <w:rsid w:val="000D1960"/>
    <w:rsid w:val="000E2DC7"/>
    <w:rsid w:val="000E7A9E"/>
    <w:rsid w:val="000F2A3B"/>
    <w:rsid w:val="000F30D0"/>
    <w:rsid w:val="000F4A6F"/>
    <w:rsid w:val="000F604A"/>
    <w:rsid w:val="001101CE"/>
    <w:rsid w:val="00113FB8"/>
    <w:rsid w:val="00120F2E"/>
    <w:rsid w:val="00122587"/>
    <w:rsid w:val="00147F0D"/>
    <w:rsid w:val="00152BE7"/>
    <w:rsid w:val="00164B00"/>
    <w:rsid w:val="00165F65"/>
    <w:rsid w:val="001673EA"/>
    <w:rsid w:val="00171388"/>
    <w:rsid w:val="00175C93"/>
    <w:rsid w:val="0019049C"/>
    <w:rsid w:val="00195A9E"/>
    <w:rsid w:val="001A4F87"/>
    <w:rsid w:val="001B3637"/>
    <w:rsid w:val="001C2CC6"/>
    <w:rsid w:val="001D3159"/>
    <w:rsid w:val="001D3875"/>
    <w:rsid w:val="001F35B8"/>
    <w:rsid w:val="001F46E7"/>
    <w:rsid w:val="00200C90"/>
    <w:rsid w:val="002060F7"/>
    <w:rsid w:val="00206B15"/>
    <w:rsid w:val="0023277E"/>
    <w:rsid w:val="00232F8D"/>
    <w:rsid w:val="00233BC2"/>
    <w:rsid w:val="00233F00"/>
    <w:rsid w:val="0023562D"/>
    <w:rsid w:val="00240697"/>
    <w:rsid w:val="002426FD"/>
    <w:rsid w:val="00243E42"/>
    <w:rsid w:val="002467D7"/>
    <w:rsid w:val="002475D9"/>
    <w:rsid w:val="00261C0B"/>
    <w:rsid w:val="00274CB6"/>
    <w:rsid w:val="00277D9D"/>
    <w:rsid w:val="00286518"/>
    <w:rsid w:val="00292AEA"/>
    <w:rsid w:val="00292FC8"/>
    <w:rsid w:val="002959BF"/>
    <w:rsid w:val="002A32F7"/>
    <w:rsid w:val="002B07C6"/>
    <w:rsid w:val="002B1DD5"/>
    <w:rsid w:val="002B5AA3"/>
    <w:rsid w:val="002C35D6"/>
    <w:rsid w:val="002C7739"/>
    <w:rsid w:val="002D1F19"/>
    <w:rsid w:val="002D3BE7"/>
    <w:rsid w:val="002E0AC4"/>
    <w:rsid w:val="002E39FE"/>
    <w:rsid w:val="002E78F0"/>
    <w:rsid w:val="002F0AF1"/>
    <w:rsid w:val="002F34DD"/>
    <w:rsid w:val="002F7796"/>
    <w:rsid w:val="00304CC3"/>
    <w:rsid w:val="00305E33"/>
    <w:rsid w:val="0031108E"/>
    <w:rsid w:val="00313BBE"/>
    <w:rsid w:val="00313F30"/>
    <w:rsid w:val="003179E4"/>
    <w:rsid w:val="00324C4F"/>
    <w:rsid w:val="00334801"/>
    <w:rsid w:val="00341663"/>
    <w:rsid w:val="003421C6"/>
    <w:rsid w:val="00342CD0"/>
    <w:rsid w:val="0034736D"/>
    <w:rsid w:val="003524D4"/>
    <w:rsid w:val="003568E9"/>
    <w:rsid w:val="0035701A"/>
    <w:rsid w:val="003629AE"/>
    <w:rsid w:val="00367D8E"/>
    <w:rsid w:val="00380193"/>
    <w:rsid w:val="003806F1"/>
    <w:rsid w:val="00381FFF"/>
    <w:rsid w:val="00385833"/>
    <w:rsid w:val="0038612C"/>
    <w:rsid w:val="003A06C4"/>
    <w:rsid w:val="003A3D63"/>
    <w:rsid w:val="003B3793"/>
    <w:rsid w:val="003B5009"/>
    <w:rsid w:val="003C7BBE"/>
    <w:rsid w:val="003D0EF3"/>
    <w:rsid w:val="003D354B"/>
    <w:rsid w:val="003D7A6B"/>
    <w:rsid w:val="003E4E73"/>
    <w:rsid w:val="003E5B76"/>
    <w:rsid w:val="003F0178"/>
    <w:rsid w:val="003F5078"/>
    <w:rsid w:val="00407C05"/>
    <w:rsid w:val="004127BC"/>
    <w:rsid w:val="004144EB"/>
    <w:rsid w:val="00414F93"/>
    <w:rsid w:val="00417B10"/>
    <w:rsid w:val="00420136"/>
    <w:rsid w:val="00420B13"/>
    <w:rsid w:val="00422473"/>
    <w:rsid w:val="00433615"/>
    <w:rsid w:val="00434624"/>
    <w:rsid w:val="004362BC"/>
    <w:rsid w:val="00437AAD"/>
    <w:rsid w:val="00441B2D"/>
    <w:rsid w:val="0044509B"/>
    <w:rsid w:val="00465FB0"/>
    <w:rsid w:val="004729DA"/>
    <w:rsid w:val="0047706E"/>
    <w:rsid w:val="004A2D86"/>
    <w:rsid w:val="004A4F32"/>
    <w:rsid w:val="004B1306"/>
    <w:rsid w:val="004C073A"/>
    <w:rsid w:val="004C11C1"/>
    <w:rsid w:val="004C353C"/>
    <w:rsid w:val="004D040D"/>
    <w:rsid w:val="004D220E"/>
    <w:rsid w:val="004D2436"/>
    <w:rsid w:val="004E0269"/>
    <w:rsid w:val="004F3D93"/>
    <w:rsid w:val="004F4B12"/>
    <w:rsid w:val="004F666C"/>
    <w:rsid w:val="004F6E5E"/>
    <w:rsid w:val="00503647"/>
    <w:rsid w:val="0050435B"/>
    <w:rsid w:val="00505877"/>
    <w:rsid w:val="0050635D"/>
    <w:rsid w:val="0051307D"/>
    <w:rsid w:val="00514C62"/>
    <w:rsid w:val="00514DBE"/>
    <w:rsid w:val="00516E6B"/>
    <w:rsid w:val="00520357"/>
    <w:rsid w:val="00522204"/>
    <w:rsid w:val="00524A7D"/>
    <w:rsid w:val="00524CAD"/>
    <w:rsid w:val="005278B5"/>
    <w:rsid w:val="00527B40"/>
    <w:rsid w:val="00531FE5"/>
    <w:rsid w:val="005339CD"/>
    <w:rsid w:val="00545CA3"/>
    <w:rsid w:val="00547140"/>
    <w:rsid w:val="00551B96"/>
    <w:rsid w:val="00560A26"/>
    <w:rsid w:val="00566D38"/>
    <w:rsid w:val="00572F06"/>
    <w:rsid w:val="0058107E"/>
    <w:rsid w:val="00590D96"/>
    <w:rsid w:val="00592247"/>
    <w:rsid w:val="005A5A7A"/>
    <w:rsid w:val="005B1520"/>
    <w:rsid w:val="005B3D48"/>
    <w:rsid w:val="005B7049"/>
    <w:rsid w:val="005C4E08"/>
    <w:rsid w:val="005C6713"/>
    <w:rsid w:val="005C7773"/>
    <w:rsid w:val="005E60C1"/>
    <w:rsid w:val="005F2248"/>
    <w:rsid w:val="005F4048"/>
    <w:rsid w:val="005F5BEA"/>
    <w:rsid w:val="005F5E55"/>
    <w:rsid w:val="0060063F"/>
    <w:rsid w:val="00600BE5"/>
    <w:rsid w:val="006048DB"/>
    <w:rsid w:val="00607E5A"/>
    <w:rsid w:val="00607F0D"/>
    <w:rsid w:val="00612084"/>
    <w:rsid w:val="006144E7"/>
    <w:rsid w:val="006159FA"/>
    <w:rsid w:val="00624D86"/>
    <w:rsid w:val="00630C91"/>
    <w:rsid w:val="006335E5"/>
    <w:rsid w:val="00637CC0"/>
    <w:rsid w:val="0064191E"/>
    <w:rsid w:val="00642D4F"/>
    <w:rsid w:val="0064470E"/>
    <w:rsid w:val="0064535B"/>
    <w:rsid w:val="00647145"/>
    <w:rsid w:val="006519F7"/>
    <w:rsid w:val="00661C01"/>
    <w:rsid w:val="00662C4D"/>
    <w:rsid w:val="0066551E"/>
    <w:rsid w:val="006666E9"/>
    <w:rsid w:val="00677A98"/>
    <w:rsid w:val="006809AD"/>
    <w:rsid w:val="006812D9"/>
    <w:rsid w:val="006A0A5F"/>
    <w:rsid w:val="006A572F"/>
    <w:rsid w:val="006B1038"/>
    <w:rsid w:val="006B5F91"/>
    <w:rsid w:val="006C47C3"/>
    <w:rsid w:val="006D1360"/>
    <w:rsid w:val="006D3DBE"/>
    <w:rsid w:val="006D536C"/>
    <w:rsid w:val="006D5C06"/>
    <w:rsid w:val="006D6141"/>
    <w:rsid w:val="006D6C1F"/>
    <w:rsid w:val="006E0B2E"/>
    <w:rsid w:val="006E58E5"/>
    <w:rsid w:val="006E7BE7"/>
    <w:rsid w:val="006F33FB"/>
    <w:rsid w:val="006F76C9"/>
    <w:rsid w:val="00701699"/>
    <w:rsid w:val="0071641C"/>
    <w:rsid w:val="00717ED2"/>
    <w:rsid w:val="00720FEB"/>
    <w:rsid w:val="007353B9"/>
    <w:rsid w:val="00735C7A"/>
    <w:rsid w:val="00735CA5"/>
    <w:rsid w:val="0074253C"/>
    <w:rsid w:val="00743ED1"/>
    <w:rsid w:val="00744CA6"/>
    <w:rsid w:val="00762B16"/>
    <w:rsid w:val="00766123"/>
    <w:rsid w:val="00767181"/>
    <w:rsid w:val="007728AB"/>
    <w:rsid w:val="007728D1"/>
    <w:rsid w:val="00781DDC"/>
    <w:rsid w:val="00782D51"/>
    <w:rsid w:val="007852BB"/>
    <w:rsid w:val="007878BF"/>
    <w:rsid w:val="007970AF"/>
    <w:rsid w:val="007A0A36"/>
    <w:rsid w:val="007A5191"/>
    <w:rsid w:val="007A55B6"/>
    <w:rsid w:val="007B6099"/>
    <w:rsid w:val="007D5200"/>
    <w:rsid w:val="007E1C10"/>
    <w:rsid w:val="007E4DE8"/>
    <w:rsid w:val="007F0115"/>
    <w:rsid w:val="007F122A"/>
    <w:rsid w:val="00803896"/>
    <w:rsid w:val="008048D9"/>
    <w:rsid w:val="00805A8C"/>
    <w:rsid w:val="00812785"/>
    <w:rsid w:val="008147A5"/>
    <w:rsid w:val="00832BC4"/>
    <w:rsid w:val="00844DE3"/>
    <w:rsid w:val="00856204"/>
    <w:rsid w:val="008663F9"/>
    <w:rsid w:val="00872D60"/>
    <w:rsid w:val="0087552B"/>
    <w:rsid w:val="008755AF"/>
    <w:rsid w:val="008850AF"/>
    <w:rsid w:val="0089088B"/>
    <w:rsid w:val="0089368A"/>
    <w:rsid w:val="0089377C"/>
    <w:rsid w:val="00896E89"/>
    <w:rsid w:val="008A2F77"/>
    <w:rsid w:val="008B711E"/>
    <w:rsid w:val="008B7495"/>
    <w:rsid w:val="008D0BCB"/>
    <w:rsid w:val="008D5E4D"/>
    <w:rsid w:val="008E4F5E"/>
    <w:rsid w:val="008F19CD"/>
    <w:rsid w:val="008F446C"/>
    <w:rsid w:val="008F70B4"/>
    <w:rsid w:val="009026E8"/>
    <w:rsid w:val="0091365B"/>
    <w:rsid w:val="00920F2A"/>
    <w:rsid w:val="00924D57"/>
    <w:rsid w:val="00930A5F"/>
    <w:rsid w:val="00931034"/>
    <w:rsid w:val="00931F9F"/>
    <w:rsid w:val="00933A30"/>
    <w:rsid w:val="009368B3"/>
    <w:rsid w:val="00936BF2"/>
    <w:rsid w:val="00937C46"/>
    <w:rsid w:val="009409AE"/>
    <w:rsid w:val="0094194F"/>
    <w:rsid w:val="009426DD"/>
    <w:rsid w:val="00953A49"/>
    <w:rsid w:val="00955A53"/>
    <w:rsid w:val="0096142C"/>
    <w:rsid w:val="00962830"/>
    <w:rsid w:val="00970A0E"/>
    <w:rsid w:val="009711D9"/>
    <w:rsid w:val="00972DA8"/>
    <w:rsid w:val="00975463"/>
    <w:rsid w:val="009829BC"/>
    <w:rsid w:val="00982F4B"/>
    <w:rsid w:val="00994A0A"/>
    <w:rsid w:val="00995786"/>
    <w:rsid w:val="009971CF"/>
    <w:rsid w:val="009A71D5"/>
    <w:rsid w:val="009B6290"/>
    <w:rsid w:val="009C2F09"/>
    <w:rsid w:val="009C568E"/>
    <w:rsid w:val="009D07A7"/>
    <w:rsid w:val="009D0C5B"/>
    <w:rsid w:val="009D2DE3"/>
    <w:rsid w:val="009D71FF"/>
    <w:rsid w:val="009E1540"/>
    <w:rsid w:val="009E6330"/>
    <w:rsid w:val="00A03F98"/>
    <w:rsid w:val="00A12D11"/>
    <w:rsid w:val="00A1470C"/>
    <w:rsid w:val="00A16A6A"/>
    <w:rsid w:val="00A17180"/>
    <w:rsid w:val="00A2023F"/>
    <w:rsid w:val="00A22514"/>
    <w:rsid w:val="00A31E20"/>
    <w:rsid w:val="00A31E73"/>
    <w:rsid w:val="00A321F8"/>
    <w:rsid w:val="00A3671B"/>
    <w:rsid w:val="00A5179D"/>
    <w:rsid w:val="00A53AE2"/>
    <w:rsid w:val="00A544A7"/>
    <w:rsid w:val="00A54778"/>
    <w:rsid w:val="00A600EC"/>
    <w:rsid w:val="00A628B6"/>
    <w:rsid w:val="00A62A85"/>
    <w:rsid w:val="00A62C55"/>
    <w:rsid w:val="00A64F2E"/>
    <w:rsid w:val="00A654A3"/>
    <w:rsid w:val="00A704D2"/>
    <w:rsid w:val="00A7090B"/>
    <w:rsid w:val="00A74327"/>
    <w:rsid w:val="00A75070"/>
    <w:rsid w:val="00A779A1"/>
    <w:rsid w:val="00A80A5E"/>
    <w:rsid w:val="00A87EB1"/>
    <w:rsid w:val="00A9606D"/>
    <w:rsid w:val="00AA02CB"/>
    <w:rsid w:val="00AB69A3"/>
    <w:rsid w:val="00AC3773"/>
    <w:rsid w:val="00AC37F8"/>
    <w:rsid w:val="00AC607B"/>
    <w:rsid w:val="00AD3CAA"/>
    <w:rsid w:val="00AE2224"/>
    <w:rsid w:val="00AE487F"/>
    <w:rsid w:val="00AE747B"/>
    <w:rsid w:val="00AF6BF4"/>
    <w:rsid w:val="00B00ED2"/>
    <w:rsid w:val="00B045C9"/>
    <w:rsid w:val="00B054EF"/>
    <w:rsid w:val="00B10AF2"/>
    <w:rsid w:val="00B11276"/>
    <w:rsid w:val="00B2104E"/>
    <w:rsid w:val="00B22E6E"/>
    <w:rsid w:val="00B23405"/>
    <w:rsid w:val="00B24BBB"/>
    <w:rsid w:val="00B30CF3"/>
    <w:rsid w:val="00B33C3B"/>
    <w:rsid w:val="00B36FB9"/>
    <w:rsid w:val="00B4066B"/>
    <w:rsid w:val="00B43726"/>
    <w:rsid w:val="00B43B6B"/>
    <w:rsid w:val="00B4449A"/>
    <w:rsid w:val="00B50B7D"/>
    <w:rsid w:val="00B56916"/>
    <w:rsid w:val="00B67101"/>
    <w:rsid w:val="00B67B94"/>
    <w:rsid w:val="00B70D7E"/>
    <w:rsid w:val="00B71082"/>
    <w:rsid w:val="00B77CCD"/>
    <w:rsid w:val="00B80D52"/>
    <w:rsid w:val="00B84BF1"/>
    <w:rsid w:val="00B85D1B"/>
    <w:rsid w:val="00B93559"/>
    <w:rsid w:val="00B96E78"/>
    <w:rsid w:val="00BA3765"/>
    <w:rsid w:val="00BA4692"/>
    <w:rsid w:val="00BA47F0"/>
    <w:rsid w:val="00BB4FC6"/>
    <w:rsid w:val="00BB75EB"/>
    <w:rsid w:val="00BC1BB2"/>
    <w:rsid w:val="00BC3214"/>
    <w:rsid w:val="00BC3C03"/>
    <w:rsid w:val="00BC4FAD"/>
    <w:rsid w:val="00BD6C21"/>
    <w:rsid w:val="00BE1B7E"/>
    <w:rsid w:val="00BE61E5"/>
    <w:rsid w:val="00BF1255"/>
    <w:rsid w:val="00C007DA"/>
    <w:rsid w:val="00C017A8"/>
    <w:rsid w:val="00C033E6"/>
    <w:rsid w:val="00C0638F"/>
    <w:rsid w:val="00C07936"/>
    <w:rsid w:val="00C10880"/>
    <w:rsid w:val="00C122F4"/>
    <w:rsid w:val="00C14774"/>
    <w:rsid w:val="00C248A4"/>
    <w:rsid w:val="00C25D93"/>
    <w:rsid w:val="00C42CC4"/>
    <w:rsid w:val="00C43F0D"/>
    <w:rsid w:val="00C43F68"/>
    <w:rsid w:val="00C44DAF"/>
    <w:rsid w:val="00C45587"/>
    <w:rsid w:val="00C508A4"/>
    <w:rsid w:val="00C51151"/>
    <w:rsid w:val="00C54FE8"/>
    <w:rsid w:val="00C611E2"/>
    <w:rsid w:val="00C77B00"/>
    <w:rsid w:val="00C81A43"/>
    <w:rsid w:val="00C82ADD"/>
    <w:rsid w:val="00C82EB5"/>
    <w:rsid w:val="00C921B2"/>
    <w:rsid w:val="00C93A9B"/>
    <w:rsid w:val="00C93FCB"/>
    <w:rsid w:val="00C978C0"/>
    <w:rsid w:val="00CA2A63"/>
    <w:rsid w:val="00CA5580"/>
    <w:rsid w:val="00CB3C84"/>
    <w:rsid w:val="00CC28DC"/>
    <w:rsid w:val="00CC2F02"/>
    <w:rsid w:val="00CD151C"/>
    <w:rsid w:val="00CE53BF"/>
    <w:rsid w:val="00CE605A"/>
    <w:rsid w:val="00CE6C39"/>
    <w:rsid w:val="00CF2F6B"/>
    <w:rsid w:val="00CF3A09"/>
    <w:rsid w:val="00CF5FB4"/>
    <w:rsid w:val="00D13AD3"/>
    <w:rsid w:val="00D16465"/>
    <w:rsid w:val="00D30F5C"/>
    <w:rsid w:val="00D34664"/>
    <w:rsid w:val="00D348F0"/>
    <w:rsid w:val="00D35314"/>
    <w:rsid w:val="00D3568E"/>
    <w:rsid w:val="00D36B3F"/>
    <w:rsid w:val="00D40698"/>
    <w:rsid w:val="00D4264E"/>
    <w:rsid w:val="00D44424"/>
    <w:rsid w:val="00D54D16"/>
    <w:rsid w:val="00D641A4"/>
    <w:rsid w:val="00D67684"/>
    <w:rsid w:val="00D7149B"/>
    <w:rsid w:val="00D80CB4"/>
    <w:rsid w:val="00D854C4"/>
    <w:rsid w:val="00D90316"/>
    <w:rsid w:val="00D95C68"/>
    <w:rsid w:val="00D9762B"/>
    <w:rsid w:val="00DB162C"/>
    <w:rsid w:val="00DB33DE"/>
    <w:rsid w:val="00DB58DD"/>
    <w:rsid w:val="00DB76F1"/>
    <w:rsid w:val="00DC450E"/>
    <w:rsid w:val="00DD1A33"/>
    <w:rsid w:val="00DE267E"/>
    <w:rsid w:val="00DE5652"/>
    <w:rsid w:val="00DE7334"/>
    <w:rsid w:val="00DF0583"/>
    <w:rsid w:val="00DF266C"/>
    <w:rsid w:val="00DF44BF"/>
    <w:rsid w:val="00DF5A30"/>
    <w:rsid w:val="00DF6E28"/>
    <w:rsid w:val="00E118C5"/>
    <w:rsid w:val="00E138FB"/>
    <w:rsid w:val="00E2179B"/>
    <w:rsid w:val="00E22D2F"/>
    <w:rsid w:val="00E238B4"/>
    <w:rsid w:val="00E33C4C"/>
    <w:rsid w:val="00E43E11"/>
    <w:rsid w:val="00E44599"/>
    <w:rsid w:val="00E45B80"/>
    <w:rsid w:val="00E45D47"/>
    <w:rsid w:val="00E512CC"/>
    <w:rsid w:val="00E53D06"/>
    <w:rsid w:val="00E54697"/>
    <w:rsid w:val="00E5644A"/>
    <w:rsid w:val="00E56F62"/>
    <w:rsid w:val="00E57542"/>
    <w:rsid w:val="00E6021E"/>
    <w:rsid w:val="00E6116D"/>
    <w:rsid w:val="00E61943"/>
    <w:rsid w:val="00E6210C"/>
    <w:rsid w:val="00E62AD0"/>
    <w:rsid w:val="00E65C36"/>
    <w:rsid w:val="00E70B21"/>
    <w:rsid w:val="00E71017"/>
    <w:rsid w:val="00E74376"/>
    <w:rsid w:val="00E75E9F"/>
    <w:rsid w:val="00E836CD"/>
    <w:rsid w:val="00E869F2"/>
    <w:rsid w:val="00E91DB7"/>
    <w:rsid w:val="00E942EA"/>
    <w:rsid w:val="00E96A18"/>
    <w:rsid w:val="00EA3368"/>
    <w:rsid w:val="00EA74F6"/>
    <w:rsid w:val="00EB777E"/>
    <w:rsid w:val="00EC029F"/>
    <w:rsid w:val="00EC4A57"/>
    <w:rsid w:val="00EC7735"/>
    <w:rsid w:val="00EE1339"/>
    <w:rsid w:val="00EE1E57"/>
    <w:rsid w:val="00EE2A92"/>
    <w:rsid w:val="00EE3EC4"/>
    <w:rsid w:val="00EF1BC1"/>
    <w:rsid w:val="00EF21D1"/>
    <w:rsid w:val="00EF5437"/>
    <w:rsid w:val="00EF768E"/>
    <w:rsid w:val="00EF7D98"/>
    <w:rsid w:val="00F03AD5"/>
    <w:rsid w:val="00F04CA3"/>
    <w:rsid w:val="00F06188"/>
    <w:rsid w:val="00F127B4"/>
    <w:rsid w:val="00F206A5"/>
    <w:rsid w:val="00F219C9"/>
    <w:rsid w:val="00F41820"/>
    <w:rsid w:val="00F446C2"/>
    <w:rsid w:val="00F4500F"/>
    <w:rsid w:val="00F46CE7"/>
    <w:rsid w:val="00F502ED"/>
    <w:rsid w:val="00F66FB4"/>
    <w:rsid w:val="00F7040A"/>
    <w:rsid w:val="00F75917"/>
    <w:rsid w:val="00F75F19"/>
    <w:rsid w:val="00F763E3"/>
    <w:rsid w:val="00F80B2E"/>
    <w:rsid w:val="00F81B6F"/>
    <w:rsid w:val="00F83970"/>
    <w:rsid w:val="00F90AAB"/>
    <w:rsid w:val="00F90B56"/>
    <w:rsid w:val="00F90E1C"/>
    <w:rsid w:val="00F921F6"/>
    <w:rsid w:val="00F944C8"/>
    <w:rsid w:val="00FA25C5"/>
    <w:rsid w:val="00FA2B3A"/>
    <w:rsid w:val="00FC11A8"/>
    <w:rsid w:val="00FC34A6"/>
    <w:rsid w:val="00FC4352"/>
    <w:rsid w:val="00FD00B2"/>
    <w:rsid w:val="00FE4BA0"/>
    <w:rsid w:val="00FE4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E90E450"/>
  <w15:docId w15:val="{124CA10C-8640-4194-B4D0-2FD3E90D1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12D11"/>
    <w:rPr>
      <w:rFonts w:ascii="Arial" w:hAnsi="Arial"/>
      <w:szCs w:val="24"/>
      <w:lang w:val="en-GB"/>
    </w:rPr>
  </w:style>
  <w:style w:type="paragraph" w:styleId="Heading1">
    <w:name w:val="heading 1"/>
    <w:basedOn w:val="Normal"/>
    <w:next w:val="Normal"/>
    <w:rsid w:val="00B36FB9"/>
    <w:pPr>
      <w:outlineLvl w:val="0"/>
    </w:pPr>
    <w:rPr>
      <w:rFonts w:cs="Arial"/>
      <w:bCs/>
      <w:szCs w:val="32"/>
    </w:rPr>
  </w:style>
  <w:style w:type="paragraph" w:styleId="Heading2">
    <w:name w:val="heading 2"/>
    <w:basedOn w:val="Normal"/>
    <w:next w:val="Normal"/>
    <w:rsid w:val="00B36FB9"/>
    <w:pPr>
      <w:outlineLvl w:val="1"/>
    </w:pPr>
    <w:rPr>
      <w:rFonts w:cs="Arial"/>
      <w:bCs/>
      <w:iCs/>
      <w:szCs w:val="28"/>
    </w:rPr>
  </w:style>
  <w:style w:type="paragraph" w:styleId="Heading3">
    <w:name w:val="heading 3"/>
    <w:basedOn w:val="Normal"/>
    <w:next w:val="Normal"/>
    <w:rsid w:val="00B36FB9"/>
    <w:pPr>
      <w:outlineLvl w:val="2"/>
    </w:pPr>
    <w:rPr>
      <w:rFonts w:cs="Arial"/>
      <w:bCs/>
      <w:szCs w:val="26"/>
    </w:rPr>
  </w:style>
  <w:style w:type="paragraph" w:styleId="Heading4">
    <w:name w:val="heading 4"/>
    <w:basedOn w:val="Normal"/>
    <w:next w:val="Normal"/>
    <w:rsid w:val="00B36FB9"/>
    <w:pPr>
      <w:outlineLvl w:val="3"/>
    </w:pPr>
    <w:rPr>
      <w:bCs/>
      <w:szCs w:val="28"/>
    </w:rPr>
  </w:style>
  <w:style w:type="paragraph" w:styleId="Heading5">
    <w:name w:val="heading 5"/>
    <w:basedOn w:val="Normal"/>
    <w:next w:val="Normal"/>
    <w:rsid w:val="00B36FB9"/>
    <w:pPr>
      <w:outlineLvl w:val="4"/>
    </w:pPr>
    <w:rPr>
      <w:bCs/>
      <w:iCs/>
      <w:szCs w:val="26"/>
    </w:rPr>
  </w:style>
  <w:style w:type="paragraph" w:styleId="Heading6">
    <w:name w:val="heading 6"/>
    <w:basedOn w:val="Normal"/>
    <w:next w:val="Normal"/>
    <w:rsid w:val="00B36FB9"/>
    <w:pPr>
      <w:outlineLvl w:val="5"/>
    </w:pPr>
    <w:rPr>
      <w:bCs/>
      <w:szCs w:val="22"/>
    </w:rPr>
  </w:style>
  <w:style w:type="paragraph" w:styleId="Heading7">
    <w:name w:val="heading 7"/>
    <w:basedOn w:val="Normal"/>
    <w:next w:val="Normal"/>
    <w:rsid w:val="00B36FB9"/>
    <w:pPr>
      <w:outlineLvl w:val="6"/>
    </w:pPr>
  </w:style>
  <w:style w:type="paragraph" w:styleId="Heading8">
    <w:name w:val="heading 8"/>
    <w:basedOn w:val="Normal"/>
    <w:next w:val="Normal"/>
    <w:rsid w:val="00B36FB9"/>
    <w:pPr>
      <w:outlineLvl w:val="7"/>
    </w:pPr>
    <w:rPr>
      <w:iCs/>
    </w:rPr>
  </w:style>
  <w:style w:type="paragraph" w:styleId="Heading9">
    <w:name w:val="heading 9"/>
    <w:basedOn w:val="Normal"/>
    <w:next w:val="Normal"/>
    <w:rsid w:val="00B36FB9"/>
    <w:p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Body"/>
    <w:semiHidden/>
    <w:rsid w:val="00B36FB9"/>
    <w:pPr>
      <w:spacing w:before="280" w:after="140" w:line="290" w:lineRule="auto"/>
    </w:pPr>
    <w:rPr>
      <w:kern w:val="20"/>
    </w:rPr>
  </w:style>
  <w:style w:type="paragraph" w:customStyle="1" w:styleId="Body">
    <w:name w:val="Body"/>
    <w:basedOn w:val="Normal"/>
    <w:qFormat/>
    <w:rsid w:val="00B36FB9"/>
    <w:pPr>
      <w:spacing w:after="140" w:line="290" w:lineRule="auto"/>
      <w:jc w:val="both"/>
    </w:pPr>
    <w:rPr>
      <w:kern w:val="20"/>
    </w:rPr>
  </w:style>
  <w:style w:type="paragraph" w:customStyle="1" w:styleId="Body1">
    <w:name w:val="Body 1"/>
    <w:basedOn w:val="Normal"/>
    <w:qFormat/>
    <w:rsid w:val="00B36FB9"/>
    <w:pPr>
      <w:spacing w:after="140" w:line="290" w:lineRule="auto"/>
      <w:ind w:left="680"/>
      <w:jc w:val="both"/>
    </w:pPr>
    <w:rPr>
      <w:kern w:val="20"/>
    </w:rPr>
  </w:style>
  <w:style w:type="paragraph" w:customStyle="1" w:styleId="Body2">
    <w:name w:val="Body 2"/>
    <w:basedOn w:val="Normal"/>
    <w:qFormat/>
    <w:rsid w:val="00B36FB9"/>
    <w:pPr>
      <w:spacing w:after="140" w:line="290" w:lineRule="auto"/>
      <w:ind w:left="680"/>
      <w:jc w:val="both"/>
    </w:pPr>
    <w:rPr>
      <w:kern w:val="20"/>
    </w:rPr>
  </w:style>
  <w:style w:type="paragraph" w:customStyle="1" w:styleId="Body3">
    <w:name w:val="Body 3"/>
    <w:basedOn w:val="Normal"/>
    <w:qFormat/>
    <w:rsid w:val="00B36FB9"/>
    <w:pPr>
      <w:spacing w:after="140" w:line="290" w:lineRule="auto"/>
      <w:ind w:left="1361"/>
      <w:jc w:val="both"/>
    </w:pPr>
    <w:rPr>
      <w:kern w:val="20"/>
    </w:rPr>
  </w:style>
  <w:style w:type="paragraph" w:customStyle="1" w:styleId="Body4">
    <w:name w:val="Body 4"/>
    <w:basedOn w:val="Normal"/>
    <w:qFormat/>
    <w:rsid w:val="00B36FB9"/>
    <w:pPr>
      <w:spacing w:after="140" w:line="290" w:lineRule="auto"/>
      <w:ind w:left="2041"/>
      <w:jc w:val="both"/>
    </w:pPr>
    <w:rPr>
      <w:kern w:val="20"/>
    </w:rPr>
  </w:style>
  <w:style w:type="paragraph" w:customStyle="1" w:styleId="Body5">
    <w:name w:val="Body 5"/>
    <w:basedOn w:val="Normal"/>
    <w:qFormat/>
    <w:rsid w:val="00B36FB9"/>
    <w:pPr>
      <w:spacing w:after="140" w:line="290" w:lineRule="auto"/>
      <w:ind w:left="2608"/>
      <w:jc w:val="both"/>
    </w:pPr>
    <w:rPr>
      <w:kern w:val="20"/>
    </w:rPr>
  </w:style>
  <w:style w:type="paragraph" w:customStyle="1" w:styleId="Body6">
    <w:name w:val="Body 6"/>
    <w:basedOn w:val="Normal"/>
    <w:rsid w:val="00B36FB9"/>
    <w:pPr>
      <w:spacing w:after="140" w:line="290" w:lineRule="auto"/>
      <w:ind w:left="3288"/>
      <w:jc w:val="both"/>
    </w:pPr>
    <w:rPr>
      <w:kern w:val="20"/>
    </w:rPr>
  </w:style>
  <w:style w:type="paragraph" w:customStyle="1" w:styleId="Level1">
    <w:name w:val="Level 1"/>
    <w:basedOn w:val="Normal"/>
    <w:next w:val="Body1"/>
    <w:qFormat/>
    <w:rsid w:val="00B36FB9"/>
    <w:pPr>
      <w:keepNext/>
      <w:numPr>
        <w:numId w:val="1"/>
      </w:numPr>
      <w:spacing w:before="280" w:after="140" w:line="290" w:lineRule="auto"/>
      <w:jc w:val="both"/>
      <w:outlineLvl w:val="0"/>
    </w:pPr>
    <w:rPr>
      <w:b/>
      <w:bCs/>
      <w:kern w:val="20"/>
      <w:sz w:val="22"/>
      <w:szCs w:val="32"/>
    </w:rPr>
  </w:style>
  <w:style w:type="paragraph" w:customStyle="1" w:styleId="Level2">
    <w:name w:val="Level 2"/>
    <w:basedOn w:val="Normal"/>
    <w:qFormat/>
    <w:rsid w:val="00B36FB9"/>
    <w:pPr>
      <w:numPr>
        <w:ilvl w:val="1"/>
        <w:numId w:val="1"/>
      </w:numPr>
      <w:spacing w:after="140" w:line="290" w:lineRule="auto"/>
      <w:jc w:val="both"/>
    </w:pPr>
    <w:rPr>
      <w:kern w:val="20"/>
      <w:szCs w:val="28"/>
    </w:rPr>
  </w:style>
  <w:style w:type="paragraph" w:customStyle="1" w:styleId="Level3">
    <w:name w:val="Level 3"/>
    <w:basedOn w:val="Normal"/>
    <w:qFormat/>
    <w:rsid w:val="00B36FB9"/>
    <w:pPr>
      <w:numPr>
        <w:ilvl w:val="2"/>
        <w:numId w:val="1"/>
      </w:numPr>
      <w:spacing w:after="140" w:line="290" w:lineRule="auto"/>
      <w:jc w:val="both"/>
    </w:pPr>
    <w:rPr>
      <w:kern w:val="20"/>
      <w:szCs w:val="28"/>
    </w:rPr>
  </w:style>
  <w:style w:type="paragraph" w:customStyle="1" w:styleId="Level4">
    <w:name w:val="Level 4"/>
    <w:basedOn w:val="Normal"/>
    <w:qFormat/>
    <w:rsid w:val="00B36FB9"/>
    <w:pPr>
      <w:numPr>
        <w:ilvl w:val="3"/>
        <w:numId w:val="1"/>
      </w:numPr>
      <w:spacing w:after="140" w:line="290" w:lineRule="auto"/>
      <w:jc w:val="both"/>
    </w:pPr>
    <w:rPr>
      <w:kern w:val="20"/>
    </w:rPr>
  </w:style>
  <w:style w:type="paragraph" w:customStyle="1" w:styleId="Level5">
    <w:name w:val="Level 5"/>
    <w:basedOn w:val="Normal"/>
    <w:qFormat/>
    <w:rsid w:val="00B36FB9"/>
    <w:pPr>
      <w:numPr>
        <w:ilvl w:val="4"/>
        <w:numId w:val="1"/>
      </w:numPr>
      <w:spacing w:after="140" w:line="290" w:lineRule="auto"/>
      <w:jc w:val="both"/>
    </w:pPr>
    <w:rPr>
      <w:kern w:val="20"/>
    </w:rPr>
  </w:style>
  <w:style w:type="paragraph" w:customStyle="1" w:styleId="Level6">
    <w:name w:val="Level 6"/>
    <w:basedOn w:val="Normal"/>
    <w:rsid w:val="00B36FB9"/>
    <w:pPr>
      <w:numPr>
        <w:ilvl w:val="5"/>
        <w:numId w:val="1"/>
      </w:numPr>
      <w:spacing w:after="140" w:line="290" w:lineRule="auto"/>
      <w:jc w:val="both"/>
    </w:pPr>
    <w:rPr>
      <w:kern w:val="20"/>
    </w:rPr>
  </w:style>
  <w:style w:type="paragraph" w:customStyle="1" w:styleId="Parties">
    <w:name w:val="Parties"/>
    <w:basedOn w:val="Normal"/>
    <w:rsid w:val="00B36FB9"/>
    <w:pPr>
      <w:numPr>
        <w:numId w:val="2"/>
      </w:numPr>
      <w:spacing w:after="140" w:line="290" w:lineRule="auto"/>
      <w:jc w:val="both"/>
    </w:pPr>
    <w:rPr>
      <w:kern w:val="20"/>
    </w:rPr>
  </w:style>
  <w:style w:type="paragraph" w:customStyle="1" w:styleId="Recitals">
    <w:name w:val="Recitals"/>
    <w:basedOn w:val="Normal"/>
    <w:rsid w:val="00B36FB9"/>
    <w:pPr>
      <w:numPr>
        <w:numId w:val="3"/>
      </w:numPr>
      <w:spacing w:after="140" w:line="290" w:lineRule="auto"/>
      <w:jc w:val="both"/>
    </w:pPr>
    <w:rPr>
      <w:kern w:val="20"/>
    </w:rPr>
  </w:style>
  <w:style w:type="paragraph" w:customStyle="1" w:styleId="alpha1">
    <w:name w:val="alpha 1"/>
    <w:basedOn w:val="Normal"/>
    <w:rsid w:val="005B1520"/>
    <w:pPr>
      <w:numPr>
        <w:numId w:val="7"/>
      </w:numPr>
      <w:spacing w:after="140" w:line="290" w:lineRule="auto"/>
      <w:jc w:val="both"/>
    </w:pPr>
    <w:rPr>
      <w:kern w:val="20"/>
      <w:szCs w:val="20"/>
    </w:rPr>
  </w:style>
  <w:style w:type="paragraph" w:customStyle="1" w:styleId="alpha2">
    <w:name w:val="alpha 2"/>
    <w:basedOn w:val="Normal"/>
    <w:rsid w:val="005B1520"/>
    <w:pPr>
      <w:numPr>
        <w:numId w:val="19"/>
      </w:numPr>
      <w:spacing w:after="140" w:line="290" w:lineRule="auto"/>
      <w:jc w:val="both"/>
    </w:pPr>
    <w:rPr>
      <w:kern w:val="20"/>
      <w:szCs w:val="20"/>
    </w:rPr>
  </w:style>
  <w:style w:type="paragraph" w:customStyle="1" w:styleId="alpha3">
    <w:name w:val="alpha 3"/>
    <w:basedOn w:val="Normal"/>
    <w:rsid w:val="005B1520"/>
    <w:pPr>
      <w:numPr>
        <w:numId w:val="8"/>
      </w:numPr>
      <w:spacing w:after="140" w:line="290" w:lineRule="auto"/>
      <w:jc w:val="both"/>
    </w:pPr>
    <w:rPr>
      <w:kern w:val="20"/>
      <w:szCs w:val="20"/>
    </w:rPr>
  </w:style>
  <w:style w:type="paragraph" w:customStyle="1" w:styleId="alpha4">
    <w:name w:val="alpha 4"/>
    <w:basedOn w:val="Normal"/>
    <w:rsid w:val="005B1520"/>
    <w:pPr>
      <w:numPr>
        <w:numId w:val="9"/>
      </w:numPr>
      <w:spacing w:after="140" w:line="290" w:lineRule="auto"/>
      <w:jc w:val="both"/>
    </w:pPr>
    <w:rPr>
      <w:kern w:val="20"/>
      <w:szCs w:val="20"/>
    </w:rPr>
  </w:style>
  <w:style w:type="paragraph" w:customStyle="1" w:styleId="alpha5">
    <w:name w:val="alpha 5"/>
    <w:basedOn w:val="Normal"/>
    <w:rsid w:val="005B1520"/>
    <w:pPr>
      <w:numPr>
        <w:numId w:val="10"/>
      </w:numPr>
      <w:spacing w:after="140" w:line="290" w:lineRule="auto"/>
      <w:jc w:val="both"/>
    </w:pPr>
    <w:rPr>
      <w:kern w:val="20"/>
      <w:szCs w:val="20"/>
    </w:rPr>
  </w:style>
  <w:style w:type="paragraph" w:customStyle="1" w:styleId="alpha6">
    <w:name w:val="alpha 6"/>
    <w:basedOn w:val="Normal"/>
    <w:rsid w:val="005B1520"/>
    <w:pPr>
      <w:numPr>
        <w:numId w:val="11"/>
      </w:numPr>
      <w:spacing w:after="140" w:line="290" w:lineRule="auto"/>
      <w:jc w:val="both"/>
    </w:pPr>
    <w:rPr>
      <w:kern w:val="20"/>
      <w:szCs w:val="20"/>
    </w:rPr>
  </w:style>
  <w:style w:type="paragraph" w:customStyle="1" w:styleId="bullet1">
    <w:name w:val="bullet 1"/>
    <w:basedOn w:val="Normal"/>
    <w:qFormat/>
    <w:rsid w:val="00F75F19"/>
    <w:pPr>
      <w:numPr>
        <w:numId w:val="31"/>
      </w:numPr>
      <w:spacing w:after="140" w:line="290" w:lineRule="auto"/>
      <w:jc w:val="both"/>
    </w:pPr>
    <w:rPr>
      <w:kern w:val="20"/>
    </w:rPr>
  </w:style>
  <w:style w:type="paragraph" w:customStyle="1" w:styleId="bullet2">
    <w:name w:val="bullet 2"/>
    <w:basedOn w:val="Normal"/>
    <w:rsid w:val="00286518"/>
    <w:pPr>
      <w:numPr>
        <w:numId w:val="32"/>
      </w:numPr>
      <w:spacing w:after="140" w:line="290" w:lineRule="auto"/>
      <w:jc w:val="both"/>
    </w:pPr>
    <w:rPr>
      <w:kern w:val="20"/>
    </w:rPr>
  </w:style>
  <w:style w:type="paragraph" w:customStyle="1" w:styleId="bullet3">
    <w:name w:val="bullet 3"/>
    <w:basedOn w:val="Normal"/>
    <w:rsid w:val="00286518"/>
    <w:pPr>
      <w:numPr>
        <w:numId w:val="33"/>
      </w:numPr>
      <w:spacing w:after="140" w:line="290" w:lineRule="auto"/>
      <w:jc w:val="both"/>
    </w:pPr>
    <w:rPr>
      <w:kern w:val="20"/>
    </w:rPr>
  </w:style>
  <w:style w:type="paragraph" w:customStyle="1" w:styleId="bullet4">
    <w:name w:val="bullet 4"/>
    <w:basedOn w:val="Normal"/>
    <w:rsid w:val="00286518"/>
    <w:pPr>
      <w:numPr>
        <w:numId w:val="34"/>
      </w:numPr>
      <w:spacing w:after="140" w:line="290" w:lineRule="auto"/>
      <w:jc w:val="both"/>
    </w:pPr>
    <w:rPr>
      <w:kern w:val="20"/>
    </w:rPr>
  </w:style>
  <w:style w:type="paragraph" w:customStyle="1" w:styleId="bullet5">
    <w:name w:val="bullet 5"/>
    <w:basedOn w:val="Normal"/>
    <w:rsid w:val="00286518"/>
    <w:pPr>
      <w:numPr>
        <w:numId w:val="35"/>
      </w:numPr>
      <w:spacing w:after="140" w:line="290" w:lineRule="auto"/>
      <w:jc w:val="both"/>
    </w:pPr>
    <w:rPr>
      <w:kern w:val="20"/>
    </w:rPr>
  </w:style>
  <w:style w:type="paragraph" w:customStyle="1" w:styleId="bullet6">
    <w:name w:val="bullet 6"/>
    <w:basedOn w:val="Normal"/>
    <w:rsid w:val="00286518"/>
    <w:pPr>
      <w:numPr>
        <w:numId w:val="36"/>
      </w:numPr>
      <w:spacing w:after="140" w:line="290" w:lineRule="auto"/>
      <w:jc w:val="both"/>
    </w:pPr>
    <w:rPr>
      <w:kern w:val="20"/>
    </w:rPr>
  </w:style>
  <w:style w:type="paragraph" w:customStyle="1" w:styleId="roman1">
    <w:name w:val="roman 1"/>
    <w:basedOn w:val="Normal"/>
    <w:rsid w:val="000F4A6F"/>
    <w:pPr>
      <w:numPr>
        <w:numId w:val="12"/>
      </w:numPr>
      <w:spacing w:after="140" w:line="290" w:lineRule="auto"/>
      <w:jc w:val="both"/>
    </w:pPr>
    <w:rPr>
      <w:kern w:val="20"/>
      <w:szCs w:val="20"/>
    </w:rPr>
  </w:style>
  <w:style w:type="paragraph" w:customStyle="1" w:styleId="roman2">
    <w:name w:val="roman 2"/>
    <w:basedOn w:val="Normal"/>
    <w:rsid w:val="000F4A6F"/>
    <w:pPr>
      <w:numPr>
        <w:numId w:val="13"/>
      </w:numPr>
      <w:spacing w:after="140" w:line="290" w:lineRule="auto"/>
      <w:jc w:val="both"/>
    </w:pPr>
    <w:rPr>
      <w:kern w:val="20"/>
      <w:szCs w:val="20"/>
    </w:rPr>
  </w:style>
  <w:style w:type="paragraph" w:customStyle="1" w:styleId="roman3">
    <w:name w:val="roman 3"/>
    <w:basedOn w:val="Normal"/>
    <w:rsid w:val="000F4A6F"/>
    <w:pPr>
      <w:numPr>
        <w:numId w:val="14"/>
      </w:numPr>
      <w:spacing w:after="140" w:line="290" w:lineRule="auto"/>
      <w:jc w:val="both"/>
    </w:pPr>
    <w:rPr>
      <w:kern w:val="20"/>
      <w:szCs w:val="20"/>
    </w:rPr>
  </w:style>
  <w:style w:type="paragraph" w:customStyle="1" w:styleId="roman4">
    <w:name w:val="roman 4"/>
    <w:basedOn w:val="Normal"/>
    <w:rsid w:val="000F4A6F"/>
    <w:pPr>
      <w:numPr>
        <w:numId w:val="20"/>
      </w:numPr>
      <w:spacing w:after="140" w:line="290" w:lineRule="auto"/>
      <w:jc w:val="both"/>
    </w:pPr>
    <w:rPr>
      <w:kern w:val="20"/>
      <w:szCs w:val="20"/>
    </w:rPr>
  </w:style>
  <w:style w:type="paragraph" w:customStyle="1" w:styleId="roman5">
    <w:name w:val="roman 5"/>
    <w:basedOn w:val="Normal"/>
    <w:rsid w:val="000F4A6F"/>
    <w:pPr>
      <w:numPr>
        <w:numId w:val="15"/>
      </w:numPr>
      <w:spacing w:after="140" w:line="290" w:lineRule="auto"/>
      <w:jc w:val="both"/>
    </w:pPr>
    <w:rPr>
      <w:kern w:val="20"/>
      <w:szCs w:val="20"/>
    </w:rPr>
  </w:style>
  <w:style w:type="paragraph" w:customStyle="1" w:styleId="roman6">
    <w:name w:val="roman 6"/>
    <w:basedOn w:val="Normal"/>
    <w:rsid w:val="000F4A6F"/>
    <w:pPr>
      <w:numPr>
        <w:numId w:val="16"/>
      </w:numPr>
      <w:spacing w:after="140" w:line="290" w:lineRule="auto"/>
      <w:jc w:val="both"/>
    </w:pPr>
    <w:rPr>
      <w:kern w:val="20"/>
      <w:szCs w:val="20"/>
    </w:rPr>
  </w:style>
  <w:style w:type="paragraph" w:customStyle="1" w:styleId="CellHead">
    <w:name w:val="CellHead"/>
    <w:basedOn w:val="Normal"/>
    <w:rsid w:val="00B36FB9"/>
    <w:pPr>
      <w:keepNext/>
      <w:spacing w:before="60" w:after="60" w:line="259" w:lineRule="auto"/>
    </w:pPr>
    <w:rPr>
      <w:b/>
      <w:kern w:val="20"/>
    </w:rPr>
  </w:style>
  <w:style w:type="paragraph" w:styleId="CommentText">
    <w:name w:val="annotation text"/>
    <w:basedOn w:val="Normal"/>
    <w:link w:val="CommentTextChar"/>
    <w:semiHidden/>
    <w:rsid w:val="00B36FB9"/>
    <w:rPr>
      <w:szCs w:val="20"/>
    </w:rPr>
  </w:style>
  <w:style w:type="paragraph" w:styleId="Title">
    <w:name w:val="Title"/>
    <w:basedOn w:val="Normal"/>
    <w:next w:val="Body"/>
    <w:link w:val="TitleChar"/>
    <w:uiPriority w:val="10"/>
    <w:qFormat/>
    <w:rsid w:val="00600BE5"/>
    <w:pPr>
      <w:keepNext/>
      <w:spacing w:after="240" w:line="290" w:lineRule="auto"/>
      <w:jc w:val="both"/>
      <w:outlineLvl w:val="0"/>
    </w:pPr>
    <w:rPr>
      <w:rFonts w:cs="Arial"/>
      <w:b/>
      <w:bCs/>
      <w:kern w:val="28"/>
      <w:sz w:val="25"/>
      <w:szCs w:val="32"/>
    </w:rPr>
  </w:style>
  <w:style w:type="paragraph" w:customStyle="1" w:styleId="Head1">
    <w:name w:val="Head 1"/>
    <w:basedOn w:val="Normal"/>
    <w:next w:val="Body1"/>
    <w:rsid w:val="00600BE5"/>
    <w:pPr>
      <w:keepNext/>
      <w:spacing w:before="280" w:after="140" w:line="290" w:lineRule="auto"/>
      <w:ind w:left="680"/>
      <w:jc w:val="both"/>
      <w:outlineLvl w:val="0"/>
    </w:pPr>
    <w:rPr>
      <w:b/>
      <w:kern w:val="22"/>
      <w:sz w:val="22"/>
    </w:rPr>
  </w:style>
  <w:style w:type="paragraph" w:customStyle="1" w:styleId="Head2">
    <w:name w:val="Head 2"/>
    <w:basedOn w:val="Normal"/>
    <w:next w:val="Body3"/>
    <w:rsid w:val="00600BE5"/>
    <w:pPr>
      <w:keepNext/>
      <w:spacing w:before="280" w:after="60" w:line="290" w:lineRule="auto"/>
      <w:ind w:left="1361"/>
      <w:jc w:val="both"/>
      <w:outlineLvl w:val="1"/>
    </w:pPr>
    <w:rPr>
      <w:b/>
      <w:kern w:val="21"/>
      <w:sz w:val="21"/>
    </w:rPr>
  </w:style>
  <w:style w:type="paragraph" w:customStyle="1" w:styleId="Head3">
    <w:name w:val="Head 3"/>
    <w:basedOn w:val="Normal"/>
    <w:next w:val="Body4"/>
    <w:rsid w:val="00600BE5"/>
    <w:pPr>
      <w:keepNext/>
      <w:spacing w:before="280" w:after="40" w:line="290" w:lineRule="auto"/>
      <w:ind w:left="2041"/>
      <w:jc w:val="both"/>
      <w:outlineLvl w:val="2"/>
    </w:pPr>
    <w:rPr>
      <w:b/>
      <w:kern w:val="20"/>
    </w:rPr>
  </w:style>
  <w:style w:type="paragraph" w:customStyle="1" w:styleId="SubHead">
    <w:name w:val="SubHead"/>
    <w:basedOn w:val="Normal"/>
    <w:next w:val="Body"/>
    <w:rsid w:val="00600BE5"/>
    <w:pPr>
      <w:keepNext/>
      <w:spacing w:before="120" w:after="60" w:line="290" w:lineRule="auto"/>
      <w:jc w:val="both"/>
      <w:outlineLvl w:val="0"/>
    </w:pPr>
    <w:rPr>
      <w:b/>
      <w:kern w:val="21"/>
      <w:sz w:val="21"/>
    </w:rPr>
  </w:style>
  <w:style w:type="paragraph" w:customStyle="1" w:styleId="SchedApps">
    <w:name w:val="Sched/Apps"/>
    <w:basedOn w:val="Normal"/>
    <w:next w:val="Body"/>
    <w:rsid w:val="00B36FB9"/>
    <w:pPr>
      <w:keepNext/>
      <w:pageBreakBefore/>
      <w:spacing w:after="240" w:line="290" w:lineRule="auto"/>
      <w:jc w:val="center"/>
      <w:outlineLvl w:val="3"/>
    </w:pPr>
    <w:rPr>
      <w:b/>
      <w:kern w:val="23"/>
      <w:sz w:val="23"/>
    </w:rPr>
  </w:style>
  <w:style w:type="paragraph" w:customStyle="1" w:styleId="Schedule1">
    <w:name w:val="Schedule 1"/>
    <w:basedOn w:val="Normal"/>
    <w:rsid w:val="00B36FB9"/>
    <w:pPr>
      <w:numPr>
        <w:numId w:val="4"/>
      </w:numPr>
      <w:spacing w:after="140" w:line="290" w:lineRule="auto"/>
      <w:jc w:val="both"/>
    </w:pPr>
    <w:rPr>
      <w:kern w:val="20"/>
    </w:rPr>
  </w:style>
  <w:style w:type="paragraph" w:customStyle="1" w:styleId="Schedule2">
    <w:name w:val="Schedule 2"/>
    <w:basedOn w:val="Normal"/>
    <w:rsid w:val="00B36FB9"/>
    <w:pPr>
      <w:numPr>
        <w:ilvl w:val="1"/>
        <w:numId w:val="4"/>
      </w:numPr>
      <w:spacing w:after="140" w:line="290" w:lineRule="auto"/>
      <w:jc w:val="both"/>
    </w:pPr>
    <w:rPr>
      <w:kern w:val="20"/>
    </w:rPr>
  </w:style>
  <w:style w:type="paragraph" w:customStyle="1" w:styleId="Schedule3">
    <w:name w:val="Schedule 3"/>
    <w:basedOn w:val="Normal"/>
    <w:rsid w:val="00B36FB9"/>
    <w:pPr>
      <w:numPr>
        <w:ilvl w:val="2"/>
        <w:numId w:val="4"/>
      </w:numPr>
      <w:spacing w:after="140" w:line="290" w:lineRule="auto"/>
      <w:jc w:val="both"/>
    </w:pPr>
    <w:rPr>
      <w:kern w:val="20"/>
    </w:rPr>
  </w:style>
  <w:style w:type="paragraph" w:customStyle="1" w:styleId="Schedule4">
    <w:name w:val="Schedule 4"/>
    <w:basedOn w:val="Normal"/>
    <w:rsid w:val="00B36FB9"/>
    <w:pPr>
      <w:numPr>
        <w:ilvl w:val="3"/>
        <w:numId w:val="4"/>
      </w:numPr>
      <w:spacing w:after="140" w:line="290" w:lineRule="auto"/>
      <w:jc w:val="both"/>
    </w:pPr>
    <w:rPr>
      <w:kern w:val="20"/>
    </w:rPr>
  </w:style>
  <w:style w:type="paragraph" w:customStyle="1" w:styleId="Schedule5">
    <w:name w:val="Schedule 5"/>
    <w:basedOn w:val="Normal"/>
    <w:rsid w:val="00B36FB9"/>
    <w:pPr>
      <w:numPr>
        <w:ilvl w:val="4"/>
        <w:numId w:val="4"/>
      </w:numPr>
      <w:spacing w:after="140" w:line="290" w:lineRule="auto"/>
      <w:jc w:val="both"/>
    </w:pPr>
    <w:rPr>
      <w:kern w:val="20"/>
    </w:rPr>
  </w:style>
  <w:style w:type="paragraph" w:customStyle="1" w:styleId="Schedule6">
    <w:name w:val="Schedule 6"/>
    <w:basedOn w:val="Normal"/>
    <w:rsid w:val="00B36FB9"/>
    <w:pPr>
      <w:numPr>
        <w:ilvl w:val="5"/>
        <w:numId w:val="4"/>
      </w:numPr>
      <w:spacing w:after="140" w:line="290" w:lineRule="auto"/>
      <w:jc w:val="both"/>
    </w:pPr>
    <w:rPr>
      <w:kern w:val="20"/>
    </w:rPr>
  </w:style>
  <w:style w:type="paragraph" w:customStyle="1" w:styleId="TCLevel1">
    <w:name w:val="T+C Level 1"/>
    <w:basedOn w:val="Normal"/>
    <w:next w:val="TCLevel2"/>
    <w:rsid w:val="00B36FB9"/>
    <w:pPr>
      <w:keepNext/>
      <w:numPr>
        <w:numId w:val="5"/>
      </w:numPr>
      <w:spacing w:before="140" w:line="290" w:lineRule="auto"/>
      <w:jc w:val="both"/>
      <w:outlineLvl w:val="0"/>
    </w:pPr>
    <w:rPr>
      <w:b/>
      <w:kern w:val="20"/>
    </w:rPr>
  </w:style>
  <w:style w:type="paragraph" w:customStyle="1" w:styleId="TCLevel2">
    <w:name w:val="T+C Level 2"/>
    <w:basedOn w:val="Normal"/>
    <w:rsid w:val="00B36FB9"/>
    <w:pPr>
      <w:numPr>
        <w:ilvl w:val="1"/>
        <w:numId w:val="5"/>
      </w:numPr>
      <w:spacing w:after="140" w:line="290" w:lineRule="auto"/>
      <w:jc w:val="both"/>
      <w:outlineLvl w:val="1"/>
    </w:pPr>
    <w:rPr>
      <w:kern w:val="20"/>
    </w:rPr>
  </w:style>
  <w:style w:type="paragraph" w:customStyle="1" w:styleId="TCLevel3">
    <w:name w:val="T+C Level 3"/>
    <w:basedOn w:val="Normal"/>
    <w:rsid w:val="00B36FB9"/>
    <w:pPr>
      <w:numPr>
        <w:ilvl w:val="2"/>
        <w:numId w:val="5"/>
      </w:numPr>
      <w:spacing w:after="140" w:line="290" w:lineRule="auto"/>
      <w:jc w:val="both"/>
      <w:outlineLvl w:val="2"/>
    </w:pPr>
    <w:rPr>
      <w:kern w:val="20"/>
    </w:rPr>
  </w:style>
  <w:style w:type="paragraph" w:customStyle="1" w:styleId="TCLevel4">
    <w:name w:val="T+C Level 4"/>
    <w:basedOn w:val="Normal"/>
    <w:rsid w:val="00B36FB9"/>
    <w:pPr>
      <w:numPr>
        <w:ilvl w:val="3"/>
        <w:numId w:val="5"/>
      </w:numPr>
      <w:spacing w:after="140" w:line="290" w:lineRule="auto"/>
      <w:jc w:val="both"/>
      <w:outlineLvl w:val="3"/>
    </w:pPr>
    <w:rPr>
      <w:kern w:val="20"/>
    </w:rPr>
  </w:style>
  <w:style w:type="paragraph" w:styleId="Date">
    <w:name w:val="Date"/>
    <w:basedOn w:val="Normal"/>
    <w:next w:val="Normal"/>
    <w:rsid w:val="00B36FB9"/>
  </w:style>
  <w:style w:type="paragraph" w:customStyle="1" w:styleId="DocExCode">
    <w:name w:val="DocExCode"/>
    <w:basedOn w:val="Normal"/>
    <w:rsid w:val="00A321F8"/>
    <w:pPr>
      <w:pBdr>
        <w:top w:val="single" w:sz="4" w:space="1" w:color="auto"/>
      </w:pBdr>
    </w:pPr>
    <w:rPr>
      <w:kern w:val="20"/>
      <w:sz w:val="16"/>
    </w:rPr>
  </w:style>
  <w:style w:type="paragraph" w:customStyle="1" w:styleId="DocumentMap">
    <w:name w:val="DocumentMap"/>
    <w:basedOn w:val="Normal"/>
    <w:rsid w:val="00B36FB9"/>
  </w:style>
  <w:style w:type="paragraph" w:styleId="Footer">
    <w:name w:val="footer"/>
    <w:basedOn w:val="Normal"/>
    <w:link w:val="FooterChar"/>
    <w:uiPriority w:val="99"/>
    <w:rsid w:val="00B36FB9"/>
    <w:pPr>
      <w:spacing w:before="120" w:after="120" w:line="290" w:lineRule="auto"/>
      <w:jc w:val="both"/>
    </w:pPr>
    <w:rPr>
      <w:kern w:val="16"/>
      <w:sz w:val="16"/>
    </w:rPr>
  </w:style>
  <w:style w:type="character" w:styleId="FootnoteReference">
    <w:name w:val="footnote reference"/>
    <w:basedOn w:val="DefaultParagraphFont"/>
    <w:semiHidden/>
    <w:rsid w:val="00B36FB9"/>
    <w:rPr>
      <w:rFonts w:ascii="Arial" w:hAnsi="Arial"/>
      <w:kern w:val="2"/>
      <w:vertAlign w:val="superscript"/>
    </w:rPr>
  </w:style>
  <w:style w:type="paragraph" w:styleId="FootnoteText">
    <w:name w:val="footnote text"/>
    <w:basedOn w:val="Normal"/>
    <w:semiHidden/>
    <w:rsid w:val="00B36FB9"/>
    <w:pPr>
      <w:keepLines/>
      <w:tabs>
        <w:tab w:val="left" w:pos="227"/>
      </w:tabs>
      <w:spacing w:after="60" w:line="200" w:lineRule="atLeast"/>
      <w:ind w:left="227" w:hanging="227"/>
      <w:jc w:val="both"/>
    </w:pPr>
    <w:rPr>
      <w:kern w:val="20"/>
      <w:sz w:val="16"/>
      <w:szCs w:val="20"/>
    </w:rPr>
  </w:style>
  <w:style w:type="paragraph" w:styleId="Header">
    <w:name w:val="header"/>
    <w:basedOn w:val="Normal"/>
    <w:link w:val="HeaderChar"/>
    <w:uiPriority w:val="99"/>
    <w:rsid w:val="00B36FB9"/>
    <w:pPr>
      <w:tabs>
        <w:tab w:val="center" w:pos="4366"/>
        <w:tab w:val="right" w:pos="8732"/>
      </w:tabs>
    </w:pPr>
    <w:rPr>
      <w:kern w:val="20"/>
    </w:rPr>
  </w:style>
  <w:style w:type="paragraph" w:customStyle="1" w:styleId="Level7">
    <w:name w:val="Level 7"/>
    <w:basedOn w:val="Normal"/>
    <w:rsid w:val="00B36FB9"/>
    <w:pPr>
      <w:numPr>
        <w:ilvl w:val="6"/>
        <w:numId w:val="1"/>
      </w:numPr>
      <w:spacing w:after="140" w:line="290" w:lineRule="auto"/>
      <w:jc w:val="both"/>
      <w:outlineLvl w:val="6"/>
    </w:pPr>
    <w:rPr>
      <w:kern w:val="20"/>
    </w:rPr>
  </w:style>
  <w:style w:type="paragraph" w:customStyle="1" w:styleId="Level8">
    <w:name w:val="Level 8"/>
    <w:basedOn w:val="Normal"/>
    <w:rsid w:val="00B36FB9"/>
    <w:pPr>
      <w:numPr>
        <w:ilvl w:val="7"/>
        <w:numId w:val="1"/>
      </w:numPr>
      <w:spacing w:after="140" w:line="290" w:lineRule="auto"/>
      <w:jc w:val="both"/>
      <w:outlineLvl w:val="7"/>
    </w:pPr>
    <w:rPr>
      <w:kern w:val="20"/>
    </w:rPr>
  </w:style>
  <w:style w:type="paragraph" w:customStyle="1" w:styleId="Level9">
    <w:name w:val="Level 9"/>
    <w:basedOn w:val="Normal"/>
    <w:rsid w:val="00B36FB9"/>
    <w:pPr>
      <w:numPr>
        <w:ilvl w:val="8"/>
        <w:numId w:val="1"/>
      </w:numPr>
      <w:spacing w:after="140" w:line="290" w:lineRule="auto"/>
      <w:jc w:val="both"/>
      <w:outlineLvl w:val="8"/>
    </w:pPr>
    <w:rPr>
      <w:kern w:val="20"/>
    </w:rPr>
  </w:style>
  <w:style w:type="character" w:styleId="PageNumber">
    <w:name w:val="page number"/>
    <w:basedOn w:val="DefaultParagraphFont"/>
    <w:rsid w:val="00B36FB9"/>
    <w:rPr>
      <w:rFonts w:ascii="Arial" w:hAnsi="Arial"/>
      <w:sz w:val="20"/>
    </w:rPr>
  </w:style>
  <w:style w:type="paragraph" w:customStyle="1" w:styleId="Table1">
    <w:name w:val="Table 1"/>
    <w:basedOn w:val="Normal"/>
    <w:rsid w:val="00B36FB9"/>
    <w:pPr>
      <w:numPr>
        <w:numId w:val="6"/>
      </w:numPr>
      <w:spacing w:before="60" w:after="60" w:line="290" w:lineRule="auto"/>
      <w:outlineLvl w:val="0"/>
    </w:pPr>
    <w:rPr>
      <w:kern w:val="20"/>
    </w:rPr>
  </w:style>
  <w:style w:type="paragraph" w:customStyle="1" w:styleId="Table2">
    <w:name w:val="Table 2"/>
    <w:basedOn w:val="Normal"/>
    <w:rsid w:val="00B36FB9"/>
    <w:pPr>
      <w:numPr>
        <w:ilvl w:val="1"/>
        <w:numId w:val="6"/>
      </w:numPr>
      <w:spacing w:before="60" w:after="60" w:line="290" w:lineRule="auto"/>
      <w:outlineLvl w:val="1"/>
    </w:pPr>
    <w:rPr>
      <w:kern w:val="20"/>
    </w:rPr>
  </w:style>
  <w:style w:type="paragraph" w:customStyle="1" w:styleId="Table3">
    <w:name w:val="Table 3"/>
    <w:basedOn w:val="Normal"/>
    <w:rsid w:val="00B36FB9"/>
    <w:pPr>
      <w:numPr>
        <w:ilvl w:val="2"/>
        <w:numId w:val="6"/>
      </w:numPr>
      <w:spacing w:before="60" w:after="60" w:line="290" w:lineRule="auto"/>
      <w:outlineLvl w:val="2"/>
    </w:pPr>
    <w:rPr>
      <w:kern w:val="20"/>
    </w:rPr>
  </w:style>
  <w:style w:type="paragraph" w:customStyle="1" w:styleId="Table4">
    <w:name w:val="Table 4"/>
    <w:basedOn w:val="Normal"/>
    <w:rsid w:val="00B36FB9"/>
    <w:pPr>
      <w:numPr>
        <w:ilvl w:val="3"/>
        <w:numId w:val="6"/>
      </w:numPr>
      <w:spacing w:before="60" w:after="60" w:line="290" w:lineRule="auto"/>
      <w:outlineLvl w:val="3"/>
    </w:pPr>
    <w:rPr>
      <w:kern w:val="20"/>
    </w:rPr>
  </w:style>
  <w:style w:type="paragraph" w:customStyle="1" w:styleId="Table5">
    <w:name w:val="Table 5"/>
    <w:basedOn w:val="Normal"/>
    <w:rsid w:val="00B36FB9"/>
    <w:pPr>
      <w:numPr>
        <w:ilvl w:val="4"/>
        <w:numId w:val="6"/>
      </w:numPr>
      <w:spacing w:before="60" w:after="60" w:line="290" w:lineRule="auto"/>
      <w:outlineLvl w:val="4"/>
    </w:pPr>
    <w:rPr>
      <w:kern w:val="20"/>
    </w:rPr>
  </w:style>
  <w:style w:type="paragraph" w:customStyle="1" w:styleId="Table6">
    <w:name w:val="Table 6"/>
    <w:basedOn w:val="Normal"/>
    <w:rsid w:val="00B36FB9"/>
    <w:pPr>
      <w:numPr>
        <w:ilvl w:val="5"/>
        <w:numId w:val="6"/>
      </w:numPr>
      <w:spacing w:before="60" w:after="60" w:line="290" w:lineRule="auto"/>
      <w:outlineLvl w:val="5"/>
    </w:pPr>
    <w:rPr>
      <w:kern w:val="20"/>
    </w:rPr>
  </w:style>
  <w:style w:type="paragraph" w:customStyle="1" w:styleId="Tablealpha">
    <w:name w:val="Table alpha"/>
    <w:basedOn w:val="CellBody"/>
    <w:rsid w:val="00407C05"/>
    <w:pPr>
      <w:numPr>
        <w:numId w:val="17"/>
      </w:numPr>
    </w:pPr>
  </w:style>
  <w:style w:type="paragraph" w:customStyle="1" w:styleId="Tablebullet">
    <w:name w:val="Table bullet"/>
    <w:basedOn w:val="Normal"/>
    <w:rsid w:val="00B36FB9"/>
    <w:pPr>
      <w:numPr>
        <w:numId w:val="43"/>
      </w:numPr>
      <w:spacing w:before="60" w:after="60" w:line="290" w:lineRule="auto"/>
    </w:pPr>
    <w:rPr>
      <w:kern w:val="20"/>
    </w:rPr>
  </w:style>
  <w:style w:type="paragraph" w:customStyle="1" w:styleId="Tableroman">
    <w:name w:val="Table roman"/>
    <w:basedOn w:val="CellBody"/>
    <w:rsid w:val="00407C05"/>
    <w:pPr>
      <w:numPr>
        <w:numId w:val="18"/>
      </w:numPr>
    </w:pPr>
  </w:style>
  <w:style w:type="paragraph" w:styleId="TOC2">
    <w:name w:val="toc 2"/>
    <w:basedOn w:val="Normal"/>
    <w:next w:val="Body"/>
    <w:semiHidden/>
    <w:rsid w:val="00B36FB9"/>
    <w:pPr>
      <w:spacing w:before="280" w:after="140" w:line="290" w:lineRule="auto"/>
    </w:pPr>
    <w:rPr>
      <w:kern w:val="20"/>
    </w:rPr>
  </w:style>
  <w:style w:type="paragraph" w:styleId="TOC3">
    <w:name w:val="toc 3"/>
    <w:basedOn w:val="Normal"/>
    <w:next w:val="Body"/>
    <w:semiHidden/>
    <w:rsid w:val="00B36FB9"/>
    <w:pPr>
      <w:spacing w:before="280" w:after="140" w:line="290" w:lineRule="auto"/>
      <w:ind w:left="680"/>
    </w:pPr>
    <w:rPr>
      <w:kern w:val="20"/>
    </w:rPr>
  </w:style>
  <w:style w:type="paragraph" w:styleId="TOC4">
    <w:name w:val="toc 4"/>
    <w:basedOn w:val="Normal"/>
    <w:next w:val="Body"/>
    <w:semiHidden/>
    <w:rsid w:val="00B36FB9"/>
    <w:pPr>
      <w:spacing w:before="280" w:after="140" w:line="290" w:lineRule="auto"/>
      <w:ind w:left="680"/>
    </w:pPr>
    <w:rPr>
      <w:kern w:val="20"/>
    </w:rPr>
  </w:style>
  <w:style w:type="paragraph" w:styleId="TOC5">
    <w:name w:val="toc 5"/>
    <w:basedOn w:val="Normal"/>
    <w:next w:val="Body"/>
    <w:semiHidden/>
    <w:rsid w:val="00B36FB9"/>
  </w:style>
  <w:style w:type="paragraph" w:styleId="TOC6">
    <w:name w:val="toc 6"/>
    <w:basedOn w:val="Normal"/>
    <w:next w:val="Body"/>
    <w:semiHidden/>
    <w:rsid w:val="00B36FB9"/>
  </w:style>
  <w:style w:type="paragraph" w:styleId="TOC7">
    <w:name w:val="toc 7"/>
    <w:basedOn w:val="Normal"/>
    <w:next w:val="Body"/>
    <w:semiHidden/>
    <w:rsid w:val="00B36FB9"/>
  </w:style>
  <w:style w:type="paragraph" w:styleId="TOC8">
    <w:name w:val="toc 8"/>
    <w:basedOn w:val="Normal"/>
    <w:next w:val="Body"/>
    <w:semiHidden/>
    <w:rsid w:val="00B36FB9"/>
  </w:style>
  <w:style w:type="paragraph" w:styleId="TOC9">
    <w:name w:val="toc 9"/>
    <w:basedOn w:val="Normal"/>
    <w:next w:val="Body"/>
    <w:semiHidden/>
    <w:rsid w:val="00B36FB9"/>
  </w:style>
  <w:style w:type="paragraph" w:customStyle="1" w:styleId="zFSand">
    <w:name w:val="zFSand"/>
    <w:basedOn w:val="Normal"/>
    <w:next w:val="zFSco-names"/>
    <w:rsid w:val="00B36FB9"/>
    <w:pPr>
      <w:spacing w:line="290" w:lineRule="auto"/>
      <w:jc w:val="center"/>
    </w:pPr>
    <w:rPr>
      <w:rFonts w:eastAsia="SimSun"/>
      <w:kern w:val="20"/>
      <w:szCs w:val="20"/>
    </w:rPr>
  </w:style>
  <w:style w:type="paragraph" w:customStyle="1" w:styleId="zFSco-names">
    <w:name w:val="zFSco-names"/>
    <w:basedOn w:val="Normal"/>
    <w:next w:val="zFSand"/>
    <w:rsid w:val="00B36FB9"/>
    <w:pPr>
      <w:spacing w:before="120" w:after="120" w:line="290" w:lineRule="auto"/>
      <w:jc w:val="center"/>
    </w:pPr>
    <w:rPr>
      <w:rFonts w:eastAsia="SimSun"/>
      <w:kern w:val="24"/>
      <w:sz w:val="24"/>
    </w:rPr>
  </w:style>
  <w:style w:type="paragraph" w:customStyle="1" w:styleId="zFSDate">
    <w:name w:val="zFSDate"/>
    <w:basedOn w:val="Normal"/>
    <w:rsid w:val="00B36FB9"/>
    <w:pPr>
      <w:spacing w:line="290" w:lineRule="auto"/>
      <w:jc w:val="center"/>
    </w:pPr>
    <w:rPr>
      <w:kern w:val="20"/>
    </w:rPr>
  </w:style>
  <w:style w:type="character" w:styleId="Hyperlink">
    <w:name w:val="Hyperlink"/>
    <w:basedOn w:val="DefaultParagraphFont"/>
    <w:rsid w:val="004A2D86"/>
    <w:rPr>
      <w:color w:val="auto"/>
      <w:u w:val="none"/>
    </w:rPr>
  </w:style>
  <w:style w:type="paragraph" w:customStyle="1" w:styleId="zFSFooter">
    <w:name w:val="zFSFooter"/>
    <w:basedOn w:val="Normal"/>
    <w:rsid w:val="00B36FB9"/>
    <w:pPr>
      <w:tabs>
        <w:tab w:val="left" w:pos="6521"/>
      </w:tabs>
      <w:spacing w:after="40"/>
      <w:ind w:left="-108"/>
    </w:pPr>
    <w:rPr>
      <w:sz w:val="16"/>
    </w:rPr>
  </w:style>
  <w:style w:type="paragraph" w:customStyle="1" w:styleId="zFSNarrative">
    <w:name w:val="zFSNarrative"/>
    <w:basedOn w:val="Normal"/>
    <w:rsid w:val="00B36FB9"/>
    <w:pPr>
      <w:spacing w:before="120" w:after="120" w:line="290" w:lineRule="auto"/>
      <w:jc w:val="center"/>
    </w:pPr>
    <w:rPr>
      <w:rFonts w:eastAsia="SimSun"/>
      <w:kern w:val="20"/>
      <w:szCs w:val="20"/>
    </w:rPr>
  </w:style>
  <w:style w:type="paragraph" w:customStyle="1" w:styleId="zFSTitle">
    <w:name w:val="zFSTitle"/>
    <w:basedOn w:val="Normal"/>
    <w:next w:val="zFSNarrative"/>
    <w:rsid w:val="00B36FB9"/>
    <w:pPr>
      <w:keepNext/>
      <w:spacing w:before="240" w:after="120" w:line="290" w:lineRule="auto"/>
      <w:jc w:val="center"/>
    </w:pPr>
    <w:rPr>
      <w:rFonts w:eastAsia="SimSun"/>
      <w:sz w:val="28"/>
      <w:szCs w:val="28"/>
    </w:rPr>
  </w:style>
  <w:style w:type="character" w:styleId="EndnoteReference">
    <w:name w:val="endnote reference"/>
    <w:basedOn w:val="DefaultParagraphFont"/>
    <w:semiHidden/>
    <w:rsid w:val="00B36FB9"/>
    <w:rPr>
      <w:rFonts w:ascii="Arial" w:hAnsi="Arial"/>
      <w:vertAlign w:val="superscript"/>
    </w:rPr>
  </w:style>
  <w:style w:type="paragraph" w:styleId="EndnoteText">
    <w:name w:val="endnote text"/>
    <w:basedOn w:val="Normal"/>
    <w:semiHidden/>
    <w:rsid w:val="00B36FB9"/>
    <w:rPr>
      <w:szCs w:val="20"/>
    </w:rPr>
  </w:style>
  <w:style w:type="paragraph" w:customStyle="1" w:styleId="Head">
    <w:name w:val="Head"/>
    <w:basedOn w:val="Normal"/>
    <w:next w:val="Body"/>
    <w:rsid w:val="00600BE5"/>
    <w:pPr>
      <w:keepNext/>
      <w:spacing w:before="280" w:after="140" w:line="290" w:lineRule="auto"/>
      <w:jc w:val="both"/>
      <w:outlineLvl w:val="0"/>
    </w:pPr>
    <w:rPr>
      <w:b/>
      <w:kern w:val="23"/>
      <w:sz w:val="23"/>
    </w:rPr>
  </w:style>
  <w:style w:type="paragraph" w:styleId="TableofAuthorities">
    <w:name w:val="table of authorities"/>
    <w:basedOn w:val="Normal"/>
    <w:next w:val="Normal"/>
    <w:semiHidden/>
    <w:rsid w:val="00B36FB9"/>
    <w:pPr>
      <w:ind w:left="200" w:hanging="200"/>
    </w:pPr>
  </w:style>
  <w:style w:type="paragraph" w:customStyle="1" w:styleId="CellBody">
    <w:name w:val="CellBody"/>
    <w:basedOn w:val="Normal"/>
    <w:rsid w:val="00B36FB9"/>
    <w:pPr>
      <w:spacing w:before="60" w:after="60" w:line="290" w:lineRule="auto"/>
    </w:pPr>
    <w:rPr>
      <w:kern w:val="20"/>
      <w:szCs w:val="20"/>
    </w:rPr>
  </w:style>
  <w:style w:type="paragraph" w:customStyle="1" w:styleId="zSFRef">
    <w:name w:val="zSFRef"/>
    <w:basedOn w:val="Normal"/>
    <w:rsid w:val="00B36FB9"/>
    <w:rPr>
      <w:rFonts w:eastAsia="SimSun"/>
      <w:kern w:val="16"/>
      <w:sz w:val="16"/>
      <w:szCs w:val="16"/>
    </w:rPr>
  </w:style>
  <w:style w:type="paragraph" w:customStyle="1" w:styleId="UCAlpha1">
    <w:name w:val="UCAlpha 1"/>
    <w:basedOn w:val="Normal"/>
    <w:rsid w:val="00B36FB9"/>
    <w:pPr>
      <w:numPr>
        <w:numId w:val="22"/>
      </w:numPr>
      <w:spacing w:after="140" w:line="290" w:lineRule="auto"/>
      <w:jc w:val="both"/>
    </w:pPr>
    <w:rPr>
      <w:kern w:val="20"/>
    </w:rPr>
  </w:style>
  <w:style w:type="paragraph" w:customStyle="1" w:styleId="UCAlpha2">
    <w:name w:val="UCAlpha 2"/>
    <w:basedOn w:val="Normal"/>
    <w:rsid w:val="00B36FB9"/>
    <w:pPr>
      <w:numPr>
        <w:numId w:val="23"/>
      </w:numPr>
      <w:spacing w:after="140" w:line="290" w:lineRule="auto"/>
      <w:jc w:val="both"/>
    </w:pPr>
    <w:rPr>
      <w:kern w:val="20"/>
    </w:rPr>
  </w:style>
  <w:style w:type="paragraph" w:customStyle="1" w:styleId="UCAlpha3">
    <w:name w:val="UCAlpha 3"/>
    <w:basedOn w:val="Normal"/>
    <w:rsid w:val="00B36FB9"/>
    <w:pPr>
      <w:numPr>
        <w:numId w:val="24"/>
      </w:numPr>
      <w:spacing w:after="140" w:line="290" w:lineRule="auto"/>
      <w:jc w:val="both"/>
    </w:pPr>
    <w:rPr>
      <w:kern w:val="20"/>
    </w:rPr>
  </w:style>
  <w:style w:type="paragraph" w:customStyle="1" w:styleId="UCAlpha4">
    <w:name w:val="UCAlpha 4"/>
    <w:basedOn w:val="Normal"/>
    <w:rsid w:val="00B36FB9"/>
    <w:pPr>
      <w:numPr>
        <w:numId w:val="25"/>
      </w:numPr>
      <w:spacing w:after="140" w:line="290" w:lineRule="auto"/>
      <w:jc w:val="both"/>
    </w:pPr>
    <w:rPr>
      <w:kern w:val="20"/>
    </w:rPr>
  </w:style>
  <w:style w:type="paragraph" w:customStyle="1" w:styleId="UCAlpha5">
    <w:name w:val="UCAlpha 5"/>
    <w:basedOn w:val="Normal"/>
    <w:rsid w:val="00B36FB9"/>
    <w:pPr>
      <w:numPr>
        <w:numId w:val="26"/>
      </w:numPr>
      <w:spacing w:after="140" w:line="290" w:lineRule="auto"/>
      <w:jc w:val="both"/>
    </w:pPr>
    <w:rPr>
      <w:kern w:val="20"/>
    </w:rPr>
  </w:style>
  <w:style w:type="paragraph" w:customStyle="1" w:styleId="UCAlpha6">
    <w:name w:val="UCAlpha 6"/>
    <w:basedOn w:val="Normal"/>
    <w:rsid w:val="00B36FB9"/>
    <w:pPr>
      <w:numPr>
        <w:numId w:val="27"/>
      </w:numPr>
      <w:spacing w:after="140" w:line="290" w:lineRule="auto"/>
      <w:jc w:val="both"/>
    </w:pPr>
    <w:rPr>
      <w:kern w:val="20"/>
    </w:rPr>
  </w:style>
  <w:style w:type="paragraph" w:customStyle="1" w:styleId="UCRoman1">
    <w:name w:val="UCRoman 1"/>
    <w:basedOn w:val="Normal"/>
    <w:rsid w:val="00B36FB9"/>
    <w:pPr>
      <w:numPr>
        <w:numId w:val="28"/>
      </w:numPr>
      <w:spacing w:after="140" w:line="290" w:lineRule="auto"/>
      <w:jc w:val="both"/>
    </w:pPr>
    <w:rPr>
      <w:kern w:val="20"/>
    </w:rPr>
  </w:style>
  <w:style w:type="paragraph" w:customStyle="1" w:styleId="UCRoman2">
    <w:name w:val="UCRoman 2"/>
    <w:basedOn w:val="Normal"/>
    <w:rsid w:val="00B36FB9"/>
    <w:pPr>
      <w:numPr>
        <w:numId w:val="29"/>
      </w:numPr>
      <w:spacing w:after="140" w:line="290" w:lineRule="auto"/>
      <w:jc w:val="both"/>
    </w:pPr>
    <w:rPr>
      <w:kern w:val="20"/>
    </w:rPr>
  </w:style>
  <w:style w:type="paragraph" w:customStyle="1" w:styleId="doublealpha">
    <w:name w:val="double alpha"/>
    <w:basedOn w:val="Normal"/>
    <w:rsid w:val="00B36FB9"/>
    <w:pPr>
      <w:numPr>
        <w:numId w:val="30"/>
      </w:numPr>
      <w:spacing w:after="140" w:line="290" w:lineRule="auto"/>
      <w:jc w:val="both"/>
    </w:pPr>
    <w:rPr>
      <w:kern w:val="20"/>
    </w:rPr>
  </w:style>
  <w:style w:type="paragraph" w:customStyle="1" w:styleId="ListNumbers">
    <w:name w:val="List Numbers"/>
    <w:basedOn w:val="Normal"/>
    <w:rsid w:val="00B36FB9"/>
    <w:pPr>
      <w:numPr>
        <w:numId w:val="21"/>
      </w:numPr>
      <w:spacing w:after="140" w:line="290" w:lineRule="auto"/>
      <w:jc w:val="both"/>
      <w:outlineLvl w:val="0"/>
    </w:pPr>
    <w:rPr>
      <w:kern w:val="20"/>
    </w:rPr>
  </w:style>
  <w:style w:type="paragraph" w:customStyle="1" w:styleId="dashbullet1">
    <w:name w:val="dash bullet 1"/>
    <w:basedOn w:val="Normal"/>
    <w:rsid w:val="00B36FB9"/>
    <w:pPr>
      <w:numPr>
        <w:numId w:val="37"/>
      </w:numPr>
      <w:spacing w:after="140" w:line="290" w:lineRule="auto"/>
      <w:jc w:val="both"/>
    </w:pPr>
    <w:rPr>
      <w:kern w:val="20"/>
    </w:rPr>
  </w:style>
  <w:style w:type="paragraph" w:customStyle="1" w:styleId="dashbullet2">
    <w:name w:val="dash bullet 2"/>
    <w:basedOn w:val="Normal"/>
    <w:rsid w:val="00B36FB9"/>
    <w:pPr>
      <w:numPr>
        <w:numId w:val="38"/>
      </w:numPr>
      <w:spacing w:after="140" w:line="290" w:lineRule="auto"/>
      <w:jc w:val="both"/>
    </w:pPr>
    <w:rPr>
      <w:kern w:val="20"/>
    </w:rPr>
  </w:style>
  <w:style w:type="paragraph" w:customStyle="1" w:styleId="dashbullet3">
    <w:name w:val="dash bullet 3"/>
    <w:basedOn w:val="Normal"/>
    <w:rsid w:val="00B36FB9"/>
    <w:pPr>
      <w:numPr>
        <w:numId w:val="39"/>
      </w:numPr>
      <w:spacing w:after="140" w:line="290" w:lineRule="auto"/>
      <w:jc w:val="both"/>
    </w:pPr>
    <w:rPr>
      <w:kern w:val="20"/>
    </w:rPr>
  </w:style>
  <w:style w:type="paragraph" w:customStyle="1" w:styleId="dashbullet4">
    <w:name w:val="dash bullet 4"/>
    <w:basedOn w:val="Normal"/>
    <w:rsid w:val="00B36FB9"/>
    <w:pPr>
      <w:numPr>
        <w:numId w:val="40"/>
      </w:numPr>
      <w:spacing w:after="140" w:line="290" w:lineRule="auto"/>
      <w:jc w:val="both"/>
    </w:pPr>
    <w:rPr>
      <w:kern w:val="20"/>
    </w:rPr>
  </w:style>
  <w:style w:type="paragraph" w:customStyle="1" w:styleId="dashbullet5">
    <w:name w:val="dash bullet 5"/>
    <w:basedOn w:val="Normal"/>
    <w:rsid w:val="00B36FB9"/>
    <w:pPr>
      <w:numPr>
        <w:numId w:val="41"/>
      </w:numPr>
      <w:spacing w:after="140" w:line="290" w:lineRule="auto"/>
      <w:jc w:val="both"/>
    </w:pPr>
    <w:rPr>
      <w:kern w:val="20"/>
    </w:rPr>
  </w:style>
  <w:style w:type="paragraph" w:customStyle="1" w:styleId="dashbullet6">
    <w:name w:val="dash bullet 6"/>
    <w:basedOn w:val="Normal"/>
    <w:rsid w:val="00B36FB9"/>
    <w:pPr>
      <w:numPr>
        <w:numId w:val="42"/>
      </w:numPr>
      <w:spacing w:after="140" w:line="290" w:lineRule="auto"/>
      <w:jc w:val="both"/>
    </w:pPr>
    <w:rPr>
      <w:kern w:val="20"/>
    </w:rPr>
  </w:style>
  <w:style w:type="paragraph" w:customStyle="1" w:styleId="zFSAddress">
    <w:name w:val="zFSAddress"/>
    <w:basedOn w:val="Normal"/>
    <w:rsid w:val="00B36FB9"/>
    <w:pPr>
      <w:spacing w:line="290" w:lineRule="auto"/>
    </w:pPr>
    <w:rPr>
      <w:kern w:val="16"/>
      <w:sz w:val="16"/>
    </w:rPr>
  </w:style>
  <w:style w:type="paragraph" w:customStyle="1" w:styleId="zFSDescription">
    <w:name w:val="zFSDescription"/>
    <w:basedOn w:val="zFSDate"/>
    <w:rsid w:val="00B36FB9"/>
    <w:rPr>
      <w:rFonts w:eastAsia="SimSun"/>
      <w:i/>
      <w:caps/>
      <w:szCs w:val="20"/>
    </w:rPr>
  </w:style>
  <w:style w:type="paragraph" w:customStyle="1" w:styleId="zFSDraft">
    <w:name w:val="zFSDraft"/>
    <w:basedOn w:val="Normal"/>
    <w:rsid w:val="00B36FB9"/>
    <w:pPr>
      <w:spacing w:line="290" w:lineRule="auto"/>
    </w:pPr>
    <w:rPr>
      <w:kern w:val="20"/>
    </w:rPr>
  </w:style>
  <w:style w:type="paragraph" w:customStyle="1" w:styleId="zFSFax">
    <w:name w:val="zFSFax"/>
    <w:basedOn w:val="Normal"/>
    <w:rsid w:val="00B36FB9"/>
    <w:rPr>
      <w:kern w:val="16"/>
      <w:sz w:val="16"/>
    </w:rPr>
  </w:style>
  <w:style w:type="paragraph" w:customStyle="1" w:styleId="zFSNameofDoc">
    <w:name w:val="zFSNameofDoc"/>
    <w:basedOn w:val="Normal"/>
    <w:rsid w:val="00B36FB9"/>
    <w:pPr>
      <w:spacing w:before="300" w:after="400" w:line="290" w:lineRule="auto"/>
      <w:jc w:val="center"/>
    </w:pPr>
    <w:rPr>
      <w:rFonts w:eastAsia="SimSun"/>
      <w:caps/>
      <w:szCs w:val="20"/>
    </w:rPr>
  </w:style>
  <w:style w:type="paragraph" w:customStyle="1" w:styleId="zFSTel">
    <w:name w:val="zFSTel"/>
    <w:basedOn w:val="Normal"/>
    <w:rsid w:val="00B36FB9"/>
    <w:pPr>
      <w:spacing w:before="120"/>
    </w:pPr>
    <w:rPr>
      <w:kern w:val="16"/>
      <w:sz w:val="16"/>
    </w:rPr>
  </w:style>
  <w:style w:type="paragraph" w:customStyle="1" w:styleId="zFSAmount">
    <w:name w:val="zFSAmount"/>
    <w:basedOn w:val="Normal"/>
    <w:rsid w:val="00B36FB9"/>
    <w:pPr>
      <w:spacing w:before="800" w:line="290" w:lineRule="auto"/>
      <w:jc w:val="center"/>
    </w:pPr>
    <w:rPr>
      <w:i/>
    </w:rPr>
  </w:style>
  <w:style w:type="character" w:styleId="FollowedHyperlink">
    <w:name w:val="FollowedHyperlink"/>
    <w:basedOn w:val="DefaultParagraphFont"/>
    <w:rsid w:val="00D13AD3"/>
    <w:rPr>
      <w:color w:val="0000FF"/>
      <w:u w:val="none"/>
    </w:rPr>
  </w:style>
  <w:style w:type="paragraph" w:customStyle="1" w:styleId="zFSAddress2">
    <w:name w:val="zFSAddress2"/>
    <w:basedOn w:val="Normal"/>
    <w:rsid w:val="00B36FB9"/>
    <w:pPr>
      <w:spacing w:line="290" w:lineRule="auto"/>
    </w:pPr>
    <w:rPr>
      <w:kern w:val="16"/>
      <w:sz w:val="16"/>
    </w:rPr>
  </w:style>
  <w:style w:type="character" w:customStyle="1" w:styleId="PageNumbers">
    <w:name w:val="PageNumbers"/>
    <w:basedOn w:val="DefaultParagraphFont"/>
    <w:rsid w:val="00165F65"/>
    <w:rPr>
      <w:sz w:val="20"/>
    </w:rPr>
  </w:style>
  <w:style w:type="paragraph" w:customStyle="1" w:styleId="EYBusinessaddress">
    <w:name w:val="EY Business address"/>
    <w:basedOn w:val="Normal"/>
    <w:rsid w:val="00F75F19"/>
    <w:pPr>
      <w:suppressAutoHyphens/>
      <w:spacing w:line="170" w:lineRule="atLeast"/>
    </w:pPr>
    <w:rPr>
      <w:color w:val="666666"/>
      <w:kern w:val="12"/>
      <w:sz w:val="15"/>
    </w:rPr>
  </w:style>
  <w:style w:type="table" w:styleId="TableGrid">
    <w:name w:val="Table Grid"/>
    <w:basedOn w:val="TableNormal"/>
    <w:uiPriority w:val="39"/>
    <w:rsid w:val="00615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Title">
    <w:name w:val="SchTitle"/>
    <w:basedOn w:val="Normal"/>
    <w:next w:val="Body"/>
    <w:rsid w:val="00D13AD3"/>
    <w:pPr>
      <w:spacing w:before="240" w:line="260" w:lineRule="atLeast"/>
      <w:jc w:val="center"/>
      <w:outlineLvl w:val="1"/>
    </w:pPr>
    <w:rPr>
      <w:rFonts w:eastAsia="SimSun"/>
      <w:b/>
      <w:caps/>
      <w:sz w:val="22"/>
      <w:szCs w:val="22"/>
    </w:rPr>
  </w:style>
  <w:style w:type="paragraph" w:customStyle="1" w:styleId="SchPartTitle">
    <w:name w:val="SchPartTitle"/>
    <w:basedOn w:val="SchTitle"/>
    <w:next w:val="Body"/>
    <w:rsid w:val="00D13AD3"/>
  </w:style>
  <w:style w:type="paragraph" w:customStyle="1" w:styleId="SchHead">
    <w:name w:val="SchHead"/>
    <w:basedOn w:val="Normal"/>
    <w:next w:val="SchTitle"/>
    <w:rsid w:val="00D13AD3"/>
    <w:pPr>
      <w:pageBreakBefore/>
      <w:numPr>
        <w:numId w:val="44"/>
      </w:numPr>
      <w:spacing w:before="240" w:line="260" w:lineRule="atLeast"/>
      <w:jc w:val="center"/>
      <w:outlineLvl w:val="0"/>
    </w:pPr>
    <w:rPr>
      <w:rFonts w:eastAsia="SimSun"/>
      <w:caps/>
      <w:sz w:val="22"/>
      <w:szCs w:val="22"/>
    </w:rPr>
  </w:style>
  <w:style w:type="paragraph" w:customStyle="1" w:styleId="SchPartHead">
    <w:name w:val="SchPartHead"/>
    <w:basedOn w:val="SchHead"/>
    <w:next w:val="SchPartTitle"/>
    <w:rsid w:val="00D13AD3"/>
    <w:pPr>
      <w:pageBreakBefore w:val="0"/>
      <w:numPr>
        <w:ilvl w:val="1"/>
      </w:numPr>
    </w:pPr>
  </w:style>
  <w:style w:type="paragraph" w:customStyle="1" w:styleId="AltLevel2">
    <w:name w:val="AltLevel2"/>
    <w:basedOn w:val="Level2"/>
    <w:next w:val="Body3"/>
    <w:rsid w:val="00B4449A"/>
    <w:pPr>
      <w:ind w:left="1360"/>
    </w:pPr>
  </w:style>
  <w:style w:type="paragraph" w:customStyle="1" w:styleId="AltLevel3">
    <w:name w:val="AltLevel3"/>
    <w:basedOn w:val="Level3"/>
    <w:next w:val="Body4"/>
    <w:rsid w:val="00B4449A"/>
    <w:pPr>
      <w:ind w:left="2041" w:hanging="680"/>
    </w:pPr>
  </w:style>
  <w:style w:type="paragraph" w:customStyle="1" w:styleId="AltLevel4">
    <w:name w:val="AltLevel4"/>
    <w:basedOn w:val="Level4"/>
    <w:next w:val="Body5"/>
    <w:qFormat/>
    <w:rsid w:val="00C54FE8"/>
    <w:pPr>
      <w:ind w:left="2608" w:hanging="567"/>
    </w:pPr>
    <w:rPr>
      <w:lang w:val="en-US"/>
    </w:rPr>
  </w:style>
  <w:style w:type="paragraph" w:customStyle="1" w:styleId="AltLevel5">
    <w:name w:val="AltLevel5"/>
    <w:basedOn w:val="Level5"/>
    <w:next w:val="Body6"/>
    <w:rsid w:val="00B4449A"/>
    <w:pPr>
      <w:ind w:left="3289"/>
    </w:pPr>
  </w:style>
  <w:style w:type="paragraph" w:customStyle="1" w:styleId="AltLevel1">
    <w:name w:val="AltLevel1"/>
    <w:basedOn w:val="Level1"/>
    <w:next w:val="Body1"/>
    <w:rsid w:val="00B4449A"/>
    <w:rPr>
      <w:caps/>
      <w:lang w:val="en-US"/>
    </w:rPr>
  </w:style>
  <w:style w:type="paragraph" w:customStyle="1" w:styleId="alfabody1">
    <w:name w:val="alfa body 1"/>
    <w:basedOn w:val="Body"/>
    <w:qFormat/>
    <w:rsid w:val="004A2D86"/>
    <w:pPr>
      <w:ind w:left="357"/>
    </w:pPr>
  </w:style>
  <w:style w:type="paragraph" w:customStyle="1" w:styleId="alfabody2">
    <w:name w:val="alfa body 2"/>
    <w:basedOn w:val="Body"/>
    <w:qFormat/>
    <w:rsid w:val="003D7A6B"/>
    <w:pPr>
      <w:ind w:left="1038"/>
    </w:pPr>
  </w:style>
  <w:style w:type="paragraph" w:customStyle="1" w:styleId="alfabody3">
    <w:name w:val="alfa body 3"/>
    <w:basedOn w:val="Body"/>
    <w:qFormat/>
    <w:rsid w:val="003D7A6B"/>
    <w:pPr>
      <w:ind w:left="1718"/>
    </w:pPr>
  </w:style>
  <w:style w:type="paragraph" w:customStyle="1" w:styleId="alfabody4">
    <w:name w:val="alfa body 4"/>
    <w:basedOn w:val="Body"/>
    <w:qFormat/>
    <w:rsid w:val="003D7A6B"/>
    <w:pPr>
      <w:ind w:left="2398"/>
    </w:pPr>
  </w:style>
  <w:style w:type="paragraph" w:customStyle="1" w:styleId="romanbody1">
    <w:name w:val="roman body 1"/>
    <w:basedOn w:val="Body"/>
    <w:qFormat/>
    <w:rsid w:val="00D54D16"/>
    <w:pPr>
      <w:ind w:left="357"/>
    </w:pPr>
  </w:style>
  <w:style w:type="paragraph" w:customStyle="1" w:styleId="romanbody2">
    <w:name w:val="roman body 2"/>
    <w:basedOn w:val="Body"/>
    <w:qFormat/>
    <w:rsid w:val="00D54D16"/>
    <w:pPr>
      <w:ind w:left="1038"/>
    </w:pPr>
  </w:style>
  <w:style w:type="paragraph" w:customStyle="1" w:styleId="romanbody3">
    <w:name w:val="roman body 3"/>
    <w:basedOn w:val="Body"/>
    <w:qFormat/>
    <w:rsid w:val="00D54D16"/>
    <w:pPr>
      <w:ind w:left="1718"/>
    </w:pPr>
  </w:style>
  <w:style w:type="paragraph" w:customStyle="1" w:styleId="romanbody4">
    <w:name w:val="roman body 4"/>
    <w:basedOn w:val="Body"/>
    <w:qFormat/>
    <w:rsid w:val="00D54D16"/>
    <w:pPr>
      <w:ind w:left="2398"/>
    </w:pPr>
  </w:style>
  <w:style w:type="paragraph" w:customStyle="1" w:styleId="romanbody5">
    <w:name w:val="roman body 5"/>
    <w:basedOn w:val="Body"/>
    <w:qFormat/>
    <w:rsid w:val="00CC28DC"/>
    <w:pPr>
      <w:ind w:left="2965"/>
    </w:pPr>
  </w:style>
  <w:style w:type="paragraph" w:customStyle="1" w:styleId="romanbody6">
    <w:name w:val="roman body 6"/>
    <w:basedOn w:val="Body"/>
    <w:qFormat/>
    <w:rsid w:val="00CC28DC"/>
    <w:pPr>
      <w:ind w:left="3646"/>
    </w:pPr>
  </w:style>
  <w:style w:type="paragraph" w:customStyle="1" w:styleId="alfabody5">
    <w:name w:val="alfa body 5"/>
    <w:basedOn w:val="Body"/>
    <w:qFormat/>
    <w:rsid w:val="00CC28DC"/>
    <w:pPr>
      <w:ind w:left="2965"/>
    </w:pPr>
  </w:style>
  <w:style w:type="paragraph" w:customStyle="1" w:styleId="alfabody6">
    <w:name w:val="alfa body 6"/>
    <w:basedOn w:val="Body"/>
    <w:qFormat/>
    <w:rsid w:val="00CC28DC"/>
    <w:pPr>
      <w:ind w:left="3646"/>
    </w:pPr>
  </w:style>
  <w:style w:type="character" w:customStyle="1" w:styleId="HeaderChar">
    <w:name w:val="Header Char"/>
    <w:basedOn w:val="DefaultParagraphFont"/>
    <w:link w:val="Header"/>
    <w:uiPriority w:val="99"/>
    <w:rsid w:val="00931034"/>
    <w:rPr>
      <w:rFonts w:ascii="Arial" w:hAnsi="Arial"/>
      <w:kern w:val="20"/>
      <w:szCs w:val="24"/>
      <w:lang w:val="en-GB"/>
    </w:rPr>
  </w:style>
  <w:style w:type="character" w:customStyle="1" w:styleId="FooterChar">
    <w:name w:val="Footer Char"/>
    <w:basedOn w:val="DefaultParagraphFont"/>
    <w:link w:val="Footer"/>
    <w:uiPriority w:val="99"/>
    <w:rsid w:val="00931034"/>
    <w:rPr>
      <w:rFonts w:ascii="Arial" w:hAnsi="Arial"/>
      <w:kern w:val="16"/>
      <w:sz w:val="16"/>
      <w:szCs w:val="24"/>
      <w:lang w:val="en-GB"/>
    </w:rPr>
  </w:style>
  <w:style w:type="paragraph" w:styleId="ListParagraph">
    <w:name w:val="List Paragraph"/>
    <w:aliases w:val="Forth level,Heading x1,Normal bullet 2,List Paragraph1,body 2,List Paragraph11,Citation List,본문(내용),List Paragraph (numbered (a)),lp1,Lettre d'introduction,1st level - Bullet List Paragraph,Paragrafo elenco,Lista 1,lp11,Cablenet"/>
    <w:basedOn w:val="Normal"/>
    <w:link w:val="ListParagraphChar"/>
    <w:uiPriority w:val="34"/>
    <w:qFormat/>
    <w:rsid w:val="00CE53BF"/>
    <w:pPr>
      <w:ind w:left="720"/>
      <w:contextualSpacing/>
    </w:pPr>
    <w:rPr>
      <w:rFonts w:ascii="Times New Roman" w:hAnsi="Times New Roman"/>
      <w:sz w:val="24"/>
      <w:lang w:val="en-US" w:eastAsia="en-GB"/>
    </w:rPr>
  </w:style>
  <w:style w:type="character" w:customStyle="1" w:styleId="ListParagraphChar">
    <w:name w:val="List Paragraph Char"/>
    <w:aliases w:val="Forth level Char,Heading x1 Char,Normal bullet 2 Char,List Paragraph1 Char,body 2 Char,List Paragraph11 Char,Citation List Char,본문(내용) Char,List Paragraph (numbered (a)) Char,lp1 Char,Lettre d'introduction Char,Paragrafo elenco Char"/>
    <w:link w:val="ListParagraph"/>
    <w:uiPriority w:val="34"/>
    <w:qFormat/>
    <w:locked/>
    <w:rsid w:val="00CE53BF"/>
    <w:rPr>
      <w:sz w:val="24"/>
      <w:szCs w:val="24"/>
      <w:lang w:eastAsia="en-GB"/>
    </w:rPr>
  </w:style>
  <w:style w:type="character" w:customStyle="1" w:styleId="slit">
    <w:name w:val="s_lit"/>
    <w:basedOn w:val="DefaultParagraphFont"/>
    <w:rsid w:val="006F76C9"/>
  </w:style>
  <w:style w:type="character" w:customStyle="1" w:styleId="Bodytext7">
    <w:name w:val="Body text (7)_"/>
    <w:basedOn w:val="DefaultParagraphFont"/>
    <w:link w:val="Bodytext70"/>
    <w:rsid w:val="007E4DE8"/>
    <w:rPr>
      <w:rFonts w:ascii="Trebuchet MS" w:eastAsia="Trebuchet MS" w:hAnsi="Trebuchet MS" w:cs="Trebuchet MS"/>
      <w:sz w:val="19"/>
      <w:szCs w:val="19"/>
      <w:shd w:val="clear" w:color="auto" w:fill="FFFFFF"/>
    </w:rPr>
  </w:style>
  <w:style w:type="paragraph" w:customStyle="1" w:styleId="Bodytext70">
    <w:name w:val="Body text (7)"/>
    <w:basedOn w:val="Normal"/>
    <w:link w:val="Bodytext7"/>
    <w:rsid w:val="007E4DE8"/>
    <w:pPr>
      <w:shd w:val="clear" w:color="auto" w:fill="FFFFFF"/>
      <w:spacing w:after="240" w:line="259" w:lineRule="exact"/>
      <w:ind w:hanging="700"/>
      <w:jc w:val="both"/>
    </w:pPr>
    <w:rPr>
      <w:rFonts w:ascii="Trebuchet MS" w:eastAsia="Trebuchet MS" w:hAnsi="Trebuchet MS" w:cs="Trebuchet MS"/>
      <w:sz w:val="19"/>
      <w:szCs w:val="19"/>
      <w:lang w:val="en-US"/>
    </w:rPr>
  </w:style>
  <w:style w:type="character" w:styleId="CommentReference">
    <w:name w:val="annotation reference"/>
    <w:basedOn w:val="DefaultParagraphFont"/>
    <w:semiHidden/>
    <w:unhideWhenUsed/>
    <w:rsid w:val="0019049C"/>
    <w:rPr>
      <w:sz w:val="16"/>
      <w:szCs w:val="16"/>
    </w:rPr>
  </w:style>
  <w:style w:type="paragraph" w:styleId="CommentSubject">
    <w:name w:val="annotation subject"/>
    <w:basedOn w:val="CommentText"/>
    <w:next w:val="CommentText"/>
    <w:link w:val="CommentSubjectChar"/>
    <w:semiHidden/>
    <w:unhideWhenUsed/>
    <w:rsid w:val="0019049C"/>
    <w:rPr>
      <w:b/>
      <w:bCs/>
    </w:rPr>
  </w:style>
  <w:style w:type="character" w:customStyle="1" w:styleId="CommentTextChar">
    <w:name w:val="Comment Text Char"/>
    <w:basedOn w:val="DefaultParagraphFont"/>
    <w:link w:val="CommentText"/>
    <w:semiHidden/>
    <w:rsid w:val="0019049C"/>
    <w:rPr>
      <w:rFonts w:ascii="Arial" w:hAnsi="Arial"/>
      <w:lang w:val="en-GB"/>
    </w:rPr>
  </w:style>
  <w:style w:type="character" w:customStyle="1" w:styleId="CommentSubjectChar">
    <w:name w:val="Comment Subject Char"/>
    <w:basedOn w:val="CommentTextChar"/>
    <w:link w:val="CommentSubject"/>
    <w:semiHidden/>
    <w:rsid w:val="0019049C"/>
    <w:rPr>
      <w:rFonts w:ascii="Arial" w:hAnsi="Arial"/>
      <w:b/>
      <w:bCs/>
      <w:lang w:val="en-GB"/>
    </w:rPr>
  </w:style>
  <w:style w:type="character" w:customStyle="1" w:styleId="TitleChar">
    <w:name w:val="Title Char"/>
    <w:basedOn w:val="DefaultParagraphFont"/>
    <w:link w:val="Title"/>
    <w:uiPriority w:val="10"/>
    <w:rsid w:val="00970A0E"/>
    <w:rPr>
      <w:rFonts w:ascii="Arial" w:hAnsi="Arial" w:cs="Arial"/>
      <w:b/>
      <w:bCs/>
      <w:kern w:val="28"/>
      <w:sz w:val="25"/>
      <w:szCs w:val="32"/>
      <w:lang w:val="en-GB"/>
    </w:rPr>
  </w:style>
  <w:style w:type="paragraph" w:customStyle="1" w:styleId="TableParagraph">
    <w:name w:val="Table Paragraph"/>
    <w:basedOn w:val="Normal"/>
    <w:uiPriority w:val="1"/>
    <w:qFormat/>
    <w:rsid w:val="00677A98"/>
    <w:pPr>
      <w:widowControl w:val="0"/>
      <w:autoSpaceDE w:val="0"/>
      <w:autoSpaceDN w:val="0"/>
    </w:pPr>
    <w:rPr>
      <w:rFonts w:eastAsia="Arial" w:cs="Arial"/>
      <w:sz w:val="22"/>
      <w:szCs w:val="22"/>
      <w:lang w:val="en-US" w:bidi="en-US"/>
    </w:rPr>
  </w:style>
  <w:style w:type="paragraph" w:styleId="Revision">
    <w:name w:val="Revision"/>
    <w:hidden/>
    <w:uiPriority w:val="99"/>
    <w:semiHidden/>
    <w:rsid w:val="002959BF"/>
    <w:rPr>
      <w:rFonts w:ascii="Arial" w:hAnsi="Arial"/>
      <w:szCs w:val="24"/>
      <w:lang w:val="en-GB"/>
    </w:rPr>
  </w:style>
  <w:style w:type="paragraph" w:styleId="BalloonText">
    <w:name w:val="Balloon Text"/>
    <w:basedOn w:val="Normal"/>
    <w:link w:val="BalloonTextChar"/>
    <w:semiHidden/>
    <w:unhideWhenUsed/>
    <w:rsid w:val="00D34664"/>
    <w:rPr>
      <w:rFonts w:ascii="Segoe UI" w:hAnsi="Segoe UI" w:cs="Segoe UI"/>
      <w:sz w:val="18"/>
      <w:szCs w:val="18"/>
    </w:rPr>
  </w:style>
  <w:style w:type="character" w:customStyle="1" w:styleId="BalloonTextChar">
    <w:name w:val="Balloon Text Char"/>
    <w:basedOn w:val="DefaultParagraphFont"/>
    <w:link w:val="BalloonText"/>
    <w:semiHidden/>
    <w:rsid w:val="00D3466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22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zitiipublice.gov.ro/matrix/cell/76/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425ZB\OneDrive%20-%20EY\Desktop\templates\BDAttorneys_General%20template_September%20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3EFA19-8BBE-4FE8-A55D-C60764021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BDAttorneys_General template_September 2021</Template>
  <TotalTime>4</TotalTime>
  <Pages>39</Pages>
  <Words>16835</Words>
  <Characters>95962</Characters>
  <Application>Microsoft Office Word</Application>
  <DocSecurity>0</DocSecurity>
  <Lines>799</Lines>
  <Paragraphs>225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HouseStyle</vt:lpstr>
      <vt:lpstr>HouseStyle</vt:lpstr>
    </vt:vector>
  </TitlesOfParts>
  <Company/>
  <LinksUpToDate>false</LinksUpToDate>
  <CharactersWithSpaces>112572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HouseStyle</dc:title>
  <dc:subject/>
  <dc:creator>Bancila, Diaconu si Asociatii</dc:creator>
  <cp:keywords/>
  <dc:description/>
  <cp:lastModifiedBy>Daniela Bejinariu</cp:lastModifiedBy>
  <cp:revision>4</cp:revision>
  <cp:lastPrinted>2007-09-26T09:41:00Z</cp:lastPrinted>
  <dcterms:created xsi:type="dcterms:W3CDTF">2022-09-29T08:18:00Z</dcterms:created>
  <dcterms:modified xsi:type="dcterms:W3CDTF">2023-01-30T12:00:00Z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 </vt:lpwstr>
  </property>
  <property fmtid="{D5CDD505-2E9C-101B-9397-08002B2CF9AE}" pid="3" name="Document Number">
    <vt:lpwstr> </vt:lpwstr>
  </property>
  <property fmtid="{D5CDD505-2E9C-101B-9397-08002B2CF9AE}" pid="4" name="Last Modified">
    <vt:lpwstr> </vt:lpwstr>
  </property>
  <property fmtid="{D5CDD505-2E9C-101B-9397-08002B2CF9AE}" pid="5" name="Template Version">
    <vt:lpwstr>R.137</vt:lpwstr>
  </property>
  <property fmtid="{D5CDD505-2E9C-101B-9397-08002B2CF9AE}" pid="6" name="CoverPage">
    <vt:lpwstr>No</vt:lpwstr>
  </property>
  <property fmtid="{D5CDD505-2E9C-101B-9397-08002B2CF9AE}" pid="7" name="Language">
    <vt:lpwstr>English (U.K.)</vt:lpwstr>
  </property>
  <property fmtid="{D5CDD505-2E9C-101B-9397-08002B2CF9AE}" pid="8" name="PaperSize">
    <vt:lpwstr>A4</vt:lpwstr>
  </property>
  <property fmtid="{D5CDD505-2E9C-101B-9397-08002B2CF9AE}" pid="9" name="Landscape">
    <vt:lpwstr> </vt:lpwstr>
  </property>
  <property fmtid="{D5CDD505-2E9C-101B-9397-08002B2CF9AE}" pid="10" name="HouseStyle">
    <vt:lpwstr>2</vt:lpwstr>
  </property>
  <property fmtid="{D5CDD505-2E9C-101B-9397-08002B2CF9AE}" pid="11" name="HSChanged">
    <vt:lpwstr>No</vt:lpwstr>
  </property>
  <property fmtid="{D5CDD505-2E9C-101B-9397-08002B2CF9AE}" pid="12" name="HeadPara">
    <vt:i4>1</vt:i4>
  </property>
  <property fmtid="{D5CDD505-2E9C-101B-9397-08002B2CF9AE}" pid="13" name="TOCInsert">
    <vt:lpwstr>Yes</vt:lpwstr>
  </property>
  <property fmtid="{D5CDD505-2E9C-101B-9397-08002B2CF9AE}" pid="14" name="TOCString">
    <vt:lpwstr> </vt:lpwstr>
  </property>
  <property fmtid="{D5CDD505-2E9C-101B-9397-08002B2CF9AE}" pid="15" name="TOCBold">
    <vt:lpwstr>Yes</vt:lpwstr>
  </property>
  <property fmtid="{D5CDD505-2E9C-101B-9397-08002B2CF9AE}" pid="16" name="Chinese">
    <vt:lpwstr>No</vt:lpwstr>
  </property>
</Properties>
</file>