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3C8EB" w14:textId="77777777" w:rsidR="00B411BE" w:rsidRPr="00276DC1" w:rsidRDefault="00B411BE" w:rsidP="00C34571">
      <w:pPr>
        <w:spacing w:after="0" w:line="240" w:lineRule="auto"/>
        <w:ind w:left="426"/>
        <w:jc w:val="left"/>
        <w:rPr>
          <w:sz w:val="20"/>
          <w:szCs w:val="20"/>
        </w:rPr>
      </w:pPr>
      <w:bookmarkStart w:id="0" w:name="_GoBack"/>
      <w:bookmarkEnd w:id="0"/>
      <w:r w:rsidRPr="00276DC1">
        <w:rPr>
          <w:sz w:val="20"/>
          <w:szCs w:val="20"/>
        </w:rPr>
        <w:t xml:space="preserve">Planul Național de Redresare și Reziliență </w:t>
      </w:r>
    </w:p>
    <w:p w14:paraId="6A9CD75A" w14:textId="77777777" w:rsidR="00B411BE" w:rsidRPr="00276DC1" w:rsidRDefault="00B411BE" w:rsidP="00C34571">
      <w:pPr>
        <w:spacing w:after="0" w:line="240" w:lineRule="auto"/>
        <w:ind w:left="426"/>
        <w:jc w:val="left"/>
        <w:rPr>
          <w:sz w:val="20"/>
          <w:szCs w:val="20"/>
        </w:rPr>
      </w:pPr>
      <w:r w:rsidRPr="00276DC1">
        <w:rPr>
          <w:sz w:val="20"/>
          <w:szCs w:val="20"/>
        </w:rPr>
        <w:t>Componenta C13 – REFORME SOCIALE</w:t>
      </w:r>
    </w:p>
    <w:p w14:paraId="27884D9E" w14:textId="77777777" w:rsidR="002A4069" w:rsidRPr="002A4069" w:rsidRDefault="002A4069" w:rsidP="0087554A">
      <w:pPr>
        <w:spacing w:after="0"/>
        <w:ind w:left="426"/>
        <w:rPr>
          <w:sz w:val="20"/>
          <w:szCs w:val="20"/>
        </w:rPr>
      </w:pPr>
      <w:r w:rsidRPr="002A4069">
        <w:rPr>
          <w:sz w:val="20"/>
          <w:szCs w:val="20"/>
        </w:rPr>
        <w:t>Investiția I4 crearea unei rețele de centre de zi de asistență și recuperare pentru persoane vârstnice</w:t>
      </w:r>
    </w:p>
    <w:p w14:paraId="25902778" w14:textId="77777777" w:rsidR="00C25CC2" w:rsidRDefault="002A4069">
      <w:pPr>
        <w:spacing w:after="0" w:line="240" w:lineRule="auto"/>
        <w:ind w:left="426"/>
        <w:jc w:val="left"/>
        <w:rPr>
          <w:sz w:val="20"/>
          <w:szCs w:val="20"/>
        </w:rPr>
      </w:pPr>
      <w:r w:rsidRPr="002A4069">
        <w:rPr>
          <w:sz w:val="20"/>
          <w:szCs w:val="20"/>
        </w:rPr>
        <w:t>Titlu apel: PNRR/2023/C13/MMSS/I4. Centre de zi de asistență și recuperare pentru persoane vârstnice</w:t>
      </w:r>
    </w:p>
    <w:p w14:paraId="41404119" w14:textId="0149CD9C" w:rsidR="00264C14" w:rsidRPr="000458D7" w:rsidRDefault="002A4069" w:rsidP="00C34571">
      <w:pPr>
        <w:spacing w:after="0" w:line="240" w:lineRule="auto"/>
        <w:ind w:left="426"/>
        <w:jc w:val="left"/>
        <w:rPr>
          <w:rFonts w:eastAsia="Times New Roman"/>
          <w:i/>
          <w:lang w:val="ro-RO"/>
        </w:rPr>
      </w:pPr>
      <w:r w:rsidRPr="002A4069">
        <w:rPr>
          <w:sz w:val="20"/>
          <w:szCs w:val="20"/>
        </w:rPr>
        <w:t xml:space="preserve"> </w:t>
      </w:r>
      <w:r w:rsidR="00B411BE" w:rsidRPr="005535D1">
        <w:t xml:space="preserve"> </w:t>
      </w:r>
    </w:p>
    <w:p w14:paraId="7EC23066" w14:textId="10CDF401" w:rsidR="00C17F9F" w:rsidRPr="00264C14" w:rsidRDefault="00C17F9F" w:rsidP="00C34571">
      <w:pPr>
        <w:spacing w:after="0" w:line="240" w:lineRule="auto"/>
        <w:ind w:left="426"/>
        <w:jc w:val="right"/>
        <w:rPr>
          <w:rFonts w:eastAsia="Times New Roman"/>
          <w:iCs/>
          <w:lang w:val="ro-RO"/>
        </w:rPr>
      </w:pPr>
      <w:r w:rsidRPr="00264C14">
        <w:rPr>
          <w:rFonts w:eastAsia="Times New Roman"/>
          <w:iCs/>
          <w:lang w:val="ro-RO"/>
        </w:rPr>
        <w:t xml:space="preserve">Anexa </w:t>
      </w:r>
      <w:r w:rsidR="00FD1B95">
        <w:t>2</w:t>
      </w:r>
      <w:r w:rsidR="00B411BE" w:rsidRPr="005535D1">
        <w:t xml:space="preserve"> la Ghidul specific</w:t>
      </w:r>
    </w:p>
    <w:p w14:paraId="194377AA" w14:textId="77777777" w:rsidR="00264C14" w:rsidRDefault="00264C14" w:rsidP="00C17F9F">
      <w:pPr>
        <w:spacing w:after="0" w:line="240" w:lineRule="auto"/>
        <w:ind w:left="0" w:firstLine="708"/>
        <w:jc w:val="center"/>
        <w:rPr>
          <w:rFonts w:eastAsia="Times New Roman"/>
          <w:bCs/>
          <w:lang w:val="ro-RO"/>
        </w:rPr>
      </w:pPr>
    </w:p>
    <w:p w14:paraId="44752DEB" w14:textId="10A1F5FD" w:rsidR="00B411BE" w:rsidRDefault="00FD1B95" w:rsidP="00C34571">
      <w:pPr>
        <w:spacing w:after="0"/>
        <w:ind w:left="0" w:firstLine="708"/>
        <w:jc w:val="center"/>
        <w:rPr>
          <w:rFonts w:eastAsia="Times New Roman"/>
          <w:b/>
          <w:bCs/>
          <w:lang w:val="ro-RO"/>
        </w:rPr>
      </w:pPr>
      <w:r>
        <w:rPr>
          <w:rFonts w:eastAsia="Times New Roman"/>
          <w:b/>
          <w:bCs/>
          <w:lang w:val="ro-RO"/>
        </w:rPr>
        <w:t>Lista UAT-urilor eligibile</w:t>
      </w:r>
    </w:p>
    <w:p w14:paraId="4420675A" w14:textId="77777777" w:rsidR="00C33F19" w:rsidRDefault="00B411BE" w:rsidP="00C34571">
      <w:pPr>
        <w:spacing w:after="0"/>
        <w:ind w:left="0" w:firstLine="708"/>
        <w:jc w:val="center"/>
        <w:rPr>
          <w:rFonts w:cstheme="minorHAnsi"/>
        </w:rPr>
      </w:pPr>
      <w:r w:rsidRPr="00276DC1">
        <w:rPr>
          <w:rFonts w:eastAsia="Times New Roman"/>
          <w:bCs/>
          <w:lang w:val="ro-RO"/>
        </w:rPr>
        <w:t xml:space="preserve">în cadrul apelului </w:t>
      </w:r>
      <w:r w:rsidRPr="00276DC1">
        <w:rPr>
          <w:rFonts w:cstheme="minorHAnsi"/>
        </w:rPr>
        <w:t xml:space="preserve">PNRR/2023/C13/I4 </w:t>
      </w:r>
    </w:p>
    <w:p w14:paraId="6469803F" w14:textId="2A29B27A" w:rsidR="00B411BE" w:rsidRPr="00276DC1" w:rsidRDefault="00C33F19" w:rsidP="00C34571">
      <w:pPr>
        <w:spacing w:after="0"/>
        <w:ind w:left="0" w:firstLine="708"/>
        <w:jc w:val="center"/>
        <w:rPr>
          <w:rFonts w:eastAsia="Times New Roman"/>
          <w:bCs/>
          <w:lang w:val="ro-RO"/>
        </w:rPr>
      </w:pPr>
      <w:r>
        <w:rPr>
          <w:rFonts w:cstheme="minorHAnsi"/>
        </w:rPr>
        <w:t>C</w:t>
      </w:r>
      <w:r w:rsidR="00B411BE" w:rsidRPr="00276DC1">
        <w:rPr>
          <w:rFonts w:cstheme="minorHAnsi"/>
        </w:rPr>
        <w:t>entre de zi de asistență și recuperare pentru persoane vârstnice</w:t>
      </w:r>
    </w:p>
    <w:p w14:paraId="15E32383" w14:textId="77777777" w:rsidR="00FA0E1D" w:rsidRDefault="00FA0E1D" w:rsidP="00C33F19">
      <w:pPr>
        <w:spacing w:after="0" w:line="240" w:lineRule="auto"/>
        <w:ind w:left="0" w:firstLine="708"/>
        <w:jc w:val="center"/>
        <w:rPr>
          <w:rFonts w:eastAsia="Times New Roman"/>
          <w:bCs/>
          <w:lang w:val="ro-RO"/>
        </w:rPr>
      </w:pPr>
    </w:p>
    <w:p w14:paraId="73207076" w14:textId="77777777" w:rsidR="00FD1B95" w:rsidRDefault="00FD1B95" w:rsidP="00C17F9F">
      <w:pPr>
        <w:spacing w:after="0" w:line="240" w:lineRule="auto"/>
        <w:ind w:left="0" w:firstLine="708"/>
        <w:jc w:val="center"/>
        <w:rPr>
          <w:rFonts w:eastAsia="Times New Roman"/>
          <w:bCs/>
          <w:lang w:val="ro-RO"/>
        </w:rPr>
      </w:pPr>
    </w:p>
    <w:tbl>
      <w:tblPr>
        <w:tblW w:w="9537" w:type="dxa"/>
        <w:jc w:val="center"/>
        <w:tblLayout w:type="fixed"/>
        <w:tblLook w:val="04A0" w:firstRow="1" w:lastRow="0" w:firstColumn="1" w:lastColumn="0" w:noHBand="0" w:noVBand="1"/>
      </w:tblPr>
      <w:tblGrid>
        <w:gridCol w:w="623"/>
        <w:gridCol w:w="825"/>
        <w:gridCol w:w="1569"/>
        <w:gridCol w:w="2507"/>
        <w:gridCol w:w="846"/>
        <w:gridCol w:w="1057"/>
        <w:gridCol w:w="1055"/>
        <w:gridCol w:w="1055"/>
      </w:tblGrid>
      <w:tr w:rsidR="00773C05" w:rsidRPr="00773C05" w14:paraId="53292A9E" w14:textId="77777777" w:rsidTr="00104FC8">
        <w:trPr>
          <w:trHeight w:val="1395"/>
          <w:jc w:val="center"/>
        </w:trPr>
        <w:tc>
          <w:tcPr>
            <w:tcW w:w="6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A9D08E"/>
            <w:vAlign w:val="center"/>
            <w:hideMark/>
          </w:tcPr>
          <w:p w14:paraId="2A51CCA3" w14:textId="77777777" w:rsidR="00773C05" w:rsidRPr="00773C05" w:rsidRDefault="00773C05" w:rsidP="00773C0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lang w:val="ro-RO" w:eastAsia="ro-RO"/>
              </w:rPr>
              <w:t>Nr. crt.</w:t>
            </w:r>
          </w:p>
        </w:tc>
        <w:tc>
          <w:tcPr>
            <w:tcW w:w="82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A9D08E"/>
            <w:vAlign w:val="center"/>
            <w:hideMark/>
          </w:tcPr>
          <w:p w14:paraId="1F2442D6" w14:textId="77777777" w:rsidR="00773C05" w:rsidRPr="00773C05" w:rsidRDefault="00773C05" w:rsidP="00773C0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lang w:val="ro-RO" w:eastAsia="ro-RO"/>
              </w:rPr>
              <w:t>Siruta</w:t>
            </w:r>
          </w:p>
        </w:tc>
        <w:tc>
          <w:tcPr>
            <w:tcW w:w="156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A9D08E"/>
            <w:vAlign w:val="center"/>
            <w:hideMark/>
          </w:tcPr>
          <w:p w14:paraId="4D24D95E" w14:textId="77777777" w:rsidR="00773C05" w:rsidRPr="00773C05" w:rsidRDefault="00773C05" w:rsidP="00773C0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lang w:val="ro-RO" w:eastAsia="ro-RO"/>
              </w:rPr>
              <w:t>Județ</w:t>
            </w:r>
          </w:p>
        </w:tc>
        <w:tc>
          <w:tcPr>
            <w:tcW w:w="25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A9D08E"/>
            <w:vAlign w:val="center"/>
            <w:hideMark/>
          </w:tcPr>
          <w:p w14:paraId="19B3CBE2" w14:textId="77777777" w:rsidR="00773C05" w:rsidRPr="00773C05" w:rsidRDefault="00773C05" w:rsidP="00773C0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lang w:val="ro-RO" w:eastAsia="ro-RO"/>
              </w:rPr>
              <w:t>UAT</w:t>
            </w:r>
          </w:p>
        </w:tc>
        <w:tc>
          <w:tcPr>
            <w:tcW w:w="84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A9D08E"/>
            <w:vAlign w:val="center"/>
            <w:hideMark/>
          </w:tcPr>
          <w:p w14:paraId="21A163B0" w14:textId="77777777" w:rsidR="00773C05" w:rsidRPr="00773C05" w:rsidRDefault="00773C05" w:rsidP="00773C0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lang w:val="ro-RO" w:eastAsia="ro-RO"/>
              </w:rPr>
              <w:t>Mediu</w:t>
            </w:r>
          </w:p>
        </w:tc>
        <w:tc>
          <w:tcPr>
            <w:tcW w:w="105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A9D08E"/>
            <w:vAlign w:val="center"/>
            <w:hideMark/>
          </w:tcPr>
          <w:p w14:paraId="477A0E76" w14:textId="77777777" w:rsidR="00773C05" w:rsidRPr="00773C05" w:rsidRDefault="00773C05" w:rsidP="00773C0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lang w:val="ro-RO" w:eastAsia="ro-RO"/>
              </w:rPr>
              <w:t>POP 65+ cu nevoi ILD</w:t>
            </w:r>
          </w:p>
        </w:tc>
        <w:tc>
          <w:tcPr>
            <w:tcW w:w="105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A9D08E"/>
            <w:vAlign w:val="center"/>
            <w:hideMark/>
          </w:tcPr>
          <w:p w14:paraId="30898F33" w14:textId="77777777" w:rsidR="00773C05" w:rsidRPr="00773C05" w:rsidRDefault="00773C05" w:rsidP="00773C0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lang w:val="ro-RO" w:eastAsia="ro-RO"/>
              </w:rPr>
              <w:t xml:space="preserve">CZAR </w:t>
            </w:r>
            <w:r w:rsidRPr="00773C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o-RO" w:eastAsia="ro-RO"/>
              </w:rPr>
              <w:t>(5.04.2023)</w:t>
            </w:r>
          </w:p>
        </w:tc>
        <w:tc>
          <w:tcPr>
            <w:tcW w:w="105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A9D08E"/>
            <w:vAlign w:val="center"/>
            <w:hideMark/>
          </w:tcPr>
          <w:p w14:paraId="28475233" w14:textId="77777777" w:rsidR="00773C05" w:rsidRPr="00773C05" w:rsidRDefault="00773C05" w:rsidP="00773C0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lang w:val="ro-RO" w:eastAsia="ro-RO"/>
              </w:rPr>
              <w:t xml:space="preserve">UID </w:t>
            </w:r>
            <w:r w:rsidRPr="00773C05">
              <w:rPr>
                <w:rFonts w:ascii="Calibri" w:eastAsia="Times New Roman" w:hAnsi="Calibri" w:cs="Calibri"/>
                <w:color w:val="000000"/>
                <w:sz w:val="18"/>
                <w:szCs w:val="18"/>
                <w:lang w:val="ro-RO" w:eastAsia="ro-RO"/>
              </w:rPr>
              <w:t>(5.04.2023)</w:t>
            </w:r>
          </w:p>
        </w:tc>
      </w:tr>
      <w:tr w:rsidR="00104FC8" w:rsidRPr="00773C05" w14:paraId="37990EA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54E3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9B8E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A6B4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7838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0A1A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95E5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A544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51F1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C5D49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D33C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BD8C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BB30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4614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ALMASU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8444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532C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EC7B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3BF2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0EBC9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7908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51CF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A160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08A5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ARIESENI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D22D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1D99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8594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9F4B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A31744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65AD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B5F8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FEBF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0CF8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AVRAM IANCU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9FF2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13E6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7A05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24BB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7F10722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4687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C2A2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F0DF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B8FC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BERGHIN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BF27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58D3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C2FA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2135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95941D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F866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750A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1E64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F1EA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B529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15CF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C52A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EEE1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3B5C92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3F19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AF6E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29E3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0FD0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BLANDIANA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C216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F5AB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B7C8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9F92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45E3C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F32D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270C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2316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21FF7F" w14:textId="77777777" w:rsidR="00773C05" w:rsidRPr="00773C05" w:rsidRDefault="00773C05" w:rsidP="00104FC8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BUCERDEA GRANOASA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534E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08B9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CA4B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D242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89FACB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3F38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76F5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AD36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0B21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BUCIUM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0DCF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F075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E9CA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1340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F56D8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B28C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B599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C294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D3C9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CALNIC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E246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A7B9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9362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3100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7CB5F7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76E5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5BA2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6585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B5B3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CENADE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B8F6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E817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C886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ECA6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7DAF90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DA38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B924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B6B5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5326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CERGAU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051B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F66B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97AA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7F97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E0607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9035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62F1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DAC4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9F5E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CERU-BACAINTI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EA7E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FE8A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2686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11AC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92A4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4917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1D0F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E0C8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6D34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CETATEA DE BALTA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821D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B2D6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CD51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BE9C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AA660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BB44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3E52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F5F7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2609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CIUGUD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589E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C730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9FA8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030A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594DA39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18A9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29A6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E925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4906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CIURULEASA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8DAB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F3DB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41AA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252D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3372C3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89B9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A37D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1754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FFF9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CRACIUNELU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162C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A7E2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BA72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D5B2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4FAD1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A82A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68AA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59D4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295B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CRICAU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A186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B0AB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AE05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2693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EDBA8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3284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0CB6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CDE0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2CEB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516D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D9EF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CF39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E33E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9DD4F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19CE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1D38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1F7C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EAB9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DAIA ROMANA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EA0B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C876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7546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1DF7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AC437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FF37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08F4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A7BC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F277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DOSTAT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EA03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9084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2F11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BC4B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02616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A4BF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500C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EF8C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DEFA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FARAU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462C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2356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C96E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9B40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6B9CF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5F3F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11FD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44CE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A05B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GALDA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DA74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C2BD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ED72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573A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1F71A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7245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E673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DA94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6F58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GARBOVA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9EFD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5F88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FE1B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65F9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5B267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586C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394B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0EED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AB2F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GARDA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4D03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8D25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F079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685A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F64CA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DF55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D4B2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BDFC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8028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HOPARTA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8E90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45E8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03BB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2CE9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17C62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E778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137F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0504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82E0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HOREA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009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E2E2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2909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5968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A3F999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1A0C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6722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B297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6C55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IGHIU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23D2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612A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AAD8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41F4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2134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301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934E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4657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A6C8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INTREGALDE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69AE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4EE1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294A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1887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B66A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F37E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4ADE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4701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1781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JIDVEI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CEA0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F3FC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3527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27DF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28A9A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2076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5D00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E24D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D000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LIVEZILE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AA43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F517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A2D0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3451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23107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01E8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3205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00B0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86FF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LOPADEA NOUA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F6F2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C3E9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DB41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5DCA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85536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3BB4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93AA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003B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E734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LUNCA MURESULUI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D7C7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0323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79F7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0D76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998EE3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DE1A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AE1F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029C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2E19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LUPSA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A580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2E3C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C95E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2ECD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8F2D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F759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3D9C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B1E0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03A3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METES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B6BB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3317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1396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83D5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E242B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CF2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4781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47D6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FD77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MIHALT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D198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3B0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4971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0AB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EF27AB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2783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E92D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8F2F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2977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MIRASLAU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DE4E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7DF7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8624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2900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6C6E3B5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5A69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7F64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5018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BAE5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MOGOS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01A5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2A89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F7A6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CC6C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437FA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E831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B770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6579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E30C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AIUD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6CC7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9291B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1743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8DA0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8202B3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85EA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76F5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BCDD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827D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ALBA IULIA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13CA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95E78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6.397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3993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E876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104FC8" w:rsidRPr="00773C05" w14:paraId="75B380E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27C9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700D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C658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4605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BLAJ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4BE3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E6812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90B9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21A4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D3794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6609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74E7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E795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5320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SEBES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18E5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7299E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2.847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B501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099F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53B5F0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3EB3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6F05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2562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3D4D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NOSLAC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D8F5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C12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9C1B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E405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290DB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CEB5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091E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DEDD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E94F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OCOLIS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978A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A406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8F9C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8284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9D41A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FFB4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B55F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2D81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D5AD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OHABA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63B5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2E66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2D39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F373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D915B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EC64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C941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EBD9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F10A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ABRUD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28E1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6905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F475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4F9A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0E4F2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2307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F64E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1E0E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2828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BAIA DE ARIES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A0C7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0AE7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131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AE7D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A1431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FF90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6743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99B9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695B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CAMPENI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E971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0B180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ABB0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91C0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46326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98A5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0E09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82FC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1816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CUGIR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1CBA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41B61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8A0C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051D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7B9E83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07F9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041C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BDA3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2768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OCNA MURES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EB5A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BFEDA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02DF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52B3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2CF890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0E3F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A224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70B8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5382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TEIUS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D1C0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0CDB7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1600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2C5B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92C0ED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C8F4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5362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EF58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1C4A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ZLATNA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5011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EB2E5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154F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8BC5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3958F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4110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2722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6B8B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D31F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68F9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3E54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494F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70B0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0859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16E3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2E52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1216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E3FA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POIANA VADULUI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0A6F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5DB3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C0A6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CF41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23DA8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69BD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97C1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F66B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8E6F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PONOR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45E7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C004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70C8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D6EB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B8430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8415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3819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2C72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3FED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POSAGA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7587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DD19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1FFE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68E8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A56CE8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F18B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9248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00FA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9EB7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FB9A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5602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9EEF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63BD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E2739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3D81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90D3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16FA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A09D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RAMET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BAE0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4C12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6C4E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1F4D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AA1F5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78AF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F1F7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B68A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FD58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RAMETEA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3836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8098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60A5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B1A2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AD82FC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5FC5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17DF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F3EE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01B9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ROSIA DE SECAS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41D8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149C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BFFF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C7BE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AFAEC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AD8D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26E2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C06C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0ACB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ROSIA MONTANA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36C6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77BE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D0AF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F6A1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08BFD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D02D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64FC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2CAF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55EC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SALCIUA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69BD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9F5E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F2C8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0A9B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3114B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B4CB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F503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A59C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6D0E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SALISTEA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E284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F653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F986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ACFB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6D401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F440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6A3C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9454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76F8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SANCEL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27C4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981A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4192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ACDB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710E9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41CC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5E02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8BE6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09EC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SANTIMBRU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BF94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BD0E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EFEE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922A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D0946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490B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5853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8D32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D6A7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SASCIORI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E774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7B20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9F41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A213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25748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D99E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B42D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2FD0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63E3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SCARISOARA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1850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D1FC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DD10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C853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ED43B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F442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9897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06F0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5650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SIBOT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6791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450B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E760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74EE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E6A560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4BA0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521F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727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11E6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SOHODOL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C043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E1B0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2C72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365B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2748B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7301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0931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C34C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6932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D54F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4962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4F0D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D276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60253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1C75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D6BE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6370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D652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SPRING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154C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279D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D36D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1AEF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D8BBF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8018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3314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9BE5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C76B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STREMT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60C5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888B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67BA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5B12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3FD46C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AF66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E5F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D285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46E5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SUGAG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D170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D09B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E166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2EE4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B424A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90B7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C967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85EE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10D2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UNIREA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554D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8539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ED93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3177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E76F6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EED1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DD0D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67AE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9C02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VADU MOTILOR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1DFC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5AB0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2F00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2733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9EF9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A9B4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7438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9F53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5B19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LUNGA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F8A4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D1B8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931C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AA84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08D07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CC69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E649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ACD4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5DE6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VIDRA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65C5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66A5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F69C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F00B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66976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219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12E7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4C5E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D081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VINTU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1714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7F69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F604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0784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8D817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CC0B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EA1A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FA76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B243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CA31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D650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BCF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F2F4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C3C76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AC91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5277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AD2F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FA46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APATEU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9A2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8F68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96A0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A2E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413D3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C51F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5143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9369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39F4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ARCHIS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687E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DAF8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6B31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5FF4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8F124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D54D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FDAE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1D57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B17C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F0AF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9AE4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2CB5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3028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36779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BC8B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2E5A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5644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9DF0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BARZAVA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22A9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C65C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DA26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F878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FAC57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96D4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516A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8125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82BA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2DFB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14BB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7965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2B94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F207B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7739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D796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AF11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41ED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BELIU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5249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EB3A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36EB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F249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9DFDC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1F49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5C58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C6E6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7DAB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BIRCHIS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3B82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1477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2977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E155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0C3BE2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1D15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D2A7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62BC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EC7C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BOCSIG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63EA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866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D09F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9088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D550B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626E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4754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8140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9A79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BRAZII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4332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F984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5D30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08CE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8FFDD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874D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A9CF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83CA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0F47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2FCE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113F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C353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5B45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96E2C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09FD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4323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BDA7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D398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CARAND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8AC9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5AED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4C26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79B1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8A4C7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87C9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4598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FA65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1167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CERMEI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BF6A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7743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58C6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CC9C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14BF3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A4A3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31E9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E45A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6A6A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CHISINDIA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81D8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68E3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E620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71FD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21F3A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F8F2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7E0D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D103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6E55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CONOP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DB71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A985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85FD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58E3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DF85D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8C34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BEDB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FEE2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519E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COVASINT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4C0E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C4A6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2325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6564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614C4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1F4E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0899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F5B7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95B6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CRAIVA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90EA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888D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AFE5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0881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CFE66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B773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CBEC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4697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3E79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DEZNA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C4EB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8830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C412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F407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2C5AB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C6EC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78AB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546A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7B3A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DIECI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77E3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6CFA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C5DA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4FBD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BC30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A0A8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795C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E531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9FBE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DOROBANTI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4B6D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A6C5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E784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CE41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3CC68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AE8C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5018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DB4E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5674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FANTANELE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D079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E4F3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60E9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FA0F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02165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98CC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DB28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A64C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C7D5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FELNAC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619C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BC8B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453F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9E61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DE620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200D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B2D8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16F1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2BEA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FRUMUSENI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BEE7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CD10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0007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26C8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C791C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6361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9AF6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FB75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C799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GHIOROC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5B41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FD94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3571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5E4D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D96D3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2F87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7608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3086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97E2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GRANICERI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DA5D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35D5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59D6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9053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23CAF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40D8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BB1B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2536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A5AF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GURAHONT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4F06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C5E9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950E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4D22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C6B5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2E6A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BE6B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2917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7CAE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HALMAGEL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2DB0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C84E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7936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1BAC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9FD7B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2CE2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0AD9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452B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A890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HALMAGIU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C872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CB30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17A7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940C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D8F84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247F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43AA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E46A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D199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HASMAS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EE24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0C2A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C0F7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E727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6A2CA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BA4A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D1E0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AF64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BAF1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IGNESTI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DD08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A824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9A7A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5614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4924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401D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5C8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9B59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C94B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IRATOSU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501C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60E1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BE07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3F3E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43B15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156E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4AFC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C31A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E025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LIVADA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FCB8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5046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A5D3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B9A6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04D18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F772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E625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3AEC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8B4F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863F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4368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04BB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8E3E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856C8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E6B5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DD4F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4F74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2927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D9B6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29A8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22BA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6122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37DE5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A285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FA0A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6A27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72B4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MONEASA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8092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79E3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1CB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6E9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8587A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599B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BDCC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5262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990C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ARAD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8957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DF036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17.690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6B9A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0936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104FC8" w:rsidRPr="00773C05" w14:paraId="6320FC5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B255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882B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0933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0AB0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217B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808B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6AFE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BCDA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9466D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7EB5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0CC7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3B2F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938B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CHISINEU-CRIS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621D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30DC8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C5AA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398A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27125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3B34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517B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00C8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2416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CURTICI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8E3D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8E9BF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60AF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302C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FB339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F6B1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F125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25A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C180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INEU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79B1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5A4B1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4793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0280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14B5A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F6A5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3EFA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0F59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F89B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LIPOVA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6235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5BA4D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4314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87C1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AF92D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8900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EFFF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2216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C4F0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NADLAC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3FE9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1E758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2962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B9A3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BD027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A119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828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2917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7B30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PANCOTA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FDE2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EFA9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3BDD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B22E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C7B9B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1581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1CA4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EE66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E0A0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PECICA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72F1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D9F37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18ED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5A06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104FC8" w:rsidRPr="00773C05" w14:paraId="1643AA9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2B72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DDF3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C45E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6378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SANTANA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0866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A5981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C151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6E79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441AA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F4BC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FCAD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8CEF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D335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SEBIS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C413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19C7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131D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6928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20B26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BF7C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1C8E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88C5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0D7A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PAULIS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11C6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EDB0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A38D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81AE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D7A49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6A1B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A33D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721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290C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PEREGU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DD89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E1F9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2F57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34E2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4994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D2D0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A265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133B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DB32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PETRIS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261A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5C2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66BF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C77E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0887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D202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BEB3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F120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751F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PILU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4C3C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C3B8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82CD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05F1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7E8ED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32B0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9802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9F93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E507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PLESCUTA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2E2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9998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74CF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5532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0ACC3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3ADF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9BC0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3E94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E499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SAGU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DF97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C721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6FF8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9FD7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6B669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4A46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79F7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09D6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6935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SAVARSIN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3B93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88BF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2BED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4A31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661DA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4C4A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C018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7F78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4042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SECUSIGIU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3BE9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88EE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2AE0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ECE6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26210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8D3E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9C02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1D17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189A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SEITIN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FEFF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A758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00AC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EA50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B5E60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CD6F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3740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B120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2842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SELEUS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9110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32DB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1DED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356D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5C5C9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461B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9D5E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401F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03B1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SEMLAC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B11E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E0B1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0DB6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1C7F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B16AD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5896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9076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2C17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9743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SEPREUS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154B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F793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D4C8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1DFE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F1360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5DCE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D8DC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9F4C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4203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SICULA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8D0C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1DFF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D152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683C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85A92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B17A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AE20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2206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4FF8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SILINDIA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FFC1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B1D1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B6AF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82C3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C092E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B70B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510C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5ADF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47A0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SIMAND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E036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97AC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B27F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CB3B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431835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D0E4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CCF7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39C2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ECAE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SINTEA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F3E7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0A95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1B48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C7E8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58E36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88DF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F3EA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7CD8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9951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SIRIA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D308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5FB99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362D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85A0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433D2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184B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1BBE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797C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B17B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SISTAROVAT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D8D8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16A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9C61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5E93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D2592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8D47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FBCC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CF88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BD33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SOCODOR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696B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5893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14DB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2490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CC9A0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B36F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C20C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61C7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3105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SOFRONEA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A615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8BDD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C7D4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3463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E5DFA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3D9D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C6FF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3D70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04B5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TARNOVA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B008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415A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4367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E539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325D2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C206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8027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7852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108B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TAUT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D13B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D719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0627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323B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02D47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2D4B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C5FB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5B4A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55A4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USUSAU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9038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CE3B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C596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258F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3D26D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9EE5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E699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A046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B4B9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VARADIA DE MURES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34CE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E03E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B919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1E52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13BD4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06DE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9DD4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EB73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B233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VARFURILE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64EA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8613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A473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F857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B9AE52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5B38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8ED6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BF30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C759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VINGA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D03C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B178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7AB5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9405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F875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5524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6D5D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B7A1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AE77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VLADIMIRESCU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3273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49729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1B9B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2289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29FADF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B435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6747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D0C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2015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ZABRANI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D8FB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3602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0C77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5302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30369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E0E2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5396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B6E9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2EFA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ZADARENI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4314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72CB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F983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2554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B6B46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AB22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AA5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82F4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DF38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ZARAND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949B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0C1C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BFAC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46F8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626C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340F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4025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E40C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BA01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ZERIND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D4B5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3709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8421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F343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6A05C9B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F8AA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BBFA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8C47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ARAD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98B6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ZIMANDU NOU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8D29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897A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3A23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76BB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D9B12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1771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6472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8FF6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C46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ALBESTII DE ARGES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4EE8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2BF1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D459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72F2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07233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6D5F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F7D4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A408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DDD6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ALBESTII DE MUSCEL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89DF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5EF9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90F5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26D0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BABAD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DEAE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E5B7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B15A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E78F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ALBOTA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6A6B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AE0C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1D58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E484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17916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9DF2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61FF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8DCB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BA5E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ANINOASA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2FE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9786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FE1C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965A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390DD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3261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D27A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BB49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11C0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AREFU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1F6A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35F5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24C1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1D2C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4AA4A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D4CD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E4D2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77DC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5FD9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BABANA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347C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AC1A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7FA9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95CF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7ABD1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9BAD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4BAF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950C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FF6F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BAICULESTI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5846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981E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CCE3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4DE5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08A4B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B50F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14C3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AE83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EBCB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BALILESTI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FB87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8C5C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D20F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B21C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C08A5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A3E7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E3F7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99D2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33D1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FF8E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0B78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2468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C1D9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8F70C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88ED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0647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FE30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AA0A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BASCOV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5D65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11A7A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E7B8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96BA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D6799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E603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268E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3F7C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9F98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BELETI-NEGRESTI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B5A5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A46F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667A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8636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A1E4C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041A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720A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1782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FCD7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BEREVOESTI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EEB8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1E2E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F4B0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1D57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FBC13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D218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115C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0C44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A294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BOGATI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382D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43D1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C127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0215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1FF28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2F7E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1588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26AF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34F6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D77D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ED84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F770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9D21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3CDA4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A82B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9848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2EA3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3A2E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1CE3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5A65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F728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CEBD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7CF72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8E38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08F9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68E3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EF36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BRADU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FD2F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0267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41E4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D82E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D75D8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21BF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B2C3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FB64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5E66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BRADULET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8C2A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4C43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D2A7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674B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37773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2B7C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47A1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83B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EE98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BUDEASA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6159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A189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1A89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294B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3ED06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E450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E172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F915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A8F1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BUGHEA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3F15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2514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856F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08D7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BDD0E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CF3B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1FA7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74BF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D271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BUGHEA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6486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8EDC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AB5C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0779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05B7B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0434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6CE1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0BE0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AB8C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BUZOESTI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3826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71EF1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1B47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8652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79EB3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6624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96ED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12F1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C32E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CALDARARU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E9D4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8C70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D615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135A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98AE2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409B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9A82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8D2B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D59C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D65D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DBE32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9B3E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C278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28316F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5D75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808B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6F38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E92E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CATEASCA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B63F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AC0C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5D8F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4761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66A63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1498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2B95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1188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A92F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CEPARI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A25B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A289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914F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9AB0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FDA16C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025D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C8C3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F63A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2EFD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CETATENI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B9DF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B962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0478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9C3C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553F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A7CE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BBC6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B359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78BD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CICANESTI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FE20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23F9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19C1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2EB7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55001B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609C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7039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4EB6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AF26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CIOFRANGENI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7518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3809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D0B0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1922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DD7C3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5DEE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942A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3038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E482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CIOMAGESTI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7F9D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C39A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0CD0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A541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A084F6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F2AF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44C9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F9C0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58C4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673E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D201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8BF2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D4BA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333B2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DB4D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3275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DAE4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78B4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CORBENI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A913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6ABE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2971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001B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05855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7035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B052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5F67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1BE2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CORBI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BEDA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CBFB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7B3B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9569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B2A604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D86D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F6A2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B3EE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CB78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CAE7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141E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E92D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8D48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7F416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BC63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43F7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7358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145F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COTMEANA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AB64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2C41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DD19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1F36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81EFD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FD36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1559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1D6A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7993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127F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AA80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19D5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2875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DAD6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E5E9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4058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8266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91B5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DAMBOVICIOARA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F457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D1F5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D29C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C698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B810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6396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9E5B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2043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CA72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DARMANESTI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A3BC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892E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D385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A2E1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E1490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532F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6178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5A85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C335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DAVIDESTI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F260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5E36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5A60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2ECF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25B3C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BA97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552D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CDDD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C737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A6D7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A131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033A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E6A3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5062B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6EB2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CC91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FD3B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D49A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DOMNESTI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2C50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142F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5D8D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0517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B323D0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E71E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8EE9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AAF7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F4D1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04B6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E53F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D200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7297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C58D2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5B82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AAE7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7C58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71B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DRAGOSLAVELE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BFAD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82D2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D706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1EC7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52622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C469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1CDC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414F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9FAE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07E9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9142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B1D4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214B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C9B2C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8C26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BAFA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2A8A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16E3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14C3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9093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6A18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2BB4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7DB73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DB86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B86E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8371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94F7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HARTIESTI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E627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81B9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B1DC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58F3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9307A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E99C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E3D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2801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CD6E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IZVORU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18D6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DC3F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7282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08B1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311C9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98E1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00FA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A0F3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B93E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LEORDENI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A487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0E73C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FBCA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9A80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20DD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22C1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559E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BA72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B9D4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1B05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5BC48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3AE0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B3B4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652F0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DD94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864E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8FCD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C66A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LUNCA CORBULUI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E1A1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02F8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1583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60D8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262FF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C9F2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6E41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E37A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578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MALURENI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439E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2A06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5748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8CB5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94E743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0BEC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7ECF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F647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2D98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MARACINENI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3AB1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C4D2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CD6E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027B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539A4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CDEE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55A3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778F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C56B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MERISANI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B590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6DC3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0208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0A39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C3C88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51AB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3A5D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25B8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2437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6735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7588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FED8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C25F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AECF8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F01B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6C91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1937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6688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MIHAESTI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8E5C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8367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1ACE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727B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F536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0D7B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50C8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2D2F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9107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MIOARELE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E4FB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A051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6025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8993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5E2B1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3647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6D20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7801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D559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MIROSI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E6E8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7D0F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D33E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09F7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68C3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A7BB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D840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3BE2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6B43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MORARESTI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F710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43B7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E7BE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78A5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A60F6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0F76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48CA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8B84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6444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MOSOAIA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9598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1A68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1A05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461A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7D0860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ECC1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C928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2ED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3661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MOZACENI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4CBA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99C0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88DE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CC33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C8726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B23C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B63D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6BBA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E752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CAMPULUNG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5300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64D29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2C2F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2F33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64D5F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DA44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7042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BF2A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D253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CURTEA DE ARGES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D846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C075A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3312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6478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0FAB8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70FB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5F2D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5231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518E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PITESTI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C2D9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7254C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16.522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EBA0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80BE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73A13FC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34A4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9794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24D4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0BAF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MUSATESTI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630B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C8C5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51E1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436C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583E9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1838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3A12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F034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26F0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NEGRASI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E319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66BB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32B5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7061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5884A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6511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699A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5DD7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1588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NUCSOARA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2879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D020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6ACD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557A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3F00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E6A0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A3D1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95E1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F680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OARJA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BA5A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22D8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E8CE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5036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AC333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0EE1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EB50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6F4A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7F6D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COSTESTI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9057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88026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48F5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F22C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B281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36BB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CE64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E457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0ED8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MIOVENI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A0DE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18222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7C75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C690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563E4ED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2A8E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97AC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C999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205B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STEFANESTI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5B4C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28AE9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34A6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DFF1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4567D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63A9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706F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6595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3815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TOPOLOVENI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9057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B8AFC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1380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2B18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70E74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AD45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4D21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07CF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BF96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PIETROSANI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ED58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5E96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C214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96BA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D3D67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6558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04BC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B7A9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E835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POIANA LACULUI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5030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55B4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F581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85F3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62E58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D893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AC60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FCB7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26EA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POIENARII DE ARGES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0436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9950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B62E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2805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B9EC1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0D3C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D5B7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E64B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E108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POIENARII DE MUSCEL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0095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8682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38B5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A6E5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279B0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A2F6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E635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18162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A759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1FF5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POPESTI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2111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9A7D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DBA2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05A8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1C78E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7233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251F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18242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41D7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F48B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PRIBOIENI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AB17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B4DB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6574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714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8015E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5736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D834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50D3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CCB3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13DA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B887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432C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0539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A2E8D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D404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AEF9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AB12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FF9A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E18C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E16E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46D8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FD33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A1B6E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CBB0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32F5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18411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09EE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FDA6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F16C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EEC3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C962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DAB6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11C25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F347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F913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18475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6105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1CF8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681B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E56E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C341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A550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5244D1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5A60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2B31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18527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12C7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853B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RUCAR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3F23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3730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3F17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8749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C798E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AE7A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A004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18554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E34D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18B5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SALATRUCU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08E9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E8D1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C0D8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2F39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71BC0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4280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4BAE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18581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7A93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785F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SAPATA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F483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487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BCC0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3807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5E4CE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4847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E1ED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18670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6397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BA38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SCHITU GOLESTI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170B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22F3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EE94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BDF4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AAD653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B83A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B341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18741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EB66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D4E3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SLOBOZIA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1F01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8620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9290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D0A0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3727F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100C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C5F6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18778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910A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40DA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STALPENI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151F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7818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4741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97FF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93BE8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0441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6251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DF85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0ECC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STEFAN CEL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D336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E193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E35C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57E9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0C1C3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0247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8EDA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537F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3C20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STOENESTI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C077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C1EE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E034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B34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7ABFF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A3F3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B6D2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18938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AB28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4909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STOLNICI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F99D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2DCA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BA71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9AD8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3E6FE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22CA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CFFD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46A1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A1B0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SUICI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EDF2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7FB8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C4FC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1002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303D1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57CF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CDBD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19007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E619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7CCE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1AED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2788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B50E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F56B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DC6B2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A457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B024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19212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7C9C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9EF4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0DBF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7D3E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DA86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56AA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7A22D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08A0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F877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19249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033D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0BE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TIGVENI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7EF3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40C5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D900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F7EE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05711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96BB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A945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CA6E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0D0E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DEE2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A153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1D8D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C3AE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1D6D9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CF6A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489F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2D8C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7C14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3DCC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DA68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F033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E591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9DE23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0166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D00F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19560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FBC1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4D9A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UNGHENI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D51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C7B4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7010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2320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0CF09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FB00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5725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4961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408B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DANULUI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22C2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9011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F810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A982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41C29C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7752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9A9F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D8E0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1C26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IASULUI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FC70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76E2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E7F6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F6B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DDCF0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7B51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EA85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052F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04B4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MARE PRAVAT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8DB3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1B9D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6A50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110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90064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5B26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F398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19793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33B8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3AE1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VEDEA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EF3F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5758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F36D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C06F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85DA4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4D33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B007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19999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1BC8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F65F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VLADESTI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C2D2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1690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AF72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D013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9D7E6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1360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EB4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4678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968C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VULTURESTI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A16D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E054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176E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F031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3825C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07D4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7D33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3203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B83E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AGAS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45C9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54BD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F27C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B20A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81C3A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0F39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2008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E68F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1808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ARDEOANI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189A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E9B5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E777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E73F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31215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3BE3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98DB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323D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6FF6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ASAU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6121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84AC8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073C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9DE3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85CF55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D939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6FCE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4245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5F4D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34A7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20584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C1F3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BA2C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D885B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3C3D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219A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21454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2EFB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6C9F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BARSANESTI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2757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6270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8020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5F44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AE6A0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8EA4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4140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4475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5673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BERESTI-BISTRITA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9161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557A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5249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ECC0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2BB07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2615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2557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21338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9BDC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5736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BERESTI-TAZLAU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18A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C712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232F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F1F4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49E25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1CE1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06AE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21418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58A6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F916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BERZUNTI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D3CE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9A7A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57AA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2931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559A52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7CB1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A2B3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DB36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D200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BLAGESTI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5ED1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BA1FD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958A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01D5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FB772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20DC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C72B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D65C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A8A2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BOGDANESTI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6FD5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6651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46FB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1A31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23034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178D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9982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30B5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D0E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BRUSTUROASA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1A16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CF20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29BF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A25E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FEB57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4270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BE1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60A1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2045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BUCIUMI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0E7A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8BD0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D0F0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B7DF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4FBF9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8543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793E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21668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5B2A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8844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BUHOCI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B75D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88E4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C29A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A59B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A85AC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769A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20E0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5C75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16B0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CAIUTI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6D29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E6D5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9B94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A4C1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8935A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AF61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30EA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A985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665A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CASIN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8BE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A019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0C77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4858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C5CE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DCE7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B153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21855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E9E6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461B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CLEJA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982A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AFB9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7B46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4BB0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ECFF3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8D86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720C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21891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557D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B05E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COLONESTI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1C7F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53A7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57DD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D477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4EC6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08DE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3EE5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E97C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6006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CORBASCA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D553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FCBD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103B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CFC1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2FB4F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2DD1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D4E2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F4FA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47C9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COTOFANESTI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0CBA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4C96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3177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D3A3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F02F1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3EB4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9FC9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FB56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3D2A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DAMIENESTI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941C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26CB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5F7C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35CC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44E7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4C4A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CBFD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B632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AA43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DEALU MORII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FCF8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E58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29A9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45EA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C8B34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6F8B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58E8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D9A7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EEE2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DOFTEANA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8680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9EFA2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2A86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8717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53EAA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7534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5B9F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F1DA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57D7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FARAOANI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FC17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1D3E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E30C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61CF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4F91E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5E9F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1EA0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FF62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84F7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FILIPENI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27F0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35C7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284C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16C9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08AE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9D1E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9823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9CD2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54A1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FILIPESTI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BE7F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2431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9C71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B8F1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5C834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1B40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97FC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C834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8D62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GAICEANA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04A6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7C95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727E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5A18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936CFA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260E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0AAD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22781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9F3D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0057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GARLENI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1DDB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8AE6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C7AF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A403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834D9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C8CA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02F2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22718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194E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F3C6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GHIMES-FAGET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1FC2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86E1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938F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0387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D3CCD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4586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388B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50F3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8C24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GIOSENI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6D01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E51F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E66A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8CE2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4964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6544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EF42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D0EB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DD18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GLAVANESTI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F9B1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1244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CCC2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54C6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F71FF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ACCF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A563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20607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71C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194D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GURA VAII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C79D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E6BC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D717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A416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C6095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9345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E558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8C0D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F987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HELEGIU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D6BF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679BE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8132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8462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70992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618F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D55C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20313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599F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42F1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HEMEIUS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2CF4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9A35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FA36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FDAA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85980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B103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E124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2F7C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C26C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HORGESTI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D4C1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18BA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B61C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5F21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8B11D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25CC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2E14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C64E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CD36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HURUIESTI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B861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8F70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E037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C250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A4743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3814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8144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29C2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1524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196B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3ECE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8D36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8399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38CAF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0ACB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253B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23127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6026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BF50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IZVORU BERHECIULUI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E57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10E3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FF26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835A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E2082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CF8F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B90C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20359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125C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66E1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LETEA VECHE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DA13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2B1B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CF81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B528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FE2FE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5EE8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15E2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95B3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04BD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LIPOVA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F89E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E737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453C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2A97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3E7C9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810F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37E1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C8DB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A008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LIVEZI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6AB8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2992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D33E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2003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793B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3E20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829B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23350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A601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8579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LUIZI-CALUGARA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9B6C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AE74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C589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3586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3F29C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FDC5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7F38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23387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A89B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565B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MAGIRESTI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0E84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0789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2C0B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B83E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A2001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324C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AAAD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D34C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3757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MAGURA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1E04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8FA0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0487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BC08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5235A3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EA42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071C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DDEE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095E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MANASTIREA CASIN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7831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1FF8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9341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49E6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31463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496C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C296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2692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BD83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MARGINENI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71F3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84D8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8083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346C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071968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5FFF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E268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D1A4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AEA2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MOTOSENI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A0D2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B849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DCF5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B1F7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D310B6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A9E5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DE31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20297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0C0F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C5C8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BACAU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B5C2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1E096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15.565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013D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9E12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104FC8" w:rsidRPr="00773C05" w14:paraId="5F5A1FF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8F83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A738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1F00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67DE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MOINESTI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C26A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38895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ECF3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3326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7FAE447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8880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B1A7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688F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4D1C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ONESTI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5BF8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26B8E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4.483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3B0C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52B9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6A53F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8652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1901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6C99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3FFB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NEGRI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92C4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98EB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9E94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B1B4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2D15D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23B9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A127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23715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75F2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E158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NICOLAE BALCESCU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0CDC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6F19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2F60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973D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A19B94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AA8D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0FB9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4C92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A131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ODOBESTI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E5A8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87ED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9DC5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B9CD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37F25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E661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34F4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23797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A06A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3531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OITUZ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CACA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0C9DD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42E2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0746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C13940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58FF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4BB7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CA12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448E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ONCESTI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0F0E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B74F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69F0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375D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8150A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2249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67AA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096F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FFB9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BUHUSI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7117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A8FE2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F854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C12A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B6C156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FFC7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9063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5546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907E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COMANESTI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5E19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AFBB0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B788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FA2B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32C70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7EB9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9CB2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67E8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4A9F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DARMANESTI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D743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952F0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DDF3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DD77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1CEC0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0945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B6A5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FDB9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B7E3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SLANIC-MOLDOVA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AB01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6061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8714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21B4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68CED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985F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9D34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F867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9E7B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TARGU OCNA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019C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4D634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B570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A3DD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A0A68D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D37F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DA74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AE5F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A059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ORBENI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95A6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1C20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0AD8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0F61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D7A54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64E0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011F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23C8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CCC8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PALANCA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35AF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8B13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7A98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36D6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1FE9D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EDB3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09FD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5E20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04F3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PANCESTI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0331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8CA0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FA2B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5676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D0B0D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5A58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EF37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2EC7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A4ED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PARAVA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351F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0FE8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5A82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4107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1BA13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1D3A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54F1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B635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313E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PARGARESTI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2A7F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781A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98AD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4856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6651E72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03EA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3A0B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DA49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34B5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PARINCEA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10D9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7F8F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A34E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1464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C37BB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1EBB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0A58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04A1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B573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PARJOL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23F0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6DD3F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D563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550C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951E8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6E09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6E59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72F8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C15C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PLOPANA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0FE2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8097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4A86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252F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6A82B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BFF9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DF1D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7B3E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2996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PODU TURCULUI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83C5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35D5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3EDE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D8C0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16BDE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26AB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8B97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24631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36F2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07E0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PODURI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3DC8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65022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53DB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2247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1A964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80FC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58E9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FD08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4D11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PRAJESTI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A2FA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7515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C100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29F1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F048BF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04C9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B184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24766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2BFA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3E52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RACACIUNI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F9EE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42D1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7E23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1F5B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92D594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7980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4C5A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24837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2B6A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99E7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RACHITOASA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544B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D810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046D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E2F7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892F2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C727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3010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24711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0548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CCAD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18BC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07F5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5D3B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D06A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F2E10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3E3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9421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24999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CC35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33BB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ROSIORI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AF40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3745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6494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8FA6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8003A7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AEA3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D1B1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25148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8AAF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81A9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SANDULENI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4057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66F7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C0E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F66E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35AA2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CF9E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FE9C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D854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2F53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SARATA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9A7F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2A2B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E2BB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457F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A03219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CD46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22F0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6CB0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B725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SASCUT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2186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C3E3A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4E5F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AAFE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E95A2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2C86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431E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0753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148B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SAUCESTI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3644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E6CD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6E78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03B9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5926042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3367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946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A302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AF44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SCORTENI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E478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E662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6E0D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1A9D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3D33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7AAE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338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94A0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CF94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87EC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SECUIENI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792B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88FA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0A22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DB54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DFDE5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F49F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89BE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25488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4C1B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BCCC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SOLONT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FC05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6B38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5986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831C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AF1B33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61FC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1C25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DF25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B491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STANISESTI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4CEA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D8D6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9A61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8F3B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A78AA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743A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E73A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20670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C53F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1B24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STEFAN CEL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636B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2FBA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0976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1033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FD025F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7F6B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3CD2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5EEE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E933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STRUGARI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5E17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C998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F5BE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9C78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5DB25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4CC5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4E14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7E25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6012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TAMASI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D9F1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227A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C6EC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7429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9AACE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8F96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8DF0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4DD2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83F7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TARGU TROTUS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BB32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8013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6BAB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9433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1AA0D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E6E9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A876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C396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62FE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TATARASTI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DC7C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AFCF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BD32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38B8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C5455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98CB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BBD3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B7BF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410F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TRAIAN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FDE3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C9B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9809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A02C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E7A14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01AA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F0AA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DC8E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5439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UNGURENI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26B5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1D5F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F698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45AC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5CBAD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241A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2AF8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9B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4BFC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URECHESTI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2C32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9F45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3523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9280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8820B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7784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2C5C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DD79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7985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SEACA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1649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19FF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7972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1F72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C0CA5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5B34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FD5C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C7D4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1F76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VULTURENI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15D7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F81B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4479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FB1E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B99547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1FFF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9956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AA4B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2E8E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ZEMES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15C8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A8C8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1199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4596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B333D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4B70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31E6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72C0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4CA6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ABRAM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A62A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C7E1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2BED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561D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7E21E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D797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D2EA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27169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74CE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31DF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ABRAMUT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455C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F279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3744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536C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49AED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E6DB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8F0F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64A2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B0F5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ASTILEU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D076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585B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B9D4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0AA4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273C9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C61D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690F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27212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92FA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93E5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AUSEU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D4EA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2F46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A411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31DE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DE32E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4C98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757F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27285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B317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A439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AVRAM IANCU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3E1E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1637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5237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21DB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D4EC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53C1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2B8A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74EC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94E5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2BA8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F312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1F32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D9EF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0F684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92E8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E079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B36D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7F2B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BATAR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A316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B217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2DE8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3CD0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FD93B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20F5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655A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5825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9492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BIHARIA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888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2A0B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113F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AFBD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3B55F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192A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75BC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27506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DBB3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94F0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BOIANU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D038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1E4E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C7D6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85B9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D531A6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5E22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53CC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27560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E3FA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FBFB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BOROD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FB44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895B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80AC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5B44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97095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29F4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A827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F8F1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5DE8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BORS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B11D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CE7B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5965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A2BF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F9CF2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4E77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3CA7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EAC9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440A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BRATCA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5F6B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9BF4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F9CD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4D99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0F7F2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8CDE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3D5A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D06F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41B2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BRUSTURI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77EA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74D9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DB48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67FA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C75E4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8CA0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FFD3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5F93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A112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BUDUREASA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4DF7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146A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507A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6557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D20DF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78F4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5083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D545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E271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BUDUSLAU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2755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0D61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4F10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37B2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2A126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6F04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0EF2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8AA6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3090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BULZ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114B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9514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3482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71F0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68A7D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0FF9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E9D4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81D3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8E68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BUNTESTI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57F8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DBF0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9777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C4EA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DF04E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FC3F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2A1F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0D2F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F24E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CABESTI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BCA7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822E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4269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DE6B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D9DEF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CCE5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8E64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A22C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97F7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CAMPANI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56A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0C53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FBF2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93F9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B0EC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4B3F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BFFF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CC74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96EE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CAPALNA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35D7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A5F2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43B7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D962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FA4F5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7F1E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B7DC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98F2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9607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CARPINET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ADFB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9F00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EA2B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A390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51C68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C2DE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F0E7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28246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FD3C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0880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CEFA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275C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25F1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C0FC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A4B8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0BB67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39AB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72E0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22F3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F43D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E3CF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9F98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A6FC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20DE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9F892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64CE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4841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0072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3F84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CETARIU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D842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8709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73FD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C5DC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4B187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5D40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92D6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413C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B23C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CHERECHIU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C5B4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A22A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3E18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2E89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88678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F5BD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8253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C2A6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844E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CHISLAZ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D763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102D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A189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1303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0B384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F8F7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4323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C836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DF3F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CIUMEGHIU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9DB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AC38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055C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B280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EBB34B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7B22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DC35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F79F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A826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COCIUBA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ECB1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51CE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66A2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8509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94C17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E122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FB04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EABC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3BA5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COPACEL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4F5E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DBBE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1AE3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89AB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0B3FE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CED8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51EA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AC50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AAF9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CRISTIORU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2EF7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D419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D3D9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473D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6FF58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9F76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96E6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3E8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01DC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CURATELE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773E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974C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536D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984A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681A5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2B50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ACCC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25FA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02A6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CURTUISENI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BCC7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4E41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3503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D070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FBC83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C821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BEC7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FEF5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1AAF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DERNA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C66F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A7F7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265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840D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2570B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3C48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C2FA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0A58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ED88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DIOSIG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A271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DCBB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014E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2777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6BA3B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6322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3473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3157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E4C7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D544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B4B7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0121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6803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17568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739C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3AA9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7582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284C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1A8C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98D4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0C55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29F1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D9EC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5F05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3C0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29341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FA1F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A337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9986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BBA9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535A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B3B9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78647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59EA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389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8D38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AE39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D922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FINIS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0C84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45F4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B1A1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99C7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18F2A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B448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4D89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32195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A2AB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8FDB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GEPIU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E22B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B863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CFAB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EC9B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A8BE45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21B6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6331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6C16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9CF9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GIRISU DE CRIS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2ABB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5C6F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2FDD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40D0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5A08F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C2D0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B7D1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E5DA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0BBE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HIDISELU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A6E4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9FB5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FD75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9432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DA39A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16BB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2515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A7E9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A396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HOLOD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C4ED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DDE7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FC61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3380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F4C0F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E309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FBBC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6F58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A7CE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HUSASAU DE TINCA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9BF0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6C0B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0745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FA9A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B4DA1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9B67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EBB8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29724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0F7A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EABE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INEU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8A7D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F6A9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C7DC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6FB6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C2203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1F94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890F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2B91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882E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LAZARENI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68A1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039A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5268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8739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493DF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5B43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3314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29760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991B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B43C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LAZURI DE BEIUS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7B38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2368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5D8B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BFA5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B61D4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DAC3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8E14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AEB5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6C57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LUGASU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594E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12B2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625E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DADF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BD6A4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8D70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20C9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E66F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4416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1FD7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95BA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1B68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90C4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2D795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A229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1B8D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30014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0747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57F5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MADARAS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825D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58B0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7E7C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8833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9A199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94DA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8B1B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30069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B369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E4AB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MAGESTI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84C1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0099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1B23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214D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07F56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D4FE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34D2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6B8E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3355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BEIUS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73C9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B06F9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9EFC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4F08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74A347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EEE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FBFB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F1EC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13FB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MARGHITA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B3C6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3D9BB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ECCA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20ED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22DF34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CBFC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93F5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4D3A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D267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ORADEA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CF19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61ABF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20.950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15D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DED2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</w:tr>
      <w:tr w:rsidR="00104FC8" w:rsidRPr="00773C05" w14:paraId="64BD7E1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DBA7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A505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D88B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7267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SALONTA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FA62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A9685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9F02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343A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665918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9AD2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84C8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FA55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A6B9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NOJORID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3381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EDD9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AAF7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D3D3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5F401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0779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C471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3225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CB8F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47EC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5464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AB7D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0B30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DE1E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29B0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6806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DD2C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04C6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ALESD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3712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6E070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4954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3845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3E513D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4263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F634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42E7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C3FA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NUCET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6300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0F48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5043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4BD9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9AB89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370C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E48B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DA38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BA5C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SACUENI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8679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202B9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87AE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43D6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94DB67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A76F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794F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FC67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2343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STEI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D206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57DB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7CE8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E048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FA99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5E36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54C7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32027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7B98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9BE9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VALEA LUI MIHAI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54F6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37797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0436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AF73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A0966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CF55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16BD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78F6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9BA1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VASCAU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9A87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4EAC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2C20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F358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8A39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B64F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186F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6E26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C05C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OSORHEI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9901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383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6967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A225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286865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D83C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9C6C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32161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BDE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B8A3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PALEU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6040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9B9D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F069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FDCB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59C59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DBA5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5A6B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30336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ED4E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DF03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PIETROASA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9160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3F4E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F2F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B6F9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D6F7C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10D8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6000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30416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F866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8FCE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POCOLA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0270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AA86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08F9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60B3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97224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EC8F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4AAF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30470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3493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10AC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POMEZEU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B8A3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5F46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0F64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9BAF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43958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0A92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B06A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E8BD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B867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POPESTI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6C3B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B2E61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637D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C164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23D08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CB82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4927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6FFB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18F2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RABAGANI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1724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E48F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6C78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61EF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F9F40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047F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9A2A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5E6F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E3E3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REMETEA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A0A0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35A3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E04F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49D1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90C27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12B1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1DBA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8C58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3577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25C5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1C88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BC31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C5B3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DD763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81A2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5077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F43E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0832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ROSIA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842B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72E5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E066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B5C1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2B0E3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0D03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934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32187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9745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4DA6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ROSIORI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F0DE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8F77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DC71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0418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EFA1B4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CCC8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3831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D6BE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58CE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SACADAT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FEEB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993B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9C38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3644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B0A96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F647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1044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19B0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9B50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68A0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D450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19A8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58E9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67FB5D5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480C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0E45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907F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7772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SALARD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6D39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41F5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61D7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A646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5D307B2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38C6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2D55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3D4C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99A1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SAMBATA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C240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290E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25F5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4B98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8FDD6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F193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A944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BF54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0D98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SANIOB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A2D8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58A0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22C3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A07A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018E9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2C76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BCAA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D49B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56A6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SANMARTIN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2B1D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111C6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07A6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9E1E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B180B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C73B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4FE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32179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2436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41BD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SANNICOLAU ROMAN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03E4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5D46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6411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FD68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16941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A319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1773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BDF5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7BB7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SANTANDREI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4034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3418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A322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5F17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6CCF8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3B64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8408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31128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474C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5FEB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SARBI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D7BD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7C1F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E15A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6561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16311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620C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8221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4A6A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D672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SIMIAN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E0FC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4C31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1A30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D293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CB051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988A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0EE5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7F8B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23D0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SINTEU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0C51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9816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B0C4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6A9B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E582B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8EDB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9269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31422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EF48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C05C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SOIMI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ABD1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8F6A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02A5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879E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8CD6B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D53D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B6F4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C0C0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A6D5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SPINUS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55D2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8771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1C25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D4EC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F0ED4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1673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4C07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BCB7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E5B9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SUNCUIUS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0E24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9B67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E6C5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2726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45D74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CBC7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C201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BD98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81E2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SUPLACU DE BARCAU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CF07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6959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9843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69FE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3D959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60A2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440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4A9F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32153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CF01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7D51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TAMASEU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B066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694D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D83B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81CA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56182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9FF3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5DCE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D714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37E0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TARCAIA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9C65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FBBC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72BB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8076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50AC40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E95E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D434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F1BB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B2FE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TARCEA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CA4A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9E35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713A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E2D4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FCDDA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0EBD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95F2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97C6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B465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TAUTEU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9749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FE94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8B3D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B53D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8C9235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CF47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FD77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31878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E84B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9FC1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TETCHEA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DE2D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92F9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82A7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5C6C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A347B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5D9E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8D72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6E12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D44A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TILEAGD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2E2B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44AFC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D005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6959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44932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027A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2D6C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A571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08EE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TINCA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B256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7B225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61C0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149F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D98C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CE4B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253C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32201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9D62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D0E0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TOBOLIU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3959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224C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CFAA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D30E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493E7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FB57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5CCB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31841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07E4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E1F5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9CBC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ED1C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763B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D7D6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E51B6F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EEC1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7BD3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31921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5ED5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2ADB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UILEACU DE BEIUS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468F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F6D8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E7E7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9C4D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01876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E500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4059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31976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C7AE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6EC1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VADU CRISULUI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FCBC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461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8EF1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D3EB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5325F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B521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CCB7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32090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AF8D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D1EB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VARCIOROG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523F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5EA0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4FB3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9F8F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88FD9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E40D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D3D9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32045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5A19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BIHOR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8792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VIISOARA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1B7B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6D8B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8644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024E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DF31A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74E2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1754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32633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205A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3A49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 BARGAULUI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25E3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9931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99C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9ACE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21848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8062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5E26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32660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FFC6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7C25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BRANISTEA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AB58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67BF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2C00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0CBF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699F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E6B3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8691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32704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770D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3FF6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BUDACU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D1C7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D4A5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C90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6561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9EBE7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0C6D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CD92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32768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8118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A8A4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C77F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7522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C155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F89C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FB8FF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FE72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80BE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32811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0681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9E75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CAIANU MIC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1FD4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18C7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B231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242D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E656B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CFBF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E1C7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32884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9EB3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5893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CETATE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2D23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B427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5732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2B65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01A69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9A39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9117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33015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367F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BF2A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CHIOCHIS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D530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B454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265C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C692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1E291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5FB4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8B83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33122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4C66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034A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CHIUZA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4293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202F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D296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381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CCC26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1A03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0C25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32955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FD9F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CD91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CICEU-GIURGESTI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5941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3988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4108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F381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1B413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4AF1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0DDD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179953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FC50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B813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CICEU-MIHAIESTI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C888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1ECF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FBA4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D493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12F53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A23B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D305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33177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8447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AB20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COSBUC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020D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D07D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62C6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5FBE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5815C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5545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532E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33202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3BCC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19AB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DUMITRA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D4F4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C75D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4EB4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7570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865D5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47A3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5807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179686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30BE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FA02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DUMITRITA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3629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F30B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0123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AE6C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4BD03D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B6EA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4792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33248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BF61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12EC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FELDRU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0630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48727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14AF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9434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F1275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4904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483C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33275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3493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15A6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GALATII BISTRITEI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9B0C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713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BD44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070F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5D4F2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7EA6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BE70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33337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FC1A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8C19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ILVA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CD94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D4C4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86BA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B49F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86459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B1D5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5927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33364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3C38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5CD0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ILVA MICA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B183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1672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211D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7E68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E80360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28FE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B1F7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33382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6F82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E85C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JOSENII BARGAULUI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2A23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A3DF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C7B8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0F0D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9F54B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A649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7080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33435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F499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B188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LECHINTA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C908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577F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CE8D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1834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33347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82F5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2408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C46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1B42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C631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7553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093F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C7E1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B80D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716E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B2F0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AF17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22BD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LIVEZILE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CB44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079E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52CA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1D0E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E5344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FC0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BF18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33603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0EFE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4120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LUNCA ILVEI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8241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292F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0166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D70B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C4CE2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12F1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475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C077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33729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B0C4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8113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MAGURA ILVEI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E7DB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DF5F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4CA9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2050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65430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2664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E84A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33621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6B9A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892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MAIERU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A886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30F4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2DE3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8347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503EA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CA5E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A7B6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33765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1362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B08E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MARISELU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4773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2209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C44B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13A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08F83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80DA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5972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33658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7963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DD57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MATEI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60D0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3A35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125A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32B9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E5D49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2700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49AE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33845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C297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43B2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MICESTII DE CAMPIE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305D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7B67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49D4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607E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794E0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19FF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5A46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33881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5AFF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0270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MILAS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9F7B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42AA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94D0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0499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9F02C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B41B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A1CB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33952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0399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26D6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MONOR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026D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3AB4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2D5A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FE01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2FAEB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3A6B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2D8F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32394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E18E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1DA7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BISTRITA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BB06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0E297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6.601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CE7D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ACB8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10C5FC2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4D97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AB13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179659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0763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895C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NEGRILESTI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BF4D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1BCA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25B3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6E62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BE3F6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683A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8E31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33989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FE02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AF8C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NIMIGEA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A080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698C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2D1E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ECF6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53F372F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922B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922D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34075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DE41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8C11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NUSENI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846E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8BC1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8671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CD09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198739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8EF9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048A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32483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4980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E472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BECLEAN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15B0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22FE3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2694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0FC8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15BB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9724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4DCE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32544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F9BE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1E83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NASAUD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B274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A283B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9253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9FA8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ED4FB9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CBC2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EC50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32599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D6AC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B140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SANGEORZ-BAI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05F4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B7560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106F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A083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BC6B6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C38F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5A0A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34155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60CB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787F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PARVA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C5D1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1279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CC74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9776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0C1A9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7212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3069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34173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5B41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E6AD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PETRU RARES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AB38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6A4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EEF8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CFB2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4BFE3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663B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F339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179720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E972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E4D3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POIANA ILVEI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9EFA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FBF6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25F6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7A84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F24E7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64D2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F169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34235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631C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418C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PRUNDU BARGAULUI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C3F5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AA7B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58C2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2574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E3977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B976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F8D1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34262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9A68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B777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REBRA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6207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C983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C290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241F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A2B8D2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3694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E854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34280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F953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153A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REBRISOARA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5F3E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E17A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30C9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A5F1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8E245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D317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B2F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34333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7899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B0A6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RODNA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DF78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2AF5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1112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FB5F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AD910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147E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4BF2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34360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A537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5419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ROMULI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7509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0B74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7BD9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4FC7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BDC7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A148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7988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179944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7DE1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3C93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RUNCU SALVEI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E6AA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1FD8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C6B3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DEC1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5CB50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A757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D285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34397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457A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7322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01C8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7C70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0563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D2AD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30ECC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9909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145C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34477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2D9F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3B75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SANMIHAIU DE CAMPIE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19E5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940C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BED3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B386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C0B91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F897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E3DF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34618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0C7C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FF15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DE0F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F78C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E835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64D1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DBDC7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89C5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6BB6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34645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5423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DF8A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D127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D3A2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1FD2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EE3E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62BDB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A68B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48D3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34690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F7C6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974E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SIEU-MAGHERUS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9984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72F1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A3BC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8E1F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87DEA0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5DF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390F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34770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0DC3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09A3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SIEU-ODORHEI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C235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7CAD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1C77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1068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D5EFD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87CD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EE57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34850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9384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541D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SIEUT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FDCC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A347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0BE2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0FAF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7B04D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5E6F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505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F233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34422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BC0B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20C7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SILIVASU DE CAMPIE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86D1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12DF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1012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9B2F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D995A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7497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E002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34903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C75E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7423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SINTEREAG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8134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BB28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077F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BFA2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4F91A2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4E9B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C2B9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34547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453C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2230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SPERMEZEU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A530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466A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65E4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F13E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A1DEA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6E66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4DC6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35152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C71A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5107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TARLISUA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8E3A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5978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75A2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F6B5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FE148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E7F4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8A7D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34985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09DF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C074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TEACA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4562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D90C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C42C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F5E1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EBE48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65B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073B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35054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725B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24E4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59FD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4EF0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5E48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02BB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38D80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AA80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10CC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35090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71CE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06C1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TIHA BARGAULUI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3414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0724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0854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B094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A26F8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C464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4BA8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35269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8955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95C2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40FA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D331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169E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D049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570D76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9C74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1D7F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35312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B4FF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AB5F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URMENIS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7081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24A7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4156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A86D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16B74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052B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5112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35429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415E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BISTRITA-NASAUD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D7EA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ZAGRA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58A4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AC9C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0BCC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AFD1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C8205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8355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8515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40035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D9C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8181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ADASENI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5E45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95B0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9C5A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45AB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3F403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8E6B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AD8E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36131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3A77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043F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07E6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1C35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379B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610D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E1B03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8F14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1F18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36202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FEC0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2BED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AVRAMENI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4063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2CD4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D031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0E4E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C5535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32D5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29D2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36300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7C81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702E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BALUSENI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B425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11C8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57D3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4B1D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CCBA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1B29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0CEA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39983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98CD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158F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BLANDESTI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3A7E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024C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3529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7DF2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6253F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10C6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8E3E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36373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F047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F109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0352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8098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7848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7C15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28BF5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3C9C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3C61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36426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6A4C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02DC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BROSCAUTI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CFDC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37DC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25D2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156D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BD7B9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40B3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2513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36499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63D1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62BD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00B8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AC12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4DD9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A623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1D872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3B1B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A4BB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39967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B5C3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2BD6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CANDESTI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CB7C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6FAA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E3FD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8B4D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4491F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D7A7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48B2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36532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EEEF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5977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4826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0597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8A8F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BD7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6CF76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A1A0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A4B4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36569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A961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0B91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COPALAU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DAB6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9220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FCEE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4955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D5C086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5B2B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A5FF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36649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48CC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E526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CORDARENI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0A2E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B2CB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3914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C714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A3890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BB76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BD8B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36676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9306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6EA7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CORLATENI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0EBC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6B5C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B649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277A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36322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CD7E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8D33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36756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EC92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ABE1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E871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60A6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E119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8909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F9113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2DD2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E175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39975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60C6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AB38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COSULA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9101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FD8F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8640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5C8F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B4FAC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153E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0882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36809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9112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857D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COTUSCA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30CD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58A1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27C3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9117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FA38B0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9976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5D47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36907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8B56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8733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CRISTESTI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CB08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1A7E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6247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6B90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E3731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191E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A86D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36952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6F8C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7525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CRISTINESTI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3B49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727F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967C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2307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47A2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C439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F07A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35759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87C7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EA29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CURTESTI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4096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C806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9FB7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615D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29751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2F5A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B013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37057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E633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52E6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DANGENI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5558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2CBA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FA1B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F662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51B759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7EAA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69AA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37011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BBB1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A1B5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DERSCA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AFA0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B276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7E3A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A4D6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77823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E00F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CE01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39959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1C98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1C8A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DIMACHENI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FC36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C514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B0D1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58D1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70DE6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CB79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F0F3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37100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B173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A278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DOBARCENI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02BE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5AB6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2239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0B45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A28A7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0FB7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F903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37173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F62A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D73B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DRAGUSENI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22AC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34BD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1E3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81D3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71F18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A698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4672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37217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932D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54B9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DURNESTI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4D1D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61D9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E649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9342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56EB09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4C1D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0C77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37324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5BC3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5DF2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FRUMUSICA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3EFE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C73E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A7B5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F2B7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2F89A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7913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DBD7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37397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ECC8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D6EA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GEORGE ENESCU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FC32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2DBE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FC65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838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98221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C026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8F19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37459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C7F3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D0AF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GORBANESTI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DFEA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2165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2DCB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F741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90573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5FAE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C3E8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37618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C48B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175D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6106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41CF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B425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067A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A7016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6F8D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A3F9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37547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B655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0B44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HAVARNA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54C5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71A76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4F2F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E740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9C00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ECDC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D300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37672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B6A4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02C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HILISEU-HORIA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1CA4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D733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EB0A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009D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0A18B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182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AD6D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37734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47A7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F762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HLIPICENI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5B2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2CF9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7E85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E0A4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8F2C5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6333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ADE6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37770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6862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E02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F072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171EF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0D56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B472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74523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A580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43F3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37823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F0E2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228C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IBANESTI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8733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CEB5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0E06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20A5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D8B4F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8432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549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82C2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37850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7129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622C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LEORDA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5629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7F07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5EAD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43B0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63EC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A333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0947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39942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0420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603E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LOZNA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44A0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C90D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0FB3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5BFF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C5A77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6ADD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D225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37912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FC02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EFA8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3209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B025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8CC9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1E69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180E7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B733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4E5E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37958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82FF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83CB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MANOLEASA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1EB3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CB30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12DE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E0E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95112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3A2C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C5C7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38063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78E0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3CEB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MIHAI EMINESCU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2730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B895C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BEF2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68E7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41B74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C02B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439E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38161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1160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AA74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MIHAILENI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49EC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F86A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260C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B560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C1A874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20EB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FDE6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38241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8FCE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0473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MIHALASENI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D6EE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79E4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3315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C6B4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E21C0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C4BD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A7E5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38321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1174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BDA5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MILEANCA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92FB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C5EE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6C04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E6BC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2BE47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595D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5814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38376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0765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C1AA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MITOC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A640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1448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223F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F327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104C4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E8B5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8D63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35731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3EF4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2B53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BOTOSANI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3B6C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EBCEE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7.985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171D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CA6E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691B90A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4B29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7ED2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36006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5C03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1180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DOROHOI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7165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D556D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49D8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0829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05CFD9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89CB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5AB0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38456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42AA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8FE2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NICSENI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EB3B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5025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B25F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F606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815AB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7830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067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36453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0118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0BCE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BUCECEA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EF86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F5A3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94AA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6CC9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DFA41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8133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A6A6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35946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5F44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CAC0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DARABANI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58A8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835E3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0FC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CB07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760AD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A5DB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EBF1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37280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97B2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9BAB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FLAMANZI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1926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5F5C4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8354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3E70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CBA67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89FB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7E3B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36060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AEB7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B90B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SAVENI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05E9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DA9D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D629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06CB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5692C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BDCD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86DF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39168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28B5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BCEC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STEFANESTI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CD9F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7906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0A3D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DBF5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4EB8F8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4AB0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6957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38492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50D9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C600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PALTINIS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06F0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4081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B976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F92A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8F508F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EE09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F077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38544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35B0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D0D7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POMARLA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E72E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E8F9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ABF0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3E6D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2FEFE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665A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A602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38580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C8F1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E05A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PRAJENI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EF23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3A21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1EA6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DCF1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CECB6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1284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803B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35839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7F10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96B9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RACHITI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63D9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9520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17C4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E755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5F612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5EFE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6673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38633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7972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3450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RADAUTI-PRUT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FFFD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A0DC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24C3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6A9E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2F305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200A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3868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38679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AA4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4405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RAUSENI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8C23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3ADF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8E07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C344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070DD0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5D4A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F178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38731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68C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9A8E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RIPICENI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664F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F779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09EB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9A53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EF3A2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DB73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FA97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38811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A03B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25EB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ROMA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C663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F39F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4A85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E915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5C181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967E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9009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38848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CE8D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0DC4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ROMANESTI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3F78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EFEB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1BBE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5614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155EE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4CB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C905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38893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F7CF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D196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SANTA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8E50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B131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BD67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3451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56228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E754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9EF1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39122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B115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97AE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SENDRICENI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1735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73A7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EE08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2CE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80758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77F2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9D42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35884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13CE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DF1A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STAUCENI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F80F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6A83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548B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7A28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0301C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2A3B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46D2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39220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FF49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A5AA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STIUBIENI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7D0C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5694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9EE1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3B67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C87B1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66E5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E67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38982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7778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60C2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SUHARAU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211D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6A0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1E92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E1CE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8F65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265C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B750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39051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A19C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05A6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SULITA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C2A9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DF6E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933C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8F2B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508D9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417A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17E5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39266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D1CB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76D2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TODIRENI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8286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6235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AD4D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8F44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5406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5507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1A94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39328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B090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B1A1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TRUSESTI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9864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5088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9A22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1A69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E92DF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83BC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E266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39391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8C70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C2B5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TUDORA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A8CC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BFF2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B74A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C04A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3CEA2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94D2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5DDD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39417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01FB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191D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UNGURENI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977C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E87CA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5FEE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45F1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C785F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EF5B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8E1B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39532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C57D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76C9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UNTENI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1B4D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7E79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F4C8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BB8A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186CE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6B9C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622A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1336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0B96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VACULESTI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9610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F123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B5D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9FE4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7DE96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15AB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57F3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39694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2BC8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AA62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VARFU CAMPULUI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9941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718D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534F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0C7F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A8FB7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6EC7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E228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39658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3F47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9554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VIISOARA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E314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8B50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968C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A825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CFE29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C3AC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ADE0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39738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894D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7FAA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VLADENI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C4B6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9171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ABB0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B167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27F04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34B2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AB8F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39792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9E83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2143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VLASINESTI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2278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67D4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596A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62CB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35B04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3AEB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79CC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39836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999A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CD0D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VORNICENI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7D05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46E6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072D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639A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F3C61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B7F0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9AE9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39872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EDB3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05AD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VORONA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E791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ED2BE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F41B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D323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D756A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0264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C513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42824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87FC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F30B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BARAGANUL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FF6A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B104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096D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C9B2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E852F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2448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FCEA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42842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BC1D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CCD5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BERTESTII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2EA3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4206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11F9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9B11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90409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C3B4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EBE7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42913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20A3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924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BORDEI VERDE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2BB6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1800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CB5F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2E5C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4D8C2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09BC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92C7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44560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E97F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CD41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CAZASU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4EB4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6B01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17D7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BB30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5978B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05E1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985E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42708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7CDA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E83D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CHISCANI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8B10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019A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A28A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B31C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6E289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7A29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8B9D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42968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20BA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A81F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CIOCILE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BC19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2668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7244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BF13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39D12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185A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43E1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43019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3061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0BA5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CIRESU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D910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57A8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5F3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C150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E4EAE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9CE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600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05F0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43073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D70C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0DF6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AA18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7AE5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D1BA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EC07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82607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13D2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82D9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43117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E58E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8A38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FRECATEI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93DB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6611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B3F3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9508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BEFEA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BBFF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4FB4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43180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D447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CA47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GALBENU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35A5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15B3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A589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9164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8DEE2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3D2B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B9F8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43242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7D74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DF9E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GEMENELE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C6A8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4BAE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799C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6D6A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7E09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F6FA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055A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43279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67D2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097E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GRADISTEA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4409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2DF8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AACC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7A3C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79077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4B19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0BD8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43313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766C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38B1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GROPENI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1115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773F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B962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F678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C57DB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2103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80DB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43466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6737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CEFD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JIRLAU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F220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D225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00F2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56A3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63907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750D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9C8B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43493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A0EC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9D77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0573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2FCA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6969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0A62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C267B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A9DE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BA60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43563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061C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716D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MAXINENI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8BA0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8751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5B4D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A771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16DB5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111F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EA04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43625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C1E3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3211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MIRCEA VODA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E17F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8A0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92A0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16B4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E69A2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E9F1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E375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43652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2918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AEDF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MOVILA MIRESII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CC4D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C44B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9B2B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E233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54BD0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B44C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F2C8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42682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1353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7F53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BRAILA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B7C0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16D0B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20.677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68F8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17FD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7FA6DDD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E3E0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1FC2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42753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75D0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C66E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FAUREI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8FB6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53E2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263F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6548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3B1D0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98E3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59F5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43331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39DF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375E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IANCA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4112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A780E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DB8F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27BA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D13C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D60E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E422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43411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0C05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3635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INSURATEI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B9AB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0353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AD8F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756C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172F67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1C22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57E1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43698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6F0A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27D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RACOVITA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E449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D5E5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C7E0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FB6C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489FA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65D2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3CE2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43732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D7FB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E94D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RAMNICELU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1F8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B1DA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0CF5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36E0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775EC1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2198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EF76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43787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9DC1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1830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ROMANU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FBCC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D06C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E849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661D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4E431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EF23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2509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43812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E1CE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C63D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ROSIORI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34FA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7559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FBAC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1E73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8E0F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70A7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CCBF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43867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E8EF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2E66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SALCIA TUDOR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2016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09DF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C620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D878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10D9E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06D5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4376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43929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2CA6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0462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SCORTARU NOU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34F6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D268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0049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0AD1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F6EF6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8439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9341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43992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5415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D286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SILISTEA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7D73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CF46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BE4A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3846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FD6CAC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4B9E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0A67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44060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42A0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031D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STANCUTA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920D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1BFE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FA88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5E4D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6CA4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2E01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FB35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44113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4ED8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C31F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SURDILA-GAISEANCA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AF59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F9D7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C52F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BAAC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5A208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DE4E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8204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42771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FE65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8C32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SURDILA-GRECI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7211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27AC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EB7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E2A1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ED04A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9FFA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4F22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44140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E44D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7C0E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3E15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D1E5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541D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0C82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108B0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922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042D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44177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5CB8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26BE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TICHILESTI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77C6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F756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BC11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E818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9BE49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B219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90F4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44202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0FBB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8F59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TRAIAN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74AE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663B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FC82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340B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1501B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9DCC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AF9B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44257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F597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C198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TUDOR VLADIMIRESCU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0C53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DC4C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5F9A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B0FE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B79D0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F051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82E5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44300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9FF7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4BE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TUFESTI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698E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8C7B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6A9D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25C3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84FCC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0F62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34E8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44328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B726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5CF5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ULMU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4D25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9F2D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9EF4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18E7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E875F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E24E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E31B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44355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AC29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B5A0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UNIREA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D2D5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5C40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2E51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F137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4F925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025A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4660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44391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EFC6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8E58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DDC7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450B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E1DB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A475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CA26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F45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07CE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44435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89E5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2915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VICTORIA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2AFE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680D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E463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C557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6B8DC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3B0B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3E88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44462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F87F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3975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534F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2626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9742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EFE6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A79CEF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29EE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A5A5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44505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BDA0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CFF9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VIZIRU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9604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13BE4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C3CB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67C1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0C28D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0593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03F0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44532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2FF2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BRAILA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84F7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ZAVOAIA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16F2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5F9A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C3F0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DB8F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1995F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8773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5E6D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40526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94A6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BCA4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APATA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0740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5056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0C61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F8EF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2A6A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9A0A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92BD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42498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8D01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83E0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AUGUSTIN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36D1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FF9F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A5CD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C712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76E44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4FB9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894F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40544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BFE9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6693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BECLEAN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3875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0915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921F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C33F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F2B88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2102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6E14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40606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0440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3762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D23F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E190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7A61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01FA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7A100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9D81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8124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40633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7410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B8C9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1CE8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A1BF8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10CD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957A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46893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C511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38FC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40688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2A46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E27D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BUDILA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E320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5645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BEA3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9AF8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21CAE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0BC3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5E87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40704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8177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E154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7C10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9004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061A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437D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7DDB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7185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114B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40768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782B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2AA7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6F2B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F237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3A3D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67F7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77B36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59E0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F892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40820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1E04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98DC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CINCU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43F6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66B1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A356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4AB1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AB85EE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29D1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620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40857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286B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B845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COMANA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5DCE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8EE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9AC9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330E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A1981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1E00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0C42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40900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5DA3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646C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CRISTIAN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91A7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C681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6704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154F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8EE3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55C4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60BB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42456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F74C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3D07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CRIZBAV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4978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9C07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C7EB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98A2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BD427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B7F1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A7E7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42480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6AE5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0305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030B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DE03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3533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FB03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E827A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AC42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8F3F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40928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8BC7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72C9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DUMBRAVITA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9EBC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C341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B828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E75D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D445B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475E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651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0082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40955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AAB9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8EC4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FELDIOARA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0F4B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CB48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A7D1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0E04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A0E9C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8364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AB00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40991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2F35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E33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FUNDATA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A221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EB3A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909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4080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2C227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34A9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60B7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41033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7D4A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AC7C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HALCHIU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28CB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052C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88BB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8E4C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8FB88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32C4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9E20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41088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40D4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248E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HARMAN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7FD0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6663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09BD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A6B5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618AC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A769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8994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41113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188E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1627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EED7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CAF5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490E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B41A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E88E8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16FF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5BF0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41177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2E2D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96D7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HOGHIZ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C459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A77D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7F7A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90ED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FB9F5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B092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E0FC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42472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46A8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BB6F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HOLBAV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A007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587D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D2C1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60F7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13C93A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1D5F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DAB6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41248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8E4C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1E89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HOMOROD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96FB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4DFB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A593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0D8F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02779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F8BF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E362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41284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3793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33D2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JIBERT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0F2C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2424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9BEC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D199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A1E6C0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B2B6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13BD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41346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6776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30E4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B215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F12D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182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E221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E72DE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22E5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B8A5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41382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A621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5AE1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MAIERUS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7E2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092D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2941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CC33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EC9DA3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D961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7C1A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41417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0E6A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0AB6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MANDRA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13BA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E6AD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8D4C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C8C8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7A1B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C491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089F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41471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D6F5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9033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MOIECIU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0159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D8F6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699B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7304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9C726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8969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8F1E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40198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8E9F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86F2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BRASOV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13D4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1BF41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31.917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360C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7B77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</w:tr>
      <w:tr w:rsidR="00104FC8" w:rsidRPr="00773C05" w14:paraId="50EA5A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DCDB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DAC1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40241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32FB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EA10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CODLEA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920B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7C7F8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A02E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1A66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C5F47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ADFF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2132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40278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A434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7B59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FAGARAS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12C3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2D45F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3.787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6DA4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451F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D3406A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406D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C4BC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40438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9024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313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SACELE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718C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927A5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F87C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C575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AA5256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F083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E219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40214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FF88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308F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GHIMBAV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037E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2B85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B803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6848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5BE63B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980E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6C30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40303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86A3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BBD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PREDEAL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B04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0950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6AF6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7A45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94C0E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042C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24C1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40367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2C57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1560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RASNOV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1763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F5F9E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4342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4F2D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862A2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B8A5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BD5B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40394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5BCB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8E97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RUPEA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55EF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C457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673D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AF9F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4B041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0C90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0EB4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40465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2A48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2476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VICTORIA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ECC0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6A4A7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CD4D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2526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8DB48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E79B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4648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40492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6AB5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B654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ZARNESTI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D746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1ADC2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1491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2AF1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9D169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544E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5197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41541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222C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1A09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ORMENIS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FA96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79B1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A18E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E05E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81634A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77C5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D98B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41578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DA7C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E2A1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PARAU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606C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34BB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175F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C051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5644B8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EE80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CC15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41621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7279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BB1A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POIANA MARULUI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F9AD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90D3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024C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4CEE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05E59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B34C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9029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41667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9188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2D4F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PREJMER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609D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97BA6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BC3C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69F5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B71F4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45FB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CB13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41701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C0E1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8FFD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0939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F4B5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A10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C9E7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D87B1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372C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157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41738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4B95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B528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F0CD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016A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5F94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D7AB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3CF07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F723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1159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42464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AEBC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7DA3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SAMBATA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0337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6EBB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2E48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A5F8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5BEB8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E11A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B83A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41925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BA5D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9A82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SANPETRU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8005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706D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2B72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D8CD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75FAE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6804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841D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41818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5B1E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A206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SERCAIA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E25D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32E1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0463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6FA7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80ACA1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282E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7EDE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41854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3C72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1226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SINCA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58D0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4E50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70B3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94B5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75A8A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F70A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4B61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42449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D75F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7A96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SINCA NOUA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ED39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C094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01D8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E997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AF2C0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D2DA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02A7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41943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EADB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F95A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SOARS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0464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9A31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5AAF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05E1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05A8E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389F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5BED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42003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C5C0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8253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TARLUNGENI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D056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08FAF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54FA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26D6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06A9C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2CD0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5A44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42058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0E5F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67A5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4EE9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5089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C30F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2F06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10585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AB5D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274D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42076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D160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823A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TICUSU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0FE3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A58A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ACE1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6202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70275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18E9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CB57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42101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E0A0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6AE6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2158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48B5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62A4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3E41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C002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A175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2BE4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42156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F4A7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C3C6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UNGRA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9EAD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6E9E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C792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5A6A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C73F8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31B1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69F1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42183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6231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0A88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VAMA BUZAULUI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33D5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84DF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831E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2732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E8B88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DD82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D8BC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42236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B299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B6F9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879F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F9DE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DD5A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DE9A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60A63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FCDB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6A90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42307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40EC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CB10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VOILA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413B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A2CE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E840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0643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3BF91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D635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BED5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42398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0A86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CB43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VULCAN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E73B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F52F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1907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5356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4EF7A2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D03D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C8B6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44863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19B8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BB91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AMARU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BC7A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A912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35C5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F340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FAC13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2E91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841E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44989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9C76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7934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BALACEANU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E5D5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4883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DD1D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BED4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AAA3F0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D33B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9562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44934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FDA2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4A45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BALTA ALBA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4B45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C48D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705E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D468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3EAC10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41C9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E9EB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45003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FFE4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F020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1EDD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2EF9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25A3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FF1C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6E2BA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FBE9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26C5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45101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7EF5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9595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875D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E271B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4A02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5282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652D73A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8E93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CA92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45245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7420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17B4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BISOCA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855E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8E57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B863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C315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88905D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BB85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F858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45334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79D2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81B9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BLAJANI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B769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545E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B398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F7EE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87AF7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B149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702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6E77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45361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F1C2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B1FC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BOLDU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280C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7F18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CC16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724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F685F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62D2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211F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45389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C454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E936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BOZIORU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E8C4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D09E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5EF5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ED4E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D032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7F2C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E3B2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45496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34D4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C94E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BRADEANU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CCC5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C083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7EEF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C800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1EDF3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242C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BD72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45539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E0B4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8A1E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C5A5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79AD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F110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099E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8572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6718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1666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45619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6F26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150F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BREAZA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FCD4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7257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9FFB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7264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2AA27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803B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6A7F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45673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AF98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695D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2F20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079A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BA12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6BE4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7B6C2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A6F1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856F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45815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03D9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B88E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C.A. ROSETTI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39DA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73D5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C412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FC20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CF969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F083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FB8B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45753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2E5D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C532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CALVINI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207B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1F2B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D86B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98E6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C1E3F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CFF8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8C1B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45888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00E0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A5BB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2929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1DAE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CA36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9485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B24EE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5398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0F61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45959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18E8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961A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CATINA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7E23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2784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0BB6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68D4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8935E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88C3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B3E9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46019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09B4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5397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CERNATESTI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DE09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2432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BB60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81CC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ACAFD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E64C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00FD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46108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190C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756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CHILIILE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AF0A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2EB4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D1B3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CF09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F0C0C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E3CA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D72F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46180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3884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485E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CHIOJDU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58CF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13D6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1F20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3792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735F4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20CE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9C7C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46251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5E1D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B15C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CILIBIA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3018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2998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DAE5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434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A9731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1BA7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ECF8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46313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1593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B751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CISLAU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BCD9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EC63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AD9E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9D4D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52BB7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B0B6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5956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46377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6228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AADB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COCHIRLEANCA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A054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D215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7FAC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0AB8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E320F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EF8E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3E0B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46439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3BB8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100C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COLTI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C91F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D875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1D67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1F67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4F57C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74F8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7D86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46484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AAC6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8F6D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6032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7007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D179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360A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A063E5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E77A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4EDC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46554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7084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A2F2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COZIENI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347C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90B9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380A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ED98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58F28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92A3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9AA7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50564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217C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B378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FLORICA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18F9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1764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7F26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EE55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AD9C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5C55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41FA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46769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3177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CBCB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GALBINASI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3D7F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4472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FAEE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A742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9CC9A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533F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AC44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46803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D056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928F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GHERASENI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9E44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B990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F2C4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7AAF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242E2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F09E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F0F9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46830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8DF2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90C5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GHERGHEASA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05C8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DE21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C094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1A89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D8C19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0B2A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6FB0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46867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CBEC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2C1D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GLODEANU SARAT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726D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CCFA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BCC9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7EC8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1325A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88A8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B842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46910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D587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B944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GLODEANU-SILISTEA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87BB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1FB5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8DFE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7A47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8767BF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9901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E489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47006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8464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20FF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GREBANU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01AF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B636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5DB7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673C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5DBD6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7F49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26A9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47079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35D4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1E98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GURA TEGHII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D953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6B23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44A7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D1F2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9418E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3710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3A5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47159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649E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0EE4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LARGU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53B1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C081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447F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DADE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92E83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8B06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9717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47186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69DD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5AC7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LOPATARI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9A05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D16B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0A2E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A261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0FD24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E40F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2BDE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47300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F38E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B5E5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3551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7DF9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D4CD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D73B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66C1B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0326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F6DF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47337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DBA0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99E3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MAGURA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B8BE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5ECB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C295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E565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03DF7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2271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7999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47630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F8BA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2853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MANZALESTI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216F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C316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49B9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5C39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85914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A094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7560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47373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1382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6FB6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MARACINENI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ADF8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22434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087E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DE12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362A3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2437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5FCB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47417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0644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7BEE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MARGARITESTI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693E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A28C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ECA9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3563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1AF7E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FF6E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31C2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47453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EC99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CA78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MEREI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7DCA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2BB33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AEA7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5886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BF39B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A499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A2B6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47578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44BE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5826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MIHAILESTI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BF9B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C3E1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9EED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0624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F71F6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153E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05D0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47774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213A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BB2B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MOVILA BANULUI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8CDE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CB0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5ED4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FC66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B106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7C15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62BD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44818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1A45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E2D8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BUZAU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A0FA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FC798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11.757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3F26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C077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274D7E7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62A2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EE1B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44845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A91D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DEC8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RAMNICU SARAT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B0EF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0EDA7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4593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339E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56F1D7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F96A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74D7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47818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7F05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0418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MURGESTI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1FA9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C971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2581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D56A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9A31B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C9C2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4906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47854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8559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D6B7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NAENI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3865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A096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C9F0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1F8E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5E1F3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72FA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FCF3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48021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1AE9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719D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ODAILE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AB6C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6AB3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8016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E5C5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1E046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5323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79E4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47916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3514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6EE2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NEHOIU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E46A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7E395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F759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2BB7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9B1AD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9B7D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2A2C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48325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01DE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CAE1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PATARLAGELE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3930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7FF0D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B600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43EA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B63F9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6295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0E74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48744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94FE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FBB3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POGOANELE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26ED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F7107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37FE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36DC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A5D8E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B17D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25EA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48138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9E84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5C71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PADINA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6F73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B32F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4400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C3E7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35FE2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7DD8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E499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48227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D8FD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9346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PANATAU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F99E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3E70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7054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75AB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F7B58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64C9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9BEC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48165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CF44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765E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PARDOSI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25F8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BD3C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CF56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3C2F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0C104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FC60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0082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48557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E7D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74FF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PARSCOV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71C5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1BBF5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208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D748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E0359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D86D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F434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48487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7EBF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93E1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PIETROASELE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4644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C9C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01AF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B286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32CBC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7503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752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1EB0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48682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7640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9359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PODGORIA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D259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CE46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7A61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F828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902E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C0CC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6821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48771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D6D6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FDEA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POSTA CALNAU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08C1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FAD2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5FE6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23E1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7D26D9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5FFC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6319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48842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DF60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83C7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PUIESTI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934F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952E6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6EBB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1F88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8D609D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C3E6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5C1A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48922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6A80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D917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RACOVITENI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5D7D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AF87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E186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E5CC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96260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45AD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1304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48968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ACF7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A2DC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RAMNICELU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EA79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4E67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F169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7ABC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34866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3D5E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4E7A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49019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B505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AB67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ROBEASCA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BEE3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1AA3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07DD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BBFF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704EAF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1571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B19D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49046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F777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A6EA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RUSETU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8AB3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FDC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57C9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E436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C7876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B7C7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7AA4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49073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1125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DADE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SAGEATA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876E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ACC3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C2AC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6167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1BD2D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A300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660F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49153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7752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AAAE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SAHATENI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E608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E841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2D29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AC32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BE64E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7556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7EB4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49206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DDA6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386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SAPOCA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99A0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B514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E969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939B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89837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312C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8376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49233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565E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79B7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SARULESTI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7A23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B46C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B6A5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FF19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8128DA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84BF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A21B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49313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FC7C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2F1C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SCORTOASA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67CD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53E2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29F2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5006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4BE25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D169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DB97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49439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3CCC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7EC4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SCUTELNICI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54FA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0CBB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932B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0044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A994A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3686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E53C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49484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50C0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EBEE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SIRIU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2004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551C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31B4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DD16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117FF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B849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F89D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49545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B59B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0D3C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SMEENI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E9CD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D889F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55A8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1E72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3D0EA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6770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4B92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49625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2E44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FC40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STALPU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457F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3810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DA62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05EC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1EE88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6800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419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49849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BFAC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49F6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TINTESTI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91E9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B92E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389B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B3F7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8C529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CB08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0CAD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49643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6EBF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BB37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TISAU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4518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DC1B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220C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3698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0E706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49E6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26BA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49769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D198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C649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TOPLICENI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04B5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A974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DF55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E9DE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914D6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F9DA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51B8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49894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2B7B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2C93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ULMENI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14CE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488D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6CF1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79FA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7F73B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5445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F5B0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50549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7EA6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CA74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UNGURIU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D5FE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8EF0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AC07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95A2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482C2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87AE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3DDE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49956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8547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0472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VADU PASII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A3C7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823AD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CA81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D688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78E3A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D198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CD73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50399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DBB7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2122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VALCELELE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295E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2DB1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F8BD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965C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BC0A8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C2E7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3B8F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50022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F1A7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BAF7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RAMNICULUI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A4D8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0F05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565C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2F40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3332B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EDB8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BA11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50068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4E97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0695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SALCIEI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B1D5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5C33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2296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F12C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DF11D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2D10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E6F0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50102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A47A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06BA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VERNESTI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2C84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DEFAC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B1DB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31C8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F9C3C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BC17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F0DE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50228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A18B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7A9C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VINTILA VODA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E198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A00B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ED7D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F6C5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5376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D769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FC06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50326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A195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EB51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VIPERESTI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A156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726B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A572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1DA5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12071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F396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D267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50415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D842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7770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ZARNESTI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28D8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FA5B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8371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B5EB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7A7E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A747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6F48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50479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4F77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9E1F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ZIDURI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2C32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9FAB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7793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5EA2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43046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4913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7CB6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94125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6CF5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23BE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ALEXANDRU ODOBESCU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408A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1298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6F77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53CF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53FA1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0B91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E6E3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101083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AFFC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8053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BELCIUGATELE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0B6D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61A5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0B1C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5F69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484E8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ACE9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7ACB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92961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D157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04DE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BORCEA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D67D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29F39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5B6E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A53D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8446D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F98A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48FA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101724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CFB3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37B7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CASCIOARELE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9A33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BCB0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CE59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5817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6B979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9E5E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A012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101804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E49A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0C40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CHIRNOGI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252B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71422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8AF9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9306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B4D9F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A425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2FF9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101822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7E30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2A29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CHISELET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8090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306F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4192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8C48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12B23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1A97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420A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93085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A34A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6B40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CIOCANESTI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8D56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3D73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83E1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F68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567E5C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4BDC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5F58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180055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D443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2EA4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CRIVAT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6987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6F2C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F80F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6D47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7B4A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E7C6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A421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102419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95DA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F5D3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CURCANI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BE3C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1BEE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A120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6D34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A1956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E23D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6294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93281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F994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D265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CUZA VODA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8F4A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3C81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34C7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D795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8FE2AF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ED54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CADD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93325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9CEC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2E63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DICHISENI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B2F4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677B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F6DB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5305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48912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C32C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7F0B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93370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EC00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E044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DOR MARUNT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AA14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0DA64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4AC2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1CFD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2899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F643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75B7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93441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1B67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6777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DOROBANTU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71B1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B7DC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8F5A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8137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94DD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A4F9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0D21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93487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BA9A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D2E1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DRAGALINA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2C67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89091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2EEC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3D95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2437B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1371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C39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93539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6DA0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A3E1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DRAGOS VODA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18A0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E268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D5D6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9625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AE7B0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79C2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3492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102838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EF28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FDBC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FRASINET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2269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3BE5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E954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758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AFCBE3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B3B7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968D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102945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BB33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B0F7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FRUMUSANI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1B67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66C1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1D2C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3D12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4D1DF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199F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110C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103014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DDA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5E9B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FUNDENI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8402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6EC0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E7AD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091A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BEBE6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837F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B196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179962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DF8B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FD25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GALBINASI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A5D7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40D6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7585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9211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E9A82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9B20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4918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93664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4577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016A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GRADISTEA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5AD0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F106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80C6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3BEC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96BD7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E4AD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E385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103568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9368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206B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GURBANESTI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DB51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C23E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E318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3656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B6E91B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E98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803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4E07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103764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8441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C35C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ILEANA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BF14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701F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7036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DF5F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2A265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D8AB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399E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93771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7CDF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83E9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INDEPENDENTA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B316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6867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5FBD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F9D3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58823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0D23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1609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93815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6A32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2312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JEGALIA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8CCE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DBAF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F597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C8E0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268363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8910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486D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93851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AF1E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3BA8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LEHLIU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B3A7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392E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BBB1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8A44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89BD4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F4D1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0EFB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104083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D326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7DD3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18FD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C46B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4CE2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97CC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81788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2FEE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E4CD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93931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A1E4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BA0A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LUPSANU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2442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0B81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678A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37DF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FB896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F8FF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037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104181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44EB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19A5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MANASTIREA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FA70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5BAE6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DE4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C5A9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8DE39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D2AC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3274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100638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A417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1D8A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MITRENI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5677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2FD2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9C43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CDE3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F51C79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5FEF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6249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92587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B4DD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9747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MODELU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ACF5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F40DE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97DC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E6B2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E0CB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6229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ADD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92569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6157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6EA1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CALARASI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2767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4B283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5.804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7D34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5145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6CD3F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E224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A3E7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100610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0100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8614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OLTENITA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DC84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DE3B1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296A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DD21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E72B5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0CF0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638D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104323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29FE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1975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BA86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C5D2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3422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0ABC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E5C93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779A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813C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104341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09C9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71CE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NICOLAE BALCESCU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1E71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ECF2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16A7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2B0E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A4F64E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642A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B6B8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101458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D447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CEBB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BUDESTI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F616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D1DB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D5C4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EAD0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D369D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DF98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E302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103032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D3FB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6C26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FUNDULEA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1EE3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138A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B9E2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2418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7BA47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90DB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43F7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93888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791C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4DAB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LEHLIU-GARA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C4D5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50BC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5C19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4065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19D6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60A9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4C64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94223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BBB8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9CBA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PERISORU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BCDD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7A62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2348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9ADC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67E04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42D5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FCF6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104635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914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B8F8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PLATARESTI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27BD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9C4A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F192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A030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481BA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1362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B4B6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104751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BC26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2A12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RADOVANU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115B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4E971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BF4F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4BDC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B9568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5A9F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9A62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94312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B58C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CF71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ROSETI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4D2B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80FA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05FA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568E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58D6C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D45B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D9E7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104886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9E9D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FD00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SARULESTI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1862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8104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8B61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21F2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990F1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337A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F869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105222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E96A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B6E6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SOHATU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B2BA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AD08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2341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A687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D85CF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E5A7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4E02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105384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BB9C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704B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SOLDANU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14BA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31EB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2352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25C3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B82AE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733B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BDD0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105259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E257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32D5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SPANTOV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2EF3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4126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78BA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9C06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D21DE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52D2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506F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94562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C8A4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65EE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STEFAN CEL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6B97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A513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E1FE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E323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5725F12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D302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1147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94580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ECDD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EE38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STEFAN VODA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0229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EDEB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7E0E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FA15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9C9BE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A1BA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766C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105455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2E57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DEB4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TAMADAU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BB4E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C6F1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394D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65CD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A2AE16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15FF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EB50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105605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864C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3FAD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ULMENI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E276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D9A1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14C3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AE1A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F4865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1532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50D0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94606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55BD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472E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ULMU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DC5F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53D4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063F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CCB9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996F3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D380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E5D8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94651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A357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52F8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UNIREA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1969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DEBC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F488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1EB1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97B40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4BFF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9685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94731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7F22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54BF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VALCELELE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3D49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42CF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1B39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7C74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6B141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164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970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105712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AC45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EA11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ARGOVEI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AB66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8CF4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9712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9DE5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4BCB9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EEF4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21D2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105829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A5B5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41FB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VASILATI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60F1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2B99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A14B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DF8D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56073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CD54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37BE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94768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9631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0000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VLAD TEPES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1D0F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364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9B72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8892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5AA6F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5F43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B668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51243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C386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0BE8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ARMENIS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DF22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4A41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B20A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5607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9A6D2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C33E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330B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51305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4EBC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B552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BANIA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3996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5428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A3A9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BA85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8E7443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5AC9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E503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51332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C87B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2FD8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BAUTAR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8212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14FC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1FFF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9B75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49210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3135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D473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51387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4C9A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E013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BERLISTE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6BE3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FC97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57A9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FE1A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7C92E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55B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0569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51449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B44B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D34A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BERZASCA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DB0F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F0EA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6496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F03D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80725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1CD1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8BF8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51500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C248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64CA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BERZOVIA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CC40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CD7A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E1C7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BE10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E1AC6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AEFF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9606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51546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7E54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7CC0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BOLVASNITA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F15D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93DC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6EFE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236B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ADE0F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A0D8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94AC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51573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9832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D36E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BOZOVICI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316B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0135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77A2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A3BD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CC0B7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9C2E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B6D5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51626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275E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5827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BREBU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E0E6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F62A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D44C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91DC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5C7D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E122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EFF1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51662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1359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516D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BREBU NOU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E41E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75C6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4408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1561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B8CAC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3AFA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A98B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51699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5E1B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49DF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BUCHIN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0FB7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F0EB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8CC2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0408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DB408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4736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F6B4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51751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80A6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8729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BUCOSNITA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61D0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9A13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F986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AFFF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58328BC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471C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2174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51804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8E68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492B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1FBB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5C1B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92A8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4BE8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7F70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2860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1A51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51840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B6E9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3759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CARBUNARI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B61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8598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324A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63C4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31D13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12C4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FF29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51948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F1C9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DB4E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CICLOVA ROMANA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6EBF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B075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AAE9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C0A9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7BE6596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34BB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0CA2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51984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C43B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1B82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CIUCHICI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60A1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1214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9ED9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09E0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921BB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007A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7199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52035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0858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33CC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CIUDANOVITA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3F9B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4BF1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7462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F762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00D8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3DCE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854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33D6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51877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AB99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21C7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CONSTANTIN DAICOVICIU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678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A24B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2A51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8BC4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865B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7AA6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4721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52062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D6B1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5778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COPACELE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BDEF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94FD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DC90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8D6C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5D976D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7CDA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D689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52115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54DF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05EC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CORNEA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5D17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6055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BEE8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F5CD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8C6DD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B14A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7F6C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52160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71DD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5B37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CORNEREVA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5C77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7240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233F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4A1E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F961A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5DF8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202A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53489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1E38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74F0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CORONINI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3580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82B2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09EA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7516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1110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2475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B89E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52570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99FA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3355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DALBOSET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5E63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2DE7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2095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1B01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F3A9C3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AF06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918B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52650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9C75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4F06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DOCLIN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CA3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EAF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3FF8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278C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9815A7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8848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447C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52696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6BD1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5764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DOGNECEA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C260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0803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6F58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A3F1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DF4560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7831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1AF2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52721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E20D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1981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DOMASNEA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76F2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4420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A781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2177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D42B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963E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E52E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53700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3844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9B26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EFTIMIE MURGU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2559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F32E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5CBE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F88A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4F35D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A4EB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FD8B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52758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F075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DD59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EZERIS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C391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AD43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F148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8A36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5EB48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D28D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9C3F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52785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4C43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BBFE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FARLIUG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2927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DE31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264B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2062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51663E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41CD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6FFC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52856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27DF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B5C1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FOROTIC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C8B9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916D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1334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C538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5B9EB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02FB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6F41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52909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3413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DCE0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GARNIC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A067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EF6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01FC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329A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D7A3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E4BF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8517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52936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D035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AD4C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GLIMBOCA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4D25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9B4E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1CE3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3E29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0C69C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9EA4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0813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52954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CE2B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7491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GORUIA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EF5C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BE59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769A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0496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1A878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43EE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174A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52990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A2BC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27F4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GRADINARI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E6D0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D8FC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5B20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F207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A4CE06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CECF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F044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53023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7357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EF85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IABLANITA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E0DF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F102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F22E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F829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1C01A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4A68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8E31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53069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FA86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19AE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LAPUSNICEL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517B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EE4F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7179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4B3A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C72E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7901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41E3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53103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BAB7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2631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LAPUSNICU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84F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FC97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49BE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16BF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A2D5B8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3E61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2FF9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53130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70F6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A01E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LUNCAVITA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D1D4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D632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5A2E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A6C0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9A0A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1C9A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55F4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53167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8BBA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71FA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LUPAC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A517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7E0A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564D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B01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3C739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A2C4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60D8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53210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54E5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E96F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7108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6476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231C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010C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2427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2C05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C9EA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53247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2FA4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C028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MAURENI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E32A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D73A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E375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1BF8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B7B60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05F2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404C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53274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CF6C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8AF9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MEHADIA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7F88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AB7C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C162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DF04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DEA8B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CF44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95C5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53327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D4C5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A75A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MEHADICA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3BD0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CD1C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C95D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22CB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E36CB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FB10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A69C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51010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DA44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FCA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CARANSEBES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CAD9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5FD2C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9F9E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8719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3813B1B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CE10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535A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50790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BBDB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E702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RESITA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5B42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8010B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8.187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1BF7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E617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104FC8" w:rsidRPr="00773C05" w14:paraId="1A55D8C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94FB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7369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53345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94AA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56E0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NAIDAS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F0AC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0474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F99B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DCA9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4B470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6A7D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5884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53372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CCA9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89A1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OBREJA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0F74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05A6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C027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B921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793AF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F073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8B79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50987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B463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6E4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OCNA DE FIER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C8F7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BD1B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D03E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ECC6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ACEF33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D846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1AAF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50889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C915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4905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ANINA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5715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7E212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E691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CA2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3C6C1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55DF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DD1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50923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889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6ACB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BAILE HERCULANE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1EDA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A8CE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F5B7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7AFC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5AA6B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0B6F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CBA2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50969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156D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1C3C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BOCSA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44AB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07167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8F85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0852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91C4F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BA07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CE11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51056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8E64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A515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MOLDOVA NOUA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2BD2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829B6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4462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8D15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3D74D2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3DC5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C983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51118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C237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D8B8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ORAVITA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3CB8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28CEE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9419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AAA0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DA1F2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B6C5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B26A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51207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A4D8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25A4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OTELU ROSU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1ED1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566A5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FAC1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DAC5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6A1ACB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E9B5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E94C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53425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3755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E3F2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PALTINIS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EDB9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CFC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9AEC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76A8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862A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ED80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679E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53513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2D9D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009C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POJEJENA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7758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8E26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61CC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E086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31F094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1594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F944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53577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BB25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A64D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PRIGOR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FD65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298A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A895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74C1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FC88A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B2F4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57F6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53675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95A4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E66A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RACASDIA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9A2B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82DE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9D00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3C36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A46F0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1471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114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53639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87B1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B6C9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RAMNA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64D2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DF4B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6361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8F2C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0F0DD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452C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B8BE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53728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7FF4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E029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RUSCA MONTANA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A499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8EB5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E125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6105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3B453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91FF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09F6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53755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405D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504C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88F4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0C81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DF16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7BEC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55A0B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DA06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866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53791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8A48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16F7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SASCA MONTANA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1631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75CA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E28F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9AE5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4028B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02A7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EE32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53853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08F7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FFE7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SICHEVITA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6E29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3BF4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24ED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C784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CFE89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66AA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AACF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54056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D9C7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3E2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SLATINA-TIMIS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D472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3E84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7584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6207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AB69C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1A46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0E0E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54109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5905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44A8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SOCOL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1006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CB98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B90B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F78B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8E196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05A0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F3EA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54163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7AA5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207E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SOPOTU NOU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9941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62B3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9D30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6576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EFB7D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71A7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299D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54350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932A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C6C8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TARNOVA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0519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BDA8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0443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9AE9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C69664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6B92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8C2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54270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9E5B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2D8E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TEREGOVA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BBA1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2C1D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6AED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262B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939091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8674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905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1F46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54305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DAE1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195A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TICVANIU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BE06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0A53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37FA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8DCE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E468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1E1D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6484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54387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32A3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C008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TOPLET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22B3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4E16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C747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1B56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C985B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98FC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11DB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54412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2526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4DA3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TURNU RUIENI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88D4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4D49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FA6E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69ED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BDEB0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1CAA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D83A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54485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5569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C6AD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VALIUG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0C8D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077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136D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557D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A929C9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EF3C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EAE8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54500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D3B8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57C2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VARADIA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DA41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1F94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8B6B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B77F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4BF39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8D6E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D00A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54537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2ECD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925A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VERMES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9DF4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B191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38F3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E899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E81BE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CC71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3D24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54573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BF06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7B34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9EEA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A418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5034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FD85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531CC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831E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2858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54617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CE24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595F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ZAVOI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B127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3B07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8A91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F35D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96C274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82AD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4B65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54699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786D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CARAS-SEVERIN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00DC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ZORLENTU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15C2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CEC9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0A5C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8048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81AE1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2AE7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F60E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55473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8FF6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E77B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AGHIRESU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76CD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7B97D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0ED1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8496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B2CDB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016B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8F56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55598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FEFD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495E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AITON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BF00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89D8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4A00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04C2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D25EC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8A3C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50DF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55623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9A94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3FE7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ALUNIS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9CA8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FC8A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624A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D0D6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078F0E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8AA4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D5A2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55687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D2BC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891A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APAHIDA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D532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1084C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6A0F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E18A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64B3EF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BFB1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18C3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55776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1BC5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6CAE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ASCHILEU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7BDA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67FE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93E6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F619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91C06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BAE0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3B8C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55838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81D4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B15A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DE68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E5877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DD69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3411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87BEF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9052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B3C2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55918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3F3B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D9F4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BAISOARA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8358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DBDC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9B36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7604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8D6F5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B711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36C0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56014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71C9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3BB3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BELIS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5E0D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2D19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3416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51F7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C2FC4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4D0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FCB4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56096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A392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3D88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BOBALNA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B8D7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2CAF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5227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D2DF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0F1B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5485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9961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56210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3B0D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7C1A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BONTIDA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1079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1448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2D4E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37F0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1749B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9273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5959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56265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C830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EE9F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BORSA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724B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CF2D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1FE3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630D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F60915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741C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806D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56327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459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E6D0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DDC4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D17F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0A6B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BD68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5D583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B364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1DDD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56354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B584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A061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CAIANU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D2C0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40AE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6F58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A3BB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08DBE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0E5A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B39C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56425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7567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19F4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D37A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FD64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F78D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05BB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A9A56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EA14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15C1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56461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9D84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DE86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CALATELE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DC23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5D82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577C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54A0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E5CDB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3C0E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1778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56522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7654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8C5E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CAMARASU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13D5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E557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5A4F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9FE3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42676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124A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C80D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56568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CAAB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1081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CAPUSU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351C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9D0A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A125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2017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4FD3D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862D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8EE8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56666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717B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A289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CASEIU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7511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1C4F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22E6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F73F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6C62EA4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7F5B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E1D5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57314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BD2F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E11F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CATCAU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9292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0182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ED06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2884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ACE5A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C216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E930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56773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0652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8D77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CATINA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2984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D982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7109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835D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54768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F3EA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6C83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56844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0C81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DA2D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CEANU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11E6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D677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BE1C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5D38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73DED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5300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355C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56988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3A82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B428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CHINTENI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8FEC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68BC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12AB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529C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D7FB9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D86C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C25A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57083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11AA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C7E9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CHIUIESTI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62AD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95C4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A641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2483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AEC3D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DA8B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2271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57163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68B3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B785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CIUCEA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81EA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FE25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E92C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5B03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AE326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9CEC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185E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57225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EC56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C59F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CIURILA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8054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34EE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BD40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6F87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E6E77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D1AC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D79F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57350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1A98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573B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COJOCNA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A036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601B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18EF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ADDC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47C8B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4A18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8A36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57449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5D26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A59E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AC1E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0AAD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A61F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0CF6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7F781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EB90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2212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55062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3567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D446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CUZDRIOARA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9BC8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67E6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05ED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7AB5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EFC00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2F5D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3151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57546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1C60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B749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DABACA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8FCC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A6FF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AE9A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71D4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5FB5E3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A5AE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2D9A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57582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9479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F99D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FELEACU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1720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3A2F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4E29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949A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70CB0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5AF3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3479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57644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31D3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97B5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FIZESU GHERLII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222D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2756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2263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3ECD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27AD7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28E7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51F9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57706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DC41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C765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FLORESTI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912E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59F39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6718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19DC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00469D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363A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7E31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57742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3D81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9DC4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FRATA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77C5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E831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C894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EFE3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E7167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5D93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E714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57948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00F4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A458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GARBAU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D8DE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5F1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7514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9E45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A01D5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56B2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1039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57831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83BA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8F60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GEACA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81C5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84C9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27A9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AFDC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B4869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9394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C2A3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57902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0633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FFCB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GILAU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40EC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CBE74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909E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2AA2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58B5A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9CFD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AFD7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58008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E3D0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BC36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8797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BC7C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F9E7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4321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430E0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3DF3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B27C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58142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5BDA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D3B0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ICLOD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38D5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63DE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4896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D284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85A83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7D31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D74B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58204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86B2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7063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IZVORU CRISULUI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B20F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040C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5B6B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27E4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8853C0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9343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93AF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55106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B7E0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305B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JICHISU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3012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354C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CFCD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08CB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821D8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5E05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FD82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58259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7DD5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6C4C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JUCU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C480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892B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590E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8E20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0F3E80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B399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04C1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58311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6EE4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39D4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8856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5B99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1BD7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2559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C551C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18BE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956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5758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58357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DBA2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EFD1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MAGURI-RACATAU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3D4D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DF12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D204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05C7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0CB50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DE11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4AE6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58393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74F9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990F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MANASTIRENI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E8C1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4548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EEF3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1209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12AB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88F8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B7D9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58464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2DB9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3D77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MARGAU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2763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10D2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73E8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B7C5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C15AF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4A3A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C244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58534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CBA0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DEBD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MARISEL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0E01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4D5B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ABC1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3747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D62E0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CAC4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E783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55160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BCF0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6C74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B1C3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9E62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420A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8D2B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A4C3D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B021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FF21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55277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B4E9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64BC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MIHAI VITEAZU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AADC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ECDD2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0830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33C8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E56F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F928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8EE9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58552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B211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64AF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MINTIU GHERLII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A2BF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AAB2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A027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0A44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A9D5DB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8BC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99BE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58623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3726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C77F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64B1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EA77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DBF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D55E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59DCD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2164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141B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58721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7698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B82E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MOLDOVENESTI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D6AA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58DE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6360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7602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0388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7AE3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7D32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55357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F6CE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62CF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CAMPIA TURZII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AC60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308D4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DDA2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A556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649604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9873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8AA6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54975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181D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409D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CLUJ-NAPOCA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DBD6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BB4EA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33.297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9F60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51A5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</w:tr>
      <w:tr w:rsidR="00104FC8" w:rsidRPr="00773C05" w14:paraId="1A858D3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FF4B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EF01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55008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1D16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E8ED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DEJ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EB4A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093CB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3.866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E6A6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9E14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7C0EF6D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87C7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F4ED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55384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4800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5730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GHERLA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E3DA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A4332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F540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C98C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5ADB3C7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2146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A775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55259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5D4A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F36A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TURDA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532F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75BB7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5.627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8B94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D712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7C1A21F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AB2A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997D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60169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73E0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8B7A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NEGRENI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D6B9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94E0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7BD7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17E7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7E4D66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9637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EC83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55446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8337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E756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HUEDIN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010B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B33E2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91ED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5ADF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39F7F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671F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1E49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58794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E92F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D0A6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PALATCA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89DA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8B8A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47E4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1337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CC431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EBC2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8848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58856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6181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A2FC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PANTICEU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AC08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DEC7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96B4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8A6E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185D6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36C0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8934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58918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9D28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1A9B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PETRESTII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C348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C278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9694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D875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2612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C49A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7853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58990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3215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6698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PLOSCOS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FE45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C209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F18A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5DDE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48D16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B1F2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AF47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59041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6425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FE84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2A17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EC2E0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2F6B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3A36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161BD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95D8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AEB4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59238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5A7C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777E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32EA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6702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DEB4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B558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10C76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36CA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04FC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59130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4E27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53E3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RECEA-CRISTUR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4E30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B418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1209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F29A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769A2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BD75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4C08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59283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FBDF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B418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SACUIEU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1C9E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00F5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D113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DD4A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68C19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0370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FCE5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59434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F4D3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59EF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SANCRAIU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3D88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AE67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D572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9266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36BB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D7CE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0A3B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55311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975E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07B5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SANDULESTI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C28B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5D9A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013C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7C93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8E05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BD7D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8663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59498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A84C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8551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SANMARTIN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A638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D5B3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5D9D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798F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75881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6F7C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0CCB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59586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E53B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356A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SANPAUL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4DBB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2FE5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757E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773D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17CE1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F355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133E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59327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4505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EC73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SAVADISLA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27DD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7317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61C9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6FD3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4DFCE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4A1E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7370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59416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BBFA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740B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EEE9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8438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7276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43EF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4446E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ED55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E8D4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59657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3E13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8273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SUATU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8B5D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7E76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8383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598B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2F628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60ED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8E4B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59826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ECFD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BAA1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CD2E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8643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C72D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278B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028BC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E2C8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266A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59693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E299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2451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TRITENII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65B4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BB05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E18B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BB6A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450A5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B803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6407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59764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847C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A482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2EAD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D555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3ABE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AC97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54E1C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A9A0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7243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59880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A0C3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8A3A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UNGURAS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EDC9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5D79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17E3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7591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5D60F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66C4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8EF1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59942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C9D5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0410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020F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985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18F9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2018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79EEDB6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5D5E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045F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60026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D31B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C10E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IERII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57E8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7A8A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2827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8BF2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6CCBF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6396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961F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60062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309A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9DFD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VIISOARA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05C3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32B87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F782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4E50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CBD4A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D952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34DF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60099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5BF1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CLUJ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5E91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VULTURENI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F951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5DC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BB59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5CFF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B9300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AA8A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8682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60598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58C7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D88C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 AUGUST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8FD1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573D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F168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5137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12141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7576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4F2E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60883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A527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E617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ADAMCLISI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1300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09AC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3993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E00A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B3EB0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9915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D653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60570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9BB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74A0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AGIGEA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3A07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3DA3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B320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EE01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4DDED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4CCE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8F66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60945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508D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3FA2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4FE1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923B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F84B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7F4A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93E7C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69C7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146F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61005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11BE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CEA2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ALIMAN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36A2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17DD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A831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8B1A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A5E40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30CC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228F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63198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D637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0D54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AMZACEA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6F0A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E0F8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9DA8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4F20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D53FF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2A47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FC20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61069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69E0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CD6C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BANEASA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D084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74D1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A2FE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FE9C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547EBA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0424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F166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63294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FED5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5CBF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BARAGANU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3E0E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B84F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D1F8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2E53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EA95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28AF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DCCE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F6F2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C9C7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CASTELU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057F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026B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E982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41FF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3B05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7008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13D3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61167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A1E5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F877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CERCHEZU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1702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B4A0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7E51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19BB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07B80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4EDD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A128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61210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9C3E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1B3E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CHIRNOGENI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3839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0BC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2CFB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A661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E9D83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2B08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F8E0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61256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D851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A9A7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CIOBANU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9276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E3B5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C2E0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3601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EA81C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824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1007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4695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61283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EC6C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1E68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CIOCARLIA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AD04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A2B8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9F80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21D4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2B781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811D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5F88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61318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0454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3D5A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COBADIN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C502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1EE0B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33F5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4C74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89525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AB84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02CF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61372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D8FC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5692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COGEALAC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2F64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3275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BF8F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E321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533B0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29A7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0810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61452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73C8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E4D3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COMANA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8C2D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C169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ED55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FF24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718C3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184A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E9EE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61513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6277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A0BC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CORBU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68C9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11DB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316D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3154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A5558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1E1A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F773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63286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2282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ED7C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COSTINESTI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E0FE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9ED9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FA97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A059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C78B70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CFAD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4F73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61559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0158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B80B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CRUCEA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8B2C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3571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4E26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2E12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AC6556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1243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B991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61620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1426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0B52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CUMPANA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5640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FEA52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7A2D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303D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56DE3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C6D8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72A4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63300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1D01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D972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CUZA VODA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FA33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9FEF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A620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2F3D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CD491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98D7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97CC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61675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8AB9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F89B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DELENI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72AF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BC1E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E8F6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51B6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494FD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7948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DD48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61737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40D4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2B9F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DOBROMIR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93DE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BC60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BD3C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BD03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EA3C5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887A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CF0A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63161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C4B1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DCBA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DUMBRAVENI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F639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0DF7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E79E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AA36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0CC82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18C4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27B0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63334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A33C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60AB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FANTANELE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B0EE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C430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8225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DB10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145B98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66DE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627D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61808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6E03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8C5A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GARLICIU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804A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ADBF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A72F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C5E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8BC1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EBD1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C58B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61826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7A6F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220B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GHINDARESTI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4EA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7F14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2F4A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3886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5F320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7EA0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DD87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63326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B4AB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317D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GRADINA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A381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B28D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EB8E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D592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542CB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0EBC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5579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63278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284F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6BF6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HORIA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CAB0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D69B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0BD0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49F5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09CE2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4352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B174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61871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BF0B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342D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INDEPENDENTA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B448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53AC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1BB3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B154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289A1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36AA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39AA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61951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5980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94C0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ION CORVIN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BC65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8822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B0CF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029C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00235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AC9D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3470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62020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CEEC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4FE5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ISTRIA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2C5D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FC43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BF00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83F9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E0A7F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5994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AAA9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60632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2A65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76FE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LIMANU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1AE2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68BB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F2DB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DD24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C0800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97C4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ACC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62057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2F90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D9F5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LIPNITA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99F3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1D37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E52B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BAA1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2C2292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FB86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71F1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63152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3969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A33E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LUMINA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A7C4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73D17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C79B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94DB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EBA6EA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B0E4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362D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62137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847C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99DB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7CC5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B728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A8F7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20D5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205A4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3413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D442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62253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F568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AE10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MIHAI VITEAZU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BF05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32F8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7358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0BB4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8791B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34E7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A50E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62191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1DC6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50BD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MIHAIL KOGALNICEANU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8AE6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3B5DD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0CC5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F8B0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CCF87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EEA2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CBB4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62280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E99B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F20E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MIRCEA VODA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3423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3CC1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C916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6B69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9C71C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645E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7D84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60419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480D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2A93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CONSTANTA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5945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FD793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33.630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4840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E963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459F7E6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C5FE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D326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60482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7884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8666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MANGALIA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0D35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5C4E6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C34C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5B67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DF7FC8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C055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9789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60847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8306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AED0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MEDGIDIA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8E17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B1922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3.938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42E6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90ED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76038F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9F50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C9A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62440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2679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1976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NICOLAE BALCESCU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DA0A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E12C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7D38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EAA6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C3AD9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AC3C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9764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62486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0813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D824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0B3A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D329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DD26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0FB5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7CFBB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E7CF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150F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60776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FDD4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D91D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CERNAVODA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4BBD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0B12F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8327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9DD8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E1A319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D182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9125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60455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56FE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6E5E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EFORIE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2195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47EFB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7026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7C7E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A46466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EDCF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457E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60801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1701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9552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HARSOVA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7B63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CAE67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D800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A9FC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60F4003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08B9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BFB2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62360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428C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24FA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MURFATLAR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AF8B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179B4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621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2148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236650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BA6E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2136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60507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2431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8031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NAVODARI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EA14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11159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B494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B051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5A5BC99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CE4A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1B80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62397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1670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E7C1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NEGRU VODA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F1C9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D98B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C7EA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7B6E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D8D34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50E4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670C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60687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5D3D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1236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OVIDIU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D33D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3E3AD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77A1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765C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1A2B5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2D63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5EF9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60534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8BEB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CC03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TECHIRGHIOL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9C55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9BCB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CEC9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04D9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AF2CB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FEA3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DC8D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62538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372E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F576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OSTROV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DD9F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3439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A084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F615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9C394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5361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C180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62609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642A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B85A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PANTELIMON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7636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0DFD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C761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F35F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14C37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4F5C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A9BF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62672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302C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37AF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PECINEAGA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5F23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E3FC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5F00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B47C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B3907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9AD2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8348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62707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7FCB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A753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PESTERA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3BC3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BB4F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D70D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2C40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6B888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BB26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C9E8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62761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F850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3787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POARTA ALBA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4580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5D9D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6F72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881A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4358A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6108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9384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62798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4E7E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4AC1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RASOVA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DD58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918B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AE99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3D57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6FB88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AC37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C83B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62878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A322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74C1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SACELE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1ED0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32F6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1DF7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A628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9EE0F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0678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4774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63318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597A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ADFA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SALIGNY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7B96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38CC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1807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D4B7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E2AD3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2966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55F4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62823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99C4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137E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SARAIU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F8EE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DA5C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19CA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83DD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DA3C8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BF9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42D6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62903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23DD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E8F0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SEIMENI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66C5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AD6A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EBFB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1C9C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83974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4525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C4FD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62949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309D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2788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SILISTEA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AC9C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0CDE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BA19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62CD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FECD2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4F5A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1058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5E4C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62985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B206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B656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TARGUSOR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2A66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A0A9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9517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B774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61FBD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11A7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60A5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63045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CAE9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494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TOPALU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9FCE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B1A7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865C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A1AC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C95ED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0834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DA10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63072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C6C3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3BB4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TOPRAISAR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7825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3DCF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4D56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0534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32556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4861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D268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63189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0BB5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3343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TORTOMAN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BF43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7C85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0BB4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1C56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777F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03A1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5EE9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60721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30E1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447A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TUZLA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185B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6F6A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4AFD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EAF2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FD2FB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5D08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2631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63125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3B58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C7F5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VALU LUI TRAIAN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3124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3566D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AF13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9E53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E312E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1BB8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8885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63170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7F62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CONSTANTA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FF17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VULTURU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2A55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1726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3CC4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5819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8081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5940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F9F5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63777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52E3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E82C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AITA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0EE7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DC3C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1794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AA83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DA3DD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F4FF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F47F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65113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CE20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D438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ARCUS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8619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8089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3419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B5BB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24B57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82EC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C02E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63633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C8A9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095E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807F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9664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A2C8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FD3D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368DB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528C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F4E2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63802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9F14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F21A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BATANI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2B0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8E60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1635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1DAB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FB410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E7C0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DC8D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63866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2A92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4A99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BELIN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EC87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0F37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DFF2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54EC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DC0C4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FACD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98B9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03A9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8733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BIXAD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D765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56C7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422C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A534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93A5A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CF20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128D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63893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CF47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FDA5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BODOC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D2FB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0E8E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7F2A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9935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56249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47EC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3AD2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63937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9A41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D09F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BOROSNEU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95FB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E535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4064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5E65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088AF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C6A2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5112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64041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3E89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324E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BRADUT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EE4E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4532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BF86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89D6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3CB9C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C6DE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4FA8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64005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0AC8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BB2A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BRATES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6797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3887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B2C0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9730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BBD72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B004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AF29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64096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E07A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D1B1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BRETCU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8E8E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F83B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044D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23BA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5AA8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3AE2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22F7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64130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8193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101C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CATALINA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31A6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C5D6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CC6A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1DA5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F8C1B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03EA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452B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64194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A071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36F6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CERNAT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9DA2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726D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E411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73CF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41FD2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2D8C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6212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64238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6611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B79E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CHICHIS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57B3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9975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4041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206E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945CD9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9A48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D242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63553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4A0E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26E7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COMANDAU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7F8A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E6CD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77DF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DBE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53E1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EC39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6C66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65147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A33F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B926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DALNIC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10B7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5E2B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C655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CB8F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6F68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F242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F204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64265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974A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E72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DOBARLAU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2E5B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71A1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58B6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509B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367A5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1436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89DD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65154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12DF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114F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ESTELNIC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1A4C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F4B2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69D1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83C5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15D9D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0120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56D1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64318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B951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85B3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GHELINTA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5420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6253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2D45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D71A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8EFC5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5304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ED8F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64345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B995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9FCF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GHIDFALAU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DDE4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93C2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A773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FD25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77C9D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7429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5FF9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64390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F0E8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04D9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HAGHIG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1BDC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D6D8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4B4C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BC7F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B4BDB1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869B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FB69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64425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00E7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C3EF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B86E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72D5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75D1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F56C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188A1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210C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E38A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64461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31E9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D418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LEMNIA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C042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C70C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4775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71B4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BB894B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776D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BE0C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64504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F54F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E766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MALNAS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3BA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22D7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C3CA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391A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503E4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2E93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DB10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65105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2025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3ED2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1826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974B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36FF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E19C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B4CC0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72BF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340A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65139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8EA4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4D6A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MICFALAU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0655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06DC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3F7E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D746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A8AA1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036C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72BD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64568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D928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E282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MOACSA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C35A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65C2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DC49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FBEC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9A4A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9144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EC02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63394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329F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0F4F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SFANTU GHEORGHE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6D19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38519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5.933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343A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B92A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104FC8" w:rsidRPr="00773C05" w14:paraId="15FBBDA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1EB8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9C35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63740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C4DA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FAD1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TARGU SECUIESC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318A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89A46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8067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0417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77815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A852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81B6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64602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3A58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565B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OJDULA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1113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2A9F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2337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1A6A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5515A3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E8FF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8C07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63447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F5A7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200B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BARAOLT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5559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75F0F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E85B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0C06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B0C07F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FFF2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13CE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63526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DEB3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9320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COVASNA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516B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FA305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18C2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D824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CDE12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9A26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C8EC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63580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2671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E5A4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INTORSURA BUZAULUI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D217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1CFFE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6356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FD63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2B9561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43A9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D9CB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64639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6D2D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729F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OZUN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6D4D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4855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0725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3BE4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183F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27AF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728C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64719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7615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349D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8A7D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F227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F3A3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CE29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21CD5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3E34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7178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64773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2405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F66D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E067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FB4B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8DB0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C156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AC456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CE66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3D5B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64826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F255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C090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SANZIENI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66B5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4B1C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96BE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0610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7A57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F005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1CFF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63688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825E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68FF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SITA BUZAULUI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1417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DF3B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FE2E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442C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323FA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8095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F628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64871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880D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7AB6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TURIA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C58A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5AAC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981D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C060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E9980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C084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9951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64942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D123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5E3D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7132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B790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384C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CC1F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FD9EE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7947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A9FA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64906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0861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A24C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CRISULUI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6F87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B12F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7924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6941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99B6E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C598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7EE4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65099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0F64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A08F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A277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E0E9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685C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074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C42D9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0AF0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1107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C767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64997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E957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C4AE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VARGHIS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78A0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BCDF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404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7AB6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5A66A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15E6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38A4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65048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1A00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8610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ZABALA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45EA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4742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C7BB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6D04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72C95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1FDE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9719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65011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ABD0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COVASNA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6A61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ZAGON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2252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BD5E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E0E8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3B56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D869F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A1E7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32EA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65379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6B9F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D79D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ANINOASA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D2A7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B6BE7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A249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E22C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2FE8F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6644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679A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66198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9F98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BBFB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AC00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CA734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931A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7734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588996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093A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17FF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66223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B1A7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82C0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BARBULETU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1828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C68C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16CF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112A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AF022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7312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9727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66330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DC10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84B4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BEZDEAD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1B85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D422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3497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B707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499B1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F20E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11BC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66401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7C21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2009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BILCIURESTI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1451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8BAE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A5F2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5E9A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80B32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CF0F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8DD0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66009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7779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6FB9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214A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256A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7803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329B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347DE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65DF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3151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66152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0E3D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6130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BRANISTEA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8015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C168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C0D8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3B4E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11806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2EF5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8410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101341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81FC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B6C6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BREZOAELE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E8AB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00B4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1EC1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E7E3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E154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76A8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35EC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66438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C0CC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778D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BUCIUMENI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7518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45F3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8FE4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33C3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2CE4D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7899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B7F5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66474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53BA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2C54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BUCSANI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B3EA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A3CFA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69B7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9F95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5AEB7E2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5479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B3E8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101564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F3B9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16C7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BUTIMANU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EAD8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8777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F6F5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4700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BC1BD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5277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D190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66526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99DC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9B9E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CANDESTI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276A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2F5B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D5DA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2C1F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9D83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84AD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028E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101840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1A13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79C5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CIOCANESTI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9033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06A3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B0B5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3FEE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B79F8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BE56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0D12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66580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7E7B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64DC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COBIA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5BF9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7614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C21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B03A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2EDD6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7129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60A3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66697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6E8F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9119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COJASCA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8B26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436E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033B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1D39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8B61F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F0CE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2358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66731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FB05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0449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COMISANI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754B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E8E9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496C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D0AD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25BCF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3A8B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0BC1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66768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0D60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3C92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CFFD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3AFB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D989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8F65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A3822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CFC7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2BDD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66857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EA38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7723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CORBII MARI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A247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CA664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58B9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D857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65A40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C417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528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66955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8053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2279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CORNATELU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A01C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7A06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60BF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92DE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98447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528B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C8B5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67014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DEF4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5A9E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77A8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2787C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4A6E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79B1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E7F03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8766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85F4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67121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0122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8E85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COSTESTII DIN VALE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A42D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757B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1B5D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CCFB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AEF28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7ED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317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67167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BADF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1B22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CRANGURILE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FC26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6158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98AA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D2F9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32DD5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9B90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F97A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102286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EEDA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30F9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CREVEDIA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D7BB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37C2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1DFA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2E02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D0A0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6248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9711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67256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9334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5A87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DARMANESTI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FCFD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9345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E864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55AC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49A9D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A3B6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9A03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67292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7333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9657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B661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C940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AF01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DA0D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78644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045F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D4D5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65413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1792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5BAA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DOICESTI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A578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1277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8EE5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17D5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5A20B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AB17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BD46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67327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3CEE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8BEC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DRAGODANA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0C3E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D3D8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12A2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DE2C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09539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A505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DDAC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67407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3FAC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D62B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DRAGOMIRESTI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57D8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D0B63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EA57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2BA2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C984D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D7E4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5D4D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67470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7D65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A0E9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FINTA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2479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62C8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AB2F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1DE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89DF6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F907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AC9D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67522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19D4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03B9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GLODENI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F1E3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B6AB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DA30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951D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14F4B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4B9F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2BFC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65707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747B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A134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GURA FOII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776E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E7D2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7496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AE34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6680E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FE1F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F908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67595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CD3E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EEA2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GURA OCNITEI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E0B1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415E1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7706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45AF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D949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6C9F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27FD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67648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4731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4B27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GURA SUTII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41BF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4F2E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B433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2ABE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18514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DBDF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12C9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67675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C301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10C4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HULUBESTI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4E98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30A2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DBE1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6FF5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C99A9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F215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310A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67737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65FF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FB1F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I. L. CARAGIALE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0141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B393B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A43D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CBE9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AF268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3D14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4C78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65869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B843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0681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IEDERA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A20A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722E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6830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1571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7A9F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6678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2747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67773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F428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B84E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LUCIENI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A796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45BA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04AF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D87E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A79B7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4D08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395C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67835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A0FB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E5A1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0EF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7151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47DE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380F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B028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03A7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419F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67906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8EFD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93B8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LUNGULETU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0801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2C33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755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329C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862DB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0AD5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B71A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67942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8F65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27AE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MALU CU FLORI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500D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263F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5A71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B414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08925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945E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FD4E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68002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ADCC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93C4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E54C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A326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F6A0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84A7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2B90A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E38C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956D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68048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92B5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3C5D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MATASARU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DECA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0706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9970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8645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D35F2E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5947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0DB5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68128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00F1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49AB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MOGOSANI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481F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F286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0BD3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C6F1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0AADB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B538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39EF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68182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963B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67C2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MOROENI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A13E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E1C3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0AB1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3B0A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42316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B81E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8365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68253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DB0D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99A5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MORTENI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6FF7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6B1A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D5F2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CE81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5C40A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6D33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65AA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65645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5290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7332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MOTAIENI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6F90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0840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9283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BDED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D8154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295E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1742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65841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4EB6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C135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MORENI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330D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79E66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C1B4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3532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7F64C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B54C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442F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65342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DA59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9B20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TARGOVISTE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485C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31C3B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7.342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2EE4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FF7D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613F3C8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4A24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1158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57AB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104387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6C4D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D62D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NICULESTI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9FE9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D07F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BAF5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76A9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C4974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0299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D630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68280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0E3C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2EB4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NUCET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D4F7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1E66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44DB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AF00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0484D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ECB5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E951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68324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D7C1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1DD0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OCNITA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4E6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720E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9F6E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6EFD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3FE9B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6922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5475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68342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343C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03D5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ODOBESTI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3488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6EF8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49D7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D1F7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93D28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9648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76B1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65609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8F41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DF81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FIENI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75E6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14DE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9B44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A957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71AC9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00FF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57C0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65681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80BB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B558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GAESTI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1A81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FE373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DE9D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586D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0E994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F83D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57A8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65921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E9FB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6D7B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PUCIOASA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15A5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26967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AABA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D3A9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20CC60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1A7E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7C61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68627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C143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56B8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RACARI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F100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9B503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509C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A1EC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26186C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14DB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2333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66081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8213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3A4E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TITU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EA54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7BFC3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AC63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7CD7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CC281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7B74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27A8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179935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8363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7A60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PERSINARI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C882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3E89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2E9B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17B0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E2C20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2A04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03DA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65752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D276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1DC2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PETRESTI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CADC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6D96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3257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55B3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8367D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39CF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EA5A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179908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A316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A7A6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PIETRARI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AE6D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A344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78E8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69FF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A54DA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339F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8B85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68404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817B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780B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PIETROSITA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4B8F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D346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3CAD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E628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5B1A8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A173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D278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68431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617F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643B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4858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7359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34FA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695E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987A0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16B3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EDF7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68468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2B65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EEEB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POTLOGI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40A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1C3AF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4111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41C1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84D49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8E11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47BC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68529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0952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A8EC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PRODULESTI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8CD2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8501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8819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58D2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692C1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DC1A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FAB0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68565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5FA6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82D6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PUCHENI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6F15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A352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A4B9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7068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FE1DC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CC5F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7469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179891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05FB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9B4E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227E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4A7C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A995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CECF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A9261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C86F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74BF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179926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E9DA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729F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RASCAETI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516B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9C75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5A95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2670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BB635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261F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A111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179917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3913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AB19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RAU ALB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F013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30BE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1773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A6F9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22B33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DE3E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19E5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65431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9591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F9F4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RAZVAD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20A3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921A8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437F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7860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43E08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42B0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6AD5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68716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81D3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A55E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RUNCU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3536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7D79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9816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9A44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C5A5C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0AAE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E4D5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68789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EF77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D500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SALCIOARA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8495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6322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278D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7439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45A00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7535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9845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68887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B3CB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9535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SELARU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2874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1877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B46B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83B8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C734B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1831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38DE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105142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B504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BCC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SLOBOZIA MOARA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8341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6F87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A061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CFC5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355E1D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3E95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F8E4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65477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66B0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988B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SOTANGA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1B33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93EE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316A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BDA4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FC1FF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C4C4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AD77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105534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D6FB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8AB0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TARTASESTI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9D91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E64C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0464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872D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75B6D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35D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14A8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68921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A144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BD34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TATARANI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8CCF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0A1D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1FD4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3572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EACDB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F548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F8A3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68976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AE93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6FC3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ULIESTI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ABCB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AFE0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3C5A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560A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E5658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E2F0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21CA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65501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5995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BBDC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ULMI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F695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DBC0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69D3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D72C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41E9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7516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DED6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69250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CEC6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9732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VACARESTI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6CCE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3708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41A0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B66B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740D4F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A543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2BDD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69063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ED86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3F0F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LUNGA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4583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C22F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9FFD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C21F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5A7FE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35D2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E9C2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69170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E465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1417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C57C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35FF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8898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535E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64F0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EA52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59D9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69303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0609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B121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VALENI-DAMBOVITA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597D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BB7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FB92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4057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DA60E9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68EE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9466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69447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2736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74FC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VARFURI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FA03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7028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DD51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8894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AD7F2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8BC2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B37E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69330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08E8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C064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VISINA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E27E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D31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F26D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4F1A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49F03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F4E1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7510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69394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FE7F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7DDA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VISINESTI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3DA7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5787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025E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F22A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BCE1D4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9105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8487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179711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5AAB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7F7E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VLADENI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2D3F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E6DF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0FDC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9233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AA346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46D3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20A5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69526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7895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0F36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VOINESTI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A39C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B08F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8073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E4C6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8FF13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A84B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6AF4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69615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215A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A95B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VULCANA-BAI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22B3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5143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9E6C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B5B2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A3D64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24A5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E117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179640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44AC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DAMBOVITA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A68F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VULCANA-PANDELE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E9E5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0806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F3B1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F6C3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F8CCF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6139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8F2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70520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CF0C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2FA7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AFUMATI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39DD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F9F9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DA4B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8BB7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70372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DB5E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C3F3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70566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5E27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2B20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ALMAJ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7853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2867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078E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E1B1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459406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00E0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A81E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70637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B7CA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E677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AMARASTII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7CCB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A05B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F0F7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4403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8A9B8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0853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84F6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70673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FF1F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70F9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AMARASTII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175F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B0C0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E073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A99A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EE168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7CBA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1BAA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70726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513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BB25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APELE VII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A2F8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32C5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C7F4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FF01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9341A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E293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3056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70744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6F90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14B0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ARGETOAIA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B46B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9489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7BD8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3483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0ED39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4AF1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19AE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70940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366C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F802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8504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0A83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539B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86A2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764BE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D969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BCE5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70897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B07A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5BAF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730C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AA04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885C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5D4D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2FB26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4AEA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0029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70968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4C32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36A8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BOTOSESTI-PAIA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DB01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D462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DACA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9F7A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91E44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DCCD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D0E3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70986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B0D8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7B4B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BRABOVA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04C6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47B9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9C13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B0FA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0DE67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EE9F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1209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7938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71055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711A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0F42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829A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7591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6B40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8FC8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8DA9A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4F0A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4575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71126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849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1366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BRALOSTITA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4599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0DB4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C174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A2E0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E05AA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B29E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83C3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71199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F927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7758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BRATOVOESTI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8E16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0067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90D5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53BF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D55D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0372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4294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71260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50AC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F525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BREASTA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B05B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A0A5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EECC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2DF9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0295E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75C4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09DC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69964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65C9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F9A0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BUCOVAT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7F8E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8270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359E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09F4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EDBD7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3DFD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3FCD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71340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C2B5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C168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BULZESTI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E2F7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4B69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1723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BEAC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83079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8A52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9E05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71607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32DC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3FB6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CALARASI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3C3E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82EF0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E17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964F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AFCFB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C6DC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0DF6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71457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A62D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2A09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CALOPAR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AE64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45FC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06A2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89F6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AD485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C09E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9290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71518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AD55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C1AF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CARAULA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6A4E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4EA5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294E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A8D2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BA53E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BC06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5108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74859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C102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7E69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A59D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84C6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AF55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6D8C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E3FFB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32F3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B57E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74867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B183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1A29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BB33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A8B4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17CA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D296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74C0E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D511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19B4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71536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2AAA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E3D3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CARPEN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243F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A186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4B5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61F0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CB4D4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D2CA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CE5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71572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F8F5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F82E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CASTRANOVA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2457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2E64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CE2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DD1D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3A152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617B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C174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74842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A7EB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0DBD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CATANE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3E54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35BD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B6D7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6D39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9C5C3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4A6F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9AF4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71634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A824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8287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CELARU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850B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14CD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1FBD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BF22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7C923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8AE6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AB37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71698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74C7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0EE8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CERAT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032F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391B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E752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5106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CC66C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0352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6EB9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71723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DE80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01EB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CERNATESTI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C507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B494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B748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707F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A189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8F8A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AF0F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71787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E13D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0B4C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CETATE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72D7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C474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BAD2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21B1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CE1F7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3075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15F5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71812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172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1B61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CIOROIASI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7EF9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309A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A24D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7692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A0A3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9A06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EACB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71858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8FC1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06FC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CIUPERCENII NOI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09A4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F052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9D75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AD9E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8E284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AAB0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4C28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71885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A9FE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8F84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COSOVENI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EB8E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BA4D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4AA2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4538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03251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AD30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3C84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71910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C20C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5D81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COTOFENII DIN DOS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4A05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B23F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2FDE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692D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3F55E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B300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1DA5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74875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5337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7C63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COTOFENII DIN FATA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0D5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45BD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85EC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C9AE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0C8F3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D043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BD86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71956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EACC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B562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DANETI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9E69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042AD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02B7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3D48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D4FB7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DE44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F84A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72034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4317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EDA5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DESA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EEF8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CD58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CAEA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856D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DA44D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BF32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0C11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72052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1880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12DC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DIOSTI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9AFC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526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72B9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4F8C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C2B9B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8F72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2776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72098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FFD7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0227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B2F6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9732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6C21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3B73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6B219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5CA2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CE8D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74883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0ACF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CE72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DOBROTESTI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12F5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704D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4F67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3A44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2E31B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F429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F05F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72150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9E59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DA7E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DRAGOTESTI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46DD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BB6B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0BF7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29F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97414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364B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0A40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72221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658D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FD15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DRANIC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2487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821C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8767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9B08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AC05B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B13B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54F7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72276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9C1B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E7EF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FARCAS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E16E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5EAA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C956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0562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A58E5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646D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C362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72383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9357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99E1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GALICEA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641E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F9FA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15E6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4615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6B409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51B8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2E68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74891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6A06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8381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GALICIUICA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1438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66D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7677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D055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4761A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98FD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44D6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72579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F268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9E9B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GANGIOVA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B440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29B3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D0A0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B142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455A3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79F3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787E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72409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A1D1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EEFC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GHERCESTI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6C0F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8E79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E75C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2BB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02ECF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A401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D295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74907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B888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4F97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GHIDICI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7D89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1C4A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5A40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5F31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A3DA2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4944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DC7A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74915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5004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BB29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GHINDENI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33E0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2DEA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99BE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2702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75EB7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F4D5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BF8A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72463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3949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B259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GIGHERA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2118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C760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CBCF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641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80D3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D750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3F07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72506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059B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39F6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GIUBEGA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A53A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B645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9878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627D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B09F7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2E63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9FCF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72533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E467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5AE5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3105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A580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30BF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2648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ADE79F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E19A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B42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72604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48B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53A5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GOGOSU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F516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6754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1FFD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4FA7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2BFBB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F904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1DE1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72640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5590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9D63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GOICEA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FFB1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3E8B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713B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08F1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07FB7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64B0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D196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72677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848F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94C6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3DA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6CFF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8357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B20F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ADF05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4780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25A8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72819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B6B9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0335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GRECESTI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2C5B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B9F9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AECA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A096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D5067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EA62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CE85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74923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F1D4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5F4C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INTORSURA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0413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7BFC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8AF4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C2A8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11C6F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6582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45C9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70094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5C80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B737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ISALNITA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D53C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8336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DBAD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A92C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EA969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09F5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21C2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72882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403E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B0E0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IZVOARE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9640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41A3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390F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01C4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16DFD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A041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E98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72926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3248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0EAC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EFB0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59F2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C687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5313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6A0D8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96D1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F733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72953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8B9B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DAC2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LIPOVU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7662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B3BA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0950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5B5F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9D43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94ED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614C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72980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BB63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D4C1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MACESU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0467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F890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D90B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AB67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84AEF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2F8C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2FD7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73013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7151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4E87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MACESU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B930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7DE1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4086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73B8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1B562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3A14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1260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1FFF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73031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8794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51F3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MAGLAVIT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F608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0B9A2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8909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4BFC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70ED60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C55F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F06D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73068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B25F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0BF9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MALU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71BA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19A6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1228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A196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4A6C1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3548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2913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73317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EF6F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A798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9AAE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366D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14B8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EF16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530F2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22BD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C122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73102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553B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CE0F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MELINESTI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402F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6CB0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C3AE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11E3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F0330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794C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6CEB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73246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9D6A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025E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MISCHII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F751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F75F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27D6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521B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D8C62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E233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D19E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73335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C463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3480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MOTATEI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445B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88A1E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BE1E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B08B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4B4B7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3650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AD08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70316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22B8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1FF3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BAILESTI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CFCE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4423E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5EDD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7303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A9C85F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9B35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709E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70352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7170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E864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CALAFAT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60B4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8F036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78BC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D60C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B82DC4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CB1F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7ADD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69900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7D21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77C6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CRAIOVA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FCC6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461ED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26.748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F245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5622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5B5D8E7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4A8C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FD07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73371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14D2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E10E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MURGASI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0598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B44A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A5D0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430D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46D5F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2FC6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816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73460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D597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1E12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NEGOI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C127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24F4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BC31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C19A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B85B8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8C8E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458B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70879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11AD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3B4E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BECHET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2FA2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8249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3A75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AB7B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8002A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9B58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9A46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72007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7D24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E598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DABULENI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109A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5F14F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7D85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8341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A0BDD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F2AE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293B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70414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E9EF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9197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FILIASI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5C07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59EE4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C2BA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7070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B1CC6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9F1A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DA9B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70502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93E2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60F1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SEGARCEA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1591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07611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9D37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64D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83BA9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FBAE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6C47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73503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0A8E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071C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ORODEL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E8D4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2F8E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73E3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07F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AD95B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9A84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D18B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73567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F218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948E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OSTROVENI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32FA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CD18C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06DC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3837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F9F44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54FE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B13B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73594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451F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CFB4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PERISOR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45DA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CAEE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3EC6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6392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EE48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1D25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358E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73629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B411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0BBE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PIELESTI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90B1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E8A7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5FF9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E40D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5FEB9C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6B79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20F0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73665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BB1A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EE3F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PISCU VECHI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0C4D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0E6F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CCCB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B41E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82647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2993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0CAD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73709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55E3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129F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PLENITA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7237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BB96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88E4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AFC0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3E14C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54CD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4DF8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74931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3C6E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7688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PLESOI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6728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8978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DE34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9229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41E4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AF87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F7EE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70110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78FF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FD11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PODARI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A11F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430B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23EE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79BC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711FB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F365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9A7D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73736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C8E0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4F2A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POIANA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10D1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9351E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E145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2BE1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EEB81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DBCB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1B34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73772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B769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698B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PREDESTI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2C3F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90D6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8F56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EB60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68D81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1986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46DA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73852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313F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6932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RADOVAN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CAE2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67FF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D081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145E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7D512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379D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A74C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73905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2FE0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D14D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RAST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8402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5AC1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C911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ABF2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D6811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9FBC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1831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73923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2313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A7E1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ROBANESTI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8155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947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38B4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7439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FA005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23FD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BCC6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74949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1B39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7957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ROJISTE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2A93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69F7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4263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F1F2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A8C0E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EB24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E527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73996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3039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27E2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SADOVA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1894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A1027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C097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8C83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3643F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FE88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B59A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74028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00D3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BC3A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SALCUTA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132C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8F91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C139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D8E7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A751C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DA17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B8C9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74073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1378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FD82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SCAESTI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962F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9F7B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5F06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7FBD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499E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F7DB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BB62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74108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C20D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8CCE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SEACA DE CAMP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E481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3A9F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0A0E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DEBE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506CA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5DF5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9BCB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74135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E571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515D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SEACA DE PADURE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7368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8165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2802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E2E3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3C04D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63ED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8F84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74171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D783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DE25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4B5D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40DC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4ADF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6FB3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8A3C79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92E2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18A6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74224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8BF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D340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SILISTEA CRUCII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710D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10FE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F6F2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D377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F89B7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2C19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CA39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70174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052B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6A14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SIMNICU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A6D4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382A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CD41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5689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90C95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719F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F114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74242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A43A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5385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SOPOT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3CE5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3809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D583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332E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2E4FF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896D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2A0A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74956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D571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7D79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TALPAS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9820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1893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D8E3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AD7A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0561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BE2A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6F12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74322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3810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DF1A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TEASC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F867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B8CA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4B3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B969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127E57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85EF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5449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74359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8EBB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A960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TERPEZITA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EA8B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0595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3C8A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9661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41BC1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9AB7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8E29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74411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DC0F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4FBF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TESLUI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698D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6A87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E937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F80E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F6A7A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DA4E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0ACC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74509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5F93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B572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TUGLUI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F70C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A33B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2CDD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30FA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27744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8AC2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51CD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74536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3641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8729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UNIREA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5A2B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3C26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A884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F4A9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D6161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A40A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3C59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74554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550A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89C7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URZICUTA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BB62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AE21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4571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1DFF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D0F09A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1B24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5579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74581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11ED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CD17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STANCIULUI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04D0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8D1CA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406C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80CB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88EB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F2A6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E01F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74732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3079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42D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VARTOP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0DDF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55FF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29DE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374C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A1763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AF01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C774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74750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CE83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9527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VARVORU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09AD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442D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9ADE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5331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BC2F3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4032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EEBB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74616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5BB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3939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VELA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584E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C3F8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2B58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DF18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C6C6E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6CDB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3BFA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74705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00A1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3F50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VERBITA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0820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E5B5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725B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1DEA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B6130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CA01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A9A8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75542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A99E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411D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BALABANESTI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2678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DEFC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7A19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2C97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BC68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0415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1311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A8B8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75613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B79D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2D1B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BALASESTI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8CD9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9322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AE3A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1495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EE92C6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FDEC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5442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75668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9840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DD6D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AFD5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928E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63F7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07F2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9D42B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585C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D718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75686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E13F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56CF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BANEASA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5B02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68C7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BBD7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48C4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16BF1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14FE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86CC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75515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58C6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C2C6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3D86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4DA9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7AAC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A5D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A7297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AE24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ADF8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75356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34B4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FBC4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BERESTI-MERIA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9EB3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59D7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A375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D572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7667D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EFAB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9245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75766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928B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F674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BRAHASESTI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CF96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C8D7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0B1D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89BF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4862AE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7ACA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AE9C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75711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A830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480D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BRANISTEA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40C2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837A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FACB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5D0B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16B86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2811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38BB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75819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786D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1525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BUCIUMENI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40DF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D2F5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2E70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9FDE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1F07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ACD7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D252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75864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A1F5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4FDA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CAVADINESTI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7159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77A8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79F9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633C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16763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6D44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EADE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75917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53F3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ACA5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CERTESTI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507B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8ECB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2071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A9F4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0DEBE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C13A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FC6D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76004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0693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576E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427B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88AC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5BE8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EED2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198A37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2036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C6FD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75953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FD8A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A87F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COROD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28CE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484AF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5445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FC49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D3FB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C435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4509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76040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7BEF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90E0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COSMESTI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1024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5634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28C3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EF5D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6119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59A3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EDF7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76111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3B84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4959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COSTACHE NEGRI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F010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C764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67E9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8153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4140E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20EA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BE5B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76139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CC9C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9423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19A8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62AE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C7FA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E2F7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C70BF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64EB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BC2B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76157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D356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A9F4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CUDALBI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1096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4747D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0AD5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AC5F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B1A30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234D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663B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77595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07B2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585C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CUZA VODA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DE9F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A1C1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9BDB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4680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47065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C951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4AD6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75221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0E41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E4F0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F0AE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57C6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69CC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D8D3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5A6AE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CBDA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8679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76175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E5C8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3BE2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DRAGUSENI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72BE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FFC6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737A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346D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455B1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C3BC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1F23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76255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911B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E216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FARTANESTI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7F40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E899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4B4D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F050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46E0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C42E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4B6B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76282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5A05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973B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FOLTESTI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E384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6AFE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B22D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808A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6C4E4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1B91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B842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76317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EF1D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575A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FRUMUSITA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3C90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7E94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0BFF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55C4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FE283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04F2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CAD0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76353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C00E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0AF5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FUNDENI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6B56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F544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46A1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B691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A09A0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5934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4965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76406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D7BC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708C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GHIDIGENI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D974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6A2B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18CD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8703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8F49F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4302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BA87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76497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E0A4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03B8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GOHOR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CC14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31AE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EED1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DBD5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81526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1652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72EE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76558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27B8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EB0C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GRIVITA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47FF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150B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6564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CCF9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590A6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420A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A964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76585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117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42A0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INDEPENDENTA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0B5B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C3D3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9917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278D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265D5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EFC2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0155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76601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2841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7498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IVESTI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17BE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3E2EC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8604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54D2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0324D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D82F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AB80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76638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6DCC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5D4C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JORASTI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58B8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9E96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0B10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8518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B9D6F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A8E2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11FA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76674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C263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7D53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FEDC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563A1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48B2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EF27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50242F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78B9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765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76718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ADC1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E562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MASTACANI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F463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90F8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9C12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85BF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00EEE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D089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4719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76692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BA0C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7624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MATCA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514D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807C4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0A25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3E8F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773C05" w:rsidRPr="00773C05" w14:paraId="267ABCC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D042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vAlign w:val="bottom"/>
            <w:hideMark/>
          </w:tcPr>
          <w:p w14:paraId="5B94A6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76745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2CC"/>
            <w:vAlign w:val="center"/>
            <w:hideMark/>
          </w:tcPr>
          <w:p w14:paraId="70BBFA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7EA6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MOVILENI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D7BB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2ED4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8924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50DE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837A5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A81D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779B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75098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A03E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9B83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GALATI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232B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B4D3A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26.261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D460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82F1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104FC8" w:rsidRPr="00773C05" w14:paraId="31C1D74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F994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C6C3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75203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53FE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5838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TECUCI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791D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8647C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3.936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0D74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4471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D6386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6C58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831F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75258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60AE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0288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3CB8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8B54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2E5C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ACDE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9494DA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3E9F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7556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76763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724C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E0F0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NAMOLOASA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80DB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71B0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9ECA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BA11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13D47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3495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6856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77579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CD34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6674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NEGRILESTI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8938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5776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6F2A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CAB1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9CC81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CA04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1AF8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76807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BDAA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4CD2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NICORESTI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348C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09C0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2710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C02D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FCBD4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B49A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A0CE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76932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1550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C4FE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OANCEA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634A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3EB1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1948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071D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34488D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F591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D9C8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75338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DAEF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2CC9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BERESTI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2A07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6656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07FA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2374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9748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421B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1BAE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75472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F120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68AD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TARGU BUJOR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C5B8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4CA2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F71D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40E4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B2786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B4B7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E03A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76969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27AE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4ED0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PECHEA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AFC2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4B6E1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EA35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0E61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26188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C2C4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EE4A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76996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BD0A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4928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PISCU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9304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179A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973B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D40D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1C9C2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8DD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B674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77587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A08D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706E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5B3C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3971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C7D9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F35B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A9F5D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9E5F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CA3B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77028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52F5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251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PRIPONESTI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1B89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886C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B34A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32EC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23F7C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4986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AAB8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77561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80D8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0B31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8932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5FEA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AA2F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E77F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0B93D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E53B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31FF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77082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3321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A769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REDIU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9514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4C14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C121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2106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C8431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3469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AD8F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77126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5C76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3D71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SCANTEIESTI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4AE4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2E1C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FFDF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1D01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7F0FC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C37C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85D0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77153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8E30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D9D1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SCHELA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3704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A400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B51A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CF29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A364C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8DA3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D2E7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75114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1AA5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391E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SENDRENI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49BB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B7EA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BEDB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F6C2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17B96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5E5D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1362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2449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77180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2AA9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C847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SLOBOZIA CONACHI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7629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346A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DC25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8B6E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F0A67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3005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5D2B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77224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59B2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DCD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SMARDAN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4FFE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EA31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732E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C6CE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7C17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2FDA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D506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77260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650F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14EF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SMULTI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4139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390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ED3A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EE35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CDA86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9DB2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DEA3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77288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2996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848A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B521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CF7C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F3C5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EF70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F0156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C1FD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2393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77601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D938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47CF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SUHURLUI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E28D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5806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014B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B11E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012C6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72A6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6972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77377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542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A91B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TEPU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A33F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BF71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71BB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3017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1CC13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0AA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7C30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77313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6DFA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3C14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TUDOR VLADIMIRESCU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E732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956A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2CED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A669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C4C2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2CBF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A979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77331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A0B3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1355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TULUCESTI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D0D8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0112D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FC5D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96C3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A35955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5D01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1D7B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77402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22BB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8272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UMBRARESTI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728D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B8C8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E61F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4DA8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DC052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AF7D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640A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77475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F7FC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9068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MARULUI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0FD4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5681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B760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0070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7C469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BD7E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B876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75150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A3BF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E59A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VANATORI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6A20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614A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7E3B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ABAF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ED80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ABF5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EF6A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77509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D12D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DB04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VARLEZI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411B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BC43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886A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7998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14FDA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5D75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6FE6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77536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E753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74FA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VLADESTI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BA44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7CF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19A4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C8EC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163EE0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54A3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1E99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100781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E213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0CAA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ADUNATII-COPACENI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E2A1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A4A8F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7898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6D2C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88933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B06A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F27B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101001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6797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3204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BANEASA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E2FD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934A1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229A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931B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F5EB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850E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8598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101163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2BB0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160A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BOLINTIN-DEAL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923D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4056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912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8A05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4A6A0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5227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C10F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101378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84D9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9D38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BUCSANI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9B9E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2AC5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E890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08E5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030B2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300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B543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101519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EC0E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F5EF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BULBUCATA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0497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34D4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BACC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454F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610145A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CF2D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0A7E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101617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AB0A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C6F4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BUTURUGENI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8EAF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E270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F31C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8784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F69EF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DA5E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71DD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101662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453A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E34A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CALUGARENI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B85F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B46CF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9A73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3D55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2E30B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3C24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54B9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101984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4B2B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C7B4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CLEJANI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74F7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4829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68C2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EF66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A0F324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10D5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E1E9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102071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CD47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4428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COLIBASI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61A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B5EF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BF8C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7A68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1B72A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07CD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5B7C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102106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BF6F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2C22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COMANA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43D6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A9088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D8A4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38FB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F0130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09B4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69F1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179748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5A95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224B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COSOBA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A76D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1EA2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408A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0FA3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5731A34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16C8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1442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102348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53DC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2D21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CREVEDIA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5FC3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D13A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C97C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C686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E73A8E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52D6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F448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102446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9017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DD82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EA5D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1196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D25D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5553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769B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24A8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68A6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102794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CD52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F4BD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FLORESTI-STOENESTI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25F7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E882B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09ED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FA6E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A9AA9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2C03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981C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102909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9719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C99C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FRATESTI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90E4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99CF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C596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650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86C5E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0208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0324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103087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AA13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AE2D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GAISENI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0693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5DEB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1829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FD3F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F714E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28A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73C5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103194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6E54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BF52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GAUJANI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E4F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D832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24BF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D827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D4ABE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CBDA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83BC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103238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941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7C64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GHIMPATI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3976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85C2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83D3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5249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49AB79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D2BA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50FD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103309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2C4C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7899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GOGOSARI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B396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9E46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FA45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46D6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DBF27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8184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B2E3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103372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CF63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28D4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GOSTINARI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6C48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1CA9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A7FC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8A6E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A1503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6C9F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364F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103354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A1DA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4644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GOSTINU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BD8F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370E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34E9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E203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ED591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8EE0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3B70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103407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5B6B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3550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GRADINARI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61DE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94D0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06A6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3B02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76B9F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7F39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D05F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103470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F3F8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8B29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GREACA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B687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7054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68BA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C3F4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82E6B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CA17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EA9A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179757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46B4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956D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HERASTI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9CAB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5A4C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257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5A41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4E2875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DAAB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F2AC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103639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BEC1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0837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HOTARELE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47CF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EC58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011F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2FE1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4C38A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6FA6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469F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103693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742A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8725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IEPURESTI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A3C3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91BB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D068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4760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D49D5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272C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DC40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179766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95BD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81C3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ISVOARELE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4299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1106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2AE6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D7B2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92EE4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A3F4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F36E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103899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E34B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DD7B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IZVOARELE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DEC3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F4CC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6000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0F49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17C7A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CCA9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8066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103997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E144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0458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JOITA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D1FB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B079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2D69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282B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1ABC7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5302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8913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104047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B0C6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B005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LETCA NOUA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D255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1D86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C4F3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B45B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3EEE21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BD09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1DBA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179739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88F9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CCE9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MALU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289F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85D8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BC62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095A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93CC1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6378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1657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104225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3810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EDB7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A76E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3B43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88A0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9224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9DDF9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0970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2E29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104118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FA30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12FA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MIHAI BRAVU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3249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3576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00FD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0F64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5D716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973A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B6FA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100521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C147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DADA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GIURGIU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0BB0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67AF7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5.968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7787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9745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56815E4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D49B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C5B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104485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FF45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0E67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OGREZENI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9740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8964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DD3B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4267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A6EAF7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0A55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7E36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104519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FA35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D43A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OINACU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D25D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66A6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0862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B2BF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1ED5E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4DA3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8430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101190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37CC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A243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BOLINTIN-VALE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0395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59BB9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3AA8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7059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EBFAB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0023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4DB5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104136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42E6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8B4B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MIHAILESTI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E335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87F50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3F9C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68C8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9B49E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FD6E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1413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BF8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104680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BFB6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D47A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PRUNDU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5E7C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D0FC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7F8A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EE9A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E3AEF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6F67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EC37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104715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1BC7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E66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PUTINEIU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A6CC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F0CA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984E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F660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6E989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BBD8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79FF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104788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3F4A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0A78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RASUCENI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B8C5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893B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CB5B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7DE2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84271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DF94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46F6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104831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74F0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4012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ROATA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0154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B03C8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262D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AE15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8DB04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DC38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6CB7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179775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BD6C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0215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SABARENI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05BD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3C02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404A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7E54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3B4E3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B0E1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CF49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104975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380A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FFB2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SCHITU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6500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DDDA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08A2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5A8F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CBAA6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343C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0837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105106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5178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8DAB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SINGURENI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F666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D506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5BAB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C265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E6791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5606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3863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100549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4F61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5D3A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SLOBOZIA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AB84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03FE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4CF0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C0F7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0980E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C0A4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8100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105295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0CA9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D2A9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AFDF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1D79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C096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5918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E5A19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A310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B0B4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105348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1C26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FFC4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STOENESTI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21E4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42FF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446C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02DD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81147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7608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4281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154709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75F8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D9B5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TOPORU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174F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5B24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9D0B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D5BB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15C56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FA9F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B85C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105623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B06A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F127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ULMI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92C1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4077D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6797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3A8B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0D6773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41F7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BBEF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105776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D907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06D2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DRAGULUI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D7B3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02C6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8DC8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405A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12F82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A99C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DA5B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105972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F5D5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FB6E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VANATORII MICI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DA4E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F76A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C148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0807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B37D1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C608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2E6F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105874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6DBB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BFA0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VARASTI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83F2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3E7CC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8D12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0D8B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31A5E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D33C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D0E6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105909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3169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9EE4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VEDEA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B414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8538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DFA5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D721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B0BFE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58F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5922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78472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9423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2F8C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2186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3087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CD23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E672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B94FB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BF8A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3866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78542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C0C0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A4AD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ALIMPESTI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A04B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7C9B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534F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294E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307159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3353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08EF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78604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D166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6048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ANINOASA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C8E0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4E4F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4D0A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9A21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16EC4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D502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D27E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78668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5588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6867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4460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2DCE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55B8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9A36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FABB8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733B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CA29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78711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B165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9F01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BAIA DE FIER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0EEF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0CDC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6B0D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F37C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51913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F8B2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E233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78748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D8D4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5052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7DEE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246D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9A21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03DD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A07CD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3C81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3F52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77910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4244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3C5D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D395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013BE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8904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7599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2EB07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E1F6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A32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79004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3B42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698D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62A7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CC0E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62C7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9C4C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D403B9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33F4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2D6E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78828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E4A5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A618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BARBATESTI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0C49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5C8D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BFD0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BBAF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35F98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39FE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239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78873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C482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DB89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BENGESTI-CIOCADIA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2E64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D537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FEF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257C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23CFA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B32F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3F76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78926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B09C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7F41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10E0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9227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0B3B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ECEB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39F2F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E2B4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347D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79077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D1BE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9870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BOLBOSI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2F75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C739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EE14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887D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3A67E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2ACB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BE17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79157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9D79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48CA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BORASCU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9AEF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D487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7144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4F9C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26472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B0AE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18F8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79237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139B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446F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646D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C7FC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2A6E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EAA7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38C37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84B0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7BEE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79362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6C96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368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BUMBESTI-PITIC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8EA7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CD7D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4FA7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E88B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4222E7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AF65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E609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79406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0EA7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4C82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BUSTUCHIN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4918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2E2C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79BD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70F2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975557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5DD3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8836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79736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A2E4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320F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CALNIC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961E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1ABA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71BE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A44E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BBA7A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5D39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64B0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79497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D21E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E2E5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CAPRENI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871B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442A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2316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216F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19EA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1B4D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8BE4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79585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C85E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CB9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CATUNELE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9BF6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5889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8D37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8A48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764003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423A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B8D2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79656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6C3A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1A35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CIUPERCENI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7CAE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4266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63AE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2812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F6DD4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699E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025B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79834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8813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65A0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CRASNA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C315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1A72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B052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4FEA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E5707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93BF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3272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79932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5778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A42A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CRUSET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F818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CC08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6EC0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C8FE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FA254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17A6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5386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80043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4D75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A692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DANCIULESTI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5F8E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E8B1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E9F4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46CB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43D77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75C4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F0FE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80123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4FF6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B306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10E1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9625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1978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2D3B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7857E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AD80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2CE4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80249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5822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2337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DRAGOTESTI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0B0F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691F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E4CC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8B56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7721C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CFED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D988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78016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4AF3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5A3F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DRAGUTESTI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54BA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781D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1E20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D341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897CA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569F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3239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80285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D41C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4988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FARCASESTI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12E5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FE8A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19F6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0D5B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572C0B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8017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0A5F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80365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ED68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CF4D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GLOGOVA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D12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EC9C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4D59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6165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D6564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5913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238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80427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54A8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C964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GODINESTI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0EE9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27BE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C641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CE85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75031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B97F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5CF5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80506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41B7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2067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HUREZANI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3DAA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C119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EFC8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FB6C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C412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0508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2649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80560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E0FD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6C7E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IONESTI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4BD7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8F77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F56F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BA36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9F1D7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1249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8ECD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80613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6B5B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B2C6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JUPANESTI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722A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D326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82EE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004D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ECC7A7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3AE4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4DB3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80677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E391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3B5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39CA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1990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D2D4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3C13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14E31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8309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0353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80711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9D5A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9A26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LICURICI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D148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CD64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9AB3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E72F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565051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59A5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22A0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80766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7F3F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AEFF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LOGRESTI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7E19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A1A0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8889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21DE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85B65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824E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1464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F74A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80846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FDEE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A8C0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MATASARI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E6EB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F0BB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4539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B69B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9E42B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B1E2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3DE0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78141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D617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45B6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MOTRU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7EFE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5017E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6661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B3BE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D9C71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72CA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D4AC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77812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329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88E3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TARGU JIU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8CD2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C802E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6.898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7C6D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781C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7E1A813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699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2E00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80908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DA05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07C1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MUSETESTI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8C1C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2CF7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32A1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6281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D1C14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DC22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30DE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80980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D9A8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21DA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NEGOMIR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B888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6923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7DB2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358F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88B2A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F0E0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F151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79308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C58D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D2AE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BUMBESTI-JIU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8EDB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1773B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27D2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D474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90864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3B3B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6EA8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78258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4632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0A22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NOVACI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E793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11B4F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D59B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C7C2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F08D6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7C43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2F0E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82895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521E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69A5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ROVINARI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0BF4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B1E8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2E1B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F033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D4BCD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E39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8DD4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78329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1368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8A75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TARGU CARBUNESTI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C819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8974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5719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76BA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A73DDA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5D3A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975B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78454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ACE9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8EA1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TICLENI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CB9A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DC4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96EB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D6CC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43FF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0B21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1EFF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82430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2CED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90A6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TISMANA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4EB0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BCA31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E926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6ACC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82863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B950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5840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82617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B07E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E95C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TURCENI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8624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4557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2B30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EF7C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77BC55B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6335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16F3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81095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8A10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A926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PADES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48D1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A1EF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7C96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B41C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60694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310A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6E78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81184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0600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3F2C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PESTISANI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90A9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B60F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7286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AC12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40D1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B43A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43EB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81264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B759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0094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PLOPSORU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58C0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E78E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63A3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8F80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847A0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AF9F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77E4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81380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91F2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02AB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POLOVRAGI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76C9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2355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94DC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E3DC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7FB24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4B54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044E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81415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39BE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5477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PRIGORIA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7620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D47B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9234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EFB8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C2AD4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E825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016C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81497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B4BC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A091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ROSIA DE AMARADIA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0A12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7C4E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D56B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96FF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AA111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7E28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DE6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81576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E8B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9FDF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RUNCU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4C4C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2F9C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9F3E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31D4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83633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5F9D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380B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81754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2548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4A61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SACELU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8E6D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17B8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1B59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42FA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E8B18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810B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9180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81656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F526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DF66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SAMARINESTI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79E9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029C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4323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B4B0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0D996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F8C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E303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81816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11F5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05B7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6079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2935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F14E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6378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77012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C1A8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6D12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81987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5E51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6CC5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SCHELA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D444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6632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9D44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58A9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205E5F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7318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8AFA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81861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B67A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8A06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SCOARTA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1E37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315A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FE6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F625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6C3BD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531C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756A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82047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8AE8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1505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SLIVILESTI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71E9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0FF8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C201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B3AF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7A659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418F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36E2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82136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917F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D031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F8D1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8D86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7034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89CC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5F5A89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9931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FB5A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82243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C208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C9A9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STEJARI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67D3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375A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A896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9194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722E1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51D6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94DF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82314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4141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6827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STOINA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C3D6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105A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7974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66B6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93F9F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5F07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B300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82680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27F8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6BE5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TANTARENI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46A9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F2F0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FF3A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7243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0BE8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E92D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79FD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82396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F02D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1FE3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6680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5436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BE9F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FA7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9482D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D9D5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E2C7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82555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1B09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43DE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TURBUREA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AC5B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4683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3906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B4E3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05AB9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6C81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C2D7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78089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CC13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03A9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TURCINESTI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8B3E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E26B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4642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681B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F5C92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94D0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0B74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82733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9197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7A00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URDARI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656A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AA2A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2EAB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6F7C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9C910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3372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B8B5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82779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2937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55E9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VAGIULESTI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F593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1C7E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3BC9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B72F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2AACC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7581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FBCD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82831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F4FB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52F1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VLADIMIR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0338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ADE3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EE48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5461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219DD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3407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07B0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83785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9F7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4A90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ATID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8719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E363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7DBF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27D4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341B4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B0E4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3F85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83847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EB7C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06AF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AVRAMESTI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80BD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FC23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F919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6358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AEB348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06F8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6666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83936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7853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2895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BILBOR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093D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83CD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73B5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0DD6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68336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4C2B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1BF7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83151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EFCD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A92E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6646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B04D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98AE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7180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D21F3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8825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1ECB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83963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7FC5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C61F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CAPALNITA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B6F6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0F85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8DC9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6C38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C1912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055A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6423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84102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A2FB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8514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80E3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9335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7755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1305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C8086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B8E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B6F6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86461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12C7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6FEA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CICEU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90AC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496E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188A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7738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D61CA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F7CA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1A1A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83981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7AC2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7683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CIUCSANGEORGIU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AADC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E8B7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DA24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ABFB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25C476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155F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FD73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84086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4543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37A5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CIUMANI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E64B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F78A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8A7C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C576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99277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2C09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88C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84148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EE0D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974B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CORBU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2BE0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4CAE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C991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ED4C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398A2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8CF4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85EF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84175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3039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0CB9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CORUND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3FB4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F894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5B79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5E28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8A38D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7652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4188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86446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18E0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5A25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COZMENI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5D9A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FB57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49E0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440B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B21E8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B2B3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9435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84237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E3F4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258E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EB1D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DD94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8908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10B9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4E493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4970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78D0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84380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D50D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804C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DARJIU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FC92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7F83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EACB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9676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DFEBD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5B04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D39C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84264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2273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B9B0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DEALU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ACDC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94F2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1969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ED5B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5F0FA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67D9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FF0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84344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5665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886C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DITRAU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B386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3164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FB48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108F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157FD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E92D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1515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7C9B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83197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7788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B00A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FELICENI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8DD1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A6CD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2C88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7171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9008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D5B9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38CE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84415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5F1D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EB06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FRUMOASA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5B56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0344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7A8F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DD29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94C25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9292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082B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84460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6868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71EA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GALAUTAS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49B3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85BC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9533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EB86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917185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F10A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3385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84558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8568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0A73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JOSENI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0563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ED0D9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267D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B093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3C491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0DE4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00F8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84594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BA4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317A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LAZAREA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315E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F18E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ED3D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4ADE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A28C0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CDA2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E193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86479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E469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B5B8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LELICENI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64C3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AC90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3F45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610F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6C899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1D2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50F9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84629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80A6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6E1E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LUETA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3CB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2EC4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3175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65CC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AD5E3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E826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0CC9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84656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9E5F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C198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LUNCA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155C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9012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316C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1683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6918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0420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4F46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84754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48EA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4C20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LUNCA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7C47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D5A6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6974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9AB6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6BD9C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D3AA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30EF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84825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687A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2F42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LUPENI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1C10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A09C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9A72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228C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8B9BE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8F95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6D19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86438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8020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5D50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MADARAS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EDE4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63FD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108D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0B17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62F44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E7EB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4E8C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84923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6210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2486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MARTINIS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4F1E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63E9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03E8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ED9B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44B32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413E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19BC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85056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6A4F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879E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F78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53C8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3715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3325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81AE2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989B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8520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85074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4744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1E33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MIHAILENI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9AB2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B42F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9849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3E92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BE4C2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0333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DA04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85127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DEB8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52CF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MUGENI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FBB2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0B65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472B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6F09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66CA6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7D00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82C0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83561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23BA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ABF4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GHEORGHENI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C50E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CCBAA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4CB6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F0D6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53FB44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6F01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86FA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83320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43F6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4557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MIERCUREA CIUC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2F47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8CC2D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4.056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0102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D3E6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3AD417E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F36B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7A40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83133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1AA9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D744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ODORHEIU SECUIESC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72C4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8E604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4.041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41EC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19E0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5DC6B09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A624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C4E1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83632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1376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B425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TOPLITA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1326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5C7B7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CDAB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2DB0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58D788B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7280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B9A0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85243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5A7F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CF10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OCLAND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C984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E38C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A050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378A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50041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A4D0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DC36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83428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2829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CD3F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BAILE TUSNAD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0866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5279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0634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1A20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AEE13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B96E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E03C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83464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7092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BB20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BALAN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DD8A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0A09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2705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0C79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67E92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033D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259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83491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474B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222E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BORSEC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5C2C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1FF1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6ED8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61C8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5C949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6837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32EF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83525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0F44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D42A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CRISTURU SECUIESC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672B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E0940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06E7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E5AE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8A6840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BC5B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09CC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83749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FF38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21FD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VLAHITA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15A6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A0DC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3DEB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7BB3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997FFE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249D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B802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83375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4A0F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396F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PAULENI-CIUC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6B4E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9FB7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4BA5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0EDF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FFDA3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4136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DC85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85289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0A12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740C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PLAIESII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1F6B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75BE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22C9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A57E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8E236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626C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F12C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86487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48E9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2F36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PORUMBENI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446F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6F23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AD3F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7701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FB11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F18D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DF61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85341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9CA9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303C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PRAID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86F1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E5E2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2312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93E6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1C09E4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E00C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3B42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86495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69E1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0196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F4FB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72EB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CDFE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9EEB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B65B0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84D9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A7E0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85412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5632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D3FB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REMETEA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6BF2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3FDE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4395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C243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876FD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CE34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BBCF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85467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110A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CB8C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SACEL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CDEB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C3D9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8510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E782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ED33C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DACC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F536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85680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2899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871D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SANCRAIENI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8DCA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9BE3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675A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0474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AFE4E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E893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60AB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85760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9AAA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8C1F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SANDOMINIC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8E79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1D83D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C9B4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2ED5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8D4EE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EC7C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6E68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85788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BEBA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0E65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SANMARTIN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5260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3C65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0E22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5A34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248DD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194A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57E5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85840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04AF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D5B2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SANSIMION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3F32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87F0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1822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EBFB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B0FE1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6192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3176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86519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9EE8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4598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SANTIMBRU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EC90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7446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D4A9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8255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F5FB5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4483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6539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85528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668B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F89E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SARMAS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DF61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9DC3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5716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13BA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65D2E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B942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27E5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86501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8B3F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0A1D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181E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67C1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74E7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D7EB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8AD6D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597C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14BE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85582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D757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3C8E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SECUIENI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3365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BA24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0715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D8F0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A8797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5FC3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CC98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85626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075C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6E03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SICULENI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8ABD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8514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627B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25CF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BDEEF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48CD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0950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85984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5AA4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5AB0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SIMONESTI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3940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6E61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A504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9881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69392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8644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EEFA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85877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0FB9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4D98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SUBCETATE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CAD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EEE6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1691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D938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95A9D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C381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45A2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85920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6B5B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9BB4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6A7B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2068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5D40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7D14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2D69C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A265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28D7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86453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D846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0E7B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TOMESTI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AE44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96F9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E920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8826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6C9BF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400A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EF13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86133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C4C4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AA6D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TULGHES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3B5B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1FEA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6935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3DAE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E1535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A7C2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D0E6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86188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21F8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514A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TUSNAD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A4CF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C951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3627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89B4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CE1D5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4694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CA74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86222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D0EB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F7F1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ULIES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FFB9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8848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4BFB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EA62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56603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47E8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AC46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86311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2B09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0664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VARSAG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4C5D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AF91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69AF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740E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47692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B604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D9AE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86339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1A7C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1A65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VOSLABENI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A823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7508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D476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C024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44C8B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98CF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4B61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86366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D59A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HARGHITA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9A44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ZETEA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408C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4B8E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9CE7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7165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2945A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D612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80D9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88047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32E7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E7E8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D9D4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C044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0D7B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4264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D98CD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6303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7C81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87745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84BE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92A7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BAIA DE CRIS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3627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9278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2C72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1EF6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CC777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FD69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BF79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88092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AE0B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FDC3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3128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E817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E1A9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2064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54B40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10FA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6FCF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87843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7BD7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F8EF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1515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D9F0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E0F6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4D02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7295D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8BE5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F557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87246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263B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B7CD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54EB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DA27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206E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45DE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C9ECB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EA89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9CA4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87996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64EA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8A5E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65EA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39D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3CC3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3365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EAD42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8BF7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A50E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88216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1DBD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F7BE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BATRANA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61B8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EABB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2F9B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7B65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2CCBF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DAB6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A8E0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88261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CA49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73A0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F178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AFFA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39A9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3A43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A7908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9940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4B9D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88350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F1A9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0525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BLAJENI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6A8F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1B9A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11FA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C369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016E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619F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2865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88449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BC39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F856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BOSOROD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27A1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6BF5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BC0A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E883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97C62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EF41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C0EF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88546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A44F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7DD2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BRANISCA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0072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33A7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B57C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84B1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0A1F1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9A3E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D6D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88644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6F6D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D1F7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BRETEA ROMANA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0FDA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4E03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E70E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1E2F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09CCC0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57F8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EF6C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88788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26B5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FD85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BUCES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EEB3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667D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E83D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961B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3AB78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4B59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C65E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88868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13CB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71F9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BUCURESCI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80C9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BB73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47CB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56E2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37675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9FE7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7FEB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88920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7DE9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73EF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BULZESTII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A6A2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C2A3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FF58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E4A2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C4C8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8557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6AF4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89026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2B44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460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BUNILA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43A3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D366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0072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597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55D890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3B71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7DAF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89080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C02C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AFD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BURJUC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9A8A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C195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A029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72DB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17C9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5E1B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4CD8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86749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2A54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0568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CARJITI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8E04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572A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FEE6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CB5F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A5603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9976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6158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89151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9911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37E7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CERBAL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C52A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06AC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0E91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F373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FBD1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69C0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0FAA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07B5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D3C2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CERTEJU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CAC4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D007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C659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6703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2C44D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B257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D5BB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87362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7C75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AE59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CRISCIOR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A10E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B868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93AD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6C4C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7677D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EF23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2306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89348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BB3E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549F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DENSUS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6955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050F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3030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CF4A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B8CB7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E132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64C5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89428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E9FF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F65D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7EA1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F8E3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4CF2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1279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050A4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6285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AC11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91731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2C24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87D1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GENERAL BERTHELOT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8193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FB24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AC18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34DC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0819A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6790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28B2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86883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472F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F8F7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GHELARI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2BFB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53DD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703F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4AEA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028D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CD9F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6208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89687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FF2C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5332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GURASADA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C74E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1581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0B60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7614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76CA1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EB06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5C3B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89801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7358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112E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2207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8A00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42F8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3AE5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3710B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3386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BDEA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89856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D06B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CAF7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7E99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CCAF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8099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8D71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2FEDE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88DB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651E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89954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4E90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100C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LAPUGIU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C97A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6BB8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A49D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3FC3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53BC70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C61B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16BE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90066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9DAE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3901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LELESE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0917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CD29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AF59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021D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90D81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4F62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9258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90119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6516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1EE4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LUNCA CERNII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1DF0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ACAF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C88F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46AE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34381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BF6F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21BC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90208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42AA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8EDF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LUNCOIU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2B59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17D0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AEC9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726F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7DE0C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5798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7B92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90262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A3A3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B45B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MARTINESTI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294B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38A8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B720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5F7E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ABC03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2566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D70A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87291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AE9B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9C8C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BRAD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CAA4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00616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A351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819E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3A38A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F8EA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3B7F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86687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8AFD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2EBF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DEVA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7670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0CDF7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7.259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90D1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CE0F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</w:tr>
      <w:tr w:rsidR="00104FC8" w:rsidRPr="00773C05" w14:paraId="3CA76C9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9C3C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BA9E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86810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66BF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D4EF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HUNEDOARA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0320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30448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7.216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C34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2168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CB9265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FEC3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AA5B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87059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946A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D542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LUPENI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5BB6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C62A1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E23F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AE95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36887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00C1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1118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87638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D861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2B6E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ORASTIE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3FC2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21467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CD1D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FAD1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E9B6C4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1DA8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CF5E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86990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6399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08B3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PETROSANI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D1F7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E0400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3.556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9B58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9EE3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0956A44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9647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4958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87175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CE27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DE2B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VULCAN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48F1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55FEF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609C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66A1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0629CB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E9E8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7913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87219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E9D2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2FC8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ANINOASA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1BA4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703E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0F9B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BED7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01C70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2219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355B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87424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11EE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EAF3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CALAN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8707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4340B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B1D9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0305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0910D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C93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F69E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89561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308F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EDF7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GEOAGIU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3C4E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A03B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21B5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3DE8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7F61A3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D780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625B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87576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4DA6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F65D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HATEG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5D3B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0B609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85D7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9D63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6A29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57B8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5278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87077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D3EE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6506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PETRILA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B326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7DB1B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CB6D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32B5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A9927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BD3A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8631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87665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168F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94D8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SIMERIA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389E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A186A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B4E8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3F76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2AEEC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6548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A8E1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87139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CDEA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9E1E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URICANI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F411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500C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EE23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D129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1BED2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1726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377C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90342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D18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CCE2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ORASTIOARA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29E3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FE24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CDD7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CB30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D2269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66ED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A6C8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90431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676E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F603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PESTISU MIC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FD8F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76A6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DC3C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1579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C83A0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1E54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A26B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90538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0A94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EF26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A2D5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EC4E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7DFA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F6D7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877B7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6819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1616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AE05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90725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26F7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F844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RACHITOVA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64B8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02F5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90FE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73D3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407CC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98B4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41A1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90663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D259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C814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RAPOLTU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B9D3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FDD7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4126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6B6C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25066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FF9C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2311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90878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6C97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0CC9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RAU DE MORI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98E1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07F4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28AA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2485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006AD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73B1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7ACB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90805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DE60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1D1E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RIBITA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261C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1235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AC46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188D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B3702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0F5B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3F9D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90994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9005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39A1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ROMOS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E7CE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F277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E269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0722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25643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E31B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9878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91116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5B7C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B72A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SALASU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F4C8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BC39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FC98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6509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1A485A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818E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867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91232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E7B6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44AE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SANTAMARIA-ORLEA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F74D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6AE9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7FE6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C8C1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21CC8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A8C3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6B1D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91054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55D0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2D4E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SARMIZEGETUSA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3A38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876B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3CAB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89E4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B3B29E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B0D1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578B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91330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7CF6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0331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SOIMUS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9F7E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D27A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9FB8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8375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BFFDB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C3AC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BCC6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86936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19B6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88F3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TELIUCU INFERIOR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E717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82AA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E015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AA85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326C4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766C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1BAB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91447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A06D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A255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TOMESTI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A6AB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1968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BE99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251F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F5723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7028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DCC7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91535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D9C2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05E3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TOPLITA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FF80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FE79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7A4D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F7E4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6B153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2B5C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7A48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91624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2975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973E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4D9E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C7E6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1C8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C4DD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2FDB2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18A5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81FD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91688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F586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26FD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TURDAS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DBA2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E6E9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9CCC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6037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859072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F681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D845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91937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F6A4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18EA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VALISOARA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F38A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251C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CF04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F01B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D0E13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7351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07DD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91795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DC75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88FF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VATA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B3CB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829F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3D08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69ED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8A05B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5CD8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DBC8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91982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9EE2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753C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VETEL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A390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E6B3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7C57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3573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CE681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0947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FD8D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92097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3086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B704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VORTA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45E0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B703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0F4D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23B4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869F9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7BD2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40E5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92177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B1BC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HUNEDOARA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8F4E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ZAM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BD6C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EBA4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13D9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8684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9389E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A4CB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146C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100754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A45E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D78A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ADANCATA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D882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207C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4981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F239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4F30C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1E76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C44B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92783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9F56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BB82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8F34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E2CB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AC4E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4822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36EA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0E22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4A65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100852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1417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E924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ALEXENI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27F3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B8E1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AE64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526D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6469B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BDC3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00CF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92872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19B3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1AD0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ANDRASESTI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B5AF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2819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6860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4836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0C4B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38B0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DCE2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100870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F6F7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732F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ARMASESTI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01DA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301C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B512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94C9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5AF55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C4BF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FE19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100923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382A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BA82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AXINTELE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3864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789D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478F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4620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0C4A5A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8224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C406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92907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2D2C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08BA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BALACIU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F0FD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2C1A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F06B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6ADD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2FA1F3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14CF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6403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180064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F34B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9FBC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BARBULESTI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FC3E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EAB0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8B6C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C0C2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E266B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8CB1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82C6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101056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FF79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DE6C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BARCANESTI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E8B9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32F4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D5D0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B939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AEEF5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8C2C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8AEA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179784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5C64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7AD9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BORANESTI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F9B9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3E8C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9899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4D1F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9A95E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203C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CD96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92989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210B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CBB2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BORDUSANI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9C8F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30AA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01FE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9AB1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FFE67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75F9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E2B5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93021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66A6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11AC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05F7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F8F2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73D9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783E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A75FD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3846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0316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179793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7695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A02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54F2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5A7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94F7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DDBC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F5B2C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13BA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D673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100709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9AD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34E7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CIOCARLIA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AE81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B7D6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9C36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E47F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6DFB4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D745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93BE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93101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0079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3BB8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CIOCHINA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25B6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C5DC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B65F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8055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3A293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4EC9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9E08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93156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B694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5A3E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CIULNITA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1483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1831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428F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9289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351E4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EFFC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BECB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93209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9791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A728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COCORA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D258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AAC2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E94E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87EA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F5C57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D7AF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816C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179971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190B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E95B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COLELIA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7A6A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49F5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68C0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A04E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A2DD8C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A44E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5325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93236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E31A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6F9D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COSAMBESTI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781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6151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8E77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7C2F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4EAD2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E165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0EA6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11CD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FBED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COSERENI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CBE0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6F1D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C13E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91D9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EA05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5545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45D6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102641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36D5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ABE5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DRAGOESTI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86D6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E703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770B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EFC1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5EC2D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F126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5107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102703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A8CD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E879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DRIDU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94F6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C073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244C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85C8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81870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64A7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889E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93575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2BFC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8A5E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FACAENI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490E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ACAC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6F7C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102C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90BE8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2602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44F0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103283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C263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73F1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GARBOVI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FCCF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A1A7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A3ED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D4BE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C079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B31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CCE1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93600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F2E9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0307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GHEORGHE DOJA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332F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AF6C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DE4B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1409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FC9C2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BBA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3912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93628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7FDB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1B75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GHEORGHE LAZAR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78BB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C38F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688E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249F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2D475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0068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A599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93646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F1A8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CE21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GIURGENI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EE43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A865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4D84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E7DD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2E01D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16D2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875F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93717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6892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2D4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GRINDU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590B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1794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98DA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0D9C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41FA4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090F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AF6F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93735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6201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E994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GRIVITA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01B1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03E1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F889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CFF0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134A6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2B8D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D5A1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180046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96AF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BE0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GURA IALOMITEI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70E9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ACE5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DE7D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939D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3C4C2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1B64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9B8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103862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473C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EF33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ION ROATA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95BF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F2EE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A267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62B1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1BF0B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4253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8C2A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103960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53E2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1F80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JILAVELE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970D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F2FB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B7D1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FB2D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B8657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EEB6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1667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E8EA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179800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6A21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8559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D23E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B19D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ECC5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E81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3E1BD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1A9A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9F05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100736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AF0E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CA1E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MANASIA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FB54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F73B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AA11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7994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FAFC6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BECF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24F3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179980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B0A0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0D10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MARCULESTI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4B5E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6D55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81F2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53B9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F9B28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B0D5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022F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93995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EFCE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D752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MIHAIL KOGALNICEANU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7B57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E961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442C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78F9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A4ABF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432C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0678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94045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5B2E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20AD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MILOSESTI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BB0D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0821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0596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7175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F9535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663C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19F1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179999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45FE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50A4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MOLDOVENI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C6B8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A4C9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C2FC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4D4F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384D3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FEFB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F903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94081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01F2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C3E6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MOVILA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74EB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894A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FD4E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A717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EEB33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F7D9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A7F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104270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9E0A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0149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MOVILITA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6A2B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2689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83AD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B3C0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4A4D9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5D54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6ECD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92701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DE7D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8621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FETESTI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AD71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EED7C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D188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79A8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3C953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8EB2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6C72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92658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6BC8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EB4C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SLOBOZIA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D90E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305FA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4.001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796D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5E78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DE861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368F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3352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100683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E6DF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1171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URZICENI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3FF8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23166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33DA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6013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AE4A41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CB28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E911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94107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4D30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3C0C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MUNTENI-BUZAU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BFF7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74DD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52F7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E247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A14BE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78FE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D3A1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179819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DAA5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1C04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OGRADA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D860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E7C8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FC05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7806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51D1D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EAE6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9755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92836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CABC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A003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AMARA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A2B5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61FF2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A15E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B365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500A6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EC97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6E74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93067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887A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DC92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CAZANESTI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DF76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D982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63C7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E27F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C3A38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AC69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4A3B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102749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D4E6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88B8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FIERBINTI-TARG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1C49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3C62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AC1D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F3A3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BADD2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6588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40C5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92765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E5AE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5D4C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TANDAREI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3BFE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6A1EB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C40F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81FC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D1213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C27C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38C7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94161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48E1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FCA0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PERIETI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B018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BB1B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10EC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0B3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E0D6D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F303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CDE6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757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A38F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PLATONESTI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B96C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86FD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A87C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C3D5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F240C2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9E37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B170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101243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3741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C6ED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RADULESTI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9161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48C3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93FB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2C22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14F9A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F2A7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1984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94269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0D69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9C6C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REVIGA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0931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C2A5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5673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9DE9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7A009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BA16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065A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179828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C209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F5ED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ROSIORI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9A6C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4592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1C00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4C41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86F933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75EE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5568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94330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8405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CAFB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SALCIOARA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123E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F819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0552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497D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64935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6F2A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AB22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180019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51ED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1220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SARATENI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6900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42BB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195B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7BD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5A674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75C7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6212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94376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5A0A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53C1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2102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6919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1098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A91A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67416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38EB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BFDA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94429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3B01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AC1F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SCANTEIA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486D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91CA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2066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16F9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98B9E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4540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CFC7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94456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2752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9D6F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SFANTU GHEORGHE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D046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3F0C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C31F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8DBD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D3081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2104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BF08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105026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AF06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A5F9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5F12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4D30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54BC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D13B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1FAF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EA0D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2176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94492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BAAA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22A8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STELNICA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A720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91CF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D620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B490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7F12F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A3E7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F5F1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94535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49EB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CC8B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SUDITI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1EE4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42DA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CFF8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8042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C6095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07D0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E3C8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179702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7CD0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695E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TRAIAN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5006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0B92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1035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F00A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7370BD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617B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DB9F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94688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7322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FD81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CIORII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61B3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1E1B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190A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AEE9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C78245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CD73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E3F4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105794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2D8A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15F7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MACRISULUI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BE2C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CB91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8C0C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BA70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07C3B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1826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8537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94795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A453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IALOMITA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1DC4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VLADENI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0C81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D568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0E82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BE9F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28698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ED1D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946A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B9BE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C753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ALEXANDRU I. CUZA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E16E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5D26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8875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0B72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0259D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64AA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F81B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95667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4ECE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4789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ANDRIESENI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7BA3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3953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55A8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267F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22381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3DF3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BC50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95747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6C43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63FB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ARONEANU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AD7E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E1F0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C581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18D7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61070B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CF5D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3424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100273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6F3C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68B5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F4C4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17B4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702E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B3E9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5ACF1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C016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37DB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95792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E29D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C06E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BALTATI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5141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56E9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3D80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85FD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6ECEE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C7C3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9F3D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95088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F9BD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ECE0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BARNOVA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5DD6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F343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6420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46BA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8D1B6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03F8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6C2F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95872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72C4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DD0A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BELCESTI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E6D3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757C9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D7E4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720D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3DDCD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623F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1E70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95943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D364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BD63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BIVOLARI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8DD6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76FB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A4B6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0711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C034C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4DC0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CDA9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96058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E8F0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5379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7618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95E5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8B75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FBD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8A108F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B502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3CCD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96110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B01D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6F0E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7AD5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6CB5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88D8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E336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4ECCD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E229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4BB8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96147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E25B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D9E4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CEPLENITA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20BB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C7E6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D000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B1AD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0D370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15B8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4220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100362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DB9E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5797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CIOHORANI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49AC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64E2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5681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B489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4267E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0484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499F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96192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7858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F83F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CIORTESTI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B2D0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7C6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BDAD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AD02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A6C19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983E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B458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96254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C47C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D8C8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CIUREA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7ED7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B2458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6F3A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32F9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C17B8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5D58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0EA6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96334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24B8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BFC6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COARNELE CAPREI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239D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5ECE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3760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8F4E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8F709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ABCE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0F2E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96370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8979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1806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COMARNA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AB9D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D071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B21E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5B20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14A40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3363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6E28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100282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167A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785C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7F98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0075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95E2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2ED0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4847A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E453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1718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740F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96423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8467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83FE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COSTULENI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B832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8064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A96B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905C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A2485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F2C8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03FF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96478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7EA8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00E8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COTNARI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E2E1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6F164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AA93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E44E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9DBFE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BD7A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23DF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96593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3F36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0E7D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COZMESTI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0365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4ECB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EDEC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A1CF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66979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D746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C2F5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96637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539B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7350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CRISTESTI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F46B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C5C6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5894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3ACA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96638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D326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7F56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96664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2BE0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57BD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CUCUTENI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113B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16EC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8975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6A0D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BD4C7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7486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5914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96717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8676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6D1D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DAGATA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1E47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A317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D940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9BB0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B4884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2B73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F91D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96815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EDBB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2EA0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DELENI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C64A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D1C8B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169E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D028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4CEF4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DCDE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42D6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96888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2A16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9AF3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DOBROVAT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7BD5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A961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0805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D235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2ED06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8565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992A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96904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FCAB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599C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DOLHESTI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D18C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F9CC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1783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0D09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DB800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FD09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6191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100308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0ED8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A347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DRAGUSENI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FF70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864B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1B4F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CCDA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3141D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CBCB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40A1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96940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77EA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6CE6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DUMESTI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CD01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C255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4A3A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BAA3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A87F3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B728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9D53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97009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7EC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68FA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ERBICENI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6913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2407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4BE8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3412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67C3C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2430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5DC7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100317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CD78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9DF0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FANTANELE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19C8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2E4F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A958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BD62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EAB20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CE53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56F3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97063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D88F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0C01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FOCURI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A5C4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70BA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AD6D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534E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6B942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BC40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14DA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97090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09CF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7286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GOLAIESTI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A1D9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248E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8B1E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1400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09F83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1EFD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DCAD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97189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EFA9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3422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GORBAN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0FC7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6196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E8F4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0B92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F08A0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832F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D016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97241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0528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E606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GRAJDURI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8302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09AA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CC44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5E76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4305F2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ED30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592A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97321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D1B0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6835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GROPNITA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DE59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0EE3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42C6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BEB4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D91BC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BE96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A1D0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97394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D8CE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7E37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GROZESTI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2F11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D19C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71B8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C5D0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D7A03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0C17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FA2A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97438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413E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F52B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HALAUCESTI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840D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16B9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C608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5076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D0CB3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2A77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2EF7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100326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D6C4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329E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HARMANESTI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F33A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15F2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FC06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87AB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CE5AA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108A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916C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97465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F31B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76FE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HELESTENI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0597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837C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460E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9485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6E019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7835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A737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95159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09D2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E68C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HOLBOCA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A158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2CE75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80B7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FD74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A551F8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3F13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E2EB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97517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773F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D7AF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HORLESTI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72EB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BCB3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4C23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FB1B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D9FA3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A7D4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9B13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95499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41AE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DB98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ION NECULCE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87C8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2278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80A5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4756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2620B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6041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CD30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97553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D537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CCA6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IPATELE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0FC9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A343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593A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38AB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59B38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C1E7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E447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97606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84C9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26BF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LESPEZI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7C51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583E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4FD3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6185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2F3F8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48EA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5EF3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97679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B989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D261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LETCANI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FC90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41C1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B463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5684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2E65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A4AA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32D0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97722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6692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FDA2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LUNGANI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40FE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70C8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C79E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1783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F1E68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0490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1C61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97777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C3DA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A27C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MADARJAC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839B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F52C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AB99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28D7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1C284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2509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F8D1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97811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97A5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B83C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MIRCESTI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E42F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0273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0925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E1CA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44A040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42CA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6115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97875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889B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CB3C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MIRONEASA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E1FB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80FA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07CA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02CB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477C43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8856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5E14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97919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424F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F27F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MIROSLAVA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0ABE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62EEB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13A3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6FE3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3B418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AEA7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5FA4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98051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346E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7D0A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MIROSLOVESTI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017A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B8E5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450D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1F63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F6FF3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4EF8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9749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98113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EBBC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BB62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MOGOSESTI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B169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35C6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1D54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4FF8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56BB1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A8CF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1D1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98168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4EDE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CC85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MOGOSESTI-SIRET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1F86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85BE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DAC1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4DF9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3B869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5504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A9E2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98202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6A72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C2D5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MOSNA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827D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230A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540F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F3DB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7D6FCFF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A665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96B6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98220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F639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FE97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MOTCA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FE48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33EC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F939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1E7B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57239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8B0D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7EAF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98257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0CE3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7319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MOVILENI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A8F5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CD7C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27EB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75E1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B179D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FE1D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B5B4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95060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E373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E158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IASI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0FF7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1973C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29.534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0A17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2FF4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104FC8" w:rsidRPr="00773C05" w14:paraId="51F2715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9B5F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B923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95391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A642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9CA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PASCANI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AD47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B9949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3.144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AC7D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551A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42E30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F2A6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F296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95355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7E7B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66B6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HARLAU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6CA6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9431A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608B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D068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A33C6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0D78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D601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98373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0659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A98C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PODU ILOAIEI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8A31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8EE8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68B8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7709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D9584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51C9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9940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95471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4847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EAAC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TARGU FRUMOS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DCDF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7E67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6625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B871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4FB8D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1C92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34E7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98300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9C00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D1A6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OTELENI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EAF1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313B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CB60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54E7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1CBF2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73DD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FB36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98337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6CF8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941F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PLUGARI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9152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12DF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0BB6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6155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8743D7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DEBB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CBE0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98435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5E9E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F357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POPESTI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6499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5799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BA8C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B26F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C10CC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668F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895A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98505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5A31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2E0E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POPRICANI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E5B2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0263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BEEB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5CBC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3FB978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1312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ABDA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98603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EE12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496A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PRISACANI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8AB0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906E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F138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10BB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CC8F6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F140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448E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98649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2049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C291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PROBOTA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597B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E37E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85F7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7FD9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44576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A6A9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C744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100335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AB5E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5CA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RACHITENI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22A5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34A0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0CAF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A670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52104C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DAD0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1769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80B1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98685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32F9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A2CA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RADUCANENI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37F0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718C4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30E6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0836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1E40D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C12C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D1F4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95239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A9B7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FC8D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REDIU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C404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F729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0193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899B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B11E7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A9F6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74F6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98738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24DE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888B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ROMANESTI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606F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A487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FEA9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BEFB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F147F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E9F2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0DBD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100344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31FE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0D67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ROSCANI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3EA8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D768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DF2B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8344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40DF9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630D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0C8C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98774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7246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F8E7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RUGINOASA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E0B9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318A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89EE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979B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5426B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CE6E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7A01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98916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8FCD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681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SCANTEIA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5F99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8D9C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C812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8012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47C0E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E8B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1312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99290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A9E5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E0F2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SCHEIA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D4AD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0CA4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1948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F655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12663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C089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6DB1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98827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4AA8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3650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SCHITU DUCA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A868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B9B4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4883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D6EB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E6B8F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E795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6AF3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98998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0D46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65E3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SCOBINTI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C499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4D48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D501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97A6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F8B4E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5312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FE93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99058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5DA2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37F3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7D29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A79E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8077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66B3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9BA9F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4039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E0AB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99370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2625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738E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SIPOTE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3206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38FF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B00F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42F4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5C987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D36A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B421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99101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6956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2450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SIRETEL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307F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8C1B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0C6B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8B4E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3859F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532C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E9DD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99165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D156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F8B0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STOLNICENI-PRAJESCU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9343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8E32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4618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2400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7C1C0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E0CF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72CE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99209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6FB7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D46F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STRUNGA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D2F0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5BB2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EABA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1032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16DA6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4D21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1576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99441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7D85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82E5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TANSA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BBE1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C150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3DF7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3B25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A39F2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570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6CF7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99478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6AD6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A195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TATARUSI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F5CE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9097B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CE49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E935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175E7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1DD7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DCD5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99673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FAFF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376E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TIBANA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A53E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6AC7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830A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289C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790996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900F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B5C0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99780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9698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6573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TIBANESTI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0D63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9F8F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4743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F810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B48D3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5930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9533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99879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F0E1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F904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TIGANASI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3742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0642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2232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EF20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BCC904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9A54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ADF3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99539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5E24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9EDA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TODIRESTI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1FAF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AE53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CBD4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A90F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A1CD4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C717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D6EC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95293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2F3B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FA92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TOMESTI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D085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926C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5D85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CE97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D31D4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4C7B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3CEA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99600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F2AD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E5C0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TRIFESTI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23A7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ED6B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3401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1FA3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562BB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166B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2812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99922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5302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8AD2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TUTORA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CAC1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67E8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3CD1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3438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31184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D847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3AE3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96003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2501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A52F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UNGHENI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289A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A9D9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0457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A12C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B7B18A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7E14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DB79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100353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C92C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B2A2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LUPULUI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04BB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900F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9CEF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AE6C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401C5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6DBD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011C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99968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B06B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1F46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SEACA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D047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58C7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ED35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22E8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C1A36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8B7C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4167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100086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1D9B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EEE0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VANATORI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1E4D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91BA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A1BF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35A9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89F68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A586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34E4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100004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1D66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FA69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VICTORIA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BAA5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77CE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2A24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CD85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4C16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C34D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781A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100148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A4F5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5FC4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VLADENI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F7B3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C015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FA12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AF40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3A828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F6A6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5966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100219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BC1E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F45E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VOINESTI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D947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8700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2B45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20D9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A33C5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AE43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62F9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102543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02E0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7807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 DECEMBRIE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C09A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F65D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636E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A1B4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3CE91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4E1A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49BB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100834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BCAD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5504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AFUMATI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9AF1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72ADD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7781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ABFE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71818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C748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31C6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100969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914F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B1AD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BALOTESTI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5D98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9E2F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8CE9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F6A7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410E9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8383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5761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101145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49C2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BC12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28F4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3B59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D939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75B8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77D45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D95B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922A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101298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7210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EF0E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140F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59B8C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665B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D708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0B72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18F9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190D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101742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2C68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C20F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CERNICA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DDA0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F5F42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961C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DE23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D665E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240E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530F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179249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73A0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E555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CHIAJNA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020E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7F0F6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2D19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422D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3180A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1104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D611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101902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6E7D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C498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CIOLPANI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2A14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5323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8FA7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1185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5876E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224E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AD1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101957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7F7D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EC93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CIOROGARLA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DD5E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9165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F580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4C97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BBF4C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D534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5B97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102035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D78B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16BA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CLINCENI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0638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B64D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BF74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EF19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B52E2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AB47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EA4E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179588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DB38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1239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COPACENI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45D7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653F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4C28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BF8D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A8E50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B801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2CF6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102160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FFE7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5FCF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CORBEANCA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A51A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E851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7E5E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F554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CEFDB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6821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C50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102213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CAF9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DDF1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CORNETU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981E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DA77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3496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79B2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6513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E8D3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F4F3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102525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3D09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9CC3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DARASTI-ILFOV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FB23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9D0A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A858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614A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378F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A05A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BC37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102473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B8EE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9FF2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DASCALU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2B46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2F2D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E5A7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5CF5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33039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852F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6E78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0933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1905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DOBROESTI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C3E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535C9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8707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258A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EA800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1E96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7B89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102570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5365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6015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DOMNESTI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25B3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F6DCE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903B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5A0E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BA149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3DF2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8E97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102605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4BCE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4B72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DRAGOMIRESTI-VALE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62B2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5CA8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B439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FC86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90594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B5AB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82CB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103130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C731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B056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GANEASA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E0E9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675B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1CEF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2AF1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96986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BEEC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7E7C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179347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74AC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174D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GLINA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F3FE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87D54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1D2B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1F51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DD93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62C2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BA49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103443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8F89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9F85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GRADISTEA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E1EE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7DF1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A99C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F5E1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A5EA4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6E01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1820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2E77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103513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9FD7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17C8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GRUIU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855B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C20EB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00D1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7146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DAF4F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1892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B874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179383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6735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6DB8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JILAVA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3905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C84E7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A276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A09E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6D021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F394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8929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104243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098C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6C9A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MOARA VLASIEI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03D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D2BB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6390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A79E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47BF5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F6E8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4177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179463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8981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4A8E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MOGOSOAIA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5A29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05B2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A715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F411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847EF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8336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DE29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104421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F502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724D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NUCI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00DE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65BF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7739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E59B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58135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08A6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F4AA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179221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33F2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E53A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BRAGADIRU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0F23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6C8ED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5B76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E201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BB9CD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EB48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4DFA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100576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9FC6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83F2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BUFTEA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F4BC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CF39D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E1F3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59D1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DD25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7BF1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B3F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179285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F08A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F507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CHITILA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3FE1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1B24A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DBCF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B1EC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1C90D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EA56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0DCE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179409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BAAF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E3E4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MAGURELE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D15A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07C0A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A4AD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9B2D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D9F4C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EE1D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F9AE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179481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A319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20A1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OTOPENI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E6BD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1FA90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85FC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2552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4365F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9043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81CF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179515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01E7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235A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PANTELIMON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57C1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9A179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C8B5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EFBD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46615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ABFE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3E88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179533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FEC4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D142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POPESTI LEORDENI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E446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8830F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E45A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6575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DE90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11D0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7997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179551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AC1B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A094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VOLUNTARI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62FF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8E1BC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3.580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F80C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0E62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7D57C4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4FA9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27A3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104546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B9DC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5B14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PERIS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2F5D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C2C7F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1F13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30E5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35065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0D13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9F8A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104582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76E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998A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PETRACHIOAIA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6E18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BB9F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D2F0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54B8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8F026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412D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7743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105160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72B2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3D5E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SNAGOV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8A1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5365F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FE01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8461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5B967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5B60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9D89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105419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9E31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DFB2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STEFANESTII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D4C4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8224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C709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D758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8D531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A835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262E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105570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C29F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62D4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TUNARI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85C6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1F7A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B3E1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CE75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FBF2F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B97A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D8B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105936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1AD6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ILFOV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B4C8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VIDRA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6E2E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10135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5D39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6CD3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DD537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A45F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F8F0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107001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40BC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7AF8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ARDUSAT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98F5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0DB2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92CF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2C62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D0412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D76C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58D9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107047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919F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A92B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ARINIS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E4E6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656A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C3DF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5BCC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E1A4B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199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50F6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107083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146E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F0E5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ASUAJU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9F34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B602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9D41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E128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8B9A0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7A2C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1A25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107118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1178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5827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BAITA DE SUB CODRU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EDAE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43DB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4E1A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5A12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324BD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A163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6589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107154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62D9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383D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BAIUT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8A74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9446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62C7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9592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C90E9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9444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0F3B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107314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6347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B13E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BARSANA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AE6C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7CB4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2F75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CC04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6F1CF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415B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4EAA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107190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0068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C5CD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78B1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4A80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3B5B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2055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A3C42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B831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3FF9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107234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593B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441B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BICAZ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D2E4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89D0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03F8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6834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C70C0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A9E0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133C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107270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F8FD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104F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BISTRA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BE77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FBCE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21A2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691E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9C91A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2530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C17A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107350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792A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4E16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BOCICOIU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D247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0FFB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1E6A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D767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96EA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C17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7F70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107403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1D63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74D4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BOGDAN VODA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198A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D0E0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47ED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7B41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9451B4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9DB3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EE2B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107430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00A7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81A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BOIU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51F9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D248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367B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376C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912C1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457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0AA1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107485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F1E2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8468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BOTIZA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9811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F5EB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548A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5290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F98FE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55B4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F63D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107519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9270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919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7F2E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21E8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D594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A1EC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4CA03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13A3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776A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107546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3846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F3B3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4283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AA17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5D5F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336F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4973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AB25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D763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107715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2424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AC32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CAMPULUNG LA TISA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0876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BA20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8BF6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8931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ADB10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EC34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A7C3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107582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F9A4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23A6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CERNESTI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BB56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FF11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3C35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D287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FCE31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C43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5F26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107662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59F5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1E02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CICARLAU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6035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EF35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E436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0161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1FB20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9FBE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5FA8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179837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D519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3C7A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2ECB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3465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2E1E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654B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E595D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FD56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F094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179846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905A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DE11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COLTAU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45FB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C316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10A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1857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31718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B182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DC50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107733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0F72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B43C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COPALNIC-MANASTUR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6EAC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E84E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21F5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D493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6485D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DDAF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9CB8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107868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62F2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0CF3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COROIENI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F33E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BFBA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661A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2401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56CA9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7011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6022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107920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0FD5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8856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CUPSENI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751D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080C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D6E9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CD55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33593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A63B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4660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107975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F183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5AB7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DESESTI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2E3F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35A5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2D09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D6A2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3DD9C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F29E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A907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108035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9FAC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9D6D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DUMBRAVITA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7BCD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7D3A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2A15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93B2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FF4E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D77E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24A5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108106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DD69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2BC5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FARCASA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54D1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0111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022F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E85B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E74EF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736D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35E7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179855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FB94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75B3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GARDANI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81AD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EAED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980A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C70A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AC80A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CE08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298A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108151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A661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01AD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7215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B2AF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FAE8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B52D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0EC48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D132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7E03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106363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47A7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DF45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GROSI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7951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009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EC45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2434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C0F30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957E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1D15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C891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9063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GROSII TIBLESULUI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56BE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E2F6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08E4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3F12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35CA1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3821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7CED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108204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C0A9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3126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IEUD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A661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0733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4B2D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20BE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C836F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95B4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4174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108222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1ED4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C06F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LAPUS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7D28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91A2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2128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268B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2350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F1B5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1871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DABD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952B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B073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LEORDINA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408A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2060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29AE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0912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1000F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CA01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997D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108268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8065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C99E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MIRESU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DB09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FDF7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FD4B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52E4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2D6D4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0269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8EEA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108348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C7BC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9DC9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MOISEI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4A39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C9973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FB53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B148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12E39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C544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E8C0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106318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3CEA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FA64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BAIA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F2AF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C3750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11.938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2961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7B3E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</w:t>
            </w:r>
          </w:p>
        </w:tc>
      </w:tr>
      <w:tr w:rsidR="00104FC8" w:rsidRPr="00773C05" w14:paraId="71C88CC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B333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BDA0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106559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C43A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0809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SIGHETU MARMATIEI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725C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F4663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3.931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572D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675F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7481D18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CE1D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5E6F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108366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EE24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048D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OARTA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B07B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7E15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FFEE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5F9F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A7316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4F73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0403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108400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F731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2DBC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OCNA SUGATAG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B247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7AE4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A5F4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93B5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D53CD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1F8C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6367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179864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7F4C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96FB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ONCESTI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2817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1598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8F77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E727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46223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8ABB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5A13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106684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9AB5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1F30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BAIA SPRIE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9919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06AB6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1.377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D98A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A830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93832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9AF3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7071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106746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BFE9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6F0E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BORSA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79F3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C80DC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9940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54C1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263C5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1BBC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25BB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106782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9A6A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F541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CAVNIC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EE80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C1CE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1478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4F66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EF551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E535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354D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108017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DD69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316D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DRAGOMIRESTI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526E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6892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BECE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FD5D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060BC6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9F27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BA0C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108892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811F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90D9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SALISTEA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EDB6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867B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4EA0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702C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F80A3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2960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6398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108963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D295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ABDF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SEINI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A511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799B1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2B0E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C9D4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8104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AC90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42E5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109176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690E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582E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SOMCUTA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F101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5C1C4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98C7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3BFD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C7A55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9D98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DEE2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106817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A2F4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973D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TARGU LAPUS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2646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85E2F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4C03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3DF4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A3FB8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1F74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CD76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106461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4C08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E567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TAUTII-MAGHERAUS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B9C0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51912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DA77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2A23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B7C1D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F508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60EC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109265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64C1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5F3F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ULMENI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09B9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1BD3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7BAF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079F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D37FA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741A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33F2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106979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EBB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905C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VISEU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37CD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8C2F9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FD3F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7C83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5705E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D5D9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172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108455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5327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104A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PETROVA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17DD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93FC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3CFC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B615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D92FA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8B90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35F6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108473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3E4E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59B2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POIENILE DE SUB MUNTE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1902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8EE3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A82C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CC9E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021D4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06A6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330E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179604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C813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A644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POIENILE IZEI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AE67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CD1B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AC0A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2448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512F5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2A04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0569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106407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B704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4017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D9DE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4288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748A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E6D3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761B9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92C9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5818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108491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A27D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C238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REMETEA CHIOARULUI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EC7B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3A5E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48ED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2C7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00100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0D60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299C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108552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7117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8E18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REMETI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51AA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1432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EDD8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A549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270C6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73C6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9583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108598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DC72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1607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REPEDEA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235A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5039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BB99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F048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264F3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1319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BB38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108614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6DF2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EB7A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RONA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D76A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2DF3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D4AA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A774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14923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B910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AB79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108632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6A4A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B406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RONA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706D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31BE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620F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0796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4BD3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394C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32D7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108669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7EB2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8963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ROZAVLEA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A896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B0E3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267D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B14F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AF65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FCF1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D3F5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108696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7CF3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A1FF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RUSCOVA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CC02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7BF3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2FD0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7071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80006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DACF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5228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108794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FB0B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EAE5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SACALASENI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7DA2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DCD7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4977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7F5F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C7179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9B5B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20D4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108874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7F66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7BB7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SACEL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3C7A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3847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1EC6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A80B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EB3F2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E1BF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6FCC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108918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FFA2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1AAF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SALSIG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DAD4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22E3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7568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262F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5C2D9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E3D6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A3F4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108945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F01A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356A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SAPANTA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3C08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3051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B68B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2227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7558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4D09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7982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106620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7D04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1ECB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SARASAU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6EA6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EB0D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6294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D7CA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FAA99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D5D8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D5FF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108712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ABE2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2B90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SATULUNG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5A2C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7809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0ABC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F5E9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724D0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4992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7C6D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179613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744B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713D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4855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0172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9D7A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72BA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39D7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030A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A540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109096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B30B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B9F0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5578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FD7B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8360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1936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F5D504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FCC0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73DA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109005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9090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FC8C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STRAMTURA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ABA7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53F6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1F64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698D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4AA4FF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DDA7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6385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109041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0267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5464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SUCIU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AFFE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CE39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6E19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DEF0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1D67A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CAD5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762B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106648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69A2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8F49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VADU IZEI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0795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FE3E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BC95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AF8F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A1682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1DD6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C515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109354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D25E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7829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CHIOARULUI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D288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DC24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6297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5316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E76D1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25F6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6CF9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109425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AFDE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048E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VIMA MICA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D918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8387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04FF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BA7A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5816B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5158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AEFA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109504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CAEF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MARAMURES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4F5C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VISEU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A112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51C6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4377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3B98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15D43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6D2F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BF19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110571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4C4E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636D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BACLES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6430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994A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C90F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6F8A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942B8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7B2E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AD19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110296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A599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0838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774F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297C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92C5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BF1B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08894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57E3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C4EA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110535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6484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2B65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BALACITA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D289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0465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C93B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F9BE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EB671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86D8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224A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110456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841B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1938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A642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647D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3C4E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AB33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A2642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DFC4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9019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110688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30B9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443D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BALVANESTI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EF25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8844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CA88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D530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BAD3A4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E913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934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114060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53DA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EB8E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BRANISTEA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D7D0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5C13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6A5B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3253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C601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A10B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1921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472F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110740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F219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D194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BREZNITA-MOTRU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3A67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AC64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A51E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9FC1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5C201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30B2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4FAD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110820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C622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174D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BREZNITA-OCOL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FF9D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4885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4752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4363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69AE6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47A1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1C6C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110875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6800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EA4F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BROSTENI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F8F4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D1A7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08B7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71D7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C3938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537A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9DFA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110946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8ECF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C097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BURILA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784A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C809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16BD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5E8F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D5281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FF1F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739D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111006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764F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DC2D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BUTOIESTI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D66F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8869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3943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DEEA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5E70E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703D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F8BD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111097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990E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C63D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CAZANESTI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4059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BDD8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2D7A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BF6A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D19D8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1EAE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0B8E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111220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5B51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52C2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CIRESU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F477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97B6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531E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C565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ED61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9633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5378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111275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4FDD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F40C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CORCOVA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A2E0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92F7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22B7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EE02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8F4F2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BC00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645E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111417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8CBD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4686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CORLATEL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AFC0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7797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0890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ACF0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8C8D30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DC33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AA05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111444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9418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69EE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CUJMIR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DF37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63F9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57B6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FD8A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A089B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5472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BE88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111550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853D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A2B6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DARVARI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31D2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7783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F43F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31B2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F90B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CFF6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2D1E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111480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F992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801B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DEVESEL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B0D2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8FBD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5358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6CD3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A2E37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38C3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9E70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112904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3DAF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8BB9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DUBOVA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E38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B2F1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DBB2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58E0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7CB51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FD03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85CD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111587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2749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2B8D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DUMBRAVA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D05D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AEC6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0996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EBCF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7341E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3BC6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4DA2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112245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52FF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19D3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ESELNITA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CE8A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97AF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3C27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B944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F578F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B3AC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DA9C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111685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C3D0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1137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FLORESTI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9B31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BC45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BF57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836C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0F6996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2D70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4836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111783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4D5F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4AB5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GARLA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1EAE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07FD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8269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1844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CE314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6814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F8BD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111818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839C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2140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GODEANU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BFC4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D4D1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6990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D3A0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F92E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4503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ADB4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111863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0353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A24A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GOGOSU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1DE0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2A9E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1D22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D1E9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18798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6FFB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20B9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111916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79F8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2E42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GRECI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A998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4F89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5A2F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DBC4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737D6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FC1B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A75D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111989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B146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F140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GROZESTI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3CA1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14B7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E106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B492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5FB50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9DE2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0946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112030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783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E23E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GRUIA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8CA9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5FD2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27A7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4F7C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79C3F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B049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062E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112076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21DD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3F22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HINOVA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28F1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B5EE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95FF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7B1F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15ABD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6008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3E05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112129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62EA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CA60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HUSNICIOARA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E122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F8C6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D6DB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ACB7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53DBF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6D3C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B22B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112263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389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08AA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ILOVAT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81AD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F7EE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8277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381A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6104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2AA7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6189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112334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DDDF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E4C9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ILOVITA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0623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871E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A5D5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F663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58412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05C4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52E6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112370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6C8D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788C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ISVERNA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ACD8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EAFF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5A1D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271B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5A7B6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C8E5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234D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112469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554B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426E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IZVORU BARZII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901B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7D0A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F644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BFDD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E6CDF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067F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43EC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112548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D8F7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AC6E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JIANA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23AC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A358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7440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E157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3E38A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78A8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EC62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112600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9DA7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365A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LIVEZILE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41C6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61C3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9AC5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A2A9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57FA8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10B3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B071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112664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02EF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BAF5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MALOVAT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66EB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53F8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66FD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1AB9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7BF3E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3287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8502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109773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BA1F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577B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DROBETA-TURNU SEVERIN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38C6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E22F8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8.397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9DAF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69F8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BCDED4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4977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86EA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110063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E73B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D45A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ORSOVA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9612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D5091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EE26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4A8B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C67D10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145F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8EB6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112744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FB81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9846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OBARSIA DE CAMP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CE3B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C634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CB3F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45F2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E2F26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CBEE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965F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110027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C8A7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C5FB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OBARSIA-CLOSANI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4C4E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6CA2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8FAC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D95D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BAB1F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7A03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210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112771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BD03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4E73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OPRISOR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A63C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5E68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E489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705D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09FCD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495F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EAB2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109924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DA0D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46EB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BAIA DE ARAMA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C5BB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C1EB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758E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DF49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13498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356D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B272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110116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DE10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2FC7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STREHAIA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11C8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44062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FDF3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7ADA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2A65B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F975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2049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110232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B400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8D5F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VANJU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9963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9D16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80C4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FAE4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B281C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8C4A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0318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112806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CE6B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F8C7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PADINA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1757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8F2A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5EA6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237E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4FA6E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2AB0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C1F1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112879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52BF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89C2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PATULELE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F104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384A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8507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85AD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060D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C3A7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ED10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112959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95D9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C2BA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6A8E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EF65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0D08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1170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2A5F14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40DD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9006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112995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6497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11A7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PONOARELE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5D9D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7725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D751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5219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84070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259D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27ED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113153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C2C9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A666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POROINA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C9A4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C3D2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5CCE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605A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BF80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0F53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1227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113206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7B58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F717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PRISTOL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4C99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9D6F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BFCA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BBE1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B3C49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A018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E69B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113233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DD91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1F0E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PRUNISOR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7C43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3C40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9477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C01A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CD64D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893E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3096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113395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FAAA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5A89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PUNGHINA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52C5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5DD7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2496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A3BE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21B91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A369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131D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113466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638F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8284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ROGOVA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1459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B7B0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FDA2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43DA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46EF5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C66C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3810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113493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E8E9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53B9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SALCIA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F51C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6418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1097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959A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6FEA5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594A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8086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109826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A3A6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476B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SIMIAN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F0F7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C4E58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9A2C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A985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6E5C0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7E7D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1971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9D91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113625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F297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AB8B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23EF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9FF5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8D8C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54CD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0EAF0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CDDE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D49D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113698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B6F6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1B60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SOVARNA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4BF3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CE0A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8623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FC8F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A3DAD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5DAA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5E61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113518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D6B9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900F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STANGACEAUA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A109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E439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8067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1C24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36899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0F28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8F7C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113607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96C2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9DA4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SVINITA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CC64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45A9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7FD2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B267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1A69B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48C9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656D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113732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2342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AE2A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TAMNA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9540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DCA4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9E7C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2817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A151A0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5627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2DEF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113849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58C5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9EEC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VANATORI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D413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EC05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8BE0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27E1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96658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9428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EB4B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113894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BD39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4E44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VANJULET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ABB5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6DF1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C837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10E7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699DF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C26E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0F1E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113929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009F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F4F0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VLADAIA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CADF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F025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E9FE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E4DF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C5614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DCCA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593A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113974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2C50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21E4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VOLOIAC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3F14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007F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1AF3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F3CB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2A156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3186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06C4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114079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A49F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MEHEDINTI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9904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3D00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75F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F2C3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35DB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112367" w14:textId="77777777" w:rsidTr="00104FC8">
        <w:trPr>
          <w:trHeight w:val="510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83C5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3877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179132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44B2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BUCURESTI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803B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BUCURESTI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6933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7D7B6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217.091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733C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EC6C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104FC8" w:rsidRPr="00773C05" w14:paraId="7879EBE3" w14:textId="77777777" w:rsidTr="00104FC8">
        <w:trPr>
          <w:trHeight w:val="510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87ED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9BF6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179141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5B2C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BUCURESTI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D248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SECTOR 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3EDC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CA77F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36.182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C5C7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6FF7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543C943" w14:textId="77777777" w:rsidTr="00104FC8">
        <w:trPr>
          <w:trHeight w:val="510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5B5E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4DB1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179150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9BA0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BUCURESTI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6162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SECTOR 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05AE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FF2B6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36.182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3F44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218D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70D937E" w14:textId="77777777" w:rsidTr="00104FC8">
        <w:trPr>
          <w:trHeight w:val="510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8CCC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8A8D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179169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51C1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BUCURESTI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8B6B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SECTOR 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AD21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0ED40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36.182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D0F2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F11D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104FC8" w:rsidRPr="00773C05" w14:paraId="1FEC357C" w14:textId="77777777" w:rsidTr="00104FC8">
        <w:trPr>
          <w:trHeight w:val="510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E005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4CE4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179178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E1CD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BUCURESTI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8742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SECTOR 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1AC5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A0B68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36.182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BD7A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0F16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21E6F806" w14:textId="77777777" w:rsidTr="00104FC8">
        <w:trPr>
          <w:trHeight w:val="510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CCA7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4DF7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179187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0D90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BUCURESTI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7D2D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SECTOR 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3960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72B44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36.182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E694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E4B4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1DC33F68" w14:textId="77777777" w:rsidTr="00104FC8">
        <w:trPr>
          <w:trHeight w:val="510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C5BB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AA5B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179196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7C99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BUCURESTI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28BD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SECTOR 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FFC8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9C3FE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36.182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0D35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C161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9FE4C41" w14:textId="77777777" w:rsidTr="00104FC8">
        <w:trPr>
          <w:trHeight w:val="25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6444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94C8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114970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DD8F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E749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ACATARI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F686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8242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2E7F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E19A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7A9B672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C00F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2A78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115076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58B3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DD7C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ADAMUS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EE5C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6117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C92C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AD2C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93CA0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D1C2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120A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114603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2754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DB45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034C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A625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E714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14AF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42E67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B9FC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0F2C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115147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317A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44E7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ALUNIS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7215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BB72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1AE9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6D5A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34410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911C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FDE4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115183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3A02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84CA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APOLD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46AC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6415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9E70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5620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6BF7AE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B019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C235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115236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94EA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EBA1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ATINTIS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ACBA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7500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A8F1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487B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07FFD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DB56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7FF7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115575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3583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0338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BAGACIU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89D6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FEE0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F1CD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66EF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B30CD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F002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9DB9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115307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F1A9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1305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BAHNEA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B6DC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4867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C3A6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DA3F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A8CF3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006E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8DDE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115600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9492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CAA9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DFBE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A145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F0B0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C132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229EE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2181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7CE6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115637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B48D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9631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BALAUSERI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FCB7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0A3B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9718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8DCD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71E8E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378D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437D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115389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321B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54BC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BAND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CFBE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CB62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7B9A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EBAD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15186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0210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2E02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115520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2BBB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C498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BATOS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179A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80E7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462E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71AD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5458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565A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DA98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115708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1DE7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45F3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BEICA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96DC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84DC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12BF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4F25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52BB63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C94B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74F5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120511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EC28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EC2D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9B44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9DBB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3B9B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D764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BA7EFE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F962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4577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115771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0C65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949C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BICHIS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4A24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619C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C3E4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3210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DE005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AC39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230A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115824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4CE6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4517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BOGATA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9DA3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85DF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D841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5744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4C2728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BF7B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00D0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115897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57A6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9AC4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BRANCOVENESTI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7534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780C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9188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3E80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12249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B03A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BA4C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115851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068C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439C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BREAZA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DCCC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99F4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4549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1942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53C2C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12CF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A125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115959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19BA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1E43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CEUASU DE CAMPIE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04C1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722B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04CB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F43F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18779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8FF4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9B94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116046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A54E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CFE7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CHETANI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E2AB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CF28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5A80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F7DE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73C3B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B064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16CB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120478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76E5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577D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CHIBED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66AC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F49F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A4BF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5F7E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8CABC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281B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A65F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116126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9F95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3FC4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CHIHERU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6C05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1003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72FD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62BB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9D4E7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A4BF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6148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116171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1D4C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1B7C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COROISANMARTIN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8610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2592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7EF5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91C7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5D706D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D8BE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0BF5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120487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D1BD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642A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CORUNCA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BB2F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2A32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D864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A69C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3A30F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2EA2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0AAF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116224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F3DE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5A4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COZMA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7E1F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82FC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2071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9E4E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BDBCAF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75C8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8C58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116288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1DF3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1E1A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CRACIUNESTI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FB8C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4430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05E6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7934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F64E9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05B8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7D1F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116340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20A3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3B0B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CRAIESTI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336D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0A49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A6C6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1807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864E9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3107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FCE9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114355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94A0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D43E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CRISTESTI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74FF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7273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C029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0E6D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ED39D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82E8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17AB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116395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2282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F893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CUCERDEA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4AFB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9040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0C4A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821F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17721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D1C9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3864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116439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7E87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129A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CCBC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5AD4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A26B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03F6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70FC2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81C7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D096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116493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1975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B4BE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DANES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F42D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86C3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19A6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1E74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10E3E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8561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0580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116545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1F09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CA1D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DEDA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DD9C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D307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C187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85E7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0D4E2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0374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A23C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116590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05F2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23E2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EREMITU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A2B8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9F1C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1602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583C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EE3CA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7B15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FEC8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116652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5F07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C014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ERNEI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CFC6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FCC2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B326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EAEF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295BDA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9A63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EA2C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116796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CB7B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5A89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FANTANELE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59B5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8F7D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D4A4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AAF5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07B8D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9950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B474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116723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DA21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3261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FARAGAU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C17F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4119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7AA0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6E35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54552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4A9F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E2DA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116867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E4D0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0FE4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C6ED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8281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B54F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BF19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AA93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7FD1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9E25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116938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0581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3579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7704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FEED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F201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1F81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FD90A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F509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6BC8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116983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FB63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1F88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GHEORGHE DOJA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CD2C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2858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C747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0D58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104B7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A3B8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E712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117042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B5F2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290D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GHINDARI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094E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096D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BFFD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5E98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775E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2B1A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A647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117113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0A11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5765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GLODENI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DA60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B916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B3CB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8CA3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A4941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761E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756B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117177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B0C7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ED07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4FC8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C764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5A96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3FD3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2BDE1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D1AF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50A6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117275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07D4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7D67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GREBENISU DE CAMPIE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FCE9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9B4E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2736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5C97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F8032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F2F5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B6EE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117319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E911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42C4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GURGHIU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6909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A73C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C128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4E7C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D3848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9D28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1C78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117426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5830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3965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HODAC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F7D1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2BA6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A47D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81B3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32726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9096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E783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117505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ABBB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4FC7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HODOSA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93AD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69D8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A36A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29A1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C0CFE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5B7C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D1DA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117550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B9B9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FDD8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IBANESTI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6E6F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BFA3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E119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9943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7A429E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F502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5F66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117667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E69E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486A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ICLANZEL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20E3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785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64C5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FEF9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ABF9C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E965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ECA6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117783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CECE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DC18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IDECIU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9808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8A2E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3519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147A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B3A458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995F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F235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117925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EFD5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D4A5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LIVEZENI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CCFB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E2E3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4404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6177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297ED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8A2B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A6C7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117998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464E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429F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E509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B537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15FD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BD24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386AF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F4FE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D3D4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118058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80C4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EF10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LUNCA BRADULUI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5510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71F9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745E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48E2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CDD8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6C26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1298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120502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5E03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BD0F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MADARAS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02B2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8506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4E88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8B4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C70D5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06A5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10B6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118094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465A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FFF2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MAGHERANI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F600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7EA4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7376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8664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455F54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7FD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988C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118209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448D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EDAF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7169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D73A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FDCE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DA7F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E84AE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AF3F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116C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118370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7566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F954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MIHESU DE CAMPIE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1B6A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E08E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D191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D434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9FE93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8EC9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C2D9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114809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0F7F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A7C9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REGHIN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E9F3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11DA1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3.487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D011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3E7F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57BDCA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C276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448F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114514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4306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5E7D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SIGHISOARA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F225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F8D4F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3.326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2A87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9F84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6193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0DB2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75FB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114319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3625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37E4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TARGU MURES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4D68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BAC80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16.091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C9C8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2A0D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</w:tr>
      <w:tr w:rsidR="00104FC8" w:rsidRPr="00773C05" w14:paraId="25583EF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6FD6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8F1F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114925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B2AD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A72C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TARNAVENI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A33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95608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2.626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8559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D4EB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0C2E2FD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7359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4034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118469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371C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530D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NADES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41A6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A9F7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7D0D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7748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A74DF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EEE3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9720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118511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D3AE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EB67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NEAUA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F86D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9779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193A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EC41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7913F7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65F9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172E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118575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68EE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9205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OGRA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E911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5FC8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9D54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B576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6C424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3C55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ACD6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117827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B0B9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BF52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IERNUT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C5E2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2965E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A299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DDEA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58AFB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3706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0976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114710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10BB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0300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LUDUS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2B56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1B0D1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742E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2108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67C0B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5A12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75CE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118281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7D41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4203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MIERCUREA NIRAJULUI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9C6A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A879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36D6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C952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959A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E151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0CA1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119331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AC19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4BA9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SANGEORGIU DE PADURE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AF90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3A85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2935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4C6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DE599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489A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6B28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119242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F4BA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974B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SARMASU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420B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CB36B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32E9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2FF5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D29D5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204C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107A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114854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4342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511A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SOVATA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712E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C086A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E89A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8614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0D59FE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EACA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5BFE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119894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3914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C490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UNGHENI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F95E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AFB0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22A8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A6DF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7124A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6341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CDC4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118691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04AA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1DD2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PANET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1452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9E81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D364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D52E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1DF17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97B4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EC7F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118637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ED04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D814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PAPIU ILARIAN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923F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9ECE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6644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6176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32A91B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C464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5903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118753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FA17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557B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PASARENI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600D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E37F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AF8D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C114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35E66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24B0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A495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118799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F6A7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768F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PETELEA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6E0A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82DD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6E90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B03D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0915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D495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8841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118824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4299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F5CF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POGACEAUA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15FF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03CE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1D27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6E2E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0F76E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8021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8C19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118995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AB65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5AA5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9487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106C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280B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5A08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B76DC7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5BBB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2C73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118931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6173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A1F9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RASTOLITA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FE7C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E9CE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B5EE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8CF3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4ABBA7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F45D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A1BE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119153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0E1A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22AA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RUSII-MUNTI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FF64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C4F6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32FB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F4AD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63BBF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1CBC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7EE5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114382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4009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ADFA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SANCRAIU DE MURES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761F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59E9A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ACB2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387E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AC676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2F6E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2067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ABB7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114417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A669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2400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SANGEORGIU DE MURES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313C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9FB16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8AF0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2B0D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AB000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0894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3F16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119386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430F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A7F0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SANGER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BD84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8151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2C11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ABD2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B7EB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2C29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4635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119466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6DD7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E9FC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SANPAUL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8D0A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C92C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C13A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DF0B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AC7C8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D1AD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08E6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119527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7A2B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EED2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SANPETRU DE CAMPIE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0C7F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82AB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EB11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09AF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52C5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3195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41C0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114453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7BDB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A7B6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SANTANA DE MURES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222A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CEAA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620F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EF10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0DA63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6FAE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964B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120496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CC2D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FCD6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SARATENI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C11A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19CA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878B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ED34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4141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AE0D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5372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119206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6C83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F32A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SASCHIZ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B06A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F559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71A4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B7A4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F0A8B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6939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D3DD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119750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EF05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A209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SAULIA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4ED5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4F8B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A456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A487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4A922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84C6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C4BB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119803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607D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B273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SINCAI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18AC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9A5F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48F6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269C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CD871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D4C1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199A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119590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4319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3B12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SOLOVASTRU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4095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C0D9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55BA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E644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8145B4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C3FA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76CA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119625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4080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7D65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STANCENI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A957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7D4D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183D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050E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A3A68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FDB5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2C27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119661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FB6F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FF64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SUPLAC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CBCF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F509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7A28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7B13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45C34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38D3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10E7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119723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93E8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42DA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BB25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AC13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61CF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6330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FF799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605F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3E23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119858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E699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A3AB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TAURENI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F7BC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1964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1EB2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BF9D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AE5E5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E930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FE84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119974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222F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9784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LARGA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BF43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8F53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8E1E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3B0E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E733BB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66B7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A076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120254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EAF1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3DFD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VANATORI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35FC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1408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8B2E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93D5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F67B8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C795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B0FA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120076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79FB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BB83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VARGATA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B9A9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B103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E641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7E5E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9D71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EF07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F118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120138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539F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2029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VATAVA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EE81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EB8B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65EC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34C6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61CFC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0E90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C56A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120174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9275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A91B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VETCA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91C6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7959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6D0E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C0D9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5D95D1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6C49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43EF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120218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4E93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7391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VIISOARA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AA95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34CA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4D3D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4303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82B42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D54B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B381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120316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8E3D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D902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VOIVODENI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5232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5E16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90B7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ED2A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F69F6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461A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6DEB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120343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FF96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3C51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ZAGAR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035E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5B99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152E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ACD8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E144E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D8D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2B0D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120370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A2F6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CD60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ZAU DE CAMPIE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0735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9841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2414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3922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B2E3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1D5E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B8CB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121108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7156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0C1F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AGAPIA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17F4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FE59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BA96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2A95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AC9B56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BCE7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FD7C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124938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9BE5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CCA3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ALEXANDRU CEL BUN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A083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D551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B2FA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368C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67542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41A8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F5C5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121153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B995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A2EB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BAHNA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4265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37F2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50EF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01B4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6417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13A4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A8D6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121242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4938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FF00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BALTATESTI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D1A2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572F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B603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AAB1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ABD968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DA0E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7DBA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121466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6022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218A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BARGAUANI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CCE7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CDFD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81C7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BE0B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1D7A8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4492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C699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121297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0124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D9DA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BICAZ-CHEI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9068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047B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FC97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59E7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70A77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F1B6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F32E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121340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407B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D650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BICAZU ARDELEAN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E5B8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E267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B755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90C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F3384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D495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70C9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121386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FB65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7525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3427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E32E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7715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8E4B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F996C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C2E0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22A7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121607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739F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BC74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D05C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73D0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1CFA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106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A337EE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1B17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6752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125178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C3F4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99C1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BOGHICEA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8F42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EA6B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3A2F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3166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A271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9912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60FE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121652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06C0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00CF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BORCA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3041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953E2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36C6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7521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6C494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044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7E99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121732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E556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2D6D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BORLESTI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CD5A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61E6C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227A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B59D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1E41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420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981F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121796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F8E4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6852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4319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2DB3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446A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A8A0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32D37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B9DF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C80A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121876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37A4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B304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BOZIENI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CD4B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D64B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19BF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C78B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8778B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E6D3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3A5B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121938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D170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D703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BRUSTURI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797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3306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907E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43CF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DD4DC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2FA3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AFCC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122061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4267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76A9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CANDESTI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5BAF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713F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9060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DAD9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652B2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FD07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068B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122025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2CF3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7949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CEAHLAU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0A88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199B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7AC2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90A0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3FFE4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369F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9709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120888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60ED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7695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CORDUN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59A9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C3AE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02A5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911E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4B471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0C2B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FF61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122132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4FED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4E3C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COSTISA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81F1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18E3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CB69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A89A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0B584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F225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834C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122187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26CE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CD30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CRACAOANI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C053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6074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68F8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225B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F6DA4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46D7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C890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122249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61E1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2464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DAMUC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32B5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71F9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761E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827C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F37C7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20F4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5614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122285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5A02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19C4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94B2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9F1A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CF87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8302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88B90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FB2B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C211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125098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1695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8133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DOCHIA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9A0B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AEA7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5294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24F9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86382E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2F15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6599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122347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CBCA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3425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DOLJESTI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92B6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6759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E319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5985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2DE80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A288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5B7E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125132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10D2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7529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C69B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4D07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243E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8C8D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53820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2A7A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BACD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122392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57A9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155D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DRAGOMIRESTI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BFB9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4DEC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827D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2472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D93B6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AF07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C745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122463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CAD9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02D5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DULCESTI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D6B8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6EE0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9C0F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00B9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8D95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C847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7130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120771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C41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6784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DUMBRAVA ROSIE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44D6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BF831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987E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3E49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18728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B44E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2118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36CB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122551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1851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0C68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FARCASA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0F5B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2389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5E3C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43EE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1243A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E9E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3DBF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122613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E6C0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6FDB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FAUREI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382A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B728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AA4D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6007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62702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B9F0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53E2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125150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1BF9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2CA5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GADINTI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CE8A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A584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D947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A405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B4BBE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757D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56E9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122828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3CF4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7E0F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GARCINA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2B32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2A8D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8B32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2962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06730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98E9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364A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122668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E434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BCB9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GHERAESTI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2742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3487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3BAE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A11D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CAD5B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78A5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5F8E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125114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F819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F59C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GHINDAOANI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8D7B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DA0A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C9F5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E3CA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722DA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74C7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10E9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122702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C81B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C602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GIROV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47B6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3534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3928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DFDE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8B839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4DD3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A4B2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122864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6CD3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FB55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GRINTIES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15AF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E922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D772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55F4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707B3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4558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67F7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122908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7CD6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3B22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GRUMAZESTI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B257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CB2C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682E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DC09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EDD0C8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3428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094F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122953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2AE6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EB56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HANGU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62D6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BA91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653C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CBC1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A1100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3765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4459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120922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2161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9786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HORIA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0DDF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44C45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15E6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48F9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F8865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F218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96FC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123013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6829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0922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ICUSESTI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8B7F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9FB9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9514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2FC0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1E207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4615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A8AA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123102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A21A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E5B2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ION CREANGA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0310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AF00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B95C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1657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BE253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D07C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5288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123175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3FA7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FE42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MARGINENI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5720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9410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49FF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D6EF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30247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A6A6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F3D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123228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D94B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3DE9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MOLDOVENI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28B2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53E7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F0CE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278B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F69A2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F4D9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433A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120726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373D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4FAC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PIATRA-NEAMT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8A36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664B8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10.990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182C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799F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C5FAD7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84C5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90F8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120860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AC73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E730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ROMAN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4302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5C249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5.661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942A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383B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66D1B42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8E9B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E6CB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125169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0A91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6FE7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NEGRESTI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14D5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54AE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A8C8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1857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0A37AD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F9B2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514D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123255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1A75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1A42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ONICENI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6BBB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F7D2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5A65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006E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0B55E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ACF5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4E71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120968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6799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6B95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BICAZ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4322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997A9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4A0B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B404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85BA0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EABB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160C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124117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E5C3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840C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ROZNOV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E2EB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06B72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164E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BD70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12E91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3D86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63FA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121055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8D08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8D77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TARGU NEAMT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2A13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348EB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84AA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9570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2FE2F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84D6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23AB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125141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642C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FF29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PANCESTI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DBFF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F0AA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D13E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6A3E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51E94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5FA4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318F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123601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4DB6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5AF1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PANGARATI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EB8C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69B3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1F00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73D2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B7E2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6F0A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FB7B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123371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C864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D588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PASTRAVENI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D264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5C9D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1F98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3588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A0DE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84A2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4C5C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123424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7EA6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C87D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PETRICANI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86C1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C6AF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55A6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F18C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D2E7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822E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3CE1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123479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AC37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EA17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PIATRA SOIMULUI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9B11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DFB4A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6797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32B8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D8F2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0EF1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4631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123521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D559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D86F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PIPIRIG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402A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BB762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59FC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3D75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2032D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EB35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60EE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123674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A001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60FB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PODOLENI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A1A4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1E93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0428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8C51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4EA5D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4AF5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AE15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123790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8247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F9B4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POIANA TEIULUI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889F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4FBA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B82D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B08E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50468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3DDC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5397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123709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E34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9908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POIENARI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E338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E9F0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CA13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5029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F1A07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AD9B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3938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123914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47AF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2D88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RAUCESTI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D1E2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5EA8E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7B13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AE1F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EBBB9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5A0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1B06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123969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E39F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6B19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RAZBOIENI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C932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B182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F030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8525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DE5B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8875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0EEF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124028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F4E4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ED8B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REDIU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1D4B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F78F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39D2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5BD3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51E03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6E07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1830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124073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154F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8604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ROMANI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FFD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9596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C6DB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ED79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37C4D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13BF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9BE9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125105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61DC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5733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RUGINOASA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705D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CB2C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6DAE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DD8B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56D28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86B7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321C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124206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8892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5827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SABAOANI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E6F8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EDFD0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4256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087A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2972B6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D862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5095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124153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7B63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9725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SAGNA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7B46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5B23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7803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3D45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7FA4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69D9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37C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120824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68C8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D912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SAVINESTI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A3F0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5BC9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5088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91AB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A5485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D054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393F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124233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32AC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1F11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SECUIENI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E871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6928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47C9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0F00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799E6E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D523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BCBC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124331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A010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A785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STANITA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B78E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E788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59A6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56F8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1DC60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3B4D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0AF3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124411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3819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40B4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STEFAN CEL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59F6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5868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AF6A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8FA7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42B6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435A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F6BD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124634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D67A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130C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TAMASENI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D9DE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3CA1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FFBA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A0A0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37BA5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4E9F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5A68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124493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730C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C046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TARCAU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5BD2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B08D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3156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CF13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33C74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F4D3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61E5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124563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B90A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C7C5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E8DE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BA67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1322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1798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28B31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7116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6CDA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124616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0DCA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2DF8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TAZLAU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A803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A92B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91F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7AC0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0A69FB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6A2B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2034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124803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903C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5FEC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TIBUCANI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F7FF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2271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59E7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09AF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146C6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4973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F0A2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124661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937E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5B2F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44B3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9961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468A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2B66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3E349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900E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873A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124723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C905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DADC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TRIFESTI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5AAC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9D03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9D8C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1CC8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0BB09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74DB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27CC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124750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CDE9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8FF8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TUPILATI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2DDC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8353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24C9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5CB1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7B094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8373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2168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FB16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124849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AAC3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2A7E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URECHENI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3AA8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51DB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6CF5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2409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A1FAD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203B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88C2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124885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9D18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B85E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URSULUI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1A2C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225E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91A2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170E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59F41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21F4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AEF6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125123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23FE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D880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D95D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EB81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DA9C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BDF4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05BC7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F71B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E25B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125016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DAB3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26F6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VANATORI-NEAMT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C0C5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575A0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A345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BF61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06492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1CF3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BA66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125061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F0FF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NEAMT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8063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7711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2E190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7CB9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E72F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41F9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31CF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FFB5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125659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E697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42AF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BABICIU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50E2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FFFD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B2DE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110D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56FD4C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02C4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2A86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125677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7782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C5B9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BALDOVINESTI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6F9E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2F9A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4BA1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7026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9EA3A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41AD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A918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130286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1EF2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582A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57FA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40A2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B317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A002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5AFEE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F858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7707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125757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772A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A239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BARASTI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8DC1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3F94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6A7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BC3C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C7CD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F199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A00B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125846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E844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A2E8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BARZA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C018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75F8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BAA8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E4C7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29137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2F15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477C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125873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9044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9FAE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BOBICESTI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F718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8627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B5B7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3F9A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48749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DC30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3F11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126022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8D31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A697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BRANCOVENI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FE8A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1209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FEE9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5EA7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AA5F3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D36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FE39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125962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DDB7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D0B9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BRASTAVATU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7535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937B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FB4F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294E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D043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135C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C428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125999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4259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927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BREBENI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2DB5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96A4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1FF4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EE80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FA901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C1A3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AA93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126077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F16C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E523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BUCINISU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A09E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ED9F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099C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C858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B667F5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776F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FA2F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130295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F423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1284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6586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F0E8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146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C7E9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3E291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2F2C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BEAD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126166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1EDA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BFCD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CARLOGANI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2EC5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6A52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DBC7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7F35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88D29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BC55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22C4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126102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DCDA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C3C8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CEZIENI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E2C2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423C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1810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3857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2B380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044B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D989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126148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74C5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CDB0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CILIENI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F780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1ABB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8C73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4975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9CCAF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1260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0481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126228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E123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2D8F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COLONESTI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D4C0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E161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A03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15F6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8FEB3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23EF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9F46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126326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5E3A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E834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CORBU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43C3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A3E6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D907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0973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93663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3FF5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C0AD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126380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BA2A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0304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COTEANA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E319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63A6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E508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7A51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C8AE2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C54A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B7FC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126406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597B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F66A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CRAMPOIA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668F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9A99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F80D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24B1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7D7A8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CEB9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9E3D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126503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B01B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12D3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CUNGREA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3F06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D73B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06C2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582B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AF5D68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D329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F92D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126433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4A75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96FD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CURTISOARA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8C41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B336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49C6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45F5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B90C20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330E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AEAD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126585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435B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1BE5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DANEASA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3A58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6F95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B46A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68C6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1C9C05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7041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7FB7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126647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A417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2308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DEVESELU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1B9B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362B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3911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5DA6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9559D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582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C3DD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126674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1432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D737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DOBRETU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8698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8841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3DE9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3CA5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864B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A541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C38A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126718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B2F6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A2EC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DOBROSLOVENI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6A62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444D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5E37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8FFA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298E3B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08D1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5F65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126772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B79A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A36F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DOBROTEASA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0C38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DF32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96C4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05A5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4ECA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65E6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5942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126825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63B1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F63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DOBRUN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8C72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098A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0E6A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1D6F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A85EA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AEDD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7106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125490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1D96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2550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DRAGHICENI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94D2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5077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003B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FC20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76078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7855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6EDE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126905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55AE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0E12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FAGETELU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EA88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7283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2462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D2DD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E6BA9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0B59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650C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126978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B00C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E1DB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FALCOIU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AAC0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A7F6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ADF3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5DB4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8571C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91C8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CFD5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127019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4728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DDE8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FARCASELE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1AEA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9D2C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CB9D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5485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6E834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69B6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81BD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127064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5CE6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FCFC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GANEASA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777D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1957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4766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4411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AC0DB4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B04B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5643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125588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6DA3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3866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GARCOV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C2B4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9ACE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E1B9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9824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BCFD9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A8D0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46BC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130302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C944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4E37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GAVANESTI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ABA1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6F89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F1C7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8BDD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99EEA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5898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F013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130311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20F1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DD79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GHIMPETENI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86CC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60C0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B422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9DD8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506A41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652B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4854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127126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ECD9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05F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GIUVARASTI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2F7E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0401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B2F0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CE4A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FBFDE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D251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92AC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127144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DEBC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F5FF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GOSTAVATU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5A2A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10EB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2CF6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0BAD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11A5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4984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70EC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127171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2ADB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2CF5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GRADINARI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C629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2BF9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03B4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3BFA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FBC7EB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F5B3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E3A1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130320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AAAA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4CFC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GRADINILE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8F89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A68A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26D4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C2E4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DF370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56F7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6841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127224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9BFD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6596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GROJDIBODU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3BD5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807E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7081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212D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4080F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4FB9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99A8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130339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E7DA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C74C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GURA PADINII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C736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8BA1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BD29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DC5F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5104E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A11A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9534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127251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1959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9D89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IANCA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C185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3B58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AC94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DB26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A14F81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3666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098F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127288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C6D4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E5E2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IANCU JIANU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37B3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FC0B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48EB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797F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20CA1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7DC1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78FC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127322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7A8B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4268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ICOANA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B2AE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D418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BDEB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F5F7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33ADC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F68E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B583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130348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7F2D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FED0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IPOTESTI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8F66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4BDD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8678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CF3B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BC3800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9EAF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C411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127368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ED76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E0DC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IZBICENI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6550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BE0C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E5C5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E816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F0718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1333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A8E7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127386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BB04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9BC1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IZVOARELE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03F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7BFD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B33E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7C7D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5BBEFF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405F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2219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92E2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127411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15C5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510B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LELEASCA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22E9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6157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6AB5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CDEA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20E6A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F239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9636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127493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AE19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1A71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MARUNTEI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7212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3965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EA00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2F7E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0E6EA6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3E51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B6F2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127536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932E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7405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MIHAESTI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0537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3113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D1C2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11C6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D4C9B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BB9F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DC23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127563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4C82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3693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MILCOV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C982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AE45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9FE6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5898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97815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BCA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A64A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127625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7E60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5505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MORUNGLAV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CB3A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8566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C045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484B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0106A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4A10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721C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127689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BA3B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82A7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MOVILENI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4DD8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8A0C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1017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719F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C1EC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6A33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5408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125472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DA4C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C49D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CARACAL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ED16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D8325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3227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32FA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CC85F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A653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E05B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125347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2CED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AF9B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SLATINA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E3A2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BCC6E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5.250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C9D3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D4B9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F8F40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3BFE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9DFB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127714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CF59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B112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NICOLAE TITULESCU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16F6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0E80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5A51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EF64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032B84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B6F8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71C4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127750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96D6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B9FA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OBARSIA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BFED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FD02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65CF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CFC1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A7BD4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D39E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8035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127812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812C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8AF0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OBOGA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2D14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7CA7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271E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CCDF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90632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15C7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8511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127858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FD7D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D29F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OPORELU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2E0F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0F82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1138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C138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C4185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37AE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1AF4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127901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280B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5691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OPTASI-MAGURA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13C9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1A5B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2CA4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9CE3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ADB11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E626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5960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125418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CD40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27A7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BALS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6127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62316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2DA4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1E54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64E84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7080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F5D5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125542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1F65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967A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CORABIA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F8E4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E5DED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72CA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D632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0F3B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2FDC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2782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125622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BB11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7E5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DRAGANESTI-OLT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1896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E4457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E203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BF04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8161F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7666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513C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128105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9294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585E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PIATRA-OLT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31FA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7382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6A06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960D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38F26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97C0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C9AB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128374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BC7C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0C1B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POTCOAVA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8756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0FB4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8FD1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56DB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54717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B8F0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EA76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128711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C969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E4F5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SCORNICESTI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AD6D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04060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BC72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8249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8181C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91C1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C626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127938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B65A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BE17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ORLEA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9ADE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6549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BE1B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37E6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47C9C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5B74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8B4C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130357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0C5A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F72C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OSICA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693C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3E71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8552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A7B1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D3E4F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14B5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914E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127983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8BC9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C515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OSICA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C512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561C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9D20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928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F0B55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03F7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3CC6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128178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AAF8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02CA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PARSCOVENI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2817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2383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6B52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4F72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E1A09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69A2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973D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128052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2FBA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1D9D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PERIETI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2AEB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9F2A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3233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00FC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E1C5F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D9BD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592D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128221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2CDA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D05B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PLESOIU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5BCA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85F1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8B7C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7D4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EB40BF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747D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ED6F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128301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4FC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B6CB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POBORU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A81A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000B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B4FD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6C8E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BE557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3CC6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920B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128436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C510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1213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PRISEACA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72EF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4DCC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A214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F5D3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87A613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E1C3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0EFB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128472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DCE2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DF66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RADOMIRESTI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719B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7251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B423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CE54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64CA4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F153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0ED7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128524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5C10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843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REDEA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515E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A3BB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6B7C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A685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8AAB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B09E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BE2B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128560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A74A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D1E9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ROTUNDA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F9FC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50D8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8BF8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CC59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31CC4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DE4C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252D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128588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5943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7A49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RUSANESTI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6105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15B8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63A8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4E7D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DEFD4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778B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26EC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128882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49C0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6929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SAMBURESTI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710E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5805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CE5B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8D32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4C1F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A871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2959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130366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4B95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C4A0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SARBII-MAGURA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43FB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1573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F2B5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181E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9353F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5739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3D5B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128613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FEFB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F81B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SCARISOARA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4A02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4FD0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02AE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E426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82712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086B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92E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128659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1B1C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2904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SCHITU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A062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FFDF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2E6E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3F8F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47601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3D07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4F8A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128864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8B6C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C2C9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SEACA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A7E0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5B59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8176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BBFF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92755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3E68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3963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129246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B8BA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CD0B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SERBANESTI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42E6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85B8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F375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E851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F9621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BC7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0A6A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125374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9C2F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E028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SLATIOARA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7E6A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D6EB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264A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125F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7A69F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3536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6DD3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130384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5FF7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A163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SOPARLITA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64D9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FCE9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91C8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B5E7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33A68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3F76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BE7E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128962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F6AD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5DE2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SPINENI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B6C7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04B0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EAF8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3E7C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B69409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87B1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BDDB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129040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959E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F84A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SPRANCENATA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586C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3A34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FD7A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5921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7620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DFD2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9387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129282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C5D8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03A0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STEFAN CEL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4259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66D7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5F54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3132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0DD04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D0C7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7C58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129095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66B4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14E2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STOENESTI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4636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A16B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9C56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B648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F7256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FD55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D4FA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129111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ABFE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3E98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STOICANESTI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6309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675C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6302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5640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8C2266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62EB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FF32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129139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2F58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5BD5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STREJESTI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0BDA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D7E0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C29E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367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30394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46F0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932C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129184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295D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EC53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STUDINA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4170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9119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93CE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727C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74551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11A8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6771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129317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84AE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2131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TATULESTI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7A72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860B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7FD0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5F4F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8873D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F01C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7220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129380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4B3F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D63A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TESLUI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8ED6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C8E2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9F1F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7A2F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643A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D195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5168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129460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3030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BB35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FF41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8FA6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0605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1219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DAAEB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1ED3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A4C2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129503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CD0C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752A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TOPANA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FE74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CC82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C79A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7B7F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8E346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6D09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24AC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129567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067E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20A3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TRAIAN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37FE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2D71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6F60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D7E5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6ACCD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7C45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2270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7A9F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129585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3432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76BA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TUFENI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CF31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9E2C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2835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98F7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98A84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41BE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2415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129629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68B5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0CA7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URZICA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7908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3D28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4206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1339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3DFB0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7C33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D6B7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129718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378E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69A9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VADASTRA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A938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E678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9960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0587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E1692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D31A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BBB2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129745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BFE8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40E0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VADASTRITA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F7C7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A004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D97A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3C21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39684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8C12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AE92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129987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3F44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38BF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1CA0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3EFD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92A2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60C3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FC1F3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6371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1443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129656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6742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8084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5E5D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36A2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F51F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D888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F7CF1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4620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340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129763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A254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9044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A2F3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57B4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C4CF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4ACF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26441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CFA8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9252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129816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85A6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607E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VERGULEASA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F02F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5ABF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7648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CAF5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A45FD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0FE6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FA43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129898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EBA6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667A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VISINA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7CA5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E9B0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1E66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5D69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92341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FC77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6EC7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130375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D8BA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68AE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VISINA NOUA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FDEE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A73E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04E6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0A70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B0FA7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E5C8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5058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129914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660D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25C9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VITOMIRESTI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A4C9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D025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4AD7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382A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1EAB9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84F8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45CC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130026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C65D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EA9F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VLADILA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08A8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3C6A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B7A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E7C9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9E34D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AA19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9C36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130062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F579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3C25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VOINEASA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7AF3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E74F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CB1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9EBB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ECA38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5F1A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929D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130124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A4CE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9671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VULPENI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9635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87BC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5408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D6CF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F3E299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4A8D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2C9D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130231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9391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36B4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VULTURESTI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C0E9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D3D6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CB25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600F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7999BD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CD51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B6D3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131899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EDB4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298E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ADUNATI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4285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0CAE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8F55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DDF8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18CD0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FCCB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063E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131933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970A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6F8F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ALBESTI-PALEOLOGU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D7C8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1308A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4BF9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B0A7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4F11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7E42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BFD6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131988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97E3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FCA9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ALUNIS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FFC3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EAE0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AFB3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9828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0F89B4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6ABA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87F9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132011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880D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7475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APOSTOLACHE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CBD6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EA75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A070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046D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04077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697F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3A3A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132075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E356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8604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ARICESTII RAHTIVANI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7743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0768A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BCBB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7225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0734B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9F2C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758D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132137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D0BD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F018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ARICESTII ZELETIN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F600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8C1B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12F7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B6E1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8F03E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7F34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0C92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132164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4D8C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22EF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BABA 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4818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D9AE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0BEE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D842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7DF24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94C7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B172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132226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7FED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D5BD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BALTA DOAMNEI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D7E0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CFCF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50C3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7BCD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6A59B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C397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A86A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132271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F7EC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2B5F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030D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1A65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AE1A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4B3C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003F1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0108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C0CD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132315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94F0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C980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5887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76202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117B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A9F3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32224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8032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2B16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130552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0765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CECC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BARCANESTI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8455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0D1C1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0501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2053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78D215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A31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2018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136278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662A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7774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BATRANI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AD69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A20C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BCD8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D528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A8E5EC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44E0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7486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130614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516B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9E8F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E275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D507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A014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37D2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7B5AD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D6D1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1FF5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132342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26D9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6383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B5C3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11CD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138B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2DD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8CCA9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58C7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FD25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130678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9B45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D37F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BLEJOI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D42F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13351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CF85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33F6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1E67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458D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4D79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132379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3698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9159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BOLDESTI-GRADISTEA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17DA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1743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7921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13FE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B1716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80F0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944D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130712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805B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42CB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BRAZI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8079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8BEAE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27FA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C94D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0D65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58E3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0E00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132404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36A3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1D78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BREBU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94FD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8C8F8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D9D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BC04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A8CD48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FBBF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FC25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130785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2549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8813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BUCOV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71D0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F652B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3F1F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9BFE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EE574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C2F9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EB24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132459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D5E4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A7F1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CALUGARENI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F409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2357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D1A8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34AD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6737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967A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DF01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132486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547B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034A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CARBUNESTI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46F6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627D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7C09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8CE6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CFAAA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C8D3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5C85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132510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72D9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0A22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CEPTURA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CBEE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9BE6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E0FC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3E44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71CFF8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D35A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4D88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132574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8940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6F3A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CERASU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2882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1352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5C16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DA13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9D6D0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84BC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709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132645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6F29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9313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CHIOJDEANCA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64D3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115D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2DF6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454C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A5EFAB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6BE6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666C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132681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6B9E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AD49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CIORANI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EF76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0AB20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FD5C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DDD5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5CBB1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C482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DC35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136241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FBFB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E7C0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COCORASTII COLT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D7CA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804A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B994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76C4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64A31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8226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06A2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132716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9FF3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4E5B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COCORASTII MISLII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0DDF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54D2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14C5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DDAD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00CC6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D0DF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2B60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132752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2729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6E11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COLCEAG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A6D4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942A1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3872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7E01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21E8C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AD90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9755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132805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B4B5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B406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6D78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C398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CB84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A2B5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5BD1F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EADB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E912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132841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85B4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6980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COSMINELE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722E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6AB8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3013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844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0A2A29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92B6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7B36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133018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F430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F08B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134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1220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7F97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F45D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2A409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44B0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3343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132896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C12A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8FBB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DRAJNA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17A5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233E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156A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B364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E7CAE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FD22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179D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133090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0631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A6E9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DUMBRAVA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50FF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78B4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B139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E7EF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1625DF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6050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F80C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131461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0189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F5FD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DUMBRAVESTI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05E5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36BE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3737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60A9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D844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BC2A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C93C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133278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1704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0D22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FANTANELE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FA96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7C31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913D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F158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8E40B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D806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7363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133161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CDE6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22B0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FILIPESTII DE PADURE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E59A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F59FF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AE0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7F37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9FE2B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55B8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2321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8EF3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133214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0FDC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8032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FILIPESTII DE TARG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23F0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C01C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0F2D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5478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A8F0F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C9C8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2807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133330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AB32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C551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FLORESTI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DE00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BB83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BEAA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A1A0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FFF0EF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31B1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70F0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133394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D59D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03BA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FULGA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2604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9651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C38D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137F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15BDA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EEC8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9DA9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133429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7D33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22FE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GHERGHITA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930A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03BD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9569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F34E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F2CFC2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19F0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2AA0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133508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50D3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D6F1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GORGOTA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04CC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3893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813D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324F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F00EF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D1A4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944D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133562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7D84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63B1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GORNET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92FD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1A96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0170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4BAB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FDF70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7BD4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85D6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133615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743E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9AFD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GORNET-CRICOV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F3FB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04C5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1BA0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F54F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CF427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FA08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7A6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133688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64BA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5043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GURA VADULUI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4810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9EDD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936E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144C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A7D4A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36E9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A180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131835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CA76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389B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GURA VITIOAREI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B53B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B7B8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393F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389B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33EA5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965A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15B5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133722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DF97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B1F0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IORDACHEANU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75EC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F165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CB83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77D5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4EF8F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B12C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1716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133795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C67E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F273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IZVOARELE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4A40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591A3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4BF4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DE6E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F80C8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B1BA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4D99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133866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B34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F037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JUGURENI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949A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E992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B529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1118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076FE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0686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5CA0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133919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94B9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9B1E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LAPOS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FBAC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1938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A42A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F67C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6CA09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5D57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F193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133964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ABC7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1F1E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LIPANESTI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D5D4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34F4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A417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1D3A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F1151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5AF4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53DC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134014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3148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BA97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MAGURELE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5F8B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6D7A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F6DF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E763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8BBA2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C33B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BFE2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134050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5AE1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86C0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MAGURENI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9202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6E12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DB72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CE90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727C3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7130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6253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134096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394A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F8DA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MANECIU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F627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05C02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D0BB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C1AF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3BEE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1387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3FEE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134194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BB74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8227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3348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62C4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1B0F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2681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E9A80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44D0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1076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131256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9776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A95F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CAMPINA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C052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B1916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4.294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93C6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2C0C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88EAD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E000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8377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130534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9995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FF94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PLOIESTI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FBC9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7691F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24.128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FD55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C2FD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1653BD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A552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44A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136250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C50A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32E3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42C7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E9D8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140A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EB6A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D5EC2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8FEF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DF3F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130954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9D3E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6A22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AZUGA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B954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DE07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D76C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6864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C8565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D072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D5B4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130981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6D36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BD85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BAICOI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AAED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57000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C55A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298B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4B27F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A422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C98C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131069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162A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6B18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BOLDESTI-SCAENI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A31F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8EC1B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E24A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5E4A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E18B2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4A04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9208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131103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5578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F2CF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BREAZA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10EC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847FE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0AC5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40E0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28FDB9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A424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2740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131210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DC7F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06FF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BUSTENI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8FD5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50075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95D8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9C63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AD9AE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E7CD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1AB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131336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D603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5299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COMARNIC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C952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863EF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F76E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5CA8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DDC9E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1C32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C8A8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131407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F88C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41A6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MIZIL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A6D5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16374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7F15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F03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DC74DF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97A0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F7F2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131443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1872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FDFC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PLOPENI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C559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305D9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8780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6892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E2DF0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0812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810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131540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8437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4672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SINAIA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9409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E381E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EEA6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809B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49E18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93BD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CE58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131577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2C7D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E007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SLANIC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9595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DA2D5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DB67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D26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FCDDA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5D7D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A4EE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131620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5A70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9820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URLATI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2B4C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230B2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35CD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0D42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4562F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3A23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61D7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131817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A517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8A48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VALENII DE MUNTE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14CB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4C571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909D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03AE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1E2E41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F303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D5BC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134336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A910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EA3B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PACURETI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0581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438E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C4D5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45C6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D6631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54FD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93CB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130847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F10E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C77F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63E0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BA4FF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7C5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A0D9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D96E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A385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55AD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134390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F141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5EA5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PLOPU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F782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5B8B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674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8E9A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4BCA8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7021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AEDF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134443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B999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35B4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PODENII NOI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53CC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E145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4726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96EE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894DC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A690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F568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131274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AE87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9F37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POIANA CAMPINA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157A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061B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49E8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56D7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03350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7AD9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E707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134559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1A39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0C10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POIENARII BURCHII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E2CC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C1CE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1506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9F31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83271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AFD6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B20F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134648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0984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31FA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59E9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6475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FD33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A7DA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E5AE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7FBE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B74F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134755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8401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3140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PREDEAL-SARARI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78F5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5E4F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95E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5917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4BFA5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7003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4ED0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134853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9050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7B66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PROVITA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0B02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7EAA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6A92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8AA0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4697A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D094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EF46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134899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6918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E52F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PROVITA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6B25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9434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AE24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BE30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E112F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3594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9764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134942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09E0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08B0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PUCHENII MARI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7994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D44AE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D8F7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A6C5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709C1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A1E9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8A5D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135020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3110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54B5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RAFOV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B1DC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6530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0597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8A30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FAD73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2003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26CE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135128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D5BF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26AD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SALCIA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DEEC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311C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3226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EE4C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7B304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205D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B210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135146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2F67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A535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SALCIILE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121E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31EC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3CCC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79CB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AB52A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F82C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C745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BE87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6759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SANGERU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D8CE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7469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0A5E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D21D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830D13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1BEA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04E0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135164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1824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4927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SCORTENI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8DFD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2FC8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2CF9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7DB2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AE679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D6D1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2716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135226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A7CA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22D8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SECARIA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CCEE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DDD3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12B6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EFA5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36973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C8E3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D032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135431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3FBA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EA02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SIRNA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6AE4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D401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49F2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DC73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28338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54A6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2372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89FD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135501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D1F7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0AF0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SOIMARI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B31F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D54F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6649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280A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B0A3A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4DD0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3E3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135547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8E2A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03C5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SOTRILE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B715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B6B5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5FCD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64E4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E3EEC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8257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6DD2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135315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3E7D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6D6A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STARCHIOJD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8D75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E02B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E8FC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2B1C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3B301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4CA7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BFFE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135618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840E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38A2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STEFESTI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C920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E927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A7D6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CFA6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2D4CB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AFCC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4519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135404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F201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3FC0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SURANI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B88B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D9A9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493B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7290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62F3A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E543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5B6D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135654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8D45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E0E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TALEA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6337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4AAC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CB4A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FC05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B4AA8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2ACB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CEBC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130892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2DFE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8D5D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TARGSORU VECHI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3570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92C1A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0396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A309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31287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FE8C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4EDA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135681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2021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BDD1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TATARU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19EF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0760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002B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8659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FFAA2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E9CF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C812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135725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6A05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5716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TEISANI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0DC2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F788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4993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B7BD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A5CE8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2FC3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6379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135789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3BBC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C586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B8E6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7E15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0FF3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0298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1EDE7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F0BE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C71E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135850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E889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E299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TINOSU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321D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9E64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8A7C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DFA0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930AA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488F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ACBA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135896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80A2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ECDD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TOMSANI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0002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62F5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775F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8D70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18138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08E7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A165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136269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ACBF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3910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VADU SAPAT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4DA9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7CD8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7CBE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9BDA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10FE6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B283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7CF3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136198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A654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0EA7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32A6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22BB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7959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7741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8FE826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FD01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2A83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135949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0AB9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6EBC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CALUGAREASCA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4A18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99FF7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E63A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6B5D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F33DC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DD32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F4F7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136107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C481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9632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DOFTANEI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1552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91082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6B14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EC65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BC86A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94E2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B16E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136134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EB29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PRAHOVA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9AA3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VARBILAU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7EDC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BDB68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5783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5CE4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49537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8680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EB1B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139937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9896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C11D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AGRIJ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8296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D8EA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A5C0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DBDA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EFC48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1379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2762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139982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EC8A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77A9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ALMASU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3CD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102A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4214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0626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AA1D82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5435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9B3F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140084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D0B6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0238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BABENI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4833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E246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BAC5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33E3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A27ED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ED47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DFA7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140146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1F00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70D8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D0B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E481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4F4F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AB59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856F45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91A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A3FE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140208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543F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0216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BANISOR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385A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E927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8FC7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EE0C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A6ED8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E98C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D0EE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140244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63A5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DC54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BENESAT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1D6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B131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B27D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82E5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64321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F3BA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4776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140280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87D2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93BD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BOBOTA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DDC9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93F6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6905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FA8F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39B5ED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E224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9A3B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140324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D893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A07D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BOCSA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EE3C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96B3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726A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6617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04171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925B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C5D3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180037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5160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E743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BOGHIS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064F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1D3D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D7B7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BA1D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E2236D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F716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22BA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140379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6992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347C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BUCIUMI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9864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454F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05E1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2BC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10A7E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9EF9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DD29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140440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8760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8BC2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CAMAR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B7D8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E6C6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516D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EE53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F9899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05FB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9981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140477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05FA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568F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CARASTELEC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DD45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B4B3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4DBC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53A5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5C3E2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1F26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08F5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140501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C2D9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21EB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CHIESD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4C5E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D744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5E0A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C0AA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80ACD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C9A1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4B80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140547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7C3A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D4A1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CIZER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60C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5EC9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525A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573B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29545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72EB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BBA7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140583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0B13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EA39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COSEIU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A5F8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3CF3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45B5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58B5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C08239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9514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34C1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140627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FA62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AF3F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CRASNA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25F5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5414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A2D6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1942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756F7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4B73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9580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140672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61B8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E91A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CREACA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78C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B2FC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87B1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A148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4D2FF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4254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A70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140823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9FA2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3B54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CRISENI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28F8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D40F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50E5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7FFE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C44D6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35E0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FF3D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140770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F55C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E933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CRISTOLT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77C8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55C1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EF59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6BE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D59A6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D98F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6DA3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140869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30E5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CE3D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CUZAPLAC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2553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0E10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9573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83BC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775EE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923B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0A89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140958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5BAD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1959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DOBRIN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9CF5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88E5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6C2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BC93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08C6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8083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375A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141027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A836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4EF8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A457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BBF4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A859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7EDD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5C2F9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C515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E7AB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141081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9F85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D2DA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FILDU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02D8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3467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7BCD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7BB8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B6A943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9A4D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A105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141134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6C8F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BB32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GALGAU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954E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F265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37BA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FD31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57D89E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C54A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B91A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141232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3E0D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A4C1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GARBOU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93A2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C664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1203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0E52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6A94F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2016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F993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141312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89A1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0E02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HALMASD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8505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298D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3887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ACCE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73D6B2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E13D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059C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141376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4768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7B84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HERECLEAN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A8AE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411C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DE01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E5CE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DCDA4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443E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109A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141447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0166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C120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HIDA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0409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E29D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BAA6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969B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84218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EEC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C121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141535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3CFD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DF2F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HOROATU CRASNEI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2B34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89EC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3F77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CAC2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192E3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061A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23E8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141580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998C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BF16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ILEANDA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CDB4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A32F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6728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8A92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585C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0EB7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ADA8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141722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3894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B535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C27E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81E1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C514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AA46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61593A1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ED1A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1824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141786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3ADC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3328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LETCA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AF7C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390B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80B2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3D5E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BD301E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15B8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4694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141884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B8CE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D3E1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LOZNA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7509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06B8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E584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2677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1682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FC05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6EED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142006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A31F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FCB2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MAERISTE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61E7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06C0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0C04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06E1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E3195C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9308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2423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B5B4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141946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DD59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CCA9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9470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AC2D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5D22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0C76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249C3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4BBF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F87A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142079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8C9A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1727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MESESENII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64A9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C9BE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A874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779F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92FC0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898E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1FFD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142122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4F38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3A79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MIRSID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5802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5594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33E7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57A6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1657C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DBC3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A3E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139704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3A28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3A34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ZALAU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F647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7236E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4.478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603C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EE46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104FC8" w:rsidRPr="00773C05" w14:paraId="231AE42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3280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76B2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142177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9AEE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CCDA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NAPRADEA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E2A4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D6B6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33D0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DB3F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53474ED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AF47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68B7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142239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53C0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1F01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NUSFALAU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92EE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E016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C53E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033C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5D7CB7A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A93A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35D5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139740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4024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CAAD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CEHU SILVANIEI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5F8C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D904F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3900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E47C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CAFD35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9EF5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3C72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139811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F365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8065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JIBOU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CF29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06C19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095F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92A4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755238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4C92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9701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139884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253D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AD69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SIMLEU SILVANIEI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C735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75D14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1.288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F2A1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1D62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87EA3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5A46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5151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142284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B784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72AC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PERICEI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4D73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5670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33BD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0059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A1DC2B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3019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5479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142337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B7A4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3487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PLOPIS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37F0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0FD3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31B5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FAE4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157BFD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C4D9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DCB5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142373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3DE0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E626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POIANA BLENCHII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5B7E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1E57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1A13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7C6D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0410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AF34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8876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142426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3446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7CF1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ROMANASI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3C06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D582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0707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C21D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63B0EA5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F8F5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E79B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142499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3753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8A26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03D6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54FA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2558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C1B1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BCD80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1A66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D5F3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E856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576E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47AC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C2D6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A10A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1990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8B79A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B767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F8F2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142550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6F98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4376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SALATIG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19B5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5A93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DC21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0F71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F7890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C646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8A44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142854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7D88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F0E4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SAMSUD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69E8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0629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849B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130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6136139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504D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C561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142676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45D5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17D7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SANMIHAIU ALMASULUI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A9E3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9628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9FE3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F6CD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FFB4FE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9995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125B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142881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47C1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CD6C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SARMASAG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BAB4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AFB7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20EE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59E0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F1CCF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3469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CF33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179695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E5A6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3637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SIMISNA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FACD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A249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E7C7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E1DD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52E1D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5135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7BE0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142710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5BC9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435D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SOMES-ODORHEI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6066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4D5B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C09A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EBAC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96CE1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AFBD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11CF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142774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4A5E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111C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SURDUC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88A4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2074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2CCA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5944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F39A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6D6C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E929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179631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EE83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3929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TREZNEA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FE35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616F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0CDB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443D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57904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70F4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6079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142952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31CE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C4B7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VALCAU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CAB8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21D3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B781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F064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8281A8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4771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D177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143021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D1FC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821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VARSOLT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BE34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E314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8BFC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5E63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5B91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8E59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FD0C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143067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E093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7902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ZALHA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5354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E71C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3935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D744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3F6784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F90E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A2BF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143147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8922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SALAJ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EE36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ZIMBOR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A825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A0C9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6950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49BD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D865F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7184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FBB9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136713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1625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9784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ACAS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B9EE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0B47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BC29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A301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E930F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11CD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0213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179873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AC63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7A5A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AGRIS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EA92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FD99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FE76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1F18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66B46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0924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BA59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136768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067B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BBC3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ANDRID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59FA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E53E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9435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DD7F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F7F81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24AA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9D1A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136802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06EA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6A3A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APA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43AE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880B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2D2C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1B7F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9CC91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F678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8646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137103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4646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09ED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BARSAU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DD3F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E759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6FAB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1473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975AD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DBE6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2A7B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136919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BEE1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CCDF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BATARCI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ACF6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7523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D864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9030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9290F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83E8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8606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136964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C22D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5FBE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BELTIUG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1E2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3C9E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A147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3126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5FE10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D067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1668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137032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A59E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B76B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A9EA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A505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BE62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DAEE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76AA9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B0B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78F5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137069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6A1B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AFA2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BIXAD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EE5E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A401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C9CE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FA6E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755C2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7C29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4152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137130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FFA3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36EA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BOGDAND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DABB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4F4F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C06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89F4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A337E7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5DA1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0F81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137185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DB58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8D5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BOTIZ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92BF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CF67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C165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6C13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530B6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878A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EA5F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137229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5F69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707A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CALINESTI-OAS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0CD8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CA98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580E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346D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4C2A6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E856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46FF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137274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B5CB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51E6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CAMARZANA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FF2F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CCAC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F3C4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B705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B01E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03E8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EE94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179677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BB86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14FF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CAMIN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93BF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186D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1E01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2190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731F8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84FD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EBBA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136553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5DB8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7653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CAPLENI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676F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E53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1FFF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A67D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A7BA6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266F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8EEE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137292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6F5F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A892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CAUAS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1C22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52DE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3F2F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12B4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79FD5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A629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8598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137363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2CF7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1935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CEHAL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2DC1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73DB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AE68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E669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21A03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F8C9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5508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137407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2AB0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CBC1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CERTEZE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D36F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567E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3799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FD1B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AC85C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0BE5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6C53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179882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C16B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33C3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CIUMESTI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E5F5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FE5D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4F71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CF88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8C1EF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9423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23D7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137443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179A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8BB5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CRAIDOROLT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CEB0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6EC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93CF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986C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EE6D2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8C2E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E50A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137504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DC95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6E4A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CRUCISOR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273D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68A9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2E8E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1B6B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68005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DEA1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F3E7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137540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0552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435D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CULCIU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6C66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91C6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75EE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49D4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1F1DA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E2DF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AAEA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FD97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A447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5480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D95E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1176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F15A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2577C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C1DE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77FF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137675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8E47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6BD3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DOROLT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9810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CBE1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867A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0C0B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8C1EB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6FB6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2474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C3A2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137728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37F0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19B7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FOIENI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A942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67B3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5A97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708A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CCAF2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8267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C5EB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137746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E1DA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8BD4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GHERTA MICA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5D95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4D5E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3A66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74F4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18BED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6901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60EA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137764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1242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9921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HALMEU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B9C2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5DD4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BAE9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9A43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0F00B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5DA0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F1DE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137844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E77F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0DC4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HODOD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480C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0E3C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31CF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E8FB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E34E36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9B52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A5F5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137899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C2B4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82F4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HOMOROADE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F343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6DE3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C4E1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0260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47C79B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03DA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E901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137960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FAD9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845F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LAZURI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4AF3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7641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AF44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D72A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E69AB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56E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6D4C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138084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23B7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4C58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MEDIESU AURIT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F872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5F3F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078C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9A34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367EB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CB41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9F29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138164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0D94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FB73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MICULA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7A4D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05F7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5C0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139B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2A9331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A84E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E044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138208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BF3E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C91C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MOFTIN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64BC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A33B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1C5D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37F4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530D7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1AFC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4A76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136526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A4EF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8D4F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CAREI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29B3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9CD33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2.406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3AAC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F489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711531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3850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7994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136483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4A15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2024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SATU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1F9A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C8208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10.635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7FB9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EA1A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C2F4E3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0C81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D423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138280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58F3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9046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ODOREU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E0B4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6E7E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FB54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D91C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95009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D803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1679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136848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5185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7A21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ARDUD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6F0A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E016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C02E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BF9A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7FFDC83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43D6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7E4C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138039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3E5E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C104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LIVADA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C379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0898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C210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037D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A7614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F696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E5B5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136599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6543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E0A3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NEGRESTI-OAS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EB47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220C3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0BD0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498C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4A01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4CC2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D283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136642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FAAC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BCFE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TASNAD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8B54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F2F23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62C8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A392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F410F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33B0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04EE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138351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3478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FC8E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ORASU NOU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E208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69FB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E4A5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FA4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120CC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F2DC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F185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138431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A95B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3002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D22B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EA5B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C865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E242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6CFE2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80B9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5A79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138501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FB22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5E4F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PETRESTI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1F1E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DD4B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AB1D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85FD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90C769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5F80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DB2A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138538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F5A2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7765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84EE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CADE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D93B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C1AC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06A68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2E9E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7BDE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138574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07DF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0513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PISCOLT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C7E3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7B95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31A1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FEE7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001BD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3059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DCA0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138618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0812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C6D4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POMI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DB1C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DFCC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B94C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AC03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5E841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3808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9E8B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180028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632F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1655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PORUMBESTI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E37B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0FD4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6038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529D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7AD4B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FE0D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5A67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180091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3840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FDC3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4220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D56E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0164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7CA9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60B69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4043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5A50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138770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BFB6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FE0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SACASENI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100A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77AC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19EB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60EC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4F2E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48B9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0097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138663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C4A2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94FB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SANISLAU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6F65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077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1585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B240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42D65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B3E1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E20B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138734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EDE4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76B7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SANTAU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70FB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66A8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49A8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DAD5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F4D73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2662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AA76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138805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8911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650E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SAUCA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E315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CB84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B45B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24B3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3A00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F0C0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17D9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138869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3B2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384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SOCOND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CE54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89A9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28F3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070A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B7FDF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3DC4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9D42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138921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10F8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283E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SUPUR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E73D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3938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4338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EBBC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51352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96A4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281B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139009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C4E4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81CB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TARNA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76F6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CD8B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6ED3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A349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F35F7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70C9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002C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139143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AF27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85DB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TARSOLT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437B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D72D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EB0E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A390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39CF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A278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E755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139054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BFE6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0813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TEREBESTI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DD71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5035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2013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9F16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B2DDF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C9CC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AE27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139107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3492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E063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TIREAM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471B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E8F2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9D52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6083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3DE64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FA1A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DD75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139170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E8DA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223C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TURT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6CC6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FD54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8E14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A2DE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11E9D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B82A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4642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139214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631D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7F69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TURULUNG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FF6F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5FA2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E3CA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ECF8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C461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4523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5F18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139250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4DBB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12D2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URZICENI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2D6B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867D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825C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1042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4B4FA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D36F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5BE6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139287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AFA3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25D9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VINULUI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1A52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E452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3479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2BE7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6A7E7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3AF4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BD46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139330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49C8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913E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VAMA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1626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BFDF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DDC7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49AC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06CE97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8273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8D08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139358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84D4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DE10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VETIS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1BEF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C148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1713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4C1F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5F9C8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456C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715D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139394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170C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4A5D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VIILE SATU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E4CE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C39D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9054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FAA3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5B6349B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059D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7413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146012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102C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8C74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ALMA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6306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EBF8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995C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74F1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F3068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100B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8623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143888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0933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09DD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ALTINA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7773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9353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0001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3915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528D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E8E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B467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143922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FA08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1E45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APOLDU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702C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64C4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C44B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98F0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541EA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FEB3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33E3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143959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AE9B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8020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ARPASU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7892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8C99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E68C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9EEF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747DD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2A03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D923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143995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22B0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D7CF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ATEL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40ED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E1F6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C895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140E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BA5B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0C05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2EB2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144116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9182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57F3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AXENTE SEVER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1E60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5B06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0C39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0A3C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EEF41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5451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BA2C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144232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440A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4F0B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BARGHIS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7866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13FB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925D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0CE6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58D8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1658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5825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144152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9DD8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9786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BAZNA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0D53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38D8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CF82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C0ED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77EC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72D2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07B4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144198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ACDA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3BAA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BIERTAN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1521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AED0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8BEE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46DC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1CF4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CA15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BAAA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144303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3A72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4571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BLAJEL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15BA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AFFA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3A02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8889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7DF3A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D2C1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2525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43B6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146021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B1DD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8A83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E12B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54F9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F9DD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A3DD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32804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F901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B379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144376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5697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06C9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75CF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ABB6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74B5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570A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0B2B6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7074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3994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144349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F08F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B791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BRATEIU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675B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28E6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138C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FDA0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B3CD1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8DCF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4F4F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144410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9E0B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3B75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BRUIU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16E4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42FD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2C9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3A03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2A608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CEE8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B8A9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144508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44F5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881E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0249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CB95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290C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DC94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2DFB5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C595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FC78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144535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B2DF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4791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CARTISOARA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9662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E0F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F315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9D2F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CFAB9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0F1C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CC19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144456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F279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190E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CHIRPAR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57D1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0B83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BD91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90A3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09EF4D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F5AD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0BCB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143487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7B72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25C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CRISTIAN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083E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513A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50DA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EE2F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4F40D5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23C0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9A44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144553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41FA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36B5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DARLOS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5FE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71B4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3782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9659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25EE4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AFAE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C24D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144599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356D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C005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GURA RAULUI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A522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2830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E444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2E0F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A44E1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3426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A8EE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144615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D65F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1B0F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HOGHILAG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1DB6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FF5A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51B0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F70C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E1C10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53E3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42F3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144651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7EDE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3331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IACOBENI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0F3F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FCE7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50F5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E9C9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BDDB3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B60B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ED63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144713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167E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F36E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DE0D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AC48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773E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9F3B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0BF8D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905C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319E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144731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A364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6458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LASLEA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AF95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149C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D0E8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81AE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024C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5600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6421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144795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733C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D67D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LOAMNES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9D5F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5360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AB75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CBB5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57FDAC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CD0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155D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144866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9E0D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746B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LUDOS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5B53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93E2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570F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0B3F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0C348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7D4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A35A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144893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CE23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23D3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MARPOD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7BD2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5056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0516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2B66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DDEEB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471D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4EC1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144964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7537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EE01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MERGHINDEAL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A9D2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FBFB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DF75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AEFA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7333E2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1B52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C7D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144991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B84F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D2CA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MICASASA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C168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C0CF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F39D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ECB6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C5605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E428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F830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145042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7934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EDAA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MIHAILENI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A25F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4092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50AA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B03A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3B0658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0ECC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DAF3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145104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C617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8F6B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MOSNA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1C20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1243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C231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0422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77667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33FF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D7FD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143619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2807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B2F4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MEDIAS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5C0E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B9A94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6.103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3EB1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373E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6CAD50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A3C4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BCA6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143450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4275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9D26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SIBIU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D28C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165A7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18.319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D8BE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0C95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</w:t>
            </w:r>
          </w:p>
        </w:tc>
      </w:tr>
      <w:tr w:rsidR="00104FC8" w:rsidRPr="00773C05" w14:paraId="5D47246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5A83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648F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145140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D06E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2185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NOCRICH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04D4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6030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2F23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8458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B0758C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4C0F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FAC4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143682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025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7F6B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AGNITA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48BE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7C37A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34A3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6C0B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18BBF4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E603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3018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144054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3225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E263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AVRIG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0C26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D1BE2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DCF4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AE66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6014137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36DA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7288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143735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F83D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4CF3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CISNADIE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2A16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AB448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551B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125A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4EB94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3B5E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ACC1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143771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92FD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2293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COPSA MICA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93C5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1048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A775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491F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17690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27B5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59E4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143806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F09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2AB3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DUMBRAVENI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4754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88205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19C6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D3D1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F2F6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25A8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5B1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144928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8DD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0F77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MIERCUREA SIBIULUI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54FE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B794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BCCB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CA8F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4C7BF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EC84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0D3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143851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AC7D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6117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OCNA SIBIULUI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D240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0780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DC07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0C34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404BF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3CFE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EC6A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145499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C95D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22AD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SALISTE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6C5B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0F43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9A8C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0D1D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6E39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AEBC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7745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145827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A2B5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2C5F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TALMACIU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5BCB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9D5D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266E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74A8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2CB16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9692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75BC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145202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D491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EA50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ORLAT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13E4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3499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DF9D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B8E4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87619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9EAE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A609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145220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BCEC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D67D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PAUCA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9579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741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4587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666D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715FB71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B8DE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4C7B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145275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35EA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8500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POIANA SIBIULUI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7962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CA18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1DA7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C017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329C0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0111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0E20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143502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04DE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E545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POPLACA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A936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8C04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A55D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067E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9BBEC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979A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1296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145293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35F1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7D78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PORUMBACU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9187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0176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258C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87DF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B23A3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F343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6879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145355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0AB9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861F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RACOVITA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60FC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B814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EDF8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6CB0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81BA0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6FA4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F915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143520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C17F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5132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RASINARI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1D16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02A3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40AA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CE5A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B5B34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CAE9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7ED5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145382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C67E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DF18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RAU SADULUI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CB68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6595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3454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8C12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93134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AC17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0B2F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145408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2359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31F3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ROSIA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6739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0417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F69A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9BD0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9D2102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578D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EC45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145471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2A13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4762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SADU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9A31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63F8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397B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32ED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D236B1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C26E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1705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145667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3BCB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E85F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SEICA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96A9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E4D8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5CEA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AEC0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69015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CF55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0CFF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145738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C406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4625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SEICA MICA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06E0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EF88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5D8D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112F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67B5ED9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649F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533C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143557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3F7A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56DB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SELIMBAR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2012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D77FF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83A8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D969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6D8EE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6801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FD82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145603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8171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F011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SLIMNIC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D31B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E1F0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E326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462E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82F0A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1054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8343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145765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BB62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CB53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SURA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4A8D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214D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9857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67A7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3DB2B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563C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548B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145792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6B12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B4DF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SURA MICA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FE91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2D8E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B98F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C3AF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08865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FE91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2BD4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143646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8E29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E022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TARNAVA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8B77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80E0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29AD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E2DB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509FC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15A1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DCB2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145907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B69F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1959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TILISCA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8150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F55D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053D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1CE3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3046E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0EA6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2576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0DDD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145934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0458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B48C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TURNU ROSU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81C6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B894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2644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1CC7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85A0B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1D66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EBB7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145961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E0F8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ACE4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VIILOR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C095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2B9D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3801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8F6E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5BCF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732B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5B8E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145998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8422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SIBIU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3EAC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VURPAR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6524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2B6A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947D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9A23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39173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3086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9730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146799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2F70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F293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ADANCATA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175B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15F5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81DF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57E6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1E52C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3D9F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22CC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146860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1A3C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931B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ARBORE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9156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5C1CD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FDE8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BD38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3E3C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5A76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8127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146904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D079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BFAB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1AA3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F799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B5F2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1EBC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71953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AF31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10C1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151530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E822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DDA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BALACEANA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FD16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4540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4E2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EF03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7B716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76D6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0BB1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146995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B813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DD42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BALCAUTI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3E69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5467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19B9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F12D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3ABDA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BA5E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D964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151576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F6FC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2EDD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BERCHISESTI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041B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A117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0E3D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1AD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DEDC8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8B59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FB6A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147036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3692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93CE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BILCA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65D6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ED2E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1793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77E6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2CA84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BF29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B620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147054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F7D2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5F2B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BOGDANESTI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1232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1B64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E0DF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E2C1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8056B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402F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5E3E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147072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9ABD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5ADD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BOROAIA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FABE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5D0A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5662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17EA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FEEB7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8B2F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2C1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147134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BABC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DC00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BOSANCI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FB24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CB52A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1F15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8B88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F26BC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9BEA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7F37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147161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8668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74C1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BOTOSANA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356D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A80F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587E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FF08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EAA42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1D7D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6A00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147205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9A70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D11E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BREAZA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9904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5E1A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2072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E756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944ED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A94E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3E23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147241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E475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F7E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BRODINA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4D83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B7C7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6FA6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503F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EFE56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A0FE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56D6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147465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6D6B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B7FA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0728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9F63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AEBB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65B5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C273C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40A9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BD75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151521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5783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57CF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BURLA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BE0C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F34E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227A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C6D4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D0CD9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DF9C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7C83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147526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D928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E1ED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CACICA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4E5C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479D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606A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D6A0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D7F18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6CF4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FA09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147580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4AE6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7545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CALAFINDESTI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0A2B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303F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0886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2559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40B7E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5942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4D71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151503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184B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02C1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CAPU CAMPULUI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D77D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055B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A3C9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73DF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F587E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DB41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7A1F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147713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16C9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39BA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CARLIBABA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B5B0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4B6C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9607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B968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8D16C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6BEB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4508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151451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6BC5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8FE5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CIOCANESTI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726F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3728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1385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0478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96C09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AFFC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72DE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151567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BC67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DC1C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CIPRIAN PORUMBESCU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4D9D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AA25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6D42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ADEE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EF707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662A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7B66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151433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06B9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1090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COMANESTI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894B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2EC7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AC32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2553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8DFA0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B94F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243C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147786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293A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B8D7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CORNU LUNCII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30D3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71D43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A080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798F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3EC1E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BD70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8456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151497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E4CD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9CCB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4895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9085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5657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7421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ABF2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A078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2993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147884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0FC2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AC30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CRUCEA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DBEC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1C00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3DE4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6A6B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107F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89F8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1F24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147937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D90C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C7AA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DARMANESTI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F05A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CDE7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4A24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6B79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A6CCC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03F1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5C67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148097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FB5C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1AC9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DOLHESTI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B498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4836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65B9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8C2C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08F0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0B23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6DD3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148202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5B7D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EF7C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DORNA CANDRENILOR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8DF3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C25C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71B0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978C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5AC8D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F48F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32F9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148131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8ED4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6C84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DORNA-ARINI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334B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D19B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4D9F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FEFD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A55C1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D771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3807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148293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714B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598A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DORNESTI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1A2A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D566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B8BC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1C4C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F2735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CB6E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5ACD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148328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7E76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8622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DRAGOIESTI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D566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BAC6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59C7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3792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B4222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40E0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EB92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148382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5456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7A66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DRAGUSENI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B9E1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1D6D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04AC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4A8A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B3E61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8EA4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36AD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148426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BA54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3D2E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DUMBRAVENI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2236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F84C8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14FE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68F6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AED8B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8E5E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C037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151488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2C37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4A0F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FANTANA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2E52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2C9B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53B3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2AC4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6D7D2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BDE4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F925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148453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1F47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119F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FANTANELE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2A1F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F441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7557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9998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5CDB2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6836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EFC4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148514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5DF2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27F0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FORASTI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4C69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721C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AECD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FE21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603B03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5053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AC3A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148667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5DE4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00B3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FRATAUTII NOI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F458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0535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328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835F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DCC7CD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8CBC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387C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148694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087C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9CAC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FRATAUTII VECHI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9D92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F71B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DEA1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D642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1D5D1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DE5F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FA2D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148729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BC6A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5012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FRUMOSU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D4B9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CB4C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411B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D114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23E41C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89C2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0325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148765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B67F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547B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FUNDU MOLDOVEI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0C46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EF94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2507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A0A0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EE79E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6E8F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94D4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148872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B4F5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3428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0C1F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0FEC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E7F5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D142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F2E6F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C7B4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6304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148916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AC04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37BD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GRAMESTI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6B43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FE3A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069B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7566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F3CF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9302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CEC7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148970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C00E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EC48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GRANICESTI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A688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D372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ECFF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0E34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B47E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6879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03A6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151512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1EB5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13E0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HANTESTI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A5E9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EBA3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E643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AD12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6E122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753E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DD6C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151549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9855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1A91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HARTOP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48FC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1BE8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A571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EE5C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41EFA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BC64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76AA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149101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64F7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6E3B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HORODNIC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DD26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0DE0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59B8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0BD0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C4188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9405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9A66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151479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66BE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AD1A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HORODNIC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D901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17BF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1218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43D8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9C00B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ECFD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B396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149049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A1F6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77C7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HORODNICENI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3BEE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38EC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D6DC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E70A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878EDF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D450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2627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2737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149138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8D62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FBE7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IACOBENI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E0CE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6158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7A1B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8077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E3959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4DFE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E43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151442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1120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1311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IASLOVAT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8529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971A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E54C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AB5B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825B1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EFE2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CF79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147660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6F12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319A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ILISESTI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FAE1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A173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DEA8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E3F6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1A231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EC92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C718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146281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0E97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DDE5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IPOTESTI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A8DA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CD4B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E095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DF3C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9788C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C18C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30BA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149183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62ED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2CAE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IZVOARELE SUCEVEI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3495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62E9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9492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CFFF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9B1D7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66AC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661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149316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3855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2E56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MALINI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C5B8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93BD9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1F95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B30A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1ADA5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C56C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EE3A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149370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5815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447D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MANASTIREA HUMORULUI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9A96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90AB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1201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DB53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AC067A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37F8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3FF0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149290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5CF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1F4F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MARGINEA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4B72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7B16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13CF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FE1D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456B7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55BC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2D48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146325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5472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CA20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MITOCU DRAGOMIRNEI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5EFA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B21E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4B93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765F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D6624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37F4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BBA2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149414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57F5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837F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C747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1E3A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AC2C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4309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F5A9AB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84F5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B86F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149502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919B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0A84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MOLDOVA-SULITA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7A1B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7D0F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BD2F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DC09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1217E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EE0B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2E21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149539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C5E3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A97A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MOLDOVITA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DDFC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1EB8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928B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EFC9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7273F2F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2BE2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8B93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146502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B0A2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65D2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CAMPULUNG MOLDOVENESC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530C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90DDB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1.998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AB5C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15E1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5A78E0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3CFE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077E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146539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88E1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5017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FALTICENI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90C1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B5F60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2.331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18F7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E51D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AF12E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01A1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A353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146628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B787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E473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RADAUTI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2212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93E03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2.526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1AAA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0674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4B3139F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753D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B2FA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146263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4E57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87A4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SUCEAVA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C940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8CDC8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8.847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9B4E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1052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</w:tr>
      <w:tr w:rsidR="00104FC8" w:rsidRPr="00773C05" w14:paraId="19B5A61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8ABB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371C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146744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5F2C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48DA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VATRA DORNEI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046C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8CCDE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1.714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89BC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01D0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1505F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B0AB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AF1D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149584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19B0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9428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MUSENITA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E4F9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53C1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2E4B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012C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DB6D5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938C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7F49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147358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3E2D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6E5C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BROSTENI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EC9D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62A8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D93D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26A6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A2922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FF21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B296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147633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3D3F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BE98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CAJVANA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E928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B6CC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CCF3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ADE7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437A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CD53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13FE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148006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0F46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11AD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DOLHASCA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3D60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39AF0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F5ED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B7F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1A9B6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CA98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4B85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4CB0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1174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FRASIN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A270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D450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3274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A5DC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09D60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C907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2CCD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146584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E23E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8661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GURA HUMORULUI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5ACA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222F8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9EAB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32A5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8C74E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63B2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B5D7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149227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14AF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9621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LITENI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A210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E6C07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586C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4163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10394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6E28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0DC0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146931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A2EC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68FC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MILISAUTI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B7D6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A397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F3A3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C148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64F6C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7313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B13F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146370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CD28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9768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SALCEA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8750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A26D0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2348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A87A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74E55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5D15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0DBE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146655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5575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87D1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SIRET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88D6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A93A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381C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B875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87AAC9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9017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E9EB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146708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00F21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53AF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SOLCA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7CB6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71E2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17BD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D932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7892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3C9D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69DC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151095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4A2B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768F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VICOVU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7881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E050C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C956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1AF0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D0568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AA25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6A93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149655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A1F9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DB37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OSTRA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ECAE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E485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D683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7B5D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145E9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950A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CD5C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149753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59F3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F16B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PALTINOASA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BCAB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1E97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B332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AEB2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B53122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7D64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8386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149682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C492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3C4B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PANACI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376D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5D5B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84DC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0791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A7658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EB67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E919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149780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813E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50D8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PARTESTII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8289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D342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A92E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57FD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5965F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EF2C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7830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149833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E98E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04AD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PATRAUTI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7C76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CD58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D10D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0CD5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A7D86E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AAD0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FADD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149851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1FC6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0D1A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POIANA STAMPEI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B78E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F15E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CEAB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87BD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E9E24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AE31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ACE7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151585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2957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12CC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POIENI-SOLCA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4863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14EC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C427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2790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7F21FD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9AC2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2FA9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149931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7476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336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POJORATA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B3BC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4E41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4620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4F86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96D4A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BC40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089C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149968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6DD0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E50D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PREUTESTI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3F09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A565D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44F3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4E15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EDD4A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68B6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39AF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150043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199F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0E26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PUTNA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E5FB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FD4C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62CE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9414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BCA2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0329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5B63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150070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0C81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DE48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RADASENI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7E51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15A2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1677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F00A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0B6F7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BE75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AF9A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150114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D947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AB35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3F06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F4CF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C174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B035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DBB4E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C07B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5E2B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150178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C809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16BF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SADOVA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C32B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640D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6857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E43B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358AF9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B72E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7ADE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150445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B32B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8D21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SARU DORNEI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3F0A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7831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00B1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95FE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DC384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54B4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9BB1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150196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F013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394E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838C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AF65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D2DE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9CFE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40AD34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6917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AFAE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146432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BF9F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5DEE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SCHEIA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8989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45BB1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AEDC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4368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D0213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5819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E71F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151460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9DC3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69B5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SERBAUTI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6F17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D977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C4E5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B794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4533B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972F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115F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150221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85D8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CB7C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SIMINICEA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7BA8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0E89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C6E8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CCDC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78FA2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DDBA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4355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150258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27A5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150A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SLATINA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5014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2722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66CE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006D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4D44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2131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7260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150294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FCD8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1B20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STRAJA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AEC9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7C9F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1162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F23E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60C0F6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4E85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6404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150310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402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AD84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STROIESTI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C9ED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9C98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9D3A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D143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D3A8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B904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2677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F20A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150356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9AA3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8251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STULPICANI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7A11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FEF6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380F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B35B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E937F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E953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35F3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150418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D3FB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5D16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3943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E8F7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79AE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21AC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2A399E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13F8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1E4E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150524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AEB7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B696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TODIRESTI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C292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97B8A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85A1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9120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5366D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543F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1FC8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150588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4B7A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B345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781B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2BA88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03E7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DE5A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6A245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9DA5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F011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150702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DB76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5DC5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ULMA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7521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9949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B31A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1B8F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C46A3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00F3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8669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150766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79A9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6035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VADU MOLDOVEI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FFC2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E2A4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D429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5897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818C1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2C8D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2B7B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150891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23E5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30A8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MOLDOVEI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C781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B0C6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AC66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D5D6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0076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705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C6ED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150935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9BB4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6731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VAMA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E836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7D93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8C7D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BE5C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D0987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CEC4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42E4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150980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4530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5936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VATRA MOLDOVITEI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8A0D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4324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CE43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0B2D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77BD9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7629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189D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151022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4C81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0F71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VERESTI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950D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2BBE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486B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4873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DCC44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B163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35FE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151077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7CCF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2A56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VICOVU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3BD0F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CC1C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70F7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D43A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3BF2E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6213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8017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151558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10B4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E0DA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VOITINEL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2322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E3C5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277F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623F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58265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E1F5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A1DB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151120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69E5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9B90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VOLOVAT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FFB8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5E94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6D55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861E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9B1497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C3B4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E58F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151157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B757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9E5A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VULTURESTI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01EB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A772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EE62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4596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A81BD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5BB7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917F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151246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DB9B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DC5E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ZAMOSTEA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175A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F861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C44C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BC52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549BE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4230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44B2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151344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8943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SUCEAVA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EEFB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ZVORISTEA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42E9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13BE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7A33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072C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83B1B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EDD2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A3BE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152038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CFC0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0888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BABAITA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63FF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47CF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F316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C0FB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0CB7D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4607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AA50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151996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D4D8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7FA4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BALACI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C8CB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2280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AD37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450C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946C7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F45B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62C0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155083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9229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58E9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0BF7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338A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61BC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810B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58A3A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12FB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478C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155092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F862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E604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BEUCA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3C60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3E14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A4CE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9710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5D182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8AFD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1DD5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152083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9162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79F9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BLEJESTI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6FAB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2431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83BD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1233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CCFC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7378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DA81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152127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ADBF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8699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BOGDANA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B7FC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5148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45D3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BF23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B41F5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0B77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FEDA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152172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0A4B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F165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BOTOROAGA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6BC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D3DD3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E236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50E0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A2C3C0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2351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F5CA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152234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78E9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AB90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BRAGADIRU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C09E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8205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2A81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C58F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A82804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074A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C31E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152252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76A9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4C0E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BRANCENI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D459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71D5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14BD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BFD6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678B3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7F93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4E98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152270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3DFF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8A70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BUJORENI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1822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FCEB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DE52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102B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80438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53DB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212A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152314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7728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63F3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BUJORU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7D3D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BA13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9A8A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D1FD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32DD4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FF7D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6EF4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152332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ACC3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CD14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BUZESCU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9C11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4C55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8A1A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1DF4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97DD4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5FF7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B1B1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152350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FA74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4E31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DB68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568D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7A38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E8F7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0CCD35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4193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D12D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152412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CC7F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4DD9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CALMATUIU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AFC4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05DE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2EBF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8448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AD25A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D5A3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5A4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152467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E298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0281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CALMATUIU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3110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608D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226A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59D7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A543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8AAE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4C59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152500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1D9A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C03E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CERVENIA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208A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6EDA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BE2D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DF11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8094E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26E5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4D39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152528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AAC5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6FE0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CIOLANESTI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1146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B8AE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0649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4FEE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60F91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DD6C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A23E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151709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4736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09DB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CIUPERCENI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2359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29AC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C863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92B6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A050A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407B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C3A5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152564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B5D1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2974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CONTESTI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5E43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59D7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AFC6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4E65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43118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43F6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4459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152582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275D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3131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COSMESTI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57E4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D557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8EEA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BB30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ABA40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0537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2085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152617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ADF5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B15C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CRANGENI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37F6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04A4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1CA8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6E6F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E8654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BF9C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F5B1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152662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A4B2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7068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CRANGU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567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2FC0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0B33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CF18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C31D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8286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5B77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151932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0FF0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886B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CREVENICU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80CF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A1AD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80AD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7C5B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434A9C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4F81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3762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152724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DAAF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9380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DIDESTI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B6A9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998F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2F49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33CC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D9887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626A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94BD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152760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2854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3CF2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DOBROTESTI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34FA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7B15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0446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100D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5A0A8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5663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23C2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155109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E285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1FC5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DCBE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9145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315B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852E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A895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5216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31A2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152797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3EFC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6A4B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DRACSENEI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E682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356A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48B9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000A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44536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7B58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0268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152868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72D9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1A2D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DRAGANESTI DE VEDE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4C3D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E7FD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E993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C986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26D58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3FE7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AA11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152902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65C5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662B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DRAGANESTI-VLASCA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9DBB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3966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27F3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B252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B6517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DAAB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F354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155118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F11F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406A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FANTANELE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39B6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129A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AFEA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B513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6BEBA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5F8C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9868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155127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E486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10F3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FRASINET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48E1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05E3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E6BD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0A76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21E5C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3C81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3BDE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152993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C8F9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256B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FRUMOASA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94F3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41F3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18A3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4D57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C5F35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7899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A487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152948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FAC3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2336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FURCULESTI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E1D7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0BA4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C475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CCD9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0B1F19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163C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2E4F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153026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299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F206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GALATENI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FA4B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3991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9BE3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6736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D3C6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8D23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9C13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153062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94C6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8C12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GRATIA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B310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7B24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4660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CA0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01FFB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7E5F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2728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1C87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151736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8C5B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AA63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ISLAZ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C915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55080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544C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F82D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1BE1D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BB0A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93C0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153106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58F5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C3BF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IZVOARELE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997B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366F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72A6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5F17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2D437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B41C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C185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153124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2077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8CD9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6DB8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51CE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78BE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2E88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702E6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81BB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FAF3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151763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53CC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CABF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27C7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0A60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3576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FEF0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08C1A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B199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4D8F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153151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744D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BF48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48417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058E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4952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FFEB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135AB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FAC0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B3C5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AD6F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9D9E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MAGURA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D7C2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50E6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94BB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F104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975CF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FACD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B1FC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153277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226F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1C88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MALDAENI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B9BB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6592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C107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3FF4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C4C0A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D618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84CB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153339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8A3D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6917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MARZANESTI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BD47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5B67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B0F3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6B34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9822C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1FC3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AD0F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153204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4133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571E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MAVRODIN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2E54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5D78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D2BE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D579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104E8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7AE0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F2D9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153295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9757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F5C3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509F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F0D6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4EF3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D107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0B1B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A0C1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3675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153384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4CBF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4EA8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MOSTENI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9C01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E4BA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D323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001A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F3BB1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36B5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D65A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151790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64B4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5ED5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ALEXANDRIA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3005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255C6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4.266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A0F6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120F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A48A40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5DB9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A8E4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151870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5428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AB09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ROSIORI DE VEDE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9BAB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70244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2.933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1803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4C7C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D76C36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C8B0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14D0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151683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92C3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57DB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TURNU MAGURELE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94CC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773DB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2.783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C390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8056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C6FA4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33C8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A003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151816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A96C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A7EC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NANOV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219D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A5A7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0D2B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530E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0D244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0DCC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6E1F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153400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A96A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75B5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NASTURELU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B9C9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68B5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0A68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4B3A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85C22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3609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1DB6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153437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E923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1388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NECSESTI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6C1F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F72F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F32C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6DC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23A16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76B8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8548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154996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387D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41D3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NENCIULESTI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4915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D328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D155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C73A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FA2C7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F46F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58C0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153473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D046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23D3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85FA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E00F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B4F7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94CF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C6C4E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898C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DB3E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151905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F2F5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6B4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VIDELE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DF4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2EB70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416D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10EF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663D5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7C35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2C6E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151978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A0BB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562B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ZIMNICEA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C4DF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1AE02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A341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05FA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46E27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4BD6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6520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153507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A503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85B7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ORBEASCA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CB3E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12DFA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E76F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AF54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7C8AD5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6BD0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1CE3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153543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42FC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CF30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PERETU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9274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D9CEF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9669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48AA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DA07A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AE3A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0213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153561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B69A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4BD9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PIATRA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E660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230D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C4BD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A480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AA64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6530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F6B8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153589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0DBA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C949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PIETROSANI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11C1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701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4B7D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1640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89F963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DDAF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9372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153623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93F4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29AC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PLOPII-SLAVITESTI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CBA5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9D15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5C57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A0A3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64C85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5272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F7E8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153605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9628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9FB8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PLOSCA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7958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23AFE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4C80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EC18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4E1BA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660B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C743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153696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750E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C269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5390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E7F6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DCCC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A32E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96924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872E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1D5D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151834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AA1D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414C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POROSCHIA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3369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5A29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0A02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17E4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D84F6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77CA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AEB5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155136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7A11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F9FC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PURANI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5B65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5B42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04BB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9979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1DE7C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6B7C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9E03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153829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06B9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FB1B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PUTINEIU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62F4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5074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9F7B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621D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C3A3A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50F6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1579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153865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F2B8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A2FD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RADOIESTI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D62E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C048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B55F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2BDC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AF039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6A3A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55EB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153909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3670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8C49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RASMIRESTI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FCD6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C657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287F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A219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A64E0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2893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A842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153972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0810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7A9A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8D2D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A3F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10C4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4F13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79CB1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0BE5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8302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155145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0523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3493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SAELELE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0BA8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522B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55A1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230B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A0D735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70BB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E337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153936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E036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AA9C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SALCIA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4B0E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7D94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BC93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7EDD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5ADA9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0E24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AB4F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154308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771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5F56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SARBENI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8628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C1BD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899A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E60B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39847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80BE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1A1B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154013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A000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443B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SCRIOASTEA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A523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5CC1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7C0A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A273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3BC42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9B48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2A18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154068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EFB8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8F24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SCURTU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835C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7DDC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7759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B113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5EB0A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E1FB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732D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154139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AF7B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2FA8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SEACA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4DC6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CE5B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A601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908C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2B23C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ABDE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8D04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154184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EBD4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3764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SEGARCEA-VALE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1DAE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CD1D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F4A2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02BD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66B0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0816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5345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154166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9756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DE1B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SFINTESTI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D9BE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6A52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EB03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E24B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CA768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8D28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515A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154228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0183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265A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SILISTEA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6A86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B087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3906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AA6A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1C1E11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3164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E44F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154282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D45E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31A8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SILISTEA-GUMESTI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1467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CEB0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49BA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8614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C9278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E4EC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5D25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154344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81EA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139C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SLOBOZIA MANDRA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B7F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0972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BEA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C19D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5716D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FDE0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A8B6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154380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7AF1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9C33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SMARDIOASA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7BF4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6083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9764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F266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C5EC2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13D1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45F5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154415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E027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5BDA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STEJARU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E953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35BE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C6F8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2962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F5F6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007E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FD71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154497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0A98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7A09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STOROBANEASA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BF7E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5C76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29F8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2EA1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04EE0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F3E3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636E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154460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806B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9650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SUHAIA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AC1B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9E16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DACB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BD66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223E0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2BCE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B0C1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154521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F4E8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7A81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TALPA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D61F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8B43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B458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B30D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6AF6E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B2B2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2778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6BC4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154585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6A61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3930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TATARASTII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FD06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F700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CEC7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D848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7EA63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8F45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71C3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154665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7694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3907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TATARASTII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DDA1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7F31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A33F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BD76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5C281E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BA43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AA10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154834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5637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8C65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TIGANESTI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28E6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C0F20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5F82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19AB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6D5F2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FD95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5332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154736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CD12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51AD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TRAIAN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6B3B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E6DF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2264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7277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04F2D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E958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EB88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154754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E872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7B98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TRIVALEA-MOSTENI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A176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5061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AD6D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5ABC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144A2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E512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0C1D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154790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CBC6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9074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TROIANUL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E41D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4A5F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4271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15DE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68254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6DDA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5F08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155154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E7A3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82DE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UDA-CLOCOCIOV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8CF5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AAA8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0436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B525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6635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6BC8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0136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154932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839B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FF52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VARTOAPE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1BB3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D4F5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E7CF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FF54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0F7B8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2B3C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BD40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154852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5345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91B8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VEDEA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700C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ADB0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5CD4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426A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0899D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792E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F4B8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154914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4B38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C7F9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VIISOARA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AE8C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40FA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E7A5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D630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EB680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02EE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81A8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153776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1EE6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806F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VITANESTI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4F6E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44D9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5AC3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041D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927EF9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0289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5F97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154978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37A5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TELEORMAN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D393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ZAMBREASCA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C7FA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D633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8629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F236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36938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1EAF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4907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155546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C306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CE64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BALINT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F7ED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52AC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9DF9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6791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66EC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C73A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1935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155591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358B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2CEA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BANLOC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32C3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881C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ADF3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7624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74E6B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9771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F987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155662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C893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D913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CD0A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1059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4B37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9A24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AADF3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C377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CE7F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155957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0396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B100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5C71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6906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1C67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CC67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9148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41C2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C055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155724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CFE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0439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BEBA VECHE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2A03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D80E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B6AD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2BE8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1A7B54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94EF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A52F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155760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22F6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2F5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BECICHERECU MIC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9693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B5CD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98AE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5F64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B2E9D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E2DE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8E29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155797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EA18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AF26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BELINT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6421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5BF1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5A50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CD29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ED631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C296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1B71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155840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DAF8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785B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BETHAUSEN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661C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5071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25D3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1FD9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F6E3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FF1C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E815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155911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484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A4AB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BILED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48E8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046F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3624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1D09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9F650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8007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AB60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159366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B093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0CB2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BIRDA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23B6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2FBE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AD51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1124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BD37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F475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3A1D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156035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934B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C078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BOGDA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D3D9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4028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4D99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0952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9F54F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FCED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28DA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156106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6086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2538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BOLDUR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075A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19B4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3241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FA3A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153FBF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8B4F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762E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156151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F142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9EB2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BRESTOVAT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5F4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0384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074A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B971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931FC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F62A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C51B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159516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B2D5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C83B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BUCOVAT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9224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98D4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2D9F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F1A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C3C17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370D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0449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156213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72B0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EE77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CARPINIS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5E50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54CA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F7E7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7C5B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CC4A2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E0E6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086B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156259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182B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443B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CENAD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BA81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F3E1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293D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2FDA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6DADF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44E3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D793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156277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32B6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7E91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CENEI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B0E0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B3B3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F1B0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0E80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0673FE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B8F9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4BC3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159375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8BDE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D676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CHECEA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8FE1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D2C3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AAC0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9E85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E2081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0C2C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0AAC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156311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8D6F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F5F2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CHEVERESU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5A01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E508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7F77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29E2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18EE4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5CFC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4D94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156437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35B3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3339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COMLOSU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3A1E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C38C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014E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2254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57F32E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7A3F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DE7C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156473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65A0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CC4A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COSTEIU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5CEE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23B4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CC4F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0810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C83EB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D0FF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E37F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156534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9ED3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2591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CRICIOVA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5907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7ADE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BCB5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82AA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8728E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1AEA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C42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156589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9172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F07B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CURTEA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C28B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67DA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42AB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AD54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2B394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38B1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0844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156623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4376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1EA3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DAROVA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7C91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DB68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3C7D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AE48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60D1F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417F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C29D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156669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32E2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17C8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DENTA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728E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C6C0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C1A3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AB94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AB7F1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6423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BE9A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159384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4107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C161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DUDESTII NOI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D766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7EFB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8C68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9058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ECF85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36C4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0F2A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156712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CE70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C838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DUDESTII VECHI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328D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5BF2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81E3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047A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3935E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FF1F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5552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156767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4D39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9280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DUMBRAVA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5065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468E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E0EF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62B7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E48FD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5EC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E5C2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155261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647D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2C83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DUMBRAVITA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CD35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9876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0C48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379F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2C99C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6F43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7DBD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156927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DF7B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94FD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FARDEA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D32F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CD7B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17E4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B34A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457143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155F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0958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159393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8A5C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01B9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FIBIS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27CB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A793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CF23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9A3E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0AD0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AF05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6D2E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157004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9258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6A8C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FOENI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A4EB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E494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1D6D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FF02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3EE00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F91D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F3F0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157031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67E8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4DFA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GAVOJDIA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9359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D504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1EAC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C36D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24D7C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2496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A11F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159400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432A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CFB8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GHILAD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E5CF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4719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97C9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1386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D70441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77B6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ADB7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155289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5E38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B5E7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GHIRODA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8ED4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D8959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2F48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03DE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75524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EFE5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3578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157193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59E73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07AE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GHIZELA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BF35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7836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CFB9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0748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FB4A7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E270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0A1C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157246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FA11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70E0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GIARMATA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FFE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7676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B4FB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2935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80147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647D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1EBF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157273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9B89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F268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GIERA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B1A8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AAFD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DAF3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BFA0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4372D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9F37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329A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155314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5F15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D3E4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GIROC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E01E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F0146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F545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7D4E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DEE624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9A9B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2829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4474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157317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3AD2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AD30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GIULVAZ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3B31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E1B6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1953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9A7E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4F3A5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3DAD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2431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159419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917F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C3F6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GOTTLOB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C44D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6F1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C8AB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5704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7F46E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7D7A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D0DC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159428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A0A6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2BFA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IECEA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2602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3106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C2E2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8806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EF776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CF25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D2A1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157362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8B21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851F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JAMU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0DD5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CE74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470B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86FE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4FA6A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C3D2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7EBB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157424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F60B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26B0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JEBEL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59EE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0E8E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87BC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55CA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8A1A4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B82C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9120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157451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8BE5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EC0A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LENAUHEIM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4909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F9A4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27DF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A86D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14A22D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1E31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56B4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157497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44AA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58B6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LIEBLING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6742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76EF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D386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E51B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69AC3A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26BF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833E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159491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0889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9F43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LIVEZILE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FEA3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DC30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450E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57BA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588D6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4FA6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A0DF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157530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BBD7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34DD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LOVRIN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139C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78A9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0F9A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9DFF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BA0E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34C2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2859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157736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0A89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5681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MANASTIUR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A867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98C8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41D6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BF8E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A188E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C077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BCE3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157585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6E68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BD18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MARGINA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66B7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8C09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650D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D064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8F126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0D76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959C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157683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965F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D18E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MASLOC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553D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24AE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4D89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B003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BCF7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C31E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6DE1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157781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6B76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AE75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MORAVITA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E272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3C8C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EA83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B83B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FF102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7B23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1F0F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157834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93FD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5F4E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MOSNITA NOUA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4C19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F6D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CC90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C00E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B8CC7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1ABE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1189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155350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D6C1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C995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LUGOJ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6705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B456F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4.714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DD87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AE7B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2FDB88D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8988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34BD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155243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4578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2362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TIMISOARA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800F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6CC4E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32.142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F482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40F3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</w:t>
            </w:r>
          </w:p>
        </w:tc>
      </w:tr>
      <w:tr w:rsidR="00104FC8" w:rsidRPr="00773C05" w14:paraId="4960793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1E93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0B84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157898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EEFD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70B7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NADRAG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33B0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032D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E99F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97A3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DC7D0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1829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F33B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157923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2CD0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4FCD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NITCHIDORF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87C8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3124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4933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3928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D43EB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B643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56AE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157969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68EC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349E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OHABA LUNGA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A3A8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9016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B50A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6856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427DF8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77CD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1B1B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155403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F059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AD71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BUZIAS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EFEC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94314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77EE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1184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5C3025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B76D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FA36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156357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0F0D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94B5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CIACOVA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FB295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6E43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19BA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2775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020B2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3E86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CADD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155458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9138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3896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DETA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F828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938D0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90E9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6112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943C2E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72BE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0B73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156801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63B3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795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FAGET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6893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4FFFF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FDB7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793D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1C7EC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99CA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F87B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157086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98D3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098E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GATAIA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B7BB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9613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6502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2C5D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530CC6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377F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1B17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155494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54AB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54A5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JIMBOLIA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4E8F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0E86A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4D82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A21C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71C7CE1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1ED1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534C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158314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9E67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FE8E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RECAS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A26B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3F7B5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0B57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3A2C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4363D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3ACC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B494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155528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B98B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16F9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SANNICOLAU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26D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8FD36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2861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39B0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84615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59AF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B957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158010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5E02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A5A7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ORTISOARA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05D9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68F2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2750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37C4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94E80F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97A4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9BC2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159525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8415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2D84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OTELEC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236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6C86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6624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8B97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DE1A4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B618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CD93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159446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9A31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7233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PADURENI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38AA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F05C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2953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8859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63EEC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A2F8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11DD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159437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59A0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7B90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PARTA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6259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080B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AE20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1C86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3DAB0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CD7A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D779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158065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51DA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39DC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PECIU NOU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D61B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DB53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24C3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718D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2B25B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D619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9A89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158109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9A97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A458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PERIAM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D0EC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16E8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DC88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6AC5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28E38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51F0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82AD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159507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4E3C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71661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PESAC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6531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2242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5375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C8CB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14B43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AEB1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EE93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158136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90C0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2932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PIETROASA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917B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3F1C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46B9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4342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54B14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6942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2B8F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158181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3DD8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AC8E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PISCHIA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E961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46AF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C783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1E52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67B6D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227D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23A6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158243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BB1D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70B3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RACOVITA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AAC4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38A0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8542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4ACB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1B97A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DD9D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FFC4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158396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27AE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70A0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REMETEA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BC27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34AF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3969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9E47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B5834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95B3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0B0A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158564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903F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F2FE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SACALAZ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2727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1944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6B66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595F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791F0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7AA0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75AA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158449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24B9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EC77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SACOSU TURCESC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BDD9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4199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A68F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EAA2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FED109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A96E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0C54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158779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C8F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C20E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C2D9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24FA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9D17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98ED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5B337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A33D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853C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158653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7D51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BB5C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SANANDREI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DCC3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36CF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D102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6B81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C286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D290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FBC6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159464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F123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DE2E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SANDRA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AA48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A86C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642A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B6CC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4FA02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9E70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50AF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158699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660E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59B5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SANMIHAIU ROMAN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970A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897B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540A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1B67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569A0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BF98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544B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158733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D5E5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48A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SANPETRU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AAD2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572C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4CB4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B2F4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E0F9B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5F3E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E703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159455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715C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FAE4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SARAVALE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21B6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51E8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418C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AE61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B7A8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D8FB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253C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158528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8B2B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0590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SATCHINEZ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8F29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3E01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C4B6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A1AE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F85F7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D934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B7D5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158608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8DED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D187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SECAS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4FFD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CA58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B326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C7E0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A869C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72BA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57BD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158804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0982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D361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STIUCA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41B0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13D7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4114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BEB8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1FC4B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EEA5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56A2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158859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95D1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A095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TEREMIA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9617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15CB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1DFD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A1CC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412B4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B18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691D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158895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8E3E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137A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TOMESTI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44F7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C9BB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1CAA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C2A5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AEFF8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25E5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2880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DBE3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159473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C55E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D125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TOMNATIC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89FE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FA8E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2782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B603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BC68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8D09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9F18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158966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805A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1D29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TOPOLOVATU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D7CC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DF29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4BC3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8C55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5C5F9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FF37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FB47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159035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E158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0ECD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TORMAC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F7FE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FA36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1875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7144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B6ECE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CD41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4999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159071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80D1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F6BB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TRAIAN VUIA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80F5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946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B6C5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D126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2E51E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AA41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94AD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159142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DB7A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E8AE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UIVAR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6960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AD57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0102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BEC2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86028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0A2B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2EA4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159482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666C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60E7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94489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B251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F34A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788B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E89CE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1C26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028E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159213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1B34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B493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VARIAS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84B2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B4DE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BF8F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F98E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774CB4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D80D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8AE1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159259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FC00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B552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VICTOR VLAD DELAMARINA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191B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3C38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540F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F05E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F3422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A786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EBA4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159339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1241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TIMIS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7423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VOITEG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82DC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48CC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D4AC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FCDE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11918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3DDE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8B23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159785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D874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0800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FE79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846E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8378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C51D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27BF06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07D9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285E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159847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B2CB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3D97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BEIDAUD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FA29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0E5B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E7FE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113D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9E535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C29B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E58E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161552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A2FF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2037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BESTEPE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085F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41B0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2807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A93D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78F4A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EF8A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8EA6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159883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9FF1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0B84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C.A. ROSETTI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DEBD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1162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0C24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E670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3CA9C2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4E17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EABC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159945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5F23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F1DB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CARCALIU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7790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E817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D638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3D03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FFEE0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D4DC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2B83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159963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5624D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CFD4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CASIMCEA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0F538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0525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6B8C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F2A7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86AE8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5B34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FAB2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160092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9141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9857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CEAMURLIA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62E8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8240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FF9E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7264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B6948A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E299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240A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160047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A9AF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C796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CEATALCHIOI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E609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1726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209A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C7F7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525876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1627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ECE5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160127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3F30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37CE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CERNA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E971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BD3A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7633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AA08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A4D28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C928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302A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160172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E4EA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0820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CHILIA VECHE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C0CA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1E33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B930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7D0E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67800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2D56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5EC4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160225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96FC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62BF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CIUCUROVA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579B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E27B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B0C2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2BD3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150BB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89D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A8B6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160261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73BF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975E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CRISAN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1FF8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832A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0EEB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78B0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ACD76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6FDF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D922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160305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0FF3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FBC71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1193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4CB1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478A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A33E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A2360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D136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305E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160323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9C4F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A11A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DOROBANTU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88B9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3FA5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B484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4F48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1608B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FFC0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7C4E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160387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CBEC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3F63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FRECATEI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D229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820B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EF91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9D50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F53F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598B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590F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160430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C516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0480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GRECI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C0E1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987D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02AF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06F5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BE953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9140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6461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160458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F258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33E8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GRINDU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5960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D560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F2A0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0EFA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A37E12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6E73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4797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160476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7E31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4A14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HAMCEARCA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1218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3919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9A03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8E75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71AF7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C61D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6CE3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160528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715E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463F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HORIA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F6C6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2868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4827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1F72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681B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6670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FE93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161525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7B63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A0F8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I.C.BRATIANU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7A70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44F2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22CB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F36B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E21EA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E75B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B981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160564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B422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9020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IZVOARELE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43FC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4602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E11B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EA20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29BE6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BF4D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0572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160617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FC84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6D28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JIJILA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C28F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09B0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BB38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6CC7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DC541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7AAA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F52A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160644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758E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DCDF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JURILOVCA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75C7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64E9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6CE2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31CE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558570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9278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20F7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160680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C026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892E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LUNCAVITA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DA69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FD1C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4C539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3041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6E8BAE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0FA7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87CD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160724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DCC6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C3F5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MAHMUDIA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A844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174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CE99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F256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597CBB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5801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377D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160779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E417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56DA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MALIUC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F8C3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5E98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1C49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3328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AF85F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6EEE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CD93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160831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9A0C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EED3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MIHAI BRAVU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2B92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9569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F2AB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B256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4C6C5C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B227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B06E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160877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7DB2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42CD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MIHAIL KOGALNICEANU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D486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32BB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606A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EC71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01941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9EED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F963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159614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65DD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FC99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TULCEA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943B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5C92D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6.692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EF0B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8EB6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104FC8" w:rsidRPr="00773C05" w14:paraId="685F00F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9BCA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B5FE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160911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E5E4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70C4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MURIGHIOL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3CEC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3EA7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B0FD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F3BB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9D033F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B4AF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C5CA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160993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429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B5E3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NALBANT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E2F2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8EC4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0E3D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4DDA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A951E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6602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6910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sz w:val="20"/>
                <w:szCs w:val="20"/>
                <w:lang w:val="ro-RO" w:eastAsia="ro-RO"/>
              </w:rPr>
              <w:t>161035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B55F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1547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NICULITEL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769D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816D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sz w:val="20"/>
                <w:szCs w:val="20"/>
                <w:lang w:val="ro-RO" w:eastAsia="ro-RO"/>
              </w:rPr>
              <w:t>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650F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1BE8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1B310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B84B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2647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161053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9169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9638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NUFARU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FD51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23F6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B625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DB24A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18A61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33CE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8D92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159650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4C54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5321A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BABADAG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3F95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05858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3F55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BC91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FA0FD3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A860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8DC5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159687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DC31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7536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ISACCEA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B5FD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BE20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0406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6D4F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62CC3B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1DE1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513A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159730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40DF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CF45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MACIN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9CCF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45C0C0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A8BB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3B0B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49E8D3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5E09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AA8C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159767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D58B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499E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SULINA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4455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853D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9AE5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50B0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F4A8A8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9B68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00AB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161106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B1F2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C10A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OSTROV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C7FD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50B1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B77D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631C8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2D425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B190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0CB2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161133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2BDB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81D15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PARDINA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48960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AF5B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67BD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E3FF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1BBBB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C0CB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4C8B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161151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7F54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D8B5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PECENEAGA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BB69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DB7D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6C0C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1BC32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CC3A7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FC32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199B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161179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7FC6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F158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SARICHIOI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E1FB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8A41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07A6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95FB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9397D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EC02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1F70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161231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334A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CCA1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SFANTU GHEORGHE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59F7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70B5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E2D9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C214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29FDB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34D0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2931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2303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161259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406AD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509E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SLAVA CERCHEZA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DC1C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2C79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31D9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7ED7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37EBE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F6FC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5385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161286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3327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85F9B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SMARDAN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C950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2C82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91F9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2673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06B4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62F2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0FA6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161302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6037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43B9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SOMOVA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2FD6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4BF5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1442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A30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15570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36FE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D2B2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161348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107D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A23C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STEJARU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E56D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9363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4AEF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C22B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91594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B80E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0C04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161384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208E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0D6B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TOPOLOG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D8FE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A087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751D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050B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0FA76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1AF3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0E96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161464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BD61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51D8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TURCOAIA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F5C7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F9DD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BA785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A84F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F5C84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9595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889D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161543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1927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0AFF9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VACARENI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FBAF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84C5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A17F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A82D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8ABB8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11A2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9DF1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161482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4878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42C5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NUCARILOR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AE64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4D27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0023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4E9A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F5BE09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481F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FBB0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161561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A7C2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CB862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TEILOR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E620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6A0C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7693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0D6E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DC58E5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C35F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39C4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168229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3B7C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1724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ALUNU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D214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5AFF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0586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F2E8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73A539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F249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8EF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168309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DDC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2E47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AMARASTI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86DA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7545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0AA0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BFF5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AB79C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A5C0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C806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168559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BADB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79A6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BARBATESTI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F17E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A13A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5005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6FE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00DA8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6AB1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2BA4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168675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51C6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2A59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BERISLAVESTI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A5F2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626D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0E20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07B0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A6DF1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CBE9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C1DF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168755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A06C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7DE0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BOISOARA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2457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371E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8A13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170E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C580BE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C883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5FA2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168791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F7BA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C40F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991A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D9156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B813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D012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E9C0A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CE0F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4259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168880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8113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E22B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BUJORENI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B110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C030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0B26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D61B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097D5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900B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06AE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168960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6BC2F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2339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6E21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F6E1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45A0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3C8D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FB28F1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1938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8D3F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169119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D9A98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48AE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CAINENI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50C4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89B6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28EF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7EDB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14A8B5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2885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A0F9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169039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7DBA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5AA6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CERNISOARA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B861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93CA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BB35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0CEF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749E2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D008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D2DD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169182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772A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9C63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COPACENI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99F4C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4F9F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A4EA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D737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CFBBD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E3A8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BED7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169253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516F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24DF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9B82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F313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44DD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E70C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E1280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6607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2ACA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169306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B9DF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D000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CRETENI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C16E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B9FB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ED4C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9E52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9C1B8B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C9F9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84C6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169351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C1A2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7796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E20D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3AE9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0D29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053B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8746E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D73A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EAAA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169404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A507C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272A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DANICEI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99B4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AF78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AC08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D0D4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7F0BB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B6C0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11AE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174502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6745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E59F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DICULESTI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2F5A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B680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65FC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916F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A6059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F176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4998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169547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6861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654A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DRAGOESTI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D4BA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033B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FF51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EC3B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330C6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310A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758D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169681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C0C6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89264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FARTATESTI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8E54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E3D28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5746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40AC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55C45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6F4E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177C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169583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2079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EE528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FAURESTI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E07B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DBA2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E906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9A87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598B3F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59E1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3DDE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169896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8DA9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A585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FRANCESTI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FE9F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83D50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5486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AE4B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170D0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3DC0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0E2B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169994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99D2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3425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GALICEA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8D3D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882A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DDD7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95C7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06B5B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5B94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51F7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170097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9269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D73A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GHIOROIU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E481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5189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1B61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86B8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1EF52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91A4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6FB9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170168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2BB1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37D6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GLAVILE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2307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ED3B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0018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A878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0760A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AFEA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B6C6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170220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DF02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81DF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7950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1CEA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6BE5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4C59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6AF117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14DA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1F05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170346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21C1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16D2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GRADISTEA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9C91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73DD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17C1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6235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AA0AB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3EB9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55F2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170444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42AE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236E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GUSOENI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53B0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AD6D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4DEE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B48D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126EB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69F5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F3AD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170514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440E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E713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IONESTI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ED4E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F0C1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2922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0A1D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998A3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2D96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0374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174511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AA59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3CE1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LACUSTENI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A768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6414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8497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AE3E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F5755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58ED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9649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170685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7F0E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CD2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LADESTI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CB8D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EE88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FD6E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87B3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AFA76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A3A6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49C8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170612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93E3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8381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LALOSU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0BC9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3CBC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13F9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6522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21C5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9D3B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F19E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170792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55B6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4F95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LAPUSATA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2BDA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6507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D6669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2BC4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C03F04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960D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9237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170872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74B1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D9EE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LIVEZI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A7CF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D8E5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FB14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5F1D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8E0B0E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2615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15DE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170952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F831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8CB9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LUNGESTI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A21A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E92B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2BB3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8A4E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1FC2F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EF24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4B83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171101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0C24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ED3B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MACIUCA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131B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0427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7B0F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FE34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0D387F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8876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2A3F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171209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C140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CC59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MADULARI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8075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20EC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1644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4721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93258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12ED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2AAC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171021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1D7B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167A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MALAIA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7938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715C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0210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3515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BA589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14AA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E26E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171272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A6BB3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6898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MALDARESTI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C175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C78E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A124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000B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8EFB4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E4F0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E454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171067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9CD6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ED654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MATEESTI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52932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E43A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B378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33A0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2627C9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4AE6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75D0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171325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D89B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DCB7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MIHAESTI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690E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C5C3F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0FFA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18F4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8D568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5224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5C15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171469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A783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69C4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MILCOIU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9B2C1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F80B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F085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4DFA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061E48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3E64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A321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174520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4813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0E8E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MITROFANI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8126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B768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29AE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17BA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FF91B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87F8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4CF7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171539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AE11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DE5C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MUEREASCA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9FFF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1451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D36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6B0D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A56C6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8680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2982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FBEE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167981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056C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174A3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DRAGASANI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8704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FD14B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5B8A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E43A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8475B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3BDF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0064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167473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1AC5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1105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RAMNICU VALCEA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176A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2D4E33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9.695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28D6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B3A9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CC9BA2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A563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DD39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171628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ED5C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0B26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NICOLAE BALCESCU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C3BD8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4A94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2520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6661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017DC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F7D1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2355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171806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9898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24AA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A5A3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704F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B16C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89D6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1AF5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428A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BA66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168372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F6BF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2156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BABENI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FC96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63965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F756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C73A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F95C2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3887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B17E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167641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407D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22067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BAILE GOVORA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5F4BB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E96E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355A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DE58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1FD493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50AF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6083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167696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A33C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4355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BAILE OLANESTI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4531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79AC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EA05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F285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179F6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EF2AC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4A20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168452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DC8E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560B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BALCESTI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1510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7229F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3F5D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F0E1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718CD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4A30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24CD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168602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F383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13FF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BERBESTI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2C7C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B7C2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A7D7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0EBC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C9E4D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34B9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CE48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167794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B9F9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AF84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BREZOI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81F50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A2FE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1849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D76E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5FCB9D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5CA2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C1FBD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167909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E6E0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4E3B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CALIMANESTI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48ED0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BBAEC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0B2B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85BE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325A0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7337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3203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168041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C8C15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AEEA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HOREZU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5C53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9027B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3A30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5DA9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78D2A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B3D8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79A4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168130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BB92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E72D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OCNELE MARI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C63F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74A0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463D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B74F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0B3B75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352D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101B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171879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F3750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DD0E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8E45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FF28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B080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4BBD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C2AA4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8C8A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A07B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171931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A87F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3121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OTESANI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EC90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7E8B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B4314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3D5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EB9CA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0A72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D97D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171995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AFFE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BC8E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PAUSESTI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BED7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4B83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F78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E799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243E5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E575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DC90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172082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9F46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5CAC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PAUSESTI-MAGLASI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45C3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77D1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B66B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5147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F0B209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77B9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1D5B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172153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4687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D3AF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PERISANI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FA72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094B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AE34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1051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682C2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EDBD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8831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172279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D9F2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42C4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PESCEANA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7E51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0E01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53C3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7952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DA86E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7281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E4A0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172340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FFC7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88B99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PIETRARI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4521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31CC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754B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CB2F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C459D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764E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A66F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172377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04330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2706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POPESTI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2712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FB99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470C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AA42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464FF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B891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C25F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172457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D972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0F57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PRUNDENI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9772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12C7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859E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1178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C4809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7639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9178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172509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CC72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4703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RACOVITA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5C07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8E1B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C5D3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4F35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46768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84E0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B736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172581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B687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8236A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785C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8513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4CDE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0EDD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2A1D5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3E32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12CC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172698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4B8B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4278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ROSIILE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1E5B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B2A8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0912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0D16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9B8E5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B480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AAE0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172812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7F79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616FB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RUNCU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0766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EC28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DBC8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AFF0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3E043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B122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9037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172894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B9E2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2AB5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SALATRUCEL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71A0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2EC4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25E1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46E7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95BE6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3473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4A12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172947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B397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D575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SCUNDU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0DE5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31B9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A45E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BD9F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1DA9DF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B5E5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365E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172992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E747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BC99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6C5B4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F74B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060B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039E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47B5C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EC01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0538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173686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4BAC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29FA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SIRINEASA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6F3C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7014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BC0B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08BE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6AF33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A994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BD0F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173061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13006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03A2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SLATIOARA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6C816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ACF4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1E7A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4197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1638D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0246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62DF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173132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2A87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8E83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5224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5BD3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BA75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441C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868AF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9059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D17C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173748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A671E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6C36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STEFANESTI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6F36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87D1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8D8B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315B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9738B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8D91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0B14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173230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0E21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261E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STOENESTI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7F53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BC10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E0BA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51E3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943AA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677D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353A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173374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20BD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1E49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STOILESTI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ECE5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341E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7D29E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BC65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C33569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9B6F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1C5E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173533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6888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411AE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STROESTI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B20D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BF8B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5107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AA1D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47D85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8E82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38F9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173793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D203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E5F3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C021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C01C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2294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B91A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1290E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425A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A890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173597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C6A3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80AE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BD1C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02B8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7845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15B0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FCEBB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4D6F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C687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173855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37E2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F64E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TETOIU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2417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965E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C037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282A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2FF7B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EB3E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B8FE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174496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0EE6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BDCE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B2FA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3414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1078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E83B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3942C7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3FD6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0EA8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173935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6E17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8502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TOMSANI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C426B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0D6D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1E80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25CF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4CD8A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79D7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54B0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174021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F24A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1ED6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VAIDEENI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28F2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ED25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C633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A3D5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7CD17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217D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DA6B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174085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4BBF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F7CF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D322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F184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72E9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625C5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89624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7D93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8FC52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174156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8C33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B2D5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VLADESTI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B4E3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94A6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CD64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82F8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CC49E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F6A3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E54E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174218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FC5F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E720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VOICESTI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DAEC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A9C6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305D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87E0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75556B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10D6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F8BA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174254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0787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DD8B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VOINEASA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4B1B1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5BF7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23C3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06D6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56CD1D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EBCC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11EC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174290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B255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883F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ZATRENI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0011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A7E3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D430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6464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0460D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BBA3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8A1E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162014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D1CC3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94D4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ALBESTI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B33B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F4A3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3BAC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477F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83B3A4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0346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B1EA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162069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825E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62E5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ALEXANDRU VLAHUTA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FF7F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D34D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40A8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824F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20FE6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372C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B8D6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162149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0483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35BD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ARSURA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C369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B3A6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0A23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EEA4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89DA9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CB86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3032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FDB1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162327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829F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33AC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5F15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B679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5B04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C6D9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6EFBD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93F1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AC63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162381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6783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3D35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BACESTI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46BC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CB22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FA1D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52FE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0B12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45CD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F577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162452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E833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11B76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B6A7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50C0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0494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C718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199449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C6D8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7E67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162194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6014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F709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BANCA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4518B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D257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75E7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3C69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AE3C62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E850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5234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162498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BC4D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F91A8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BEREZENI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7B9F3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9893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68BC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F3F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366AA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34BC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3CC6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162559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9883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0B04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BLAGESTI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C5F78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622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5774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0EDC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5243C4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A6E4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8DA7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162595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4DDF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8B07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BOGDANA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9D4C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8F06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F5924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FAA1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8C8DE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2A18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0C57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162693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8C7E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DF1C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BOGDANESTI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616F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1142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21C4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7A43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D9F93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2C90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A64C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162791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C90A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AA47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BOGDANITA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818C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08AE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21F4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A8AB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A8669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39E4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0108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162871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AD21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E464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E83D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878B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018D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AB67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D03ED5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73D3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837F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162924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B2B51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DB1C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BUNESTI-AVERESTI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E474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5303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AB4C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9234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A1D50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B3F1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4F1F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167268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72CB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F6382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D623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201A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A153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0F57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B7E22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75DB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6966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163002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9D12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DF1B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CODAESTI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3F0A5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7BC0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98EB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9BDE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4FF0ED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6C10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BEA4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163057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B2DA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79D0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COROIESTI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4AC23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09E8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26E1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A43E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07EA1A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E933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68F8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163137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0583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86D0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COSTESTI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055F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203F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396C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13CB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324DEE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0BB1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98BF6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167277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F475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4476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COZMESTI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8F0F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428C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1C4A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4FCA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0398B3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887D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4F87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163208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883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977C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CRETESTI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952B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B815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2B66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FE6A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26E68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9F7F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ECF6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163253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B0C2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1553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30F6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6390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B7C2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AD65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A09481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6785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8662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163324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6C31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A5F03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DELENI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FC77E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905B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2024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1B2F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9862F1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1EC7B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E05D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163379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7181D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8E69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DELESTI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6AE2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778A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1569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8279C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A00D07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C96B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3B9C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164277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021C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1219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DIMITRIE CANTEMIR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7651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2FF9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82CE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3172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32FCF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4A36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1AB5F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167286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C3347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C0CF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DODESTI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F222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1BC5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6E4A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3D92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14C42F3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1F01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892B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163486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50B0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8B31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DRAGOMIRESTI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02B1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5DC3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34CB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5CB6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C70CE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5403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27AF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163618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7488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A588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DRANCENI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7121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242C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DE46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46EB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39461CD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462EB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7A08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163681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93CD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2EBFB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DUDA-EPURENI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7CE4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4AB4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03C1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3354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A7362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CC4F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025A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163734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652E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B3BA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DUMESTI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163AE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DED4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83C8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AE81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002A1B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D4E8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DE01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163789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F2B5B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3126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EPURENI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9D4A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42846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DD3FB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E194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62FE3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01CF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8AF6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163832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2EB7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4A992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FALCIU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E27D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002A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7931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5A6F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595FCE6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BF82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FF939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167295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CDEF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5DA4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FERESTI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6B9F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E418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8F9D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97A9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9B7D1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7F35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2778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167231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58FE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1B67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FRUNTISENI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6FB5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86B9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77B2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0A77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9189D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1A47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2A4E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163903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1983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E1AB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GAGESTI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832C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5362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E526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F463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E3BC5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61B7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D9C92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164062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5BC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0FCA7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GARCENI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D6BD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2BE1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7D36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92AE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BCF155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0A0C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81E6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163967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767E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E56E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GHERGHESTI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CB7B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52DC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EAB4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1A44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9A5F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7277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5BB1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164133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B8BB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FA5E8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GRIVITA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09EB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9ED0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C0DC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D31A0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410F68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4E8C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8397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164197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5548C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D5D0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HOCENI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B693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5858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408A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1C3B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09C36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CE460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6047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164339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99D5D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AC60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0119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2FBB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3043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A5BB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77F03D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9A00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004D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167222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A0BD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9AB5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IBANESTI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3C51C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1A52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D15C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D593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4C3F4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C370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BFC2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164393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8562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1F49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IVANESTI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6587A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122C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497B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122C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658CF8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2586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B6FC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164543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05A8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1CB5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IVESTI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6302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5CA6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7719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26B0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7CEE3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1E7D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B9FE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164598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67C3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BE939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LAZA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30C2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9AD1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64DB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43861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947A78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CC5C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0A1E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164687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2E92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C9C05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LIPOVAT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E4879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31CE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C02C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66F16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DFCBA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F1C4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0664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164749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5A7C5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61D2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LUNCA BANULUI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CEB2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A234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BD9E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8212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25ADC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381DE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315A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164829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799E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D37E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MALUSTENI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B77D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4A99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F039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CED7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EC40A0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87EC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77A3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164892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BE20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DF36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MICLESTI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4958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D48B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05046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85D8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3EF9AE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C064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C9A1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161794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54FA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18FE5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BARLAD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E162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B9B62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6.154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2A1F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F8E1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2A64432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1775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029B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161829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3BB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3E40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HUSI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4B9D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8E626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2.208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58E4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3236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</w:tr>
      <w:tr w:rsidR="00104FC8" w:rsidRPr="00773C05" w14:paraId="7B1D367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70E6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577E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161945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92E5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6F6C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VASLUI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A36E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FC6AD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5.257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EFA3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62DF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</w:tr>
      <w:tr w:rsidR="00104FC8" w:rsidRPr="00773C05" w14:paraId="105326E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BFFE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990AC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164936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3F8A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BAB7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MUNTENII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1AA1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A3C6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011F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2A85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B17112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0939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F850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167302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2458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583C9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MUNTENII DE SUS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1989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BDF8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056F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8421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E1CB5C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FA40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85F9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165069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B8D94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756E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OLTENESTI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12D9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1CA44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D818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21A0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CA76E2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776D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BD87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164981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1573F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0F43F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MURGENI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AE53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CB5A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46CE1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1CD1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44696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3A43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3083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2D5A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161856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FD2A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4597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NEGRESTI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CF9C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CA441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5F6A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7764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5E206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8C9B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481C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165130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842A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4C0E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DAEF8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2456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279B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79592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D6B5D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0E1D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90C0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165185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3123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2707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PADURENI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5483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37CBC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925B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CD2A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D6F4D2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09ED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F52B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165274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81F1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105E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PERIENI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FD54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AE37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91E6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3398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BC240E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F0CB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B26B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167311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E18C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E45E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POCHIDIA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1125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E62A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09ED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EE65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C24670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41BD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11DB4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165416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164C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7506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POGANA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94D5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C9B6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7335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63F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0BD587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9203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9C9A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167259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EE02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F314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POGONESTI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65E9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C781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B9C9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85B6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72A540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F8D7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7321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165336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DE07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D8C71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POIENESTI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59CD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3B66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D1BC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7496E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34236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E664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B18D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165470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7EFE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E810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PUIESTI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BEA6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0C8C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8400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03CF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A60C9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3FC2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1186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165611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6435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618A4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PUNGESTI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01D7A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BAD4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843E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6390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CEADD1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3DB7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ADD28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167320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72387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EC38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PUSCASI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31B46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E2EE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D11E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9BB1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DFD364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302E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70A24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167240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0E19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E75F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RAFAILA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42FC4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D438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8E66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F416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AB9F0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1701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ADED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165719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8D2A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9C0B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REBRICEA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64F9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BA6EB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36C00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7244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966CF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013D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A786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165817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D97A7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3B1B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ROSIESTI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A5EC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7FF4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D6A4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7117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ACE301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DEEA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D798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165899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12A72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A40C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7199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0DB7E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55C6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AD20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445FC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17504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7056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165979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A297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9DD4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STANILESTI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F47E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93F7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9A7A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6D11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1DE0F2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1BCC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3099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8ECCC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166057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535C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0D32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STEFAN CEL MARE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475F3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1BB5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1047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9E4C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19A0CA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F72D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8E9B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166137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E0310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C576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SULETEA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50322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A044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6270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8454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0269C4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E371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8157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166235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06AB6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EB845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TACUTA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3FB35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D13A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B285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BB4A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E53AD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46CA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C528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166182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B2B8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6617F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TANACU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B2D2A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4700E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FA109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5AF1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0A8EF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0E9B0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5F18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166315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49B9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639C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TATARANI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85FE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7275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24D0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66B3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869A8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1C49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3388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166413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16C4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840F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TODIRESTI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5CBF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228C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6EAA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7D2F2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D6354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E2D8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A12D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166529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5901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A7B0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TUTOVA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3873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BAEE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53A3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C3E9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6B4F3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C69F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F193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166636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B63CE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4B11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F031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AE41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0D86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F6DC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B09DEA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CA1E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0ECB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166672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AEE2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41A6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VETRISOAIA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A420B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8940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87538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9C73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8678B9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B0C0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C5BDA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166707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0A33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618C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VIISOARA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60342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BD96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4A7B3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66877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31A8B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63E66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8A7A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166770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95B03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96DC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VINDEREI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9A65A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3B74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E732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8B6F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8F307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2222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8EFD4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166869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9631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EF3C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VOINESTI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EC3F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4987B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E973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0A13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53937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43341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3382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166985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3077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5CEFE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VULTURESTI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6D512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CF41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0706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8967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5FD890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4CA4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5765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167035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EC566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BCB72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VUTCANI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CBB4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CC0E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4590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B9DA6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1D8D4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7D93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80241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167071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F50D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211D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ZAPODENI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87684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B8DD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1F63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2860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240020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C180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74039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167179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B9EF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VASLUI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2EF2D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ZORLENI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26D9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06680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601A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E9D9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EA465A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9BA7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73FB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175126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7930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575DB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ANDREIASU DE JOS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B369B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EA32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9FF6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BC6CB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976B0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DC8D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1D61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175206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335E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B927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20C50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34B6E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5894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5540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8F1609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F0C1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34B3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175224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CA26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2D36D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BARSESTI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9E87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C754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F837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66B31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5FBED6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13FF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44D38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178929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74FF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88EF9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BILIESTI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5B7A8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7923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561379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9F5E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ABA6E2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CEF3D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6C4E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175260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03B9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FDEC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BOGHESTI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5406A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9128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2BBBCE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4A5C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AFA198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20018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E705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175368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D4D76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57F1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BOLOTESTI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C8F0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C1FC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000D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0048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AF723D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B1B4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795E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175439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2EE3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E44A9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BORDESTI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0E56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23D4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9E11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095B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6BBA54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27D8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9D69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175466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E538F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C6C0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BROSTENI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C97E4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FF85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B803A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720F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A6C03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BF8BE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A66D5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174780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275AE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D7EF3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CAMPINEANCA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00146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1A7E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6422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933D6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FA525B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2952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5F307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175670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D3A5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723F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CAMPURI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083A6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B561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77B9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0B54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74D26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A566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48E8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175732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1A9F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5D792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CARLIGELE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FCB70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05C7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C847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7195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6891A3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B9EC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B3C8C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175509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2ACD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923BC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CHIOJDENI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F50A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91E95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B214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C2FD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BFDFE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C0E0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6D3F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175590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33D0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BC5C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CIORASTI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3FBC2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2157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32C3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7904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C6479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CFD840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BFA61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175787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5473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E50A8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CORBITA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D1E6D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917B1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2B983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7B49A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038E70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B457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962A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175885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D8FAE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1DA4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COTESTI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2CE71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AA23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318C1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D77F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053E49C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02F2C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284E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175938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5863A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F42F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DUMBRAVENI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BFB0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EB462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EE3E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D9C3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088A90E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A0C8E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484A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175983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6EDC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13F7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DUMITRESTI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FFDF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21EA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71E29E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3B64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FECF9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CA30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B114E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176150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7C9E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C93C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FITIONESTI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2394F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15C2D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E0C0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3BFA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9E0FA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6DB4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C024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176212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57687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50129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GAROAFA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E732B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9209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7103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AF44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25E185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F489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3134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51CC3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174824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155B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5253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56FF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A6AD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5EC4F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B7E1C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7E49C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D7A0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3B46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178938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1D535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12BE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GOLOGANU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164C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8AD5B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3491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BB462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3E3D12C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E1902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63930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176301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0CB8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FEC2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GUGESTI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69AD2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236F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6FE7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03BB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840820B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05A6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E25F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176338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69B2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F226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GURA CALITEI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C67C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9B984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2D8A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26240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354030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C9E2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15316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176445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1589D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570C1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HOMOCEA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77FDF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57A3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3222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734CB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59641D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04A3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F485F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176506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C4D47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6178A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JARISTEA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24B17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B7D5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848CB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1765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B3863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68D38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870C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176551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F66D8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D4A7A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JITIA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30F38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FA98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B810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4CC8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A42C34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302D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5C61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176613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0B0E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37CD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MAICANESTI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D32CD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66B4A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08C0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D4155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4AE8EB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4A68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975A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176686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6E371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44788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MERA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CF85B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4A893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7DD5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611D5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3B6EBE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A681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CCE9E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176748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3661D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5458E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MILCOVUL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E3BA6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72365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9B985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315C8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F4579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85B0F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2E229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176793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60E6C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834BD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MOVILITA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01839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224E2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1D62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6AA97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A04D9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D0B3B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8A487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174860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0BF6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01EE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ADJUD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353C5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0A59E92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1.496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52FCC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B71B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12944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CD7F2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94118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174744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7216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E57D4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MUNICIPIUL FOCSANI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02D8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E2D99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7.364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5D6C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1EA0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827653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ECE37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3940A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176855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71473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C5E3F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NANESTI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C6820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76E23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D04C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1802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C3EF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62E87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7BFB6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176891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67D19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E16D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NARUJA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29C5D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9861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F205E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DA82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48A70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B68D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6807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178885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0192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6AB30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NEGRILESTI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6399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90A10F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393B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AAB0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9DAD4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3CA1A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11F23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176944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85CF1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669E8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NEREJU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DBFCC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7D3B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5DBC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0EECC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1EF53A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0CB49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77CE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177003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307A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DAD62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NISTORESTI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5783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68D2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5A8FF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52360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19815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56A095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F4FAE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178947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49BDB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FFFB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OBREJITA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64D5A4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8D853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3BD7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D3EC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7C6B7B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831F5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567D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174922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0E5F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6BE3C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MARASESTI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60DD6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BEFC5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867EA3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5909C3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884987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829C0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A7B8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175019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6EC29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32B771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ODOBESTI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5857B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1CCFD5E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4CFF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EB93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214BF1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1DADA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0EEA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175055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3DA61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71A92F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ORAS PANCIU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84947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urban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640CD4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102F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FB345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A3B369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F366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B6600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177101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8E9E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7573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PALTIN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D5175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ECE0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7B2E9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B81CF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52775C0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A963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6CEE4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178910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FDAA5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87D1E0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PAULESTI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F4E80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7527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779D1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D1DF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5E28BD1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1188E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BDC7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177236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8951D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914F64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PAUNESTI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38C77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49815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F2CC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A6CB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8D45739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1AA45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1EBD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178894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6BC2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04BF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PLOSCUTENI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463A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51828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0868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8E94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E0CCAE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523253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584E7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177263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C79C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D72F5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POIANA CRISTEI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43F6EA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85AF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3A7B4A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CA2C2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86CF1A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BD1E27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EA50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178901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151FF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78C8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POPESTI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B5D0A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11B24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F0BC5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75FCB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D81B3F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67EEF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B31F8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177352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CE5BF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AAAA0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PUFESTI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49E18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A5EC69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0F5B66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63203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96BF95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9A39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9C8F6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177405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3673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FBE24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RACOASA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024B9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FB98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133D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1BEE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46D0B4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40BE3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CE7DB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178956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BA2D6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6D74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RASTOACA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26E43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0EFD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1E50A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09577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B1F1F5A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6929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2425EA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177469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35340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1A062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REGHIU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6BD3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8D5A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E3BD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FF37D6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D015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02A3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445D7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177557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C1B7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B807E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RUGINESTI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15237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FE0B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19ADE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31F6A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D89059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4E4D8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65789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177600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CF657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74336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SIHLEA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E5314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3A0BE2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599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AC73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AC89F0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E2B8F7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A840F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D1AFD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177655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533F4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AEF93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SLOBOZIA BRADULUI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9C2B1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2D14D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84C0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E6B7F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F500BE6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2B85D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B9AEF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177726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7A264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1C396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SLOBOZIA CIORASTI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D21D2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7B6002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30594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DE61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053E7C1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E5559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5105B7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177762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90C7A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47539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SOVEJA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5DA09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E797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9ABCC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7488C6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B120F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2A8AA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0168A9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178965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CF1C0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73A86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SPULBER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70FD61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94774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B00F7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4D548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7F43D17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49FCF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7B79B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177799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F901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ECE8D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STRAOANE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133BE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EDC91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48255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8CE287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5EA163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D89A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BD8F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177842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3CF40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6A7BC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SURAIA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1B1C7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220E53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30647D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FF13A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F2AEEE2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066A51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D7505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178046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3231C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ACC2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TAMBOESTI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AE006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52B58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F0ADFC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F377FB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71F050E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D1B53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69E6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177879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CC6EE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EC69FB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TANASOAIA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E9A0C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1CA74D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EF262C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3C46F5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2E8127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B5C376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C779D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177986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9AD34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A802E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TATARANU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C84A6C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57FFA72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BBF16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29211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554270C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C18B97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8FF574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178180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C83A3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86DDFA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TIFESTI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A296EF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293ED0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610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FF7F3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65711D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2FC8F8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86AA4D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42AF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178117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5D95A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442B18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TULNICI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DA293E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105C9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BD8AF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187F0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3B2F293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F3D898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D25CD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178279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4122B7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0DD823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URECHESTI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CD8AF7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FCFAF3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817BC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75DD2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904B7E4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310A21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27C232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178313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51D09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DBBA47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VALEA SARII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A250BC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80029E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54EC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9F7F87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1F05870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50F6F8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37909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178607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B31AA6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11F65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VANATORI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2475F9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61CE896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710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7B0EB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AF130F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4614062D" w14:textId="77777777" w:rsidTr="00104FC8">
        <w:trPr>
          <w:trHeight w:val="285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C7D78F6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49638A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178689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083CDA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135D6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VARTESCOIU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F2E29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EC11F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7A6A1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8454FD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9265C30" w14:textId="77777777" w:rsidTr="00104FC8">
        <w:trPr>
          <w:trHeight w:val="300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3DD2D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CEBB4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178377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F28015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288CC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VIDRA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AE993F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7939DAA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856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B853D0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183678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2B6B4EF3" w14:textId="77777777" w:rsidTr="00104FC8">
        <w:trPr>
          <w:trHeight w:val="300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AB6A3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E179278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178475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5AE1C1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9392F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VINTILEASCA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7AC0A3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63D070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257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E4475C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3666CDE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17ADE8C0" w14:textId="77777777" w:rsidTr="00104FC8">
        <w:trPr>
          <w:trHeight w:val="300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EC092F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lastRenderedPageBreak/>
              <w:t>3185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CD42EDB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178545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1668D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DBFEAED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VIZANTEA-LIVEZI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6A44724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749EDAC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A2F9ECD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FEBE49A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</w:t>
            </w:r>
          </w:p>
        </w:tc>
      </w:tr>
      <w:tr w:rsidR="00104FC8" w:rsidRPr="00773C05" w14:paraId="433C88D5" w14:textId="77777777" w:rsidTr="00104FC8">
        <w:trPr>
          <w:trHeight w:val="300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C6CA8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6540FB5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178750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EB5FDB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C92AE0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VRANCIOAIA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97EB6CE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D37D819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469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6A1A0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B76AFA0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104FC8" w:rsidRPr="00773C05" w14:paraId="6D0E2FF6" w14:textId="77777777" w:rsidTr="00104FC8">
        <w:trPr>
          <w:trHeight w:val="300"/>
          <w:jc w:val="center"/>
        </w:trPr>
        <w:tc>
          <w:tcPr>
            <w:tcW w:w="6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5A290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3187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1E49643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178821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653BF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VRANCEA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BBA5258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VULTURU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5F5A4C2" w14:textId="77777777" w:rsidR="00773C05" w:rsidRPr="00773C05" w:rsidRDefault="00773C05" w:rsidP="00773C0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rural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92D050"/>
            <w:vAlign w:val="bottom"/>
            <w:hideMark/>
          </w:tcPr>
          <w:p w14:paraId="3BBE4F17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1.126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EECEA11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1DC574F" w14:textId="77777777" w:rsidR="00773C05" w:rsidRPr="00773C05" w:rsidRDefault="00773C05" w:rsidP="00773C05">
            <w:pPr>
              <w:spacing w:after="0" w:line="240" w:lineRule="auto"/>
              <w:ind w:left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</w:pPr>
            <w:r w:rsidRPr="00773C0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</w:tbl>
    <w:p w14:paraId="41721AFB" w14:textId="77777777" w:rsidR="001A2D1A" w:rsidRPr="00C0027E" w:rsidRDefault="001A2D1A" w:rsidP="00C17F9F">
      <w:pPr>
        <w:spacing w:after="0" w:line="240" w:lineRule="auto"/>
        <w:ind w:left="0" w:firstLine="708"/>
        <w:jc w:val="center"/>
        <w:rPr>
          <w:rFonts w:eastAsia="Times New Roman"/>
          <w:bCs/>
          <w:lang w:val="ro-RO"/>
        </w:rPr>
      </w:pPr>
    </w:p>
    <w:sectPr w:rsidR="001A2D1A" w:rsidRPr="00C0027E" w:rsidSect="00211996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288" w:right="852" w:bottom="1135" w:left="567" w:header="270" w:footer="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2D3CC" w14:textId="77777777" w:rsidR="00ED5EB3" w:rsidRDefault="00ED5EB3" w:rsidP="00CD5B3B">
      <w:r>
        <w:separator/>
      </w:r>
    </w:p>
  </w:endnote>
  <w:endnote w:type="continuationSeparator" w:id="0">
    <w:p w14:paraId="0CEF2C7E" w14:textId="77777777" w:rsidR="00ED5EB3" w:rsidRDefault="00ED5EB3" w:rsidP="00CD5B3B">
      <w:r>
        <w:continuationSeparator/>
      </w:r>
    </w:p>
  </w:endnote>
  <w:endnote w:type="continuationNotice" w:id="1">
    <w:p w14:paraId="34F315EC" w14:textId="77777777" w:rsidR="00ED5EB3" w:rsidRDefault="00ED5E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650434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0"/>
        <w:szCs w:val="20"/>
      </w:rPr>
    </w:sdtEndPr>
    <w:sdtContent>
      <w:p w14:paraId="104AE0AB" w14:textId="598ED1A2" w:rsidR="005D0390" w:rsidRPr="00211996" w:rsidRDefault="005D0390">
        <w:pPr>
          <w:pStyle w:val="Footer"/>
          <w:jc w:val="right"/>
          <w:rPr>
            <w:rFonts w:asciiTheme="minorHAnsi" w:hAnsiTheme="minorHAnsi" w:cstheme="minorHAnsi"/>
            <w:sz w:val="20"/>
            <w:szCs w:val="20"/>
          </w:rPr>
        </w:pPr>
        <w:r w:rsidRPr="0021199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11996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 w:rsidRPr="0021199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87554A">
          <w:rPr>
            <w:rFonts w:asciiTheme="minorHAnsi" w:hAnsiTheme="minorHAnsi" w:cstheme="minorHAnsi"/>
            <w:noProof/>
            <w:sz w:val="20"/>
            <w:szCs w:val="20"/>
          </w:rPr>
          <w:t>8</w:t>
        </w:r>
        <w:r w:rsidRPr="00211996">
          <w:rPr>
            <w:rFonts w:asciiTheme="minorHAnsi" w:hAnsiTheme="minorHAnsi" w:cstheme="minorHAnsi"/>
            <w:noProof/>
            <w:sz w:val="20"/>
            <w:szCs w:val="20"/>
          </w:rPr>
          <w:fldChar w:fldCharType="end"/>
        </w:r>
      </w:p>
    </w:sdtContent>
  </w:sdt>
  <w:p w14:paraId="2667E5AD" w14:textId="77777777" w:rsidR="005D0390" w:rsidRDefault="005D0390" w:rsidP="004F1117">
    <w:pPr>
      <w:tabs>
        <w:tab w:val="center" w:pos="4320"/>
        <w:tab w:val="right" w:pos="8640"/>
      </w:tabs>
      <w:spacing w:after="0"/>
      <w:ind w:left="567"/>
      <w:rPr>
        <w:rFonts w:ascii="Cambria" w:hAnsi="Cambria"/>
        <w:sz w:val="14"/>
        <w:szCs w:val="14"/>
        <w:lang w:val="x-none" w:eastAsia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56931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1D8342" w14:textId="1F070E24" w:rsidR="005D0390" w:rsidRDefault="005D039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55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75AB3D" w14:textId="77777777" w:rsidR="005D0390" w:rsidRDefault="005D0390" w:rsidP="002B4199">
    <w:pPr>
      <w:tabs>
        <w:tab w:val="center" w:pos="4320"/>
        <w:tab w:val="right" w:pos="8640"/>
      </w:tabs>
      <w:spacing w:after="0"/>
      <w:ind w:left="567"/>
      <w:rPr>
        <w:rFonts w:ascii="Cambria" w:hAnsi="Cambria"/>
        <w:lang w:val="ro-RO" w:eastAsia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1A171" w14:textId="77777777" w:rsidR="00ED5EB3" w:rsidRDefault="00ED5EB3" w:rsidP="00CD5B3B">
      <w:r>
        <w:separator/>
      </w:r>
    </w:p>
  </w:footnote>
  <w:footnote w:type="continuationSeparator" w:id="0">
    <w:p w14:paraId="1506275E" w14:textId="77777777" w:rsidR="00ED5EB3" w:rsidRDefault="00ED5EB3" w:rsidP="00CD5B3B">
      <w:r>
        <w:continuationSeparator/>
      </w:r>
    </w:p>
  </w:footnote>
  <w:footnote w:type="continuationNotice" w:id="1">
    <w:p w14:paraId="160D1081" w14:textId="77777777" w:rsidR="00ED5EB3" w:rsidRDefault="00ED5E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2A950" w14:textId="77777777" w:rsidR="005D0390" w:rsidRPr="00CD5B3B" w:rsidRDefault="005D0390" w:rsidP="00E45D16">
    <w:pPr>
      <w:pStyle w:val="MediumGrid21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7719" w:type="dxa"/>
      <w:tblInd w:w="-56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60"/>
      <w:gridCol w:w="5100"/>
      <w:gridCol w:w="3259"/>
    </w:tblGrid>
    <w:tr w:rsidR="005D0390" w14:paraId="5FFC9EF9" w14:textId="77777777" w:rsidTr="00BD3174">
      <w:tc>
        <w:tcPr>
          <w:tcW w:w="9360" w:type="dxa"/>
        </w:tcPr>
        <w:p w14:paraId="6F8FD4C1" w14:textId="27556B00" w:rsidR="005D0390" w:rsidRPr="00CD5B3B" w:rsidRDefault="005D0390" w:rsidP="00B411BE">
          <w:pPr>
            <w:pStyle w:val="MediumGrid21"/>
            <w:ind w:left="419"/>
            <w:jc w:val="both"/>
          </w:pPr>
          <w:r>
            <w:t xml:space="preserve">                                                             </w:t>
          </w:r>
        </w:p>
      </w:tc>
      <w:tc>
        <w:tcPr>
          <w:tcW w:w="5100" w:type="dxa"/>
          <w:shd w:val="clear" w:color="auto" w:fill="auto"/>
        </w:tcPr>
        <w:p w14:paraId="7BE1E705" w14:textId="77777777" w:rsidR="005D0390" w:rsidRPr="00CD5B3B" w:rsidRDefault="005D0390" w:rsidP="007464B2">
          <w:pPr>
            <w:pStyle w:val="MediumGrid21"/>
          </w:pPr>
        </w:p>
      </w:tc>
      <w:tc>
        <w:tcPr>
          <w:tcW w:w="3259" w:type="dxa"/>
          <w:shd w:val="clear" w:color="auto" w:fill="auto"/>
          <w:vAlign w:val="center"/>
        </w:tcPr>
        <w:p w14:paraId="2468B536" w14:textId="77777777" w:rsidR="005D0390" w:rsidRDefault="005D0390" w:rsidP="007464B2">
          <w:pPr>
            <w:pStyle w:val="MediumGrid21"/>
            <w:jc w:val="right"/>
          </w:pPr>
          <w:r>
            <w:t>Nesecret</w:t>
          </w:r>
        </w:p>
      </w:tc>
    </w:tr>
  </w:tbl>
  <w:p w14:paraId="796BA5CC" w14:textId="5AF43FD7" w:rsidR="005D0390" w:rsidRPr="00C34571" w:rsidRDefault="005D0390" w:rsidP="00C34571">
    <w:pPr>
      <w:pStyle w:val="Header"/>
      <w:spacing w:after="0" w:line="240" w:lineRule="auto"/>
      <w:rPr>
        <w:sz w:val="16"/>
        <w:szCs w:val="16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49B8BE5C" wp14:editId="4F6BAD75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6750050" cy="792480"/>
          <wp:effectExtent l="0" t="0" r="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05" w:hanging="40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</w:abstractNum>
  <w:abstractNum w:abstractNumId="1" w15:restartNumberingAfterBreak="0">
    <w:nsid w:val="01542D25"/>
    <w:multiLevelType w:val="hybridMultilevel"/>
    <w:tmpl w:val="267CC9B2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04880B53"/>
    <w:multiLevelType w:val="hybridMultilevel"/>
    <w:tmpl w:val="5226CB1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3129BD"/>
    <w:multiLevelType w:val="multilevel"/>
    <w:tmpl w:val="F5267CF6"/>
    <w:lvl w:ilvl="0">
      <w:start w:val="9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06477898"/>
    <w:multiLevelType w:val="hybridMultilevel"/>
    <w:tmpl w:val="7D84A938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68B21AC"/>
    <w:multiLevelType w:val="hybridMultilevel"/>
    <w:tmpl w:val="ABD6A738"/>
    <w:lvl w:ilvl="0" w:tplc="0948858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0" w:hanging="360"/>
      </w:pPr>
    </w:lvl>
    <w:lvl w:ilvl="2" w:tplc="0418001B" w:tentative="1">
      <w:start w:val="1"/>
      <w:numFmt w:val="lowerRoman"/>
      <w:lvlText w:val="%3."/>
      <w:lvlJc w:val="right"/>
      <w:pPr>
        <w:ind w:left="2070" w:hanging="180"/>
      </w:pPr>
    </w:lvl>
    <w:lvl w:ilvl="3" w:tplc="0418000F" w:tentative="1">
      <w:start w:val="1"/>
      <w:numFmt w:val="decimal"/>
      <w:lvlText w:val="%4."/>
      <w:lvlJc w:val="left"/>
      <w:pPr>
        <w:ind w:left="2790" w:hanging="360"/>
      </w:pPr>
    </w:lvl>
    <w:lvl w:ilvl="4" w:tplc="04180019" w:tentative="1">
      <w:start w:val="1"/>
      <w:numFmt w:val="lowerLetter"/>
      <w:lvlText w:val="%5."/>
      <w:lvlJc w:val="left"/>
      <w:pPr>
        <w:ind w:left="3510" w:hanging="360"/>
      </w:pPr>
    </w:lvl>
    <w:lvl w:ilvl="5" w:tplc="0418001B" w:tentative="1">
      <w:start w:val="1"/>
      <w:numFmt w:val="lowerRoman"/>
      <w:lvlText w:val="%6."/>
      <w:lvlJc w:val="right"/>
      <w:pPr>
        <w:ind w:left="4230" w:hanging="180"/>
      </w:pPr>
    </w:lvl>
    <w:lvl w:ilvl="6" w:tplc="0418000F" w:tentative="1">
      <w:start w:val="1"/>
      <w:numFmt w:val="decimal"/>
      <w:lvlText w:val="%7."/>
      <w:lvlJc w:val="left"/>
      <w:pPr>
        <w:ind w:left="4950" w:hanging="360"/>
      </w:pPr>
    </w:lvl>
    <w:lvl w:ilvl="7" w:tplc="04180019" w:tentative="1">
      <w:start w:val="1"/>
      <w:numFmt w:val="lowerLetter"/>
      <w:lvlText w:val="%8."/>
      <w:lvlJc w:val="left"/>
      <w:pPr>
        <w:ind w:left="5670" w:hanging="360"/>
      </w:pPr>
    </w:lvl>
    <w:lvl w:ilvl="8" w:tplc="041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0D134611"/>
    <w:multiLevelType w:val="hybridMultilevel"/>
    <w:tmpl w:val="9B28DC20"/>
    <w:lvl w:ilvl="0" w:tplc="0409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20" w:hanging="360"/>
      </w:pPr>
    </w:lvl>
    <w:lvl w:ilvl="2" w:tplc="0418001B" w:tentative="1">
      <w:start w:val="1"/>
      <w:numFmt w:val="lowerRoman"/>
      <w:lvlText w:val="%3."/>
      <w:lvlJc w:val="right"/>
      <w:pPr>
        <w:ind w:left="2340" w:hanging="180"/>
      </w:pPr>
    </w:lvl>
    <w:lvl w:ilvl="3" w:tplc="0418000F" w:tentative="1">
      <w:start w:val="1"/>
      <w:numFmt w:val="decimal"/>
      <w:lvlText w:val="%4."/>
      <w:lvlJc w:val="left"/>
      <w:pPr>
        <w:ind w:left="3060" w:hanging="360"/>
      </w:pPr>
    </w:lvl>
    <w:lvl w:ilvl="4" w:tplc="04180019" w:tentative="1">
      <w:start w:val="1"/>
      <w:numFmt w:val="lowerLetter"/>
      <w:lvlText w:val="%5."/>
      <w:lvlJc w:val="left"/>
      <w:pPr>
        <w:ind w:left="3780" w:hanging="360"/>
      </w:pPr>
    </w:lvl>
    <w:lvl w:ilvl="5" w:tplc="0418001B" w:tentative="1">
      <w:start w:val="1"/>
      <w:numFmt w:val="lowerRoman"/>
      <w:lvlText w:val="%6."/>
      <w:lvlJc w:val="right"/>
      <w:pPr>
        <w:ind w:left="4500" w:hanging="180"/>
      </w:pPr>
    </w:lvl>
    <w:lvl w:ilvl="6" w:tplc="0418000F" w:tentative="1">
      <w:start w:val="1"/>
      <w:numFmt w:val="decimal"/>
      <w:lvlText w:val="%7."/>
      <w:lvlJc w:val="left"/>
      <w:pPr>
        <w:ind w:left="5220" w:hanging="360"/>
      </w:pPr>
    </w:lvl>
    <w:lvl w:ilvl="7" w:tplc="04180019" w:tentative="1">
      <w:start w:val="1"/>
      <w:numFmt w:val="lowerLetter"/>
      <w:lvlText w:val="%8."/>
      <w:lvlJc w:val="left"/>
      <w:pPr>
        <w:ind w:left="5940" w:hanging="360"/>
      </w:pPr>
    </w:lvl>
    <w:lvl w:ilvl="8" w:tplc="0418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263DFD"/>
    <w:multiLevelType w:val="hybridMultilevel"/>
    <w:tmpl w:val="9E20D95A"/>
    <w:lvl w:ilvl="0" w:tplc="8A02E4E6">
      <w:numFmt w:val="bullet"/>
      <w:lvlText w:val="-"/>
      <w:lvlJc w:val="left"/>
      <w:pPr>
        <w:ind w:left="195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8" w15:restartNumberingAfterBreak="0">
    <w:nsid w:val="15DD032F"/>
    <w:multiLevelType w:val="multilevel"/>
    <w:tmpl w:val="A5C29B78"/>
    <w:lvl w:ilvl="0">
      <w:start w:val="11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9" w15:restartNumberingAfterBreak="0">
    <w:nsid w:val="16167198"/>
    <w:multiLevelType w:val="hybridMultilevel"/>
    <w:tmpl w:val="427CF470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69212F1"/>
    <w:multiLevelType w:val="hybridMultilevel"/>
    <w:tmpl w:val="D3B07FC0"/>
    <w:lvl w:ilvl="0" w:tplc="B5226CD6">
      <w:start w:val="5"/>
      <w:numFmt w:val="bullet"/>
      <w:lvlText w:val="-"/>
      <w:lvlJc w:val="left"/>
      <w:pPr>
        <w:ind w:left="2061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1" w15:restartNumberingAfterBreak="0">
    <w:nsid w:val="17735A7F"/>
    <w:multiLevelType w:val="hybridMultilevel"/>
    <w:tmpl w:val="0554E8C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17AC5095"/>
    <w:multiLevelType w:val="hybridMultilevel"/>
    <w:tmpl w:val="DFBA5DD6"/>
    <w:lvl w:ilvl="0" w:tplc="8102BA6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36966D74">
      <w:start w:val="1"/>
      <w:numFmt w:val="decimal"/>
      <w:lvlText w:val="%2."/>
      <w:lvlJc w:val="left"/>
      <w:pPr>
        <w:ind w:left="2214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1872125F"/>
    <w:multiLevelType w:val="hybridMultilevel"/>
    <w:tmpl w:val="DF36DCC0"/>
    <w:lvl w:ilvl="0" w:tplc="A1E42AF8"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19405B1A"/>
    <w:multiLevelType w:val="hybridMultilevel"/>
    <w:tmpl w:val="88604A1E"/>
    <w:lvl w:ilvl="0" w:tplc="59A80510"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B3E404E"/>
    <w:multiLevelType w:val="hybridMultilevel"/>
    <w:tmpl w:val="59DEF17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1B607A7C"/>
    <w:multiLevelType w:val="hybridMultilevel"/>
    <w:tmpl w:val="C284C6B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0C3ECF"/>
    <w:multiLevelType w:val="hybridMultilevel"/>
    <w:tmpl w:val="4C245AA8"/>
    <w:lvl w:ilvl="0" w:tplc="0409000F">
      <w:start w:val="1"/>
      <w:numFmt w:val="decimal"/>
      <w:lvlText w:val="%1."/>
      <w:lvlJc w:val="left"/>
      <w:pPr>
        <w:ind w:left="6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1C5B737D"/>
    <w:multiLevelType w:val="multilevel"/>
    <w:tmpl w:val="A05C56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80" w:hanging="2160"/>
      </w:pPr>
      <w:rPr>
        <w:rFonts w:hint="default"/>
      </w:rPr>
    </w:lvl>
  </w:abstractNum>
  <w:abstractNum w:abstractNumId="19" w15:restartNumberingAfterBreak="0">
    <w:nsid w:val="208423E6"/>
    <w:multiLevelType w:val="hybridMultilevel"/>
    <w:tmpl w:val="F496D9C8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04090017">
      <w:start w:val="1"/>
      <w:numFmt w:val="lowerLetter"/>
      <w:lvlText w:val="%2)"/>
      <w:lvlJc w:val="left"/>
      <w:pPr>
        <w:ind w:left="1854" w:hanging="360"/>
      </w:pPr>
    </w:lvl>
    <w:lvl w:ilvl="2" w:tplc="76868450">
      <w:start w:val="1"/>
      <w:numFmt w:val="decimal"/>
      <w:lvlText w:val="(%3)"/>
      <w:lvlJc w:val="left"/>
      <w:pPr>
        <w:ind w:left="3474" w:hanging="360"/>
      </w:pPr>
      <w:rPr>
        <w:rFonts w:hint="default"/>
      </w:rPr>
    </w:lvl>
    <w:lvl w:ilvl="3" w:tplc="4CB08E6E">
      <w:start w:val="10"/>
      <w:numFmt w:val="decimal"/>
      <w:lvlText w:val="%4."/>
      <w:lvlJc w:val="left"/>
      <w:pPr>
        <w:ind w:left="401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29734B39"/>
    <w:multiLevelType w:val="hybridMultilevel"/>
    <w:tmpl w:val="0D027AE2"/>
    <w:lvl w:ilvl="0" w:tplc="8A02E4E6">
      <w:numFmt w:val="bullet"/>
      <w:lvlText w:val="-"/>
      <w:lvlJc w:val="left"/>
      <w:pPr>
        <w:ind w:left="22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 w15:restartNumberingAfterBreak="0">
    <w:nsid w:val="2A2C129D"/>
    <w:multiLevelType w:val="hybridMultilevel"/>
    <w:tmpl w:val="9724ADD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E326AD9"/>
    <w:multiLevelType w:val="hybridMultilevel"/>
    <w:tmpl w:val="A962C450"/>
    <w:lvl w:ilvl="0" w:tplc="9B86F8A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781" w:hanging="360"/>
      </w:pPr>
    </w:lvl>
    <w:lvl w:ilvl="2" w:tplc="0418001B" w:tentative="1">
      <w:start w:val="1"/>
      <w:numFmt w:val="lowerRoman"/>
      <w:lvlText w:val="%3."/>
      <w:lvlJc w:val="right"/>
      <w:pPr>
        <w:ind w:left="3501" w:hanging="180"/>
      </w:pPr>
    </w:lvl>
    <w:lvl w:ilvl="3" w:tplc="0418000F" w:tentative="1">
      <w:start w:val="1"/>
      <w:numFmt w:val="decimal"/>
      <w:lvlText w:val="%4."/>
      <w:lvlJc w:val="left"/>
      <w:pPr>
        <w:ind w:left="4221" w:hanging="360"/>
      </w:pPr>
    </w:lvl>
    <w:lvl w:ilvl="4" w:tplc="04180019" w:tentative="1">
      <w:start w:val="1"/>
      <w:numFmt w:val="lowerLetter"/>
      <w:lvlText w:val="%5."/>
      <w:lvlJc w:val="left"/>
      <w:pPr>
        <w:ind w:left="4941" w:hanging="360"/>
      </w:pPr>
    </w:lvl>
    <w:lvl w:ilvl="5" w:tplc="0418001B" w:tentative="1">
      <w:start w:val="1"/>
      <w:numFmt w:val="lowerRoman"/>
      <w:lvlText w:val="%6."/>
      <w:lvlJc w:val="right"/>
      <w:pPr>
        <w:ind w:left="5661" w:hanging="180"/>
      </w:pPr>
    </w:lvl>
    <w:lvl w:ilvl="6" w:tplc="0418000F" w:tentative="1">
      <w:start w:val="1"/>
      <w:numFmt w:val="decimal"/>
      <w:lvlText w:val="%7."/>
      <w:lvlJc w:val="left"/>
      <w:pPr>
        <w:ind w:left="6381" w:hanging="360"/>
      </w:pPr>
    </w:lvl>
    <w:lvl w:ilvl="7" w:tplc="04180019" w:tentative="1">
      <w:start w:val="1"/>
      <w:numFmt w:val="lowerLetter"/>
      <w:lvlText w:val="%8."/>
      <w:lvlJc w:val="left"/>
      <w:pPr>
        <w:ind w:left="7101" w:hanging="360"/>
      </w:pPr>
    </w:lvl>
    <w:lvl w:ilvl="8" w:tplc="0418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30171DE4"/>
    <w:multiLevelType w:val="hybridMultilevel"/>
    <w:tmpl w:val="E5C65F08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2620C3A"/>
    <w:multiLevelType w:val="hybridMultilevel"/>
    <w:tmpl w:val="6D163E2C"/>
    <w:lvl w:ilvl="0" w:tplc="59A805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811C48"/>
    <w:multiLevelType w:val="multilevel"/>
    <w:tmpl w:val="376A3D92"/>
    <w:lvl w:ilvl="0">
      <w:start w:val="12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6" w15:restartNumberingAfterBreak="0">
    <w:nsid w:val="3BE32ADB"/>
    <w:multiLevelType w:val="hybridMultilevel"/>
    <w:tmpl w:val="A7EECBB4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3CFF53E6"/>
    <w:multiLevelType w:val="multilevel"/>
    <w:tmpl w:val="D16E128A"/>
    <w:lvl w:ilvl="0">
      <w:start w:val="6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8" w15:restartNumberingAfterBreak="0">
    <w:nsid w:val="43F00561"/>
    <w:multiLevelType w:val="hybridMultilevel"/>
    <w:tmpl w:val="FBA6CE3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4EEA3CFF"/>
    <w:multiLevelType w:val="hybridMultilevel"/>
    <w:tmpl w:val="75E8B3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BC7641"/>
    <w:multiLevelType w:val="hybridMultilevel"/>
    <w:tmpl w:val="D3BED31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CA02DCF"/>
    <w:multiLevelType w:val="hybridMultilevel"/>
    <w:tmpl w:val="0F161B3E"/>
    <w:lvl w:ilvl="0" w:tplc="040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5F32441B"/>
    <w:multiLevelType w:val="hybridMultilevel"/>
    <w:tmpl w:val="12801C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21E6C"/>
    <w:multiLevelType w:val="multilevel"/>
    <w:tmpl w:val="A54499B4"/>
    <w:lvl w:ilvl="0">
      <w:start w:val="7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42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618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99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370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eastAsia="Times New Roman" w:hint="default"/>
      </w:rPr>
    </w:lvl>
  </w:abstractNum>
  <w:abstractNum w:abstractNumId="34" w15:restartNumberingAfterBreak="0">
    <w:nsid w:val="60C9591A"/>
    <w:multiLevelType w:val="hybridMultilevel"/>
    <w:tmpl w:val="F3C46BF4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09001B">
      <w:start w:val="1"/>
      <w:numFmt w:val="lowerRoman"/>
      <w:lvlText w:val="%2."/>
      <w:lvlJc w:val="righ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63947084"/>
    <w:multiLevelType w:val="multilevel"/>
    <w:tmpl w:val="814A861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6" w15:restartNumberingAfterBreak="0">
    <w:nsid w:val="68DE662A"/>
    <w:multiLevelType w:val="hybridMultilevel"/>
    <w:tmpl w:val="66ECD232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720324B3"/>
    <w:multiLevelType w:val="multilevel"/>
    <w:tmpl w:val="4D260A88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8" w15:restartNumberingAfterBreak="0">
    <w:nsid w:val="7281222B"/>
    <w:multiLevelType w:val="hybridMultilevel"/>
    <w:tmpl w:val="ECA4DFB6"/>
    <w:lvl w:ilvl="0" w:tplc="59A8051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766B0"/>
    <w:multiLevelType w:val="multilevel"/>
    <w:tmpl w:val="4FF616AC"/>
    <w:lvl w:ilvl="0">
      <w:start w:val="5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42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618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99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370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eastAsia="Times New Roman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9"/>
  </w:num>
  <w:num w:numId="5">
    <w:abstractNumId w:val="12"/>
  </w:num>
  <w:num w:numId="6">
    <w:abstractNumId w:val="34"/>
  </w:num>
  <w:num w:numId="7">
    <w:abstractNumId w:val="36"/>
  </w:num>
  <w:num w:numId="8">
    <w:abstractNumId w:val="19"/>
  </w:num>
  <w:num w:numId="9">
    <w:abstractNumId w:val="11"/>
  </w:num>
  <w:num w:numId="10">
    <w:abstractNumId w:val="23"/>
  </w:num>
  <w:num w:numId="11">
    <w:abstractNumId w:val="31"/>
  </w:num>
  <w:num w:numId="12">
    <w:abstractNumId w:val="30"/>
  </w:num>
  <w:num w:numId="13">
    <w:abstractNumId w:val="15"/>
  </w:num>
  <w:num w:numId="14">
    <w:abstractNumId w:val="16"/>
  </w:num>
  <w:num w:numId="15">
    <w:abstractNumId w:val="32"/>
  </w:num>
  <w:num w:numId="16">
    <w:abstractNumId w:val="4"/>
  </w:num>
  <w:num w:numId="17">
    <w:abstractNumId w:val="28"/>
  </w:num>
  <w:num w:numId="18">
    <w:abstractNumId w:val="2"/>
  </w:num>
  <w:num w:numId="19">
    <w:abstractNumId w:val="18"/>
  </w:num>
  <w:num w:numId="20">
    <w:abstractNumId w:val="29"/>
  </w:num>
  <w:num w:numId="21">
    <w:abstractNumId w:val="0"/>
  </w:num>
  <w:num w:numId="22">
    <w:abstractNumId w:val="35"/>
  </w:num>
  <w:num w:numId="23">
    <w:abstractNumId w:val="37"/>
  </w:num>
  <w:num w:numId="24">
    <w:abstractNumId w:val="39"/>
  </w:num>
  <w:num w:numId="25">
    <w:abstractNumId w:val="27"/>
  </w:num>
  <w:num w:numId="26">
    <w:abstractNumId w:val="6"/>
  </w:num>
  <w:num w:numId="27">
    <w:abstractNumId w:val="33"/>
  </w:num>
  <w:num w:numId="28">
    <w:abstractNumId w:val="3"/>
  </w:num>
  <w:num w:numId="29">
    <w:abstractNumId w:val="8"/>
  </w:num>
  <w:num w:numId="30">
    <w:abstractNumId w:val="25"/>
  </w:num>
  <w:num w:numId="31">
    <w:abstractNumId w:val="26"/>
  </w:num>
  <w:num w:numId="32">
    <w:abstractNumId w:val="1"/>
  </w:num>
  <w:num w:numId="33">
    <w:abstractNumId w:val="17"/>
  </w:num>
  <w:num w:numId="34">
    <w:abstractNumId w:val="5"/>
  </w:num>
  <w:num w:numId="35">
    <w:abstractNumId w:val="14"/>
  </w:num>
  <w:num w:numId="36">
    <w:abstractNumId w:val="38"/>
  </w:num>
  <w:num w:numId="37">
    <w:abstractNumId w:val="22"/>
  </w:num>
  <w:num w:numId="38">
    <w:abstractNumId w:val="21"/>
  </w:num>
  <w:num w:numId="39">
    <w:abstractNumId w:val="24"/>
  </w:num>
  <w:num w:numId="40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21F9"/>
    <w:rsid w:val="00003680"/>
    <w:rsid w:val="0000620B"/>
    <w:rsid w:val="00011BD1"/>
    <w:rsid w:val="00012892"/>
    <w:rsid w:val="00015169"/>
    <w:rsid w:val="0001613C"/>
    <w:rsid w:val="000161F9"/>
    <w:rsid w:val="00017D41"/>
    <w:rsid w:val="00020622"/>
    <w:rsid w:val="00022C71"/>
    <w:rsid w:val="000237C5"/>
    <w:rsid w:val="00024CEB"/>
    <w:rsid w:val="00024DDA"/>
    <w:rsid w:val="0002615C"/>
    <w:rsid w:val="000266CF"/>
    <w:rsid w:val="00026B2C"/>
    <w:rsid w:val="000305C4"/>
    <w:rsid w:val="000306D5"/>
    <w:rsid w:val="0003170A"/>
    <w:rsid w:val="000326A6"/>
    <w:rsid w:val="00033C04"/>
    <w:rsid w:val="00033CBE"/>
    <w:rsid w:val="000344E1"/>
    <w:rsid w:val="00034DE8"/>
    <w:rsid w:val="0003550D"/>
    <w:rsid w:val="00036EAF"/>
    <w:rsid w:val="000419E1"/>
    <w:rsid w:val="00041EB4"/>
    <w:rsid w:val="00042E51"/>
    <w:rsid w:val="000444C4"/>
    <w:rsid w:val="000458D7"/>
    <w:rsid w:val="00046BE0"/>
    <w:rsid w:val="00047079"/>
    <w:rsid w:val="00047C37"/>
    <w:rsid w:val="00052885"/>
    <w:rsid w:val="00052AF5"/>
    <w:rsid w:val="00053489"/>
    <w:rsid w:val="00053ECA"/>
    <w:rsid w:val="000546CA"/>
    <w:rsid w:val="00060CD7"/>
    <w:rsid w:val="000643EF"/>
    <w:rsid w:val="00066FDB"/>
    <w:rsid w:val="000674F0"/>
    <w:rsid w:val="00070365"/>
    <w:rsid w:val="00070728"/>
    <w:rsid w:val="00072A27"/>
    <w:rsid w:val="00074052"/>
    <w:rsid w:val="00075409"/>
    <w:rsid w:val="00077A6F"/>
    <w:rsid w:val="000807E1"/>
    <w:rsid w:val="00081737"/>
    <w:rsid w:val="00081E96"/>
    <w:rsid w:val="00082795"/>
    <w:rsid w:val="000828A4"/>
    <w:rsid w:val="000830C0"/>
    <w:rsid w:val="0009195F"/>
    <w:rsid w:val="000923EB"/>
    <w:rsid w:val="00093CD1"/>
    <w:rsid w:val="000941D2"/>
    <w:rsid w:val="0009435F"/>
    <w:rsid w:val="00095E6F"/>
    <w:rsid w:val="00096C54"/>
    <w:rsid w:val="00097108"/>
    <w:rsid w:val="000971ED"/>
    <w:rsid w:val="00097DE9"/>
    <w:rsid w:val="000A1D1E"/>
    <w:rsid w:val="000A2E37"/>
    <w:rsid w:val="000A62F3"/>
    <w:rsid w:val="000A7B6F"/>
    <w:rsid w:val="000B02E2"/>
    <w:rsid w:val="000B1297"/>
    <w:rsid w:val="000B1DE0"/>
    <w:rsid w:val="000B2B3C"/>
    <w:rsid w:val="000B2EE1"/>
    <w:rsid w:val="000B3325"/>
    <w:rsid w:val="000B428B"/>
    <w:rsid w:val="000B5690"/>
    <w:rsid w:val="000B6214"/>
    <w:rsid w:val="000C0C2D"/>
    <w:rsid w:val="000C142A"/>
    <w:rsid w:val="000C190E"/>
    <w:rsid w:val="000C2D99"/>
    <w:rsid w:val="000C305C"/>
    <w:rsid w:val="000C5B44"/>
    <w:rsid w:val="000C5CDA"/>
    <w:rsid w:val="000C7E6E"/>
    <w:rsid w:val="000D06A7"/>
    <w:rsid w:val="000D0A26"/>
    <w:rsid w:val="000D3F30"/>
    <w:rsid w:val="000E2962"/>
    <w:rsid w:val="000E31FF"/>
    <w:rsid w:val="000E4F18"/>
    <w:rsid w:val="000E5F9D"/>
    <w:rsid w:val="000E6939"/>
    <w:rsid w:val="000E6FB2"/>
    <w:rsid w:val="000E7448"/>
    <w:rsid w:val="000F19B4"/>
    <w:rsid w:val="000F2005"/>
    <w:rsid w:val="000F4F20"/>
    <w:rsid w:val="000F5481"/>
    <w:rsid w:val="000F5AE7"/>
    <w:rsid w:val="000F6A7F"/>
    <w:rsid w:val="000F719E"/>
    <w:rsid w:val="00100649"/>
    <w:rsid w:val="00100F36"/>
    <w:rsid w:val="001012D8"/>
    <w:rsid w:val="001022CD"/>
    <w:rsid w:val="001034A4"/>
    <w:rsid w:val="00104796"/>
    <w:rsid w:val="00104FC8"/>
    <w:rsid w:val="00110CCE"/>
    <w:rsid w:val="00113576"/>
    <w:rsid w:val="001177ED"/>
    <w:rsid w:val="00124CD0"/>
    <w:rsid w:val="00124DDD"/>
    <w:rsid w:val="00126209"/>
    <w:rsid w:val="0012670B"/>
    <w:rsid w:val="00127A93"/>
    <w:rsid w:val="00130659"/>
    <w:rsid w:val="0013116B"/>
    <w:rsid w:val="001321E1"/>
    <w:rsid w:val="0013352E"/>
    <w:rsid w:val="00135BA2"/>
    <w:rsid w:val="001364DA"/>
    <w:rsid w:val="00136ED7"/>
    <w:rsid w:val="00137C5E"/>
    <w:rsid w:val="00142B47"/>
    <w:rsid w:val="00143638"/>
    <w:rsid w:val="00145F5C"/>
    <w:rsid w:val="00147FED"/>
    <w:rsid w:val="001502FF"/>
    <w:rsid w:val="001504EB"/>
    <w:rsid w:val="00154F68"/>
    <w:rsid w:val="00155DBC"/>
    <w:rsid w:val="00156CBD"/>
    <w:rsid w:val="0016661D"/>
    <w:rsid w:val="00167866"/>
    <w:rsid w:val="00167DAE"/>
    <w:rsid w:val="0017520F"/>
    <w:rsid w:val="00176243"/>
    <w:rsid w:val="001766CA"/>
    <w:rsid w:val="00176A91"/>
    <w:rsid w:val="001776B7"/>
    <w:rsid w:val="00177736"/>
    <w:rsid w:val="00177FAD"/>
    <w:rsid w:val="001800C5"/>
    <w:rsid w:val="0018027C"/>
    <w:rsid w:val="00180D71"/>
    <w:rsid w:val="001827CB"/>
    <w:rsid w:val="001844EF"/>
    <w:rsid w:val="00186D72"/>
    <w:rsid w:val="0018730D"/>
    <w:rsid w:val="0018746F"/>
    <w:rsid w:val="001876F3"/>
    <w:rsid w:val="00192128"/>
    <w:rsid w:val="00192788"/>
    <w:rsid w:val="00192DA4"/>
    <w:rsid w:val="001949B9"/>
    <w:rsid w:val="00194B53"/>
    <w:rsid w:val="00197683"/>
    <w:rsid w:val="00197CFA"/>
    <w:rsid w:val="001A0353"/>
    <w:rsid w:val="001A0432"/>
    <w:rsid w:val="001A15F9"/>
    <w:rsid w:val="001A16CE"/>
    <w:rsid w:val="001A1924"/>
    <w:rsid w:val="001A2D1A"/>
    <w:rsid w:val="001A4BB9"/>
    <w:rsid w:val="001A573A"/>
    <w:rsid w:val="001A7248"/>
    <w:rsid w:val="001A758F"/>
    <w:rsid w:val="001A7848"/>
    <w:rsid w:val="001A7A2B"/>
    <w:rsid w:val="001B103D"/>
    <w:rsid w:val="001B1C42"/>
    <w:rsid w:val="001B5961"/>
    <w:rsid w:val="001B6592"/>
    <w:rsid w:val="001B7DA3"/>
    <w:rsid w:val="001C009F"/>
    <w:rsid w:val="001C0D70"/>
    <w:rsid w:val="001C0E47"/>
    <w:rsid w:val="001C5E6B"/>
    <w:rsid w:val="001C6984"/>
    <w:rsid w:val="001D0F19"/>
    <w:rsid w:val="001D14C9"/>
    <w:rsid w:val="001D1CD9"/>
    <w:rsid w:val="001D1D58"/>
    <w:rsid w:val="001D5F2D"/>
    <w:rsid w:val="001D7222"/>
    <w:rsid w:val="001D7422"/>
    <w:rsid w:val="001E1285"/>
    <w:rsid w:val="001E5F0A"/>
    <w:rsid w:val="001E6D63"/>
    <w:rsid w:val="001E7F91"/>
    <w:rsid w:val="001F1794"/>
    <w:rsid w:val="001F2A1B"/>
    <w:rsid w:val="001F44BE"/>
    <w:rsid w:val="001F5272"/>
    <w:rsid w:val="001F6EE2"/>
    <w:rsid w:val="002006C2"/>
    <w:rsid w:val="002008D4"/>
    <w:rsid w:val="00201A0C"/>
    <w:rsid w:val="0020210B"/>
    <w:rsid w:val="002030E7"/>
    <w:rsid w:val="002046B8"/>
    <w:rsid w:val="00204A08"/>
    <w:rsid w:val="00204CA0"/>
    <w:rsid w:val="00206094"/>
    <w:rsid w:val="00206B5C"/>
    <w:rsid w:val="00206BAA"/>
    <w:rsid w:val="00207212"/>
    <w:rsid w:val="00211996"/>
    <w:rsid w:val="002134A3"/>
    <w:rsid w:val="0021398C"/>
    <w:rsid w:val="00216FB1"/>
    <w:rsid w:val="00217125"/>
    <w:rsid w:val="00217646"/>
    <w:rsid w:val="002205B0"/>
    <w:rsid w:val="00221406"/>
    <w:rsid w:val="002214D8"/>
    <w:rsid w:val="00223463"/>
    <w:rsid w:val="00227031"/>
    <w:rsid w:val="0022761D"/>
    <w:rsid w:val="00227DC6"/>
    <w:rsid w:val="002316AC"/>
    <w:rsid w:val="00232213"/>
    <w:rsid w:val="00236636"/>
    <w:rsid w:val="00237786"/>
    <w:rsid w:val="00237858"/>
    <w:rsid w:val="00242A38"/>
    <w:rsid w:val="00243ED6"/>
    <w:rsid w:val="002446C3"/>
    <w:rsid w:val="0024530E"/>
    <w:rsid w:val="00247B3A"/>
    <w:rsid w:val="002510A8"/>
    <w:rsid w:val="00252E9B"/>
    <w:rsid w:val="00253EEB"/>
    <w:rsid w:val="0025522E"/>
    <w:rsid w:val="00255B5E"/>
    <w:rsid w:val="00256EB7"/>
    <w:rsid w:val="00257C5C"/>
    <w:rsid w:val="00260235"/>
    <w:rsid w:val="00260467"/>
    <w:rsid w:val="00263890"/>
    <w:rsid w:val="00264C14"/>
    <w:rsid w:val="00265577"/>
    <w:rsid w:val="002678EA"/>
    <w:rsid w:val="002679D9"/>
    <w:rsid w:val="002728FA"/>
    <w:rsid w:val="00272F5B"/>
    <w:rsid w:val="002730EE"/>
    <w:rsid w:val="00273DF6"/>
    <w:rsid w:val="00274053"/>
    <w:rsid w:val="002758CD"/>
    <w:rsid w:val="0027613F"/>
    <w:rsid w:val="00276943"/>
    <w:rsid w:val="00276DC1"/>
    <w:rsid w:val="00277EBC"/>
    <w:rsid w:val="0028023B"/>
    <w:rsid w:val="0028669B"/>
    <w:rsid w:val="002875C2"/>
    <w:rsid w:val="00290193"/>
    <w:rsid w:val="00292F00"/>
    <w:rsid w:val="00293574"/>
    <w:rsid w:val="002938AE"/>
    <w:rsid w:val="00295342"/>
    <w:rsid w:val="002A046F"/>
    <w:rsid w:val="002A108E"/>
    <w:rsid w:val="002A4069"/>
    <w:rsid w:val="002A5224"/>
    <w:rsid w:val="002A5742"/>
    <w:rsid w:val="002A6270"/>
    <w:rsid w:val="002B0558"/>
    <w:rsid w:val="002B0C5F"/>
    <w:rsid w:val="002B1376"/>
    <w:rsid w:val="002B4199"/>
    <w:rsid w:val="002B468D"/>
    <w:rsid w:val="002B48D5"/>
    <w:rsid w:val="002B5001"/>
    <w:rsid w:val="002B5468"/>
    <w:rsid w:val="002B61AA"/>
    <w:rsid w:val="002C4C68"/>
    <w:rsid w:val="002D0F05"/>
    <w:rsid w:val="002D1C77"/>
    <w:rsid w:val="002D6299"/>
    <w:rsid w:val="002D68C6"/>
    <w:rsid w:val="002D70F0"/>
    <w:rsid w:val="002E1280"/>
    <w:rsid w:val="002E1D49"/>
    <w:rsid w:val="002E3DA3"/>
    <w:rsid w:val="002E4F84"/>
    <w:rsid w:val="002E65B6"/>
    <w:rsid w:val="002E677A"/>
    <w:rsid w:val="002E68A4"/>
    <w:rsid w:val="002E692C"/>
    <w:rsid w:val="002E72AE"/>
    <w:rsid w:val="002F046A"/>
    <w:rsid w:val="002F233F"/>
    <w:rsid w:val="002F5B4F"/>
    <w:rsid w:val="002F6B95"/>
    <w:rsid w:val="00302264"/>
    <w:rsid w:val="0030227C"/>
    <w:rsid w:val="00303045"/>
    <w:rsid w:val="00303CAD"/>
    <w:rsid w:val="00304333"/>
    <w:rsid w:val="00305568"/>
    <w:rsid w:val="003070E3"/>
    <w:rsid w:val="00307746"/>
    <w:rsid w:val="0031211D"/>
    <w:rsid w:val="00312DA2"/>
    <w:rsid w:val="00315328"/>
    <w:rsid w:val="003165E8"/>
    <w:rsid w:val="00321FFC"/>
    <w:rsid w:val="00324A6F"/>
    <w:rsid w:val="003260F2"/>
    <w:rsid w:val="003262C7"/>
    <w:rsid w:val="003263D3"/>
    <w:rsid w:val="00326F73"/>
    <w:rsid w:val="00330E82"/>
    <w:rsid w:val="003319CC"/>
    <w:rsid w:val="00332725"/>
    <w:rsid w:val="00332793"/>
    <w:rsid w:val="00332F9A"/>
    <w:rsid w:val="00333219"/>
    <w:rsid w:val="00334EE1"/>
    <w:rsid w:val="003362C8"/>
    <w:rsid w:val="003367A2"/>
    <w:rsid w:val="00337D9C"/>
    <w:rsid w:val="00337F43"/>
    <w:rsid w:val="0034130D"/>
    <w:rsid w:val="00346283"/>
    <w:rsid w:val="00346A2A"/>
    <w:rsid w:val="00347CD0"/>
    <w:rsid w:val="00347FA8"/>
    <w:rsid w:val="00350127"/>
    <w:rsid w:val="003507AF"/>
    <w:rsid w:val="00350D09"/>
    <w:rsid w:val="00350FBD"/>
    <w:rsid w:val="0035646A"/>
    <w:rsid w:val="003570EE"/>
    <w:rsid w:val="00357193"/>
    <w:rsid w:val="00357563"/>
    <w:rsid w:val="003631C4"/>
    <w:rsid w:val="00363AB9"/>
    <w:rsid w:val="00364D66"/>
    <w:rsid w:val="0036554E"/>
    <w:rsid w:val="00365628"/>
    <w:rsid w:val="00367ACC"/>
    <w:rsid w:val="00370F50"/>
    <w:rsid w:val="003718B5"/>
    <w:rsid w:val="0037194C"/>
    <w:rsid w:val="0037397E"/>
    <w:rsid w:val="00373FD2"/>
    <w:rsid w:val="003749B1"/>
    <w:rsid w:val="00374C78"/>
    <w:rsid w:val="00375761"/>
    <w:rsid w:val="00377D7E"/>
    <w:rsid w:val="00380A7B"/>
    <w:rsid w:val="00381F39"/>
    <w:rsid w:val="003820FB"/>
    <w:rsid w:val="003830F9"/>
    <w:rsid w:val="0038359B"/>
    <w:rsid w:val="00383EEA"/>
    <w:rsid w:val="0038715C"/>
    <w:rsid w:val="00390142"/>
    <w:rsid w:val="003A0EB1"/>
    <w:rsid w:val="003A25C0"/>
    <w:rsid w:val="003A2BB1"/>
    <w:rsid w:val="003A37C7"/>
    <w:rsid w:val="003A40AE"/>
    <w:rsid w:val="003A431F"/>
    <w:rsid w:val="003A4AAB"/>
    <w:rsid w:val="003A71ED"/>
    <w:rsid w:val="003B1501"/>
    <w:rsid w:val="003B606A"/>
    <w:rsid w:val="003B6E3C"/>
    <w:rsid w:val="003B7030"/>
    <w:rsid w:val="003C18A3"/>
    <w:rsid w:val="003C2AB2"/>
    <w:rsid w:val="003C2F75"/>
    <w:rsid w:val="003C48CA"/>
    <w:rsid w:val="003C633D"/>
    <w:rsid w:val="003C6646"/>
    <w:rsid w:val="003C67D1"/>
    <w:rsid w:val="003C68DE"/>
    <w:rsid w:val="003C6AC7"/>
    <w:rsid w:val="003C7069"/>
    <w:rsid w:val="003D1759"/>
    <w:rsid w:val="003D3B93"/>
    <w:rsid w:val="003D4826"/>
    <w:rsid w:val="003E2927"/>
    <w:rsid w:val="003E3124"/>
    <w:rsid w:val="003E5240"/>
    <w:rsid w:val="003E568B"/>
    <w:rsid w:val="003F2401"/>
    <w:rsid w:val="003F2F81"/>
    <w:rsid w:val="003F33FC"/>
    <w:rsid w:val="003F542B"/>
    <w:rsid w:val="00400402"/>
    <w:rsid w:val="004017E0"/>
    <w:rsid w:val="00403505"/>
    <w:rsid w:val="00405272"/>
    <w:rsid w:val="00405AB7"/>
    <w:rsid w:val="00410393"/>
    <w:rsid w:val="00412B0A"/>
    <w:rsid w:val="004163EB"/>
    <w:rsid w:val="00416C32"/>
    <w:rsid w:val="004204E3"/>
    <w:rsid w:val="00424000"/>
    <w:rsid w:val="0042568D"/>
    <w:rsid w:val="00425846"/>
    <w:rsid w:val="00430EEC"/>
    <w:rsid w:val="004333F4"/>
    <w:rsid w:val="00434EDA"/>
    <w:rsid w:val="0043535B"/>
    <w:rsid w:val="00435F7F"/>
    <w:rsid w:val="004369D2"/>
    <w:rsid w:val="004419FB"/>
    <w:rsid w:val="004422E3"/>
    <w:rsid w:val="004453BE"/>
    <w:rsid w:val="004458FC"/>
    <w:rsid w:val="00445A26"/>
    <w:rsid w:val="004468CE"/>
    <w:rsid w:val="00446E6A"/>
    <w:rsid w:val="00450ADF"/>
    <w:rsid w:val="00450CAF"/>
    <w:rsid w:val="004534D7"/>
    <w:rsid w:val="004545BC"/>
    <w:rsid w:val="004557D4"/>
    <w:rsid w:val="0045767E"/>
    <w:rsid w:val="0046192F"/>
    <w:rsid w:val="00465F09"/>
    <w:rsid w:val="00466EFC"/>
    <w:rsid w:val="004674A3"/>
    <w:rsid w:val="0047052C"/>
    <w:rsid w:val="004714D6"/>
    <w:rsid w:val="00471B05"/>
    <w:rsid w:val="004730AA"/>
    <w:rsid w:val="00474FD0"/>
    <w:rsid w:val="004767C1"/>
    <w:rsid w:val="00477950"/>
    <w:rsid w:val="004800E0"/>
    <w:rsid w:val="00482DF6"/>
    <w:rsid w:val="004850E9"/>
    <w:rsid w:val="00491461"/>
    <w:rsid w:val="00491AE5"/>
    <w:rsid w:val="00492C51"/>
    <w:rsid w:val="00492D68"/>
    <w:rsid w:val="00493AD5"/>
    <w:rsid w:val="004952FB"/>
    <w:rsid w:val="00496EF3"/>
    <w:rsid w:val="00496FBD"/>
    <w:rsid w:val="004A0216"/>
    <w:rsid w:val="004A0B39"/>
    <w:rsid w:val="004A1134"/>
    <w:rsid w:val="004A2362"/>
    <w:rsid w:val="004A3CB9"/>
    <w:rsid w:val="004A4748"/>
    <w:rsid w:val="004A538D"/>
    <w:rsid w:val="004A5D07"/>
    <w:rsid w:val="004A5E7B"/>
    <w:rsid w:val="004A60F6"/>
    <w:rsid w:val="004A796E"/>
    <w:rsid w:val="004B01EB"/>
    <w:rsid w:val="004B1563"/>
    <w:rsid w:val="004B39CD"/>
    <w:rsid w:val="004B77C9"/>
    <w:rsid w:val="004C01AD"/>
    <w:rsid w:val="004C4C77"/>
    <w:rsid w:val="004C5CC4"/>
    <w:rsid w:val="004C6425"/>
    <w:rsid w:val="004C7779"/>
    <w:rsid w:val="004C7FD2"/>
    <w:rsid w:val="004D08C7"/>
    <w:rsid w:val="004D180C"/>
    <w:rsid w:val="004D2A1F"/>
    <w:rsid w:val="004D637B"/>
    <w:rsid w:val="004D72D4"/>
    <w:rsid w:val="004E0CDD"/>
    <w:rsid w:val="004E24CF"/>
    <w:rsid w:val="004E3A6F"/>
    <w:rsid w:val="004E3BC3"/>
    <w:rsid w:val="004E59CF"/>
    <w:rsid w:val="004F1117"/>
    <w:rsid w:val="004F4B45"/>
    <w:rsid w:val="0050268B"/>
    <w:rsid w:val="0050394A"/>
    <w:rsid w:val="0050432E"/>
    <w:rsid w:val="005044AA"/>
    <w:rsid w:val="0050602E"/>
    <w:rsid w:val="005118F1"/>
    <w:rsid w:val="00513207"/>
    <w:rsid w:val="00515373"/>
    <w:rsid w:val="00516131"/>
    <w:rsid w:val="0051701A"/>
    <w:rsid w:val="00521401"/>
    <w:rsid w:val="0052155E"/>
    <w:rsid w:val="00530D83"/>
    <w:rsid w:val="00532ACE"/>
    <w:rsid w:val="0053317C"/>
    <w:rsid w:val="005344D6"/>
    <w:rsid w:val="00535D76"/>
    <w:rsid w:val="00544FE4"/>
    <w:rsid w:val="005451E1"/>
    <w:rsid w:val="0054709B"/>
    <w:rsid w:val="00547242"/>
    <w:rsid w:val="00547968"/>
    <w:rsid w:val="00551340"/>
    <w:rsid w:val="005529C4"/>
    <w:rsid w:val="0055712C"/>
    <w:rsid w:val="005628B4"/>
    <w:rsid w:val="00563DFD"/>
    <w:rsid w:val="005652AA"/>
    <w:rsid w:val="0056560F"/>
    <w:rsid w:val="00570107"/>
    <w:rsid w:val="00570C8A"/>
    <w:rsid w:val="00570FE4"/>
    <w:rsid w:val="005712D5"/>
    <w:rsid w:val="005713CB"/>
    <w:rsid w:val="0057501B"/>
    <w:rsid w:val="00575674"/>
    <w:rsid w:val="005759DB"/>
    <w:rsid w:val="0058039E"/>
    <w:rsid w:val="005818A9"/>
    <w:rsid w:val="00582E7F"/>
    <w:rsid w:val="005843A3"/>
    <w:rsid w:val="00585AE8"/>
    <w:rsid w:val="00585FCE"/>
    <w:rsid w:val="00586621"/>
    <w:rsid w:val="00593B94"/>
    <w:rsid w:val="00593E46"/>
    <w:rsid w:val="0059474E"/>
    <w:rsid w:val="005975B5"/>
    <w:rsid w:val="005A08D2"/>
    <w:rsid w:val="005A0D1F"/>
    <w:rsid w:val="005A0FD0"/>
    <w:rsid w:val="005A161A"/>
    <w:rsid w:val="005A1CA8"/>
    <w:rsid w:val="005A3B55"/>
    <w:rsid w:val="005A7194"/>
    <w:rsid w:val="005A7907"/>
    <w:rsid w:val="005B0913"/>
    <w:rsid w:val="005B290C"/>
    <w:rsid w:val="005B3260"/>
    <w:rsid w:val="005B45B8"/>
    <w:rsid w:val="005B5CF2"/>
    <w:rsid w:val="005B5EF7"/>
    <w:rsid w:val="005B7BDE"/>
    <w:rsid w:val="005C0CD5"/>
    <w:rsid w:val="005C2814"/>
    <w:rsid w:val="005C3077"/>
    <w:rsid w:val="005C6603"/>
    <w:rsid w:val="005C66B2"/>
    <w:rsid w:val="005D0390"/>
    <w:rsid w:val="005D4B23"/>
    <w:rsid w:val="005D5797"/>
    <w:rsid w:val="005D6B56"/>
    <w:rsid w:val="005D7E9D"/>
    <w:rsid w:val="005E252F"/>
    <w:rsid w:val="005E4EB4"/>
    <w:rsid w:val="005E539B"/>
    <w:rsid w:val="005E6156"/>
    <w:rsid w:val="005E64B6"/>
    <w:rsid w:val="005E6FFA"/>
    <w:rsid w:val="005E7583"/>
    <w:rsid w:val="005E7FF1"/>
    <w:rsid w:val="005F0BDF"/>
    <w:rsid w:val="005F2930"/>
    <w:rsid w:val="005F4555"/>
    <w:rsid w:val="00610424"/>
    <w:rsid w:val="00610B12"/>
    <w:rsid w:val="006110AE"/>
    <w:rsid w:val="00613514"/>
    <w:rsid w:val="006252DD"/>
    <w:rsid w:val="00625CA7"/>
    <w:rsid w:val="00626ECD"/>
    <w:rsid w:val="00627298"/>
    <w:rsid w:val="00630CF9"/>
    <w:rsid w:val="0063113F"/>
    <w:rsid w:val="006321A4"/>
    <w:rsid w:val="006328CB"/>
    <w:rsid w:val="0063399C"/>
    <w:rsid w:val="006367E9"/>
    <w:rsid w:val="006418FE"/>
    <w:rsid w:val="00641C5A"/>
    <w:rsid w:val="00642E3D"/>
    <w:rsid w:val="006432E7"/>
    <w:rsid w:val="006443A9"/>
    <w:rsid w:val="00644768"/>
    <w:rsid w:val="00645D40"/>
    <w:rsid w:val="00646F82"/>
    <w:rsid w:val="00647F01"/>
    <w:rsid w:val="00650379"/>
    <w:rsid w:val="00652411"/>
    <w:rsid w:val="00653A3E"/>
    <w:rsid w:val="00653F7F"/>
    <w:rsid w:val="00661214"/>
    <w:rsid w:val="006625BF"/>
    <w:rsid w:val="006638B0"/>
    <w:rsid w:val="00666117"/>
    <w:rsid w:val="00670533"/>
    <w:rsid w:val="00672D1A"/>
    <w:rsid w:val="006732D1"/>
    <w:rsid w:val="00674738"/>
    <w:rsid w:val="00677671"/>
    <w:rsid w:val="0068024B"/>
    <w:rsid w:val="00680A99"/>
    <w:rsid w:val="00682985"/>
    <w:rsid w:val="00683BCD"/>
    <w:rsid w:val="00684B6D"/>
    <w:rsid w:val="00685271"/>
    <w:rsid w:val="00685419"/>
    <w:rsid w:val="00686610"/>
    <w:rsid w:val="0068733C"/>
    <w:rsid w:val="00690716"/>
    <w:rsid w:val="006946FF"/>
    <w:rsid w:val="00696A24"/>
    <w:rsid w:val="006A0763"/>
    <w:rsid w:val="006A0ADF"/>
    <w:rsid w:val="006A141B"/>
    <w:rsid w:val="006A1A7B"/>
    <w:rsid w:val="006A2442"/>
    <w:rsid w:val="006A263E"/>
    <w:rsid w:val="006A6C4D"/>
    <w:rsid w:val="006A7820"/>
    <w:rsid w:val="006B0939"/>
    <w:rsid w:val="006B10A8"/>
    <w:rsid w:val="006B1702"/>
    <w:rsid w:val="006B4052"/>
    <w:rsid w:val="006B528B"/>
    <w:rsid w:val="006B54DF"/>
    <w:rsid w:val="006B63A8"/>
    <w:rsid w:val="006B650F"/>
    <w:rsid w:val="006B6BC5"/>
    <w:rsid w:val="006B6E68"/>
    <w:rsid w:val="006C08E9"/>
    <w:rsid w:val="006C3793"/>
    <w:rsid w:val="006C45F3"/>
    <w:rsid w:val="006C7D7F"/>
    <w:rsid w:val="006C7DD1"/>
    <w:rsid w:val="006D0BA9"/>
    <w:rsid w:val="006D2447"/>
    <w:rsid w:val="006D2EEB"/>
    <w:rsid w:val="006D35A2"/>
    <w:rsid w:val="006D49A0"/>
    <w:rsid w:val="006D5121"/>
    <w:rsid w:val="006D5DF6"/>
    <w:rsid w:val="006D71AB"/>
    <w:rsid w:val="006D7410"/>
    <w:rsid w:val="006D7B0F"/>
    <w:rsid w:val="006E04A7"/>
    <w:rsid w:val="006E0CA1"/>
    <w:rsid w:val="006E1F27"/>
    <w:rsid w:val="006E3455"/>
    <w:rsid w:val="006E366F"/>
    <w:rsid w:val="006E3A1A"/>
    <w:rsid w:val="006E4325"/>
    <w:rsid w:val="006F1B19"/>
    <w:rsid w:val="006F2D01"/>
    <w:rsid w:val="006F37DD"/>
    <w:rsid w:val="006F388F"/>
    <w:rsid w:val="006F5BC0"/>
    <w:rsid w:val="00704D5A"/>
    <w:rsid w:val="00705602"/>
    <w:rsid w:val="00705AB3"/>
    <w:rsid w:val="0071064F"/>
    <w:rsid w:val="00712A87"/>
    <w:rsid w:val="0071356A"/>
    <w:rsid w:val="00714CAE"/>
    <w:rsid w:val="0071627B"/>
    <w:rsid w:val="0071771E"/>
    <w:rsid w:val="00720F8C"/>
    <w:rsid w:val="00721130"/>
    <w:rsid w:val="00721E9D"/>
    <w:rsid w:val="00722BEC"/>
    <w:rsid w:val="00723F07"/>
    <w:rsid w:val="00723FBE"/>
    <w:rsid w:val="00725AAF"/>
    <w:rsid w:val="00730AC7"/>
    <w:rsid w:val="007312A3"/>
    <w:rsid w:val="007313E7"/>
    <w:rsid w:val="00732177"/>
    <w:rsid w:val="00733110"/>
    <w:rsid w:val="007340E1"/>
    <w:rsid w:val="007346CF"/>
    <w:rsid w:val="00734DF5"/>
    <w:rsid w:val="00736312"/>
    <w:rsid w:val="00736E04"/>
    <w:rsid w:val="00737BBD"/>
    <w:rsid w:val="00737ED0"/>
    <w:rsid w:val="007402D5"/>
    <w:rsid w:val="00741E95"/>
    <w:rsid w:val="0074230D"/>
    <w:rsid w:val="00742657"/>
    <w:rsid w:val="00742E75"/>
    <w:rsid w:val="00743071"/>
    <w:rsid w:val="00743C9B"/>
    <w:rsid w:val="00744442"/>
    <w:rsid w:val="007457BC"/>
    <w:rsid w:val="00746122"/>
    <w:rsid w:val="007464B2"/>
    <w:rsid w:val="00752958"/>
    <w:rsid w:val="00754C5C"/>
    <w:rsid w:val="00755379"/>
    <w:rsid w:val="007573E6"/>
    <w:rsid w:val="0076134D"/>
    <w:rsid w:val="0076313C"/>
    <w:rsid w:val="00763A0E"/>
    <w:rsid w:val="00763B31"/>
    <w:rsid w:val="00765A0A"/>
    <w:rsid w:val="00766E0E"/>
    <w:rsid w:val="007672F1"/>
    <w:rsid w:val="00771323"/>
    <w:rsid w:val="00771DDA"/>
    <w:rsid w:val="00773B7D"/>
    <w:rsid w:val="00773C05"/>
    <w:rsid w:val="007769AD"/>
    <w:rsid w:val="00776CC8"/>
    <w:rsid w:val="00776E2B"/>
    <w:rsid w:val="00780217"/>
    <w:rsid w:val="00780604"/>
    <w:rsid w:val="007810E8"/>
    <w:rsid w:val="0078162B"/>
    <w:rsid w:val="007823DD"/>
    <w:rsid w:val="00783F1F"/>
    <w:rsid w:val="0078529E"/>
    <w:rsid w:val="0078558B"/>
    <w:rsid w:val="007914E2"/>
    <w:rsid w:val="0079266C"/>
    <w:rsid w:val="00793C7D"/>
    <w:rsid w:val="0079473D"/>
    <w:rsid w:val="00794A12"/>
    <w:rsid w:val="0079623A"/>
    <w:rsid w:val="00796E68"/>
    <w:rsid w:val="007A0461"/>
    <w:rsid w:val="007A2E0B"/>
    <w:rsid w:val="007A3B76"/>
    <w:rsid w:val="007A5A49"/>
    <w:rsid w:val="007A6959"/>
    <w:rsid w:val="007A6FDC"/>
    <w:rsid w:val="007A7215"/>
    <w:rsid w:val="007B005F"/>
    <w:rsid w:val="007B0306"/>
    <w:rsid w:val="007B1C28"/>
    <w:rsid w:val="007B29E8"/>
    <w:rsid w:val="007B368E"/>
    <w:rsid w:val="007B4701"/>
    <w:rsid w:val="007B53A0"/>
    <w:rsid w:val="007B53FD"/>
    <w:rsid w:val="007B7113"/>
    <w:rsid w:val="007B715F"/>
    <w:rsid w:val="007B74A0"/>
    <w:rsid w:val="007B79BA"/>
    <w:rsid w:val="007C070A"/>
    <w:rsid w:val="007C1395"/>
    <w:rsid w:val="007C1F5C"/>
    <w:rsid w:val="007C1F77"/>
    <w:rsid w:val="007C34AF"/>
    <w:rsid w:val="007C3E3F"/>
    <w:rsid w:val="007C535C"/>
    <w:rsid w:val="007C5A27"/>
    <w:rsid w:val="007D1C93"/>
    <w:rsid w:val="007D22A2"/>
    <w:rsid w:val="007D296D"/>
    <w:rsid w:val="007D4165"/>
    <w:rsid w:val="007D4FC1"/>
    <w:rsid w:val="007D577C"/>
    <w:rsid w:val="007D60F4"/>
    <w:rsid w:val="007D65C2"/>
    <w:rsid w:val="007E0CE5"/>
    <w:rsid w:val="007E0DFB"/>
    <w:rsid w:val="007E2E0A"/>
    <w:rsid w:val="007E6D08"/>
    <w:rsid w:val="007F1462"/>
    <w:rsid w:val="007F1FFA"/>
    <w:rsid w:val="007F4054"/>
    <w:rsid w:val="007F6C99"/>
    <w:rsid w:val="007F796F"/>
    <w:rsid w:val="00806622"/>
    <w:rsid w:val="008100C9"/>
    <w:rsid w:val="008108D1"/>
    <w:rsid w:val="008113D1"/>
    <w:rsid w:val="008117BF"/>
    <w:rsid w:val="00811EA6"/>
    <w:rsid w:val="00812E93"/>
    <w:rsid w:val="008134EB"/>
    <w:rsid w:val="008135AA"/>
    <w:rsid w:val="00816C62"/>
    <w:rsid w:val="00817025"/>
    <w:rsid w:val="008253BD"/>
    <w:rsid w:val="0082577C"/>
    <w:rsid w:val="00825CF5"/>
    <w:rsid w:val="00833945"/>
    <w:rsid w:val="00833E2F"/>
    <w:rsid w:val="0083423A"/>
    <w:rsid w:val="00840316"/>
    <w:rsid w:val="00840E7C"/>
    <w:rsid w:val="00843145"/>
    <w:rsid w:val="0084375D"/>
    <w:rsid w:val="008437B3"/>
    <w:rsid w:val="00843FCA"/>
    <w:rsid w:val="00845242"/>
    <w:rsid w:val="00851290"/>
    <w:rsid w:val="008522CC"/>
    <w:rsid w:val="0085262A"/>
    <w:rsid w:val="00852D4E"/>
    <w:rsid w:val="008536B3"/>
    <w:rsid w:val="00853B19"/>
    <w:rsid w:val="00855335"/>
    <w:rsid w:val="008557CB"/>
    <w:rsid w:val="00856015"/>
    <w:rsid w:val="00856C83"/>
    <w:rsid w:val="008579C8"/>
    <w:rsid w:val="00861584"/>
    <w:rsid w:val="00865114"/>
    <w:rsid w:val="00872110"/>
    <w:rsid w:val="00872FC6"/>
    <w:rsid w:val="00873AEF"/>
    <w:rsid w:val="00874BEC"/>
    <w:rsid w:val="00875025"/>
    <w:rsid w:val="0087554A"/>
    <w:rsid w:val="008768FA"/>
    <w:rsid w:val="00876CA4"/>
    <w:rsid w:val="00876F15"/>
    <w:rsid w:val="008828F7"/>
    <w:rsid w:val="00882910"/>
    <w:rsid w:val="00883704"/>
    <w:rsid w:val="00883C98"/>
    <w:rsid w:val="0088763D"/>
    <w:rsid w:val="008876AC"/>
    <w:rsid w:val="00892012"/>
    <w:rsid w:val="00892133"/>
    <w:rsid w:val="00892171"/>
    <w:rsid w:val="008923FA"/>
    <w:rsid w:val="00894454"/>
    <w:rsid w:val="00894733"/>
    <w:rsid w:val="00894CEA"/>
    <w:rsid w:val="00895345"/>
    <w:rsid w:val="008956AA"/>
    <w:rsid w:val="0089572D"/>
    <w:rsid w:val="00896CE2"/>
    <w:rsid w:val="008A1546"/>
    <w:rsid w:val="008A1C40"/>
    <w:rsid w:val="008A2AC0"/>
    <w:rsid w:val="008A36BC"/>
    <w:rsid w:val="008A3D5D"/>
    <w:rsid w:val="008A6B98"/>
    <w:rsid w:val="008A6BA1"/>
    <w:rsid w:val="008A7337"/>
    <w:rsid w:val="008B1F8A"/>
    <w:rsid w:val="008B283E"/>
    <w:rsid w:val="008B2927"/>
    <w:rsid w:val="008B6B88"/>
    <w:rsid w:val="008B7C16"/>
    <w:rsid w:val="008C07EF"/>
    <w:rsid w:val="008C2394"/>
    <w:rsid w:val="008C2F48"/>
    <w:rsid w:val="008C4503"/>
    <w:rsid w:val="008C5D98"/>
    <w:rsid w:val="008D190E"/>
    <w:rsid w:val="008D3418"/>
    <w:rsid w:val="008D3730"/>
    <w:rsid w:val="008D3A88"/>
    <w:rsid w:val="008D5AFD"/>
    <w:rsid w:val="008D62FA"/>
    <w:rsid w:val="008E0472"/>
    <w:rsid w:val="008E05E5"/>
    <w:rsid w:val="008E3088"/>
    <w:rsid w:val="008E75B6"/>
    <w:rsid w:val="008F04A8"/>
    <w:rsid w:val="008F0501"/>
    <w:rsid w:val="008F0DDF"/>
    <w:rsid w:val="008F1BAC"/>
    <w:rsid w:val="008F2A13"/>
    <w:rsid w:val="008F2A5E"/>
    <w:rsid w:val="008F44B2"/>
    <w:rsid w:val="008F4A46"/>
    <w:rsid w:val="008F50AA"/>
    <w:rsid w:val="008F7C6F"/>
    <w:rsid w:val="00900BC3"/>
    <w:rsid w:val="00903C2C"/>
    <w:rsid w:val="00907703"/>
    <w:rsid w:val="00914DC2"/>
    <w:rsid w:val="00915096"/>
    <w:rsid w:val="0091597C"/>
    <w:rsid w:val="00917DF2"/>
    <w:rsid w:val="009215FE"/>
    <w:rsid w:val="00921999"/>
    <w:rsid w:val="0092204E"/>
    <w:rsid w:val="0092665D"/>
    <w:rsid w:val="009302B9"/>
    <w:rsid w:val="00930B66"/>
    <w:rsid w:val="00932D01"/>
    <w:rsid w:val="009332A1"/>
    <w:rsid w:val="0094093A"/>
    <w:rsid w:val="009413E8"/>
    <w:rsid w:val="00941AF6"/>
    <w:rsid w:val="00942A08"/>
    <w:rsid w:val="0094346B"/>
    <w:rsid w:val="00944611"/>
    <w:rsid w:val="009458D8"/>
    <w:rsid w:val="00945DD2"/>
    <w:rsid w:val="00947CD6"/>
    <w:rsid w:val="009502E6"/>
    <w:rsid w:val="0095119C"/>
    <w:rsid w:val="00952979"/>
    <w:rsid w:val="0095460F"/>
    <w:rsid w:val="00954C11"/>
    <w:rsid w:val="00955EB7"/>
    <w:rsid w:val="00956156"/>
    <w:rsid w:val="00956AD9"/>
    <w:rsid w:val="00964820"/>
    <w:rsid w:val="00964CCA"/>
    <w:rsid w:val="00965CAE"/>
    <w:rsid w:val="00967B81"/>
    <w:rsid w:val="00972BF0"/>
    <w:rsid w:val="00973F07"/>
    <w:rsid w:val="00975B78"/>
    <w:rsid w:val="009765EE"/>
    <w:rsid w:val="009779C9"/>
    <w:rsid w:val="00977EE9"/>
    <w:rsid w:val="009800DD"/>
    <w:rsid w:val="009805FB"/>
    <w:rsid w:val="00981C8D"/>
    <w:rsid w:val="00981E78"/>
    <w:rsid w:val="0098202B"/>
    <w:rsid w:val="0098432C"/>
    <w:rsid w:val="00984C03"/>
    <w:rsid w:val="009850A7"/>
    <w:rsid w:val="00991F02"/>
    <w:rsid w:val="0099390A"/>
    <w:rsid w:val="009942F3"/>
    <w:rsid w:val="00996A65"/>
    <w:rsid w:val="00996B0F"/>
    <w:rsid w:val="00996E4D"/>
    <w:rsid w:val="009A0C50"/>
    <w:rsid w:val="009A3D5D"/>
    <w:rsid w:val="009A5B22"/>
    <w:rsid w:val="009B02D4"/>
    <w:rsid w:val="009B0F1D"/>
    <w:rsid w:val="009B38EF"/>
    <w:rsid w:val="009B3CEB"/>
    <w:rsid w:val="009B5943"/>
    <w:rsid w:val="009B5EFE"/>
    <w:rsid w:val="009B660F"/>
    <w:rsid w:val="009B7446"/>
    <w:rsid w:val="009C14FB"/>
    <w:rsid w:val="009C3146"/>
    <w:rsid w:val="009C46D4"/>
    <w:rsid w:val="009C5BCB"/>
    <w:rsid w:val="009C5E89"/>
    <w:rsid w:val="009C63CF"/>
    <w:rsid w:val="009C6848"/>
    <w:rsid w:val="009D3B5D"/>
    <w:rsid w:val="009D5EA5"/>
    <w:rsid w:val="009D6566"/>
    <w:rsid w:val="009E065D"/>
    <w:rsid w:val="009E3CD9"/>
    <w:rsid w:val="009E4DF3"/>
    <w:rsid w:val="009E510E"/>
    <w:rsid w:val="009E7CB6"/>
    <w:rsid w:val="009F00A0"/>
    <w:rsid w:val="009F0D0E"/>
    <w:rsid w:val="009F1716"/>
    <w:rsid w:val="009F2B7A"/>
    <w:rsid w:val="009F5921"/>
    <w:rsid w:val="009F6F47"/>
    <w:rsid w:val="009F7C42"/>
    <w:rsid w:val="00A00255"/>
    <w:rsid w:val="00A00D0C"/>
    <w:rsid w:val="00A00EE9"/>
    <w:rsid w:val="00A079C6"/>
    <w:rsid w:val="00A1128B"/>
    <w:rsid w:val="00A137B5"/>
    <w:rsid w:val="00A13C5F"/>
    <w:rsid w:val="00A1469A"/>
    <w:rsid w:val="00A1705D"/>
    <w:rsid w:val="00A22037"/>
    <w:rsid w:val="00A22E3F"/>
    <w:rsid w:val="00A23C50"/>
    <w:rsid w:val="00A24263"/>
    <w:rsid w:val="00A2672E"/>
    <w:rsid w:val="00A26942"/>
    <w:rsid w:val="00A30578"/>
    <w:rsid w:val="00A30A94"/>
    <w:rsid w:val="00A314D0"/>
    <w:rsid w:val="00A314E1"/>
    <w:rsid w:val="00A315A8"/>
    <w:rsid w:val="00A34A93"/>
    <w:rsid w:val="00A355E8"/>
    <w:rsid w:val="00A3635E"/>
    <w:rsid w:val="00A371EA"/>
    <w:rsid w:val="00A374F0"/>
    <w:rsid w:val="00A40F18"/>
    <w:rsid w:val="00A422E2"/>
    <w:rsid w:val="00A42B6B"/>
    <w:rsid w:val="00A44074"/>
    <w:rsid w:val="00A44EBD"/>
    <w:rsid w:val="00A45698"/>
    <w:rsid w:val="00A45C5A"/>
    <w:rsid w:val="00A464D3"/>
    <w:rsid w:val="00A47E8A"/>
    <w:rsid w:val="00A5169E"/>
    <w:rsid w:val="00A51DF8"/>
    <w:rsid w:val="00A5246A"/>
    <w:rsid w:val="00A54E9D"/>
    <w:rsid w:val="00A55F3C"/>
    <w:rsid w:val="00A6170E"/>
    <w:rsid w:val="00A67051"/>
    <w:rsid w:val="00A732AB"/>
    <w:rsid w:val="00A75089"/>
    <w:rsid w:val="00A76C74"/>
    <w:rsid w:val="00A77F01"/>
    <w:rsid w:val="00A80746"/>
    <w:rsid w:val="00A8151F"/>
    <w:rsid w:val="00A83318"/>
    <w:rsid w:val="00A86044"/>
    <w:rsid w:val="00A86675"/>
    <w:rsid w:val="00A870AA"/>
    <w:rsid w:val="00A871F2"/>
    <w:rsid w:val="00A87FE9"/>
    <w:rsid w:val="00A90672"/>
    <w:rsid w:val="00A9101D"/>
    <w:rsid w:val="00A91D40"/>
    <w:rsid w:val="00A94207"/>
    <w:rsid w:val="00A94B4A"/>
    <w:rsid w:val="00AA0DCE"/>
    <w:rsid w:val="00AA0F70"/>
    <w:rsid w:val="00AA1281"/>
    <w:rsid w:val="00AA1439"/>
    <w:rsid w:val="00AA2F8E"/>
    <w:rsid w:val="00AA4F52"/>
    <w:rsid w:val="00AA6083"/>
    <w:rsid w:val="00AA6530"/>
    <w:rsid w:val="00AA6739"/>
    <w:rsid w:val="00AA7535"/>
    <w:rsid w:val="00AB225D"/>
    <w:rsid w:val="00AB22C7"/>
    <w:rsid w:val="00AB286C"/>
    <w:rsid w:val="00AB2C52"/>
    <w:rsid w:val="00AB5EEF"/>
    <w:rsid w:val="00AC01A8"/>
    <w:rsid w:val="00AC0B2A"/>
    <w:rsid w:val="00AC1A86"/>
    <w:rsid w:val="00AC2A0B"/>
    <w:rsid w:val="00AC3018"/>
    <w:rsid w:val="00AC3092"/>
    <w:rsid w:val="00AC3CE0"/>
    <w:rsid w:val="00AC55AE"/>
    <w:rsid w:val="00AC57CC"/>
    <w:rsid w:val="00AC7D02"/>
    <w:rsid w:val="00AD1FAD"/>
    <w:rsid w:val="00AD4A27"/>
    <w:rsid w:val="00AD4EE5"/>
    <w:rsid w:val="00AD5336"/>
    <w:rsid w:val="00AD576D"/>
    <w:rsid w:val="00AD6AEA"/>
    <w:rsid w:val="00AD6C20"/>
    <w:rsid w:val="00AD7D97"/>
    <w:rsid w:val="00AE1541"/>
    <w:rsid w:val="00AE26B4"/>
    <w:rsid w:val="00AE4895"/>
    <w:rsid w:val="00AE63C9"/>
    <w:rsid w:val="00AE7397"/>
    <w:rsid w:val="00AF2335"/>
    <w:rsid w:val="00AF6088"/>
    <w:rsid w:val="00AF69A0"/>
    <w:rsid w:val="00AF6B67"/>
    <w:rsid w:val="00AF7395"/>
    <w:rsid w:val="00B00E92"/>
    <w:rsid w:val="00B01DF5"/>
    <w:rsid w:val="00B020BB"/>
    <w:rsid w:val="00B030BB"/>
    <w:rsid w:val="00B052E4"/>
    <w:rsid w:val="00B064A3"/>
    <w:rsid w:val="00B131D7"/>
    <w:rsid w:val="00B138FA"/>
    <w:rsid w:val="00B13BB4"/>
    <w:rsid w:val="00B141B5"/>
    <w:rsid w:val="00B1440E"/>
    <w:rsid w:val="00B1765C"/>
    <w:rsid w:val="00B178F5"/>
    <w:rsid w:val="00B17D1A"/>
    <w:rsid w:val="00B24F1C"/>
    <w:rsid w:val="00B24F95"/>
    <w:rsid w:val="00B2602E"/>
    <w:rsid w:val="00B262FB"/>
    <w:rsid w:val="00B275D8"/>
    <w:rsid w:val="00B31AD9"/>
    <w:rsid w:val="00B32ECA"/>
    <w:rsid w:val="00B34B88"/>
    <w:rsid w:val="00B353C8"/>
    <w:rsid w:val="00B35CCC"/>
    <w:rsid w:val="00B411BE"/>
    <w:rsid w:val="00B41EA0"/>
    <w:rsid w:val="00B42C9F"/>
    <w:rsid w:val="00B436ED"/>
    <w:rsid w:val="00B43E4B"/>
    <w:rsid w:val="00B44425"/>
    <w:rsid w:val="00B44675"/>
    <w:rsid w:val="00B4552D"/>
    <w:rsid w:val="00B52D3A"/>
    <w:rsid w:val="00B52F90"/>
    <w:rsid w:val="00B53037"/>
    <w:rsid w:val="00B55048"/>
    <w:rsid w:val="00B570F6"/>
    <w:rsid w:val="00B5785D"/>
    <w:rsid w:val="00B63400"/>
    <w:rsid w:val="00B65E8F"/>
    <w:rsid w:val="00B701CD"/>
    <w:rsid w:val="00B70AA5"/>
    <w:rsid w:val="00B74B52"/>
    <w:rsid w:val="00B76E99"/>
    <w:rsid w:val="00B77809"/>
    <w:rsid w:val="00B818D2"/>
    <w:rsid w:val="00B81FE0"/>
    <w:rsid w:val="00B820A6"/>
    <w:rsid w:val="00B82E77"/>
    <w:rsid w:val="00B835CF"/>
    <w:rsid w:val="00B842F0"/>
    <w:rsid w:val="00B852FE"/>
    <w:rsid w:val="00B8749E"/>
    <w:rsid w:val="00B91043"/>
    <w:rsid w:val="00B915F6"/>
    <w:rsid w:val="00B91802"/>
    <w:rsid w:val="00B93230"/>
    <w:rsid w:val="00B93260"/>
    <w:rsid w:val="00B93DD8"/>
    <w:rsid w:val="00B963B0"/>
    <w:rsid w:val="00B97D10"/>
    <w:rsid w:val="00BA1E41"/>
    <w:rsid w:val="00BA2A02"/>
    <w:rsid w:val="00BA4147"/>
    <w:rsid w:val="00BA4905"/>
    <w:rsid w:val="00BA5676"/>
    <w:rsid w:val="00BA5A50"/>
    <w:rsid w:val="00BA688C"/>
    <w:rsid w:val="00BA68F5"/>
    <w:rsid w:val="00BA6A49"/>
    <w:rsid w:val="00BB3243"/>
    <w:rsid w:val="00BB5A3B"/>
    <w:rsid w:val="00BB6182"/>
    <w:rsid w:val="00BB7FA2"/>
    <w:rsid w:val="00BC46F8"/>
    <w:rsid w:val="00BC69F4"/>
    <w:rsid w:val="00BC6DA7"/>
    <w:rsid w:val="00BD08C8"/>
    <w:rsid w:val="00BD14A2"/>
    <w:rsid w:val="00BD3174"/>
    <w:rsid w:val="00BD3227"/>
    <w:rsid w:val="00BD530F"/>
    <w:rsid w:val="00BD5B72"/>
    <w:rsid w:val="00BE50F9"/>
    <w:rsid w:val="00BE51D6"/>
    <w:rsid w:val="00BE5FA4"/>
    <w:rsid w:val="00BE6F3A"/>
    <w:rsid w:val="00BE77A6"/>
    <w:rsid w:val="00BF3DBC"/>
    <w:rsid w:val="00BF59C9"/>
    <w:rsid w:val="00BF61D9"/>
    <w:rsid w:val="00C0027E"/>
    <w:rsid w:val="00C0110B"/>
    <w:rsid w:val="00C04A2E"/>
    <w:rsid w:val="00C05F49"/>
    <w:rsid w:val="00C06857"/>
    <w:rsid w:val="00C0791A"/>
    <w:rsid w:val="00C07B3C"/>
    <w:rsid w:val="00C07CFF"/>
    <w:rsid w:val="00C129B3"/>
    <w:rsid w:val="00C13993"/>
    <w:rsid w:val="00C14C3E"/>
    <w:rsid w:val="00C15BB4"/>
    <w:rsid w:val="00C16D49"/>
    <w:rsid w:val="00C17414"/>
    <w:rsid w:val="00C174D8"/>
    <w:rsid w:val="00C17BBE"/>
    <w:rsid w:val="00C17CD5"/>
    <w:rsid w:val="00C17F4E"/>
    <w:rsid w:val="00C17F9F"/>
    <w:rsid w:val="00C20EF1"/>
    <w:rsid w:val="00C22CE0"/>
    <w:rsid w:val="00C22E56"/>
    <w:rsid w:val="00C24038"/>
    <w:rsid w:val="00C243BF"/>
    <w:rsid w:val="00C243F3"/>
    <w:rsid w:val="00C244C2"/>
    <w:rsid w:val="00C255B0"/>
    <w:rsid w:val="00C25CC2"/>
    <w:rsid w:val="00C26711"/>
    <w:rsid w:val="00C338FB"/>
    <w:rsid w:val="00C33F19"/>
    <w:rsid w:val="00C33F2C"/>
    <w:rsid w:val="00C34571"/>
    <w:rsid w:val="00C36D64"/>
    <w:rsid w:val="00C4044E"/>
    <w:rsid w:val="00C40C36"/>
    <w:rsid w:val="00C41A68"/>
    <w:rsid w:val="00C42C0A"/>
    <w:rsid w:val="00C43816"/>
    <w:rsid w:val="00C444A1"/>
    <w:rsid w:val="00C45017"/>
    <w:rsid w:val="00C45D2F"/>
    <w:rsid w:val="00C45D31"/>
    <w:rsid w:val="00C50EF5"/>
    <w:rsid w:val="00C5141F"/>
    <w:rsid w:val="00C52254"/>
    <w:rsid w:val="00C52B48"/>
    <w:rsid w:val="00C53233"/>
    <w:rsid w:val="00C53288"/>
    <w:rsid w:val="00C537C4"/>
    <w:rsid w:val="00C53BC6"/>
    <w:rsid w:val="00C560C1"/>
    <w:rsid w:val="00C5703F"/>
    <w:rsid w:val="00C60FD0"/>
    <w:rsid w:val="00C63523"/>
    <w:rsid w:val="00C64911"/>
    <w:rsid w:val="00C66363"/>
    <w:rsid w:val="00C66F5C"/>
    <w:rsid w:val="00C67348"/>
    <w:rsid w:val="00C67945"/>
    <w:rsid w:val="00C67998"/>
    <w:rsid w:val="00C703D1"/>
    <w:rsid w:val="00C7151A"/>
    <w:rsid w:val="00C71F20"/>
    <w:rsid w:val="00C74DF6"/>
    <w:rsid w:val="00C75694"/>
    <w:rsid w:val="00C80AF2"/>
    <w:rsid w:val="00C81BF4"/>
    <w:rsid w:val="00C825B1"/>
    <w:rsid w:val="00C83368"/>
    <w:rsid w:val="00C835F1"/>
    <w:rsid w:val="00C861DD"/>
    <w:rsid w:val="00C87675"/>
    <w:rsid w:val="00C911C6"/>
    <w:rsid w:val="00C933D8"/>
    <w:rsid w:val="00C93836"/>
    <w:rsid w:val="00C94037"/>
    <w:rsid w:val="00C954CC"/>
    <w:rsid w:val="00C9564F"/>
    <w:rsid w:val="00C95A28"/>
    <w:rsid w:val="00C95C15"/>
    <w:rsid w:val="00C96B62"/>
    <w:rsid w:val="00C97B90"/>
    <w:rsid w:val="00CA00F1"/>
    <w:rsid w:val="00CA2420"/>
    <w:rsid w:val="00CA3F76"/>
    <w:rsid w:val="00CA4DB7"/>
    <w:rsid w:val="00CA6279"/>
    <w:rsid w:val="00CB15CD"/>
    <w:rsid w:val="00CB2343"/>
    <w:rsid w:val="00CB25D6"/>
    <w:rsid w:val="00CB31A9"/>
    <w:rsid w:val="00CB45CF"/>
    <w:rsid w:val="00CB4C15"/>
    <w:rsid w:val="00CB58AA"/>
    <w:rsid w:val="00CB59F1"/>
    <w:rsid w:val="00CB692C"/>
    <w:rsid w:val="00CB6B70"/>
    <w:rsid w:val="00CB7658"/>
    <w:rsid w:val="00CC17C9"/>
    <w:rsid w:val="00CC2A74"/>
    <w:rsid w:val="00CC34CB"/>
    <w:rsid w:val="00CC55D2"/>
    <w:rsid w:val="00CC56F4"/>
    <w:rsid w:val="00CC6D53"/>
    <w:rsid w:val="00CC74CE"/>
    <w:rsid w:val="00CC7C19"/>
    <w:rsid w:val="00CD0C6C"/>
    <w:rsid w:val="00CD0C80"/>
    <w:rsid w:val="00CD0F06"/>
    <w:rsid w:val="00CD3675"/>
    <w:rsid w:val="00CD4A9E"/>
    <w:rsid w:val="00CD4D2C"/>
    <w:rsid w:val="00CD52C1"/>
    <w:rsid w:val="00CD5B3B"/>
    <w:rsid w:val="00CD604D"/>
    <w:rsid w:val="00CD6A13"/>
    <w:rsid w:val="00CE0721"/>
    <w:rsid w:val="00CE27AF"/>
    <w:rsid w:val="00CE70D5"/>
    <w:rsid w:val="00CF0372"/>
    <w:rsid w:val="00CF11A1"/>
    <w:rsid w:val="00CF1FB8"/>
    <w:rsid w:val="00CF26C1"/>
    <w:rsid w:val="00CF436F"/>
    <w:rsid w:val="00CF4BDB"/>
    <w:rsid w:val="00CF5807"/>
    <w:rsid w:val="00CF74BD"/>
    <w:rsid w:val="00CF78BE"/>
    <w:rsid w:val="00D01622"/>
    <w:rsid w:val="00D017DB"/>
    <w:rsid w:val="00D041B8"/>
    <w:rsid w:val="00D04AB2"/>
    <w:rsid w:val="00D05991"/>
    <w:rsid w:val="00D06E9C"/>
    <w:rsid w:val="00D07800"/>
    <w:rsid w:val="00D12BE0"/>
    <w:rsid w:val="00D142F7"/>
    <w:rsid w:val="00D176D8"/>
    <w:rsid w:val="00D20CCA"/>
    <w:rsid w:val="00D21B5D"/>
    <w:rsid w:val="00D25EBD"/>
    <w:rsid w:val="00D2646D"/>
    <w:rsid w:val="00D31016"/>
    <w:rsid w:val="00D332E5"/>
    <w:rsid w:val="00D34508"/>
    <w:rsid w:val="00D35C17"/>
    <w:rsid w:val="00D4183A"/>
    <w:rsid w:val="00D43778"/>
    <w:rsid w:val="00D46A33"/>
    <w:rsid w:val="00D47068"/>
    <w:rsid w:val="00D50263"/>
    <w:rsid w:val="00D50EE5"/>
    <w:rsid w:val="00D51C06"/>
    <w:rsid w:val="00D5206B"/>
    <w:rsid w:val="00D52E07"/>
    <w:rsid w:val="00D557EC"/>
    <w:rsid w:val="00D55E88"/>
    <w:rsid w:val="00D566A6"/>
    <w:rsid w:val="00D57BBE"/>
    <w:rsid w:val="00D57EDF"/>
    <w:rsid w:val="00D60EAD"/>
    <w:rsid w:val="00D62365"/>
    <w:rsid w:val="00D668C7"/>
    <w:rsid w:val="00D66C60"/>
    <w:rsid w:val="00D67CD6"/>
    <w:rsid w:val="00D706F7"/>
    <w:rsid w:val="00D70CEE"/>
    <w:rsid w:val="00D71745"/>
    <w:rsid w:val="00D72511"/>
    <w:rsid w:val="00D72569"/>
    <w:rsid w:val="00D73109"/>
    <w:rsid w:val="00D73312"/>
    <w:rsid w:val="00D73646"/>
    <w:rsid w:val="00D73837"/>
    <w:rsid w:val="00D74709"/>
    <w:rsid w:val="00D75DC7"/>
    <w:rsid w:val="00D7645F"/>
    <w:rsid w:val="00D76821"/>
    <w:rsid w:val="00D76E37"/>
    <w:rsid w:val="00D804A5"/>
    <w:rsid w:val="00D81DFE"/>
    <w:rsid w:val="00D83A62"/>
    <w:rsid w:val="00D844F0"/>
    <w:rsid w:val="00D86F1D"/>
    <w:rsid w:val="00D87C2E"/>
    <w:rsid w:val="00D90209"/>
    <w:rsid w:val="00D902A7"/>
    <w:rsid w:val="00D9089A"/>
    <w:rsid w:val="00D92423"/>
    <w:rsid w:val="00D96002"/>
    <w:rsid w:val="00D961B4"/>
    <w:rsid w:val="00D97879"/>
    <w:rsid w:val="00DA0C79"/>
    <w:rsid w:val="00DA4115"/>
    <w:rsid w:val="00DA445B"/>
    <w:rsid w:val="00DA472F"/>
    <w:rsid w:val="00DA5A13"/>
    <w:rsid w:val="00DA5F58"/>
    <w:rsid w:val="00DB02F1"/>
    <w:rsid w:val="00DB038B"/>
    <w:rsid w:val="00DB1512"/>
    <w:rsid w:val="00DB1ED2"/>
    <w:rsid w:val="00DB2F32"/>
    <w:rsid w:val="00DB4015"/>
    <w:rsid w:val="00DB4B4A"/>
    <w:rsid w:val="00DB51A8"/>
    <w:rsid w:val="00DB52D9"/>
    <w:rsid w:val="00DB620A"/>
    <w:rsid w:val="00DC1A4B"/>
    <w:rsid w:val="00DC28F0"/>
    <w:rsid w:val="00DC2DA7"/>
    <w:rsid w:val="00DC3E14"/>
    <w:rsid w:val="00DC6E3F"/>
    <w:rsid w:val="00DC7132"/>
    <w:rsid w:val="00DC7C73"/>
    <w:rsid w:val="00DD2082"/>
    <w:rsid w:val="00DD274F"/>
    <w:rsid w:val="00DD686A"/>
    <w:rsid w:val="00DD71AB"/>
    <w:rsid w:val="00DE4842"/>
    <w:rsid w:val="00DE6BFC"/>
    <w:rsid w:val="00DE7AC4"/>
    <w:rsid w:val="00DF0E88"/>
    <w:rsid w:val="00DF42F3"/>
    <w:rsid w:val="00DF701D"/>
    <w:rsid w:val="00E03780"/>
    <w:rsid w:val="00E060FB"/>
    <w:rsid w:val="00E12822"/>
    <w:rsid w:val="00E12FC8"/>
    <w:rsid w:val="00E13099"/>
    <w:rsid w:val="00E13D25"/>
    <w:rsid w:val="00E144D7"/>
    <w:rsid w:val="00E1576B"/>
    <w:rsid w:val="00E17638"/>
    <w:rsid w:val="00E20483"/>
    <w:rsid w:val="00E204CD"/>
    <w:rsid w:val="00E207B8"/>
    <w:rsid w:val="00E22C1A"/>
    <w:rsid w:val="00E23C24"/>
    <w:rsid w:val="00E24FDD"/>
    <w:rsid w:val="00E252E1"/>
    <w:rsid w:val="00E25C4B"/>
    <w:rsid w:val="00E26A37"/>
    <w:rsid w:val="00E33AFE"/>
    <w:rsid w:val="00E346FD"/>
    <w:rsid w:val="00E34843"/>
    <w:rsid w:val="00E377BD"/>
    <w:rsid w:val="00E413A3"/>
    <w:rsid w:val="00E42679"/>
    <w:rsid w:val="00E43916"/>
    <w:rsid w:val="00E45A31"/>
    <w:rsid w:val="00E45D16"/>
    <w:rsid w:val="00E46228"/>
    <w:rsid w:val="00E467DF"/>
    <w:rsid w:val="00E50D29"/>
    <w:rsid w:val="00E52036"/>
    <w:rsid w:val="00E52B6E"/>
    <w:rsid w:val="00E52C4F"/>
    <w:rsid w:val="00E545B4"/>
    <w:rsid w:val="00E55D1C"/>
    <w:rsid w:val="00E55EBA"/>
    <w:rsid w:val="00E562FC"/>
    <w:rsid w:val="00E57884"/>
    <w:rsid w:val="00E57E96"/>
    <w:rsid w:val="00E617A0"/>
    <w:rsid w:val="00E64475"/>
    <w:rsid w:val="00E666C7"/>
    <w:rsid w:val="00E70058"/>
    <w:rsid w:val="00E70759"/>
    <w:rsid w:val="00E70C78"/>
    <w:rsid w:val="00E73CB3"/>
    <w:rsid w:val="00E74BC6"/>
    <w:rsid w:val="00E74EA8"/>
    <w:rsid w:val="00E81FD8"/>
    <w:rsid w:val="00E82A8A"/>
    <w:rsid w:val="00E82F21"/>
    <w:rsid w:val="00E84661"/>
    <w:rsid w:val="00E848C8"/>
    <w:rsid w:val="00E849EC"/>
    <w:rsid w:val="00E859B3"/>
    <w:rsid w:val="00E87E2D"/>
    <w:rsid w:val="00E9210B"/>
    <w:rsid w:val="00E92695"/>
    <w:rsid w:val="00E94014"/>
    <w:rsid w:val="00E95FDE"/>
    <w:rsid w:val="00E969FD"/>
    <w:rsid w:val="00EA0E04"/>
    <w:rsid w:val="00EA0F6C"/>
    <w:rsid w:val="00EA2626"/>
    <w:rsid w:val="00EA28E8"/>
    <w:rsid w:val="00EA3908"/>
    <w:rsid w:val="00EA4E1F"/>
    <w:rsid w:val="00EA5309"/>
    <w:rsid w:val="00EA58E5"/>
    <w:rsid w:val="00EA7F42"/>
    <w:rsid w:val="00EB1467"/>
    <w:rsid w:val="00EB2F05"/>
    <w:rsid w:val="00EB51CE"/>
    <w:rsid w:val="00EB574B"/>
    <w:rsid w:val="00EC0BD8"/>
    <w:rsid w:val="00EC0DF4"/>
    <w:rsid w:val="00EC2458"/>
    <w:rsid w:val="00EC5C7B"/>
    <w:rsid w:val="00EC7FE4"/>
    <w:rsid w:val="00ED0A37"/>
    <w:rsid w:val="00ED334F"/>
    <w:rsid w:val="00ED366C"/>
    <w:rsid w:val="00ED430F"/>
    <w:rsid w:val="00ED4616"/>
    <w:rsid w:val="00ED5EB3"/>
    <w:rsid w:val="00EE1601"/>
    <w:rsid w:val="00EE22ED"/>
    <w:rsid w:val="00EE5093"/>
    <w:rsid w:val="00EE6859"/>
    <w:rsid w:val="00EF0615"/>
    <w:rsid w:val="00EF1DA3"/>
    <w:rsid w:val="00EF44A2"/>
    <w:rsid w:val="00EF472D"/>
    <w:rsid w:val="00EF4ADC"/>
    <w:rsid w:val="00F01CA6"/>
    <w:rsid w:val="00F05243"/>
    <w:rsid w:val="00F056B8"/>
    <w:rsid w:val="00F0612C"/>
    <w:rsid w:val="00F06245"/>
    <w:rsid w:val="00F072CC"/>
    <w:rsid w:val="00F10F50"/>
    <w:rsid w:val="00F1295A"/>
    <w:rsid w:val="00F13170"/>
    <w:rsid w:val="00F13299"/>
    <w:rsid w:val="00F13E93"/>
    <w:rsid w:val="00F16A4C"/>
    <w:rsid w:val="00F16F0B"/>
    <w:rsid w:val="00F16FA7"/>
    <w:rsid w:val="00F17666"/>
    <w:rsid w:val="00F201F4"/>
    <w:rsid w:val="00F20C40"/>
    <w:rsid w:val="00F211EA"/>
    <w:rsid w:val="00F224DA"/>
    <w:rsid w:val="00F22F30"/>
    <w:rsid w:val="00F238B2"/>
    <w:rsid w:val="00F23FF8"/>
    <w:rsid w:val="00F25CC8"/>
    <w:rsid w:val="00F30464"/>
    <w:rsid w:val="00F314CB"/>
    <w:rsid w:val="00F41A9F"/>
    <w:rsid w:val="00F41F8D"/>
    <w:rsid w:val="00F429C4"/>
    <w:rsid w:val="00F42D4C"/>
    <w:rsid w:val="00F452A0"/>
    <w:rsid w:val="00F45474"/>
    <w:rsid w:val="00F455E6"/>
    <w:rsid w:val="00F45623"/>
    <w:rsid w:val="00F47D19"/>
    <w:rsid w:val="00F52324"/>
    <w:rsid w:val="00F53C3B"/>
    <w:rsid w:val="00F55B18"/>
    <w:rsid w:val="00F5607E"/>
    <w:rsid w:val="00F60CC7"/>
    <w:rsid w:val="00F62485"/>
    <w:rsid w:val="00F6384E"/>
    <w:rsid w:val="00F63BC9"/>
    <w:rsid w:val="00F64B35"/>
    <w:rsid w:val="00F659E6"/>
    <w:rsid w:val="00F663DB"/>
    <w:rsid w:val="00F66AF9"/>
    <w:rsid w:val="00F67D20"/>
    <w:rsid w:val="00F67D2A"/>
    <w:rsid w:val="00F70841"/>
    <w:rsid w:val="00F712DA"/>
    <w:rsid w:val="00F71A6C"/>
    <w:rsid w:val="00F73159"/>
    <w:rsid w:val="00F73CA5"/>
    <w:rsid w:val="00F74EF9"/>
    <w:rsid w:val="00F77A78"/>
    <w:rsid w:val="00F81F90"/>
    <w:rsid w:val="00F82558"/>
    <w:rsid w:val="00F8323C"/>
    <w:rsid w:val="00F855D2"/>
    <w:rsid w:val="00F867DD"/>
    <w:rsid w:val="00F86BD0"/>
    <w:rsid w:val="00F87159"/>
    <w:rsid w:val="00F87D49"/>
    <w:rsid w:val="00F90EB1"/>
    <w:rsid w:val="00F964A7"/>
    <w:rsid w:val="00F97695"/>
    <w:rsid w:val="00FA0580"/>
    <w:rsid w:val="00FA0E1D"/>
    <w:rsid w:val="00FA1014"/>
    <w:rsid w:val="00FA26D3"/>
    <w:rsid w:val="00FA2780"/>
    <w:rsid w:val="00FA33AB"/>
    <w:rsid w:val="00FA3834"/>
    <w:rsid w:val="00FA5E17"/>
    <w:rsid w:val="00FA6A92"/>
    <w:rsid w:val="00FA6F23"/>
    <w:rsid w:val="00FB14AB"/>
    <w:rsid w:val="00FB1511"/>
    <w:rsid w:val="00FB252E"/>
    <w:rsid w:val="00FB3190"/>
    <w:rsid w:val="00FB3A58"/>
    <w:rsid w:val="00FB46D7"/>
    <w:rsid w:val="00FB496B"/>
    <w:rsid w:val="00FB5970"/>
    <w:rsid w:val="00FB6D27"/>
    <w:rsid w:val="00FC2864"/>
    <w:rsid w:val="00FC41DF"/>
    <w:rsid w:val="00FC4284"/>
    <w:rsid w:val="00FC554B"/>
    <w:rsid w:val="00FC5AAF"/>
    <w:rsid w:val="00FC6ACE"/>
    <w:rsid w:val="00FC7503"/>
    <w:rsid w:val="00FC7650"/>
    <w:rsid w:val="00FD1B95"/>
    <w:rsid w:val="00FD4898"/>
    <w:rsid w:val="00FD7F1A"/>
    <w:rsid w:val="00FE059C"/>
    <w:rsid w:val="00FE09C7"/>
    <w:rsid w:val="00FE0A73"/>
    <w:rsid w:val="00FE2F2C"/>
    <w:rsid w:val="00FE3916"/>
    <w:rsid w:val="00FE4D4C"/>
    <w:rsid w:val="00FE4F80"/>
    <w:rsid w:val="00FE663B"/>
    <w:rsid w:val="00FE7AA3"/>
    <w:rsid w:val="00FF1130"/>
    <w:rsid w:val="00FF3A27"/>
    <w:rsid w:val="00FF3FC0"/>
    <w:rsid w:val="00FF55BA"/>
    <w:rsid w:val="00FF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839CB4"/>
  <w15:chartTrackingRefBased/>
  <w15:docId w15:val="{28E13E88-A270-4145-88D6-038CE996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0C7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DA0C79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  <w:lang w:val="x-none" w:eastAsia="x-none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References,Numbered List Paragraph,Numbered Paragraph,Main numbered paragraph,Outlines a.b.c.,Akapit z listą BS,List_Paragraph,Multilevel para_II,List Paragraph (numbered (a)),Numbered list,List Paragraph 1,Normal bullet 2,List Paragraph1"/>
    <w:basedOn w:val="Normal"/>
    <w:link w:val="ListParagraphChar"/>
    <w:uiPriority w:val="34"/>
    <w:qFormat/>
    <w:rsid w:val="00DA0C79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ListParagraphChar">
    <w:name w:val="List Paragraph Char"/>
    <w:aliases w:val="References Char,Numbered List Paragraph Char,Numbered Paragraph Char,Main numbered paragraph Char,Outlines a.b.c. Char,Akapit z listą BS Char,List_Paragraph Char,Multilevel para_II Char,List Paragraph (numbered (a)) Char"/>
    <w:link w:val="ListParagraph"/>
    <w:uiPriority w:val="34"/>
    <w:locked/>
    <w:rsid w:val="00972BF0"/>
    <w:rPr>
      <w:rFonts w:ascii="Times New Roman" w:eastAsia="Times New Roman" w:hAnsi="Times New Roman"/>
      <w:lang w:val="en-US" w:eastAsia="en-US"/>
    </w:rPr>
  </w:style>
  <w:style w:type="paragraph" w:styleId="BodyText2">
    <w:name w:val="Body Text 2"/>
    <w:basedOn w:val="Normal"/>
    <w:link w:val="BodyText2Char"/>
    <w:uiPriority w:val="99"/>
    <w:unhideWhenUsed/>
    <w:rsid w:val="00DA0C79"/>
    <w:pPr>
      <w:spacing w:line="480" w:lineRule="auto"/>
      <w:ind w:left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BodyText2Char">
    <w:name w:val="Body Text 2 Char"/>
    <w:link w:val="BodyText2"/>
    <w:uiPriority w:val="99"/>
    <w:rsid w:val="00DA0C79"/>
    <w:rPr>
      <w:rFonts w:ascii="Times New Roman" w:eastAsia="Times New Roman" w:hAnsi="Times New Roman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A0C79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iPriority w:val="99"/>
    <w:unhideWhenUsed/>
    <w:rsid w:val="00DA0C79"/>
    <w:pPr>
      <w:spacing w:line="240" w:lineRule="auto"/>
      <w:ind w:left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link w:val="BodyText"/>
    <w:uiPriority w:val="99"/>
    <w:rsid w:val="00DA0C79"/>
    <w:rPr>
      <w:rFonts w:ascii="Times New Roman" w:eastAsia="Times New Roman" w:hAnsi="Times New Roman"/>
      <w:lang w:val="en-US" w:eastAsia="en-US"/>
    </w:rPr>
  </w:style>
  <w:style w:type="character" w:styleId="Hyperlink">
    <w:name w:val="Hyperlink"/>
    <w:uiPriority w:val="99"/>
    <w:unhideWhenUsed/>
    <w:rsid w:val="00DA0C79"/>
    <w:rPr>
      <w:strike w:val="0"/>
      <w:dstrike w:val="0"/>
      <w:color w:val="6975A5"/>
      <w:u w:val="none"/>
      <w:effect w:val="none"/>
    </w:rPr>
  </w:style>
  <w:style w:type="character" w:styleId="CommentReference">
    <w:name w:val="annotation reference"/>
    <w:uiPriority w:val="99"/>
    <w:unhideWhenUsed/>
    <w:rsid w:val="00B24F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4F1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24F1C"/>
    <w:rPr>
      <w:rFonts w:ascii="Trebuchet MS" w:hAnsi="Trebuchet MS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4F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4F1C"/>
    <w:rPr>
      <w:rFonts w:ascii="Trebuchet MS" w:hAnsi="Trebuchet MS"/>
      <w:b/>
      <w:bCs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3E4B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B43E4B"/>
    <w:rPr>
      <w:rFonts w:ascii="Trebuchet MS" w:hAnsi="Trebuchet MS"/>
    </w:rPr>
  </w:style>
  <w:style w:type="character" w:styleId="FootnoteReference">
    <w:name w:val="footnote reference"/>
    <w:aliases w:val="Times 10 Point,Exposant 3 Point,Footnote symbol,Footnote reference number,EN Footnote Reference,note TESI,16 Point,Superscript 6 Point,ftref,BVI fnr,Error-Fußnotenzeichen5,Error-Fußnotenzeichen6,Footnote Reference Number"/>
    <w:uiPriority w:val="99"/>
    <w:unhideWhenUsed/>
    <w:qFormat/>
    <w:rsid w:val="00B43E4B"/>
    <w:rPr>
      <w:vertAlign w:val="superscript"/>
    </w:rPr>
  </w:style>
  <w:style w:type="character" w:customStyle="1" w:styleId="apple-converted-space">
    <w:name w:val="apple-converted-space"/>
    <w:rsid w:val="00EF1DA3"/>
  </w:style>
  <w:style w:type="character" w:customStyle="1" w:styleId="spar">
    <w:name w:val="s_par"/>
    <w:rsid w:val="005A08D2"/>
  </w:style>
  <w:style w:type="paragraph" w:styleId="Revision">
    <w:name w:val="Revision"/>
    <w:hidden/>
    <w:uiPriority w:val="71"/>
    <w:rsid w:val="00FA1014"/>
    <w:rPr>
      <w:rFonts w:ascii="Trebuchet MS" w:hAnsi="Trebuchet MS"/>
      <w:sz w:val="22"/>
      <w:szCs w:val="22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6B170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C954CC"/>
    <w:rPr>
      <w:color w:val="954F72"/>
      <w:u w:val="single"/>
    </w:rPr>
  </w:style>
  <w:style w:type="paragraph" w:customStyle="1" w:styleId="xl63">
    <w:name w:val="xl63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64">
    <w:name w:val="xl64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65">
    <w:name w:val="xl65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66">
    <w:name w:val="xl66"/>
    <w:basedOn w:val="Normal"/>
    <w:rsid w:val="00C0027E"/>
    <w:pPr>
      <w:spacing w:before="100" w:beforeAutospacing="1" w:after="100" w:afterAutospacing="1" w:line="240" w:lineRule="auto"/>
      <w:ind w:left="0"/>
      <w:jc w:val="left"/>
      <w:textAlignment w:val="top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67">
    <w:name w:val="xl67"/>
    <w:basedOn w:val="Normal"/>
    <w:rsid w:val="00C0027E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68">
    <w:name w:val="xl68"/>
    <w:basedOn w:val="Normal"/>
    <w:rsid w:val="00C0027E"/>
    <w:pPr>
      <w:shd w:val="clear" w:color="000000" w:fill="92D050"/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69">
    <w:name w:val="xl69"/>
    <w:basedOn w:val="Normal"/>
    <w:rsid w:val="00C0027E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0">
    <w:name w:val="xl70"/>
    <w:basedOn w:val="Normal"/>
    <w:rsid w:val="00C0027E"/>
    <w:pPr>
      <w:shd w:val="clear" w:color="000000" w:fill="FFF2CC"/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1">
    <w:name w:val="xl71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72">
    <w:name w:val="xl72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73">
    <w:name w:val="xl73"/>
    <w:basedOn w:val="Normal"/>
    <w:rsid w:val="00C0027E"/>
    <w:pP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4">
    <w:name w:val="xl74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75">
    <w:name w:val="xl75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76">
    <w:name w:val="xl76"/>
    <w:basedOn w:val="Normal"/>
    <w:rsid w:val="00C002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font5">
    <w:name w:val="font5"/>
    <w:basedOn w:val="Normal"/>
    <w:rsid w:val="00773C05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color w:val="000000"/>
      <w:sz w:val="18"/>
      <w:szCs w:val="18"/>
      <w:lang w:val="ro-RO" w:eastAsia="ro-RO"/>
    </w:rPr>
  </w:style>
  <w:style w:type="paragraph" w:customStyle="1" w:styleId="xl77">
    <w:name w:val="xl77"/>
    <w:basedOn w:val="Normal"/>
    <w:rsid w:val="00773C0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8">
    <w:name w:val="xl78"/>
    <w:basedOn w:val="Normal"/>
    <w:rsid w:val="00773C0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79">
    <w:name w:val="xl79"/>
    <w:basedOn w:val="Normal"/>
    <w:rsid w:val="00773C0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80">
    <w:name w:val="xl80"/>
    <w:basedOn w:val="Normal"/>
    <w:rsid w:val="00773C0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ind w:left="0"/>
      <w:jc w:val="right"/>
    </w:pPr>
    <w:rPr>
      <w:rFonts w:ascii="Calibri" w:eastAsia="Times New Roman" w:hAnsi="Calibri" w:cs="Calibri"/>
      <w:sz w:val="20"/>
      <w:szCs w:val="20"/>
      <w:lang w:val="ro-RO" w:eastAsia="ro-RO"/>
    </w:rPr>
  </w:style>
  <w:style w:type="paragraph" w:customStyle="1" w:styleId="xl81">
    <w:name w:val="xl81"/>
    <w:basedOn w:val="Normal"/>
    <w:rsid w:val="00773C05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92D050"/>
      <w:spacing w:before="100" w:beforeAutospacing="1" w:after="100" w:afterAutospacing="1" w:line="240" w:lineRule="auto"/>
      <w:ind w:left="0"/>
      <w:jc w:val="right"/>
    </w:pPr>
    <w:rPr>
      <w:rFonts w:ascii="Calibri" w:eastAsia="Times New Roman" w:hAnsi="Calibri" w:cs="Calibri"/>
      <w:sz w:val="20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GOV_identitate_vizuala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1239E-31EC-4581-9EF8-D7AA0B263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65</Pages>
  <Words>20829</Words>
  <Characters>118731</Characters>
  <Application>Microsoft Office Word</Application>
  <DocSecurity>0</DocSecurity>
  <Lines>989</Lines>
  <Paragraphs>278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139282</CharactersWithSpaces>
  <SharedDoc>false</SharedDoc>
  <HLinks>
    <vt:vector size="30" baseType="variant">
      <vt:variant>
        <vt:i4>852022</vt:i4>
      </vt:variant>
      <vt:variant>
        <vt:i4>6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  <vt:variant>
        <vt:i4>852022</vt:i4>
      </vt:variant>
      <vt:variant>
        <vt:i4>3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  <vt:variant>
        <vt:i4>7667770</vt:i4>
      </vt:variant>
      <vt:variant>
        <vt:i4>0</vt:i4>
      </vt:variant>
      <vt:variant>
        <vt:i4>0</vt:i4>
      </vt:variant>
      <vt:variant>
        <vt:i4>5</vt:i4>
      </vt:variant>
      <vt:variant>
        <vt:lpwstr>http://www.mmuncii.gov.ro/</vt:lpwstr>
      </vt:variant>
      <vt:variant>
        <vt:lpwstr/>
      </vt:variant>
      <vt:variant>
        <vt:i4>7667770</vt:i4>
      </vt:variant>
      <vt:variant>
        <vt:i4>3</vt:i4>
      </vt:variant>
      <vt:variant>
        <vt:i4>0</vt:i4>
      </vt:variant>
      <vt:variant>
        <vt:i4>5</vt:i4>
      </vt:variant>
      <vt:variant>
        <vt:lpwstr>http://www.mmuncii.gov.ro/</vt:lpwstr>
      </vt:variant>
      <vt:variant>
        <vt:lpwstr/>
      </vt:variant>
      <vt:variant>
        <vt:i4>852022</vt:i4>
      </vt:variant>
      <vt:variant>
        <vt:i4>0</vt:i4>
      </vt:variant>
      <vt:variant>
        <vt:i4>0</vt:i4>
      </vt:variant>
      <vt:variant>
        <vt:i4>5</vt:i4>
      </vt:variant>
      <vt:variant>
        <vt:lpwstr>mailto:Servicii.Sociale@mmuncii.gov.ro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</dc:creator>
  <cp:keywords/>
  <cp:lastModifiedBy>Mihaiela Cosma</cp:lastModifiedBy>
  <cp:revision>2</cp:revision>
  <cp:lastPrinted>2022-05-04T08:05:00Z</cp:lastPrinted>
  <dcterms:created xsi:type="dcterms:W3CDTF">2023-04-27T15:10:00Z</dcterms:created>
  <dcterms:modified xsi:type="dcterms:W3CDTF">2023-04-27T15:10:00Z</dcterms:modified>
</cp:coreProperties>
</file>