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90B3E" w14:textId="77777777" w:rsidR="002F6FF2" w:rsidRPr="00014BE0" w:rsidRDefault="002F6FF2" w:rsidP="002F6FF2">
      <w:pPr>
        <w:jc w:val="both"/>
        <w:rPr>
          <w:sz w:val="22"/>
          <w:szCs w:val="22"/>
        </w:rPr>
      </w:pPr>
      <w:r w:rsidRPr="00014BE0">
        <w:rPr>
          <w:sz w:val="22"/>
          <w:szCs w:val="22"/>
        </w:rPr>
        <w:t xml:space="preserve">Planul Național de Redresare și Reziliență </w:t>
      </w:r>
    </w:p>
    <w:p w14:paraId="18710C70" w14:textId="77777777" w:rsidR="002F6FF2" w:rsidRPr="00014BE0" w:rsidRDefault="002F6FF2" w:rsidP="002F6FF2">
      <w:pPr>
        <w:jc w:val="both"/>
        <w:rPr>
          <w:sz w:val="22"/>
          <w:szCs w:val="22"/>
        </w:rPr>
      </w:pPr>
      <w:r w:rsidRPr="00014BE0">
        <w:rPr>
          <w:sz w:val="22"/>
          <w:szCs w:val="22"/>
        </w:rPr>
        <w:t xml:space="preserve">Componenta C13 – REFORME SOCIALE </w:t>
      </w:r>
    </w:p>
    <w:p w14:paraId="43F6E008" w14:textId="77777777" w:rsidR="002F6FF2" w:rsidRPr="00014BE0" w:rsidRDefault="002F6FF2" w:rsidP="002F6FF2">
      <w:pPr>
        <w:jc w:val="both"/>
        <w:rPr>
          <w:sz w:val="22"/>
          <w:szCs w:val="22"/>
        </w:rPr>
      </w:pPr>
      <w:r w:rsidRPr="00014BE0">
        <w:rPr>
          <w:sz w:val="22"/>
          <w:szCs w:val="22"/>
        </w:rPr>
        <w:t>Investiția I1 -  „Crearea unei rețele de centre de zi pentru copiii expuși riscului de a fi separați de familie"</w:t>
      </w:r>
    </w:p>
    <w:p w14:paraId="70FD6759" w14:textId="77777777" w:rsidR="002F6FF2" w:rsidRPr="00014BE0" w:rsidRDefault="002F6FF2" w:rsidP="002F6FF2">
      <w:pPr>
        <w:jc w:val="right"/>
        <w:rPr>
          <w:sz w:val="22"/>
          <w:szCs w:val="22"/>
        </w:rPr>
      </w:pPr>
      <w:r w:rsidRPr="00014BE0">
        <w:rPr>
          <w:sz w:val="22"/>
          <w:szCs w:val="22"/>
        </w:rPr>
        <w:t xml:space="preserve">Anexă la Ghidul specific </w:t>
      </w:r>
    </w:p>
    <w:p w14:paraId="4472B65F" w14:textId="77777777" w:rsidR="002F6FF2" w:rsidRPr="00014BE0" w:rsidRDefault="002F6FF2" w:rsidP="002F6FF2">
      <w:pPr>
        <w:jc w:val="right"/>
        <w:rPr>
          <w:sz w:val="22"/>
          <w:szCs w:val="22"/>
        </w:rPr>
      </w:pPr>
      <w:r w:rsidRPr="00014BE0">
        <w:rPr>
          <w:sz w:val="22"/>
          <w:szCs w:val="22"/>
        </w:rPr>
        <w:t>Model E</w:t>
      </w:r>
    </w:p>
    <w:p w14:paraId="7FCB29DB" w14:textId="77777777" w:rsidR="002F6FF2" w:rsidRPr="00014BE0" w:rsidRDefault="002F6FF2" w:rsidP="002F6FF2">
      <w:pPr>
        <w:jc w:val="center"/>
        <w:rPr>
          <w:b/>
          <w:bCs/>
          <w:sz w:val="22"/>
          <w:szCs w:val="22"/>
        </w:rPr>
      </w:pPr>
    </w:p>
    <w:p w14:paraId="3011C479" w14:textId="77777777" w:rsidR="002F6FF2" w:rsidRPr="00014BE0" w:rsidRDefault="002F6FF2" w:rsidP="002F6FF2">
      <w:pPr>
        <w:jc w:val="center"/>
        <w:rPr>
          <w:b/>
          <w:bCs/>
          <w:sz w:val="22"/>
          <w:szCs w:val="22"/>
        </w:rPr>
      </w:pPr>
      <w:r w:rsidRPr="00014BE0">
        <w:rPr>
          <w:b/>
          <w:bCs/>
          <w:sz w:val="22"/>
          <w:szCs w:val="22"/>
        </w:rPr>
        <w:t>Declarație de consimțământ privind prelucrarea datelor cu caracter personal</w:t>
      </w:r>
    </w:p>
    <w:p w14:paraId="34AB30FF" w14:textId="77777777" w:rsidR="002F6FF2" w:rsidRPr="00014BE0" w:rsidRDefault="002F6FF2" w:rsidP="002F6FF2">
      <w:pPr>
        <w:jc w:val="both"/>
        <w:rPr>
          <w:sz w:val="22"/>
          <w:szCs w:val="22"/>
        </w:rPr>
      </w:pPr>
    </w:p>
    <w:p w14:paraId="268374B7" w14:textId="77777777" w:rsidR="002F6FF2" w:rsidRPr="00014BE0" w:rsidRDefault="002F6FF2" w:rsidP="002F6FF2">
      <w:pPr>
        <w:jc w:val="both"/>
        <w:rPr>
          <w:sz w:val="22"/>
          <w:szCs w:val="22"/>
        </w:rPr>
      </w:pPr>
      <w:r w:rsidRPr="00014BE0">
        <w:rPr>
          <w:sz w:val="22"/>
          <w:szCs w:val="22"/>
        </w:rPr>
        <w:t xml:space="preserve">Pentru cererea de </w:t>
      </w:r>
      <w:proofErr w:type="spellStart"/>
      <w:r w:rsidRPr="00014BE0">
        <w:rPr>
          <w:sz w:val="22"/>
          <w:szCs w:val="22"/>
        </w:rPr>
        <w:t>finanţare</w:t>
      </w:r>
      <w:proofErr w:type="spellEnd"/>
      <w:r w:rsidRPr="00014BE0">
        <w:rPr>
          <w:sz w:val="22"/>
          <w:szCs w:val="22"/>
        </w:rPr>
        <w:t xml:space="preserve"> cu titlul .........................................</w:t>
      </w:r>
      <w:r w:rsidRPr="00014BE0">
        <w:rPr>
          <w:i/>
          <w:iCs/>
          <w:sz w:val="22"/>
          <w:szCs w:val="22"/>
        </w:rPr>
        <w:t xml:space="preserve">(completați cu titlul complet al cererii de </w:t>
      </w:r>
      <w:proofErr w:type="spellStart"/>
      <w:r w:rsidRPr="00014BE0">
        <w:rPr>
          <w:i/>
          <w:iCs/>
          <w:sz w:val="22"/>
          <w:szCs w:val="22"/>
        </w:rPr>
        <w:t>finanţare</w:t>
      </w:r>
      <w:proofErr w:type="spellEnd"/>
      <w:r w:rsidRPr="00014BE0">
        <w:rPr>
          <w:i/>
          <w:iCs/>
          <w:sz w:val="22"/>
          <w:szCs w:val="22"/>
        </w:rPr>
        <w:t>)</w:t>
      </w:r>
      <w:r w:rsidRPr="00014BE0">
        <w:rPr>
          <w:sz w:val="22"/>
          <w:szCs w:val="22"/>
        </w:rPr>
        <w:t xml:space="preserve"> din care această </w:t>
      </w:r>
      <w:proofErr w:type="spellStart"/>
      <w:r w:rsidRPr="00014BE0">
        <w:rPr>
          <w:sz w:val="22"/>
          <w:szCs w:val="22"/>
        </w:rPr>
        <w:t>declaraţie</w:t>
      </w:r>
      <w:proofErr w:type="spellEnd"/>
      <w:r w:rsidRPr="00014BE0">
        <w:rPr>
          <w:sz w:val="22"/>
          <w:szCs w:val="22"/>
        </w:rPr>
        <w:t xml:space="preserve"> face parte integrantă, în cadrul Planului Național de Redresare și Reziliență, Componenta C13 – REFORME SOCIALE, Investiția I1 -  „Crearea unei rețele de centre de zi pentru copiii expuși riscului de a fi separați de familie", apelul de proiecte PNRR/2022/C13/I1 </w:t>
      </w:r>
    </w:p>
    <w:p w14:paraId="1C214E4C" w14:textId="77777777" w:rsidR="002F6FF2" w:rsidRPr="00014BE0" w:rsidRDefault="002F6FF2" w:rsidP="002F6FF2">
      <w:pPr>
        <w:jc w:val="both"/>
        <w:rPr>
          <w:i/>
          <w:iCs/>
          <w:sz w:val="22"/>
          <w:szCs w:val="22"/>
        </w:rPr>
      </w:pPr>
      <w:r w:rsidRPr="00014BE0">
        <w:rPr>
          <w:i/>
          <w:iCs/>
          <w:sz w:val="22"/>
          <w:szCs w:val="22"/>
        </w:rPr>
        <w:t xml:space="preserve">(Această declarație se completează de către reprezentantul legal al solicitantului). Se semnează conform secțiunii 5.3 din ghidul specific. </w:t>
      </w:r>
    </w:p>
    <w:p w14:paraId="44C58DD4" w14:textId="77777777" w:rsidR="002F6FF2" w:rsidRPr="00014BE0" w:rsidRDefault="002F6FF2" w:rsidP="002F6FF2">
      <w:pPr>
        <w:jc w:val="center"/>
        <w:rPr>
          <w:b/>
          <w:bCs/>
          <w:sz w:val="22"/>
          <w:szCs w:val="22"/>
        </w:rPr>
      </w:pPr>
      <w:r w:rsidRPr="00014BE0">
        <w:rPr>
          <w:b/>
          <w:bCs/>
          <w:sz w:val="22"/>
          <w:szCs w:val="22"/>
        </w:rPr>
        <w:t>CONSIMŢĂMÂNT</w:t>
      </w:r>
    </w:p>
    <w:p w14:paraId="69DEDE25" w14:textId="77777777" w:rsidR="002F6FF2" w:rsidRPr="00014BE0" w:rsidRDefault="002F6FF2" w:rsidP="002F6FF2">
      <w:pPr>
        <w:jc w:val="both"/>
        <w:rPr>
          <w:sz w:val="22"/>
          <w:szCs w:val="22"/>
        </w:rPr>
      </w:pPr>
      <w:r w:rsidRPr="00014BE0">
        <w:rPr>
          <w:sz w:val="22"/>
          <w:szCs w:val="22"/>
        </w:rPr>
        <w:t>Subsemnatul / Subsemnata ……………………………………………………………, CNP……………………,</w:t>
      </w:r>
    </w:p>
    <w:p w14:paraId="25FD335E" w14:textId="77777777" w:rsidR="002F6FF2" w:rsidRPr="00014BE0" w:rsidRDefault="002F6FF2" w:rsidP="002F6FF2">
      <w:pPr>
        <w:jc w:val="both"/>
        <w:rPr>
          <w:sz w:val="22"/>
          <w:szCs w:val="22"/>
        </w:rPr>
      </w:pPr>
      <w:r w:rsidRPr="00014BE0">
        <w:rPr>
          <w:sz w:val="22"/>
          <w:szCs w:val="22"/>
        </w:rPr>
        <w:t xml:space="preserve">posesor/posesoare a CI seria……….nr ………………………., domiciliat/ă în ..........................……………………………………………………………………………………………………..........................…………., e-mail …………………………………………………, telefon ………………………………………… în calitate de persoană fizică și reprezentant legal* al: </w:t>
      </w:r>
    </w:p>
    <w:p w14:paraId="7DA875A3" w14:textId="77777777" w:rsidR="002F6FF2" w:rsidRPr="00014BE0" w:rsidRDefault="002F6FF2" w:rsidP="002F6FF2">
      <w:pPr>
        <w:jc w:val="both"/>
        <w:rPr>
          <w:sz w:val="22"/>
          <w:szCs w:val="22"/>
        </w:rPr>
      </w:pPr>
      <w:r w:rsidRPr="00014BE0">
        <w:rPr>
          <w:sz w:val="22"/>
          <w:szCs w:val="22"/>
        </w:rPr>
        <w:t xml:space="preserve">…………………………................................................................................... </w:t>
      </w:r>
    </w:p>
    <w:p w14:paraId="42B5DBE9" w14:textId="77777777" w:rsidR="002F6FF2" w:rsidRPr="00014BE0" w:rsidRDefault="002F6FF2" w:rsidP="002F6FF2">
      <w:pPr>
        <w:jc w:val="both"/>
        <w:rPr>
          <w:i/>
          <w:iCs/>
          <w:sz w:val="22"/>
          <w:szCs w:val="22"/>
        </w:rPr>
      </w:pPr>
      <w:r w:rsidRPr="00014BE0">
        <w:rPr>
          <w:i/>
          <w:iCs/>
          <w:sz w:val="22"/>
          <w:szCs w:val="22"/>
        </w:rPr>
        <w:t>(se vor completa denumirea, CUI/CIF și adresa sediului social al solicitantului),</w:t>
      </w:r>
    </w:p>
    <w:p w14:paraId="55C2507C" w14:textId="77777777" w:rsidR="002F6FF2" w:rsidRPr="00014BE0" w:rsidRDefault="002F6FF2" w:rsidP="002F6FF2">
      <w:pPr>
        <w:jc w:val="both"/>
        <w:rPr>
          <w:sz w:val="22"/>
          <w:szCs w:val="22"/>
        </w:rPr>
      </w:pPr>
      <w:r w:rsidRPr="00014BE0">
        <w:rPr>
          <w:sz w:val="22"/>
          <w:szCs w:val="22"/>
        </w:rPr>
        <w:t xml:space="preserve">declar prin prezenta că sunt de acord ca Ministerul Familiei, Tineretului și Egalității de  Șanse (MFTEȘ) să fie autorizat prin compartimentele de specialitate responsabile cu verificarea și contractarea cererii de finanțare cu titlul ……………...................................................................................….., depusă în cadrul apelului de proiecte PNRR/2022/C13/I1, 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1A9692E5" w14:textId="77777777" w:rsidR="002F6FF2" w:rsidRPr="00014BE0" w:rsidRDefault="002F6FF2" w:rsidP="002F6FF2">
      <w:pPr>
        <w:jc w:val="both"/>
        <w:rPr>
          <w:sz w:val="22"/>
          <w:szCs w:val="22"/>
        </w:rPr>
      </w:pPr>
      <w:r w:rsidRPr="00014BE0">
        <w:rPr>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MFTEȘ/MIPE/AA/DNA/DLAF si a altor instituții implicate în sistemul de control și/sau audit al fondurilor aferente PNRR de a utiliza datele disponibile în baze de date externe în scopul identificării și calculării indicatorilor de risc în procesul de verificare și contractare a cererii de finanțare cu titlul ………………........................................................, </w:t>
      </w:r>
    </w:p>
    <w:p w14:paraId="1D8E199C" w14:textId="77777777" w:rsidR="002F6FF2" w:rsidRPr="00014BE0" w:rsidRDefault="002F6FF2" w:rsidP="002F6FF2">
      <w:pPr>
        <w:jc w:val="both"/>
        <w:rPr>
          <w:sz w:val="22"/>
          <w:szCs w:val="22"/>
        </w:rPr>
      </w:pPr>
      <w:r w:rsidRPr="00014BE0">
        <w:rPr>
          <w:sz w:val="22"/>
          <w:szCs w:val="22"/>
        </w:rPr>
        <w:lastRenderedPageBreak/>
        <w:t xml:space="preserve">Declar că am luat cunoștință de drepturile mele conferite de Regulamentul UE 679/2016, inclusiv despre drepturile pe care </w:t>
      </w:r>
      <w:proofErr w:type="spellStart"/>
      <w:r w:rsidRPr="00014BE0">
        <w:rPr>
          <w:sz w:val="22"/>
          <w:szCs w:val="22"/>
        </w:rPr>
        <w:t>subiecţii</w:t>
      </w:r>
      <w:proofErr w:type="spellEnd"/>
      <w:r w:rsidRPr="00014BE0">
        <w:rPr>
          <w:sz w:val="22"/>
          <w:szCs w:val="22"/>
        </w:rPr>
        <w:t xml:space="preserve"> datelor cu caracter personal le </w:t>
      </w:r>
      <w:proofErr w:type="spellStart"/>
      <w:r w:rsidRPr="00014BE0">
        <w:rPr>
          <w:sz w:val="22"/>
          <w:szCs w:val="22"/>
        </w:rPr>
        <w:t>deţin</w:t>
      </w:r>
      <w:proofErr w:type="spellEnd"/>
      <w:r w:rsidRPr="00014BE0">
        <w:rPr>
          <w:sz w:val="22"/>
          <w:szCs w:val="22"/>
        </w:rPr>
        <w:t xml:space="preserve">, dreptul la acces la date, dreptul la ștergerea datelor (“dreptul de a fi uitat”), dreptul la restricționare, dreptul la portabilitatea datelor, dreptul la opoziție, dreptul la rectificare în conformitate cu prevederile legale în vigoare. </w:t>
      </w:r>
    </w:p>
    <w:p w14:paraId="6F7934E9" w14:textId="77777777" w:rsidR="002F6FF2" w:rsidRPr="00014BE0" w:rsidRDefault="002F6FF2" w:rsidP="002F6FF2">
      <w:pPr>
        <w:jc w:val="both"/>
        <w:rPr>
          <w:sz w:val="22"/>
          <w:szCs w:val="22"/>
        </w:rPr>
      </w:pPr>
      <w:r w:rsidRPr="00014BE0">
        <w:rPr>
          <w:sz w:val="22"/>
          <w:szCs w:val="22"/>
        </w:rPr>
        <w:t xml:space="preserve">Modalitatea prin care solicit să fiu contactat în scopul furnizării de informații este sistemul electronic și/sau adresa de email …………………..,și/sau fax …………………………. </w:t>
      </w:r>
    </w:p>
    <w:p w14:paraId="17EFB42D" w14:textId="77777777" w:rsidR="002F6FF2" w:rsidRPr="00014BE0" w:rsidRDefault="002F6FF2" w:rsidP="002F6FF2">
      <w:pPr>
        <w:jc w:val="both"/>
        <w:rPr>
          <w:sz w:val="22"/>
          <w:szCs w:val="22"/>
        </w:rPr>
      </w:pPr>
      <w:r w:rsidRPr="00014BE0">
        <w:rPr>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1DFDA9E" w14:textId="77777777" w:rsidR="002F6FF2" w:rsidRPr="00014BE0" w:rsidRDefault="002F6FF2" w:rsidP="002F6FF2">
      <w:pPr>
        <w:jc w:val="both"/>
        <w:rPr>
          <w:sz w:val="22"/>
          <w:szCs w:val="22"/>
        </w:rPr>
      </w:pPr>
    </w:p>
    <w:p w14:paraId="63D2C90C" w14:textId="77777777" w:rsidR="002F6FF2" w:rsidRPr="00014BE0" w:rsidRDefault="002F6FF2" w:rsidP="002F6FF2">
      <w:pPr>
        <w:jc w:val="both"/>
        <w:rPr>
          <w:sz w:val="22"/>
          <w:szCs w:val="22"/>
        </w:rPr>
      </w:pPr>
      <w:r w:rsidRPr="00014BE0">
        <w:rPr>
          <w:sz w:val="22"/>
          <w:szCs w:val="22"/>
        </w:rPr>
        <w:t>Numele, prenumele și funcția reprezentantului legal al solicitantului:</w:t>
      </w:r>
    </w:p>
    <w:p w14:paraId="2877AF8C" w14:textId="77777777" w:rsidR="002F6FF2" w:rsidRPr="00014BE0" w:rsidRDefault="002F6FF2" w:rsidP="002F6FF2">
      <w:pPr>
        <w:rPr>
          <w:sz w:val="22"/>
          <w:szCs w:val="22"/>
        </w:rPr>
      </w:pPr>
      <w:r w:rsidRPr="00014BE0">
        <w:rPr>
          <w:sz w:val="22"/>
          <w:szCs w:val="22"/>
        </w:rPr>
        <w:t>Semnătura:</w:t>
      </w:r>
    </w:p>
    <w:p w14:paraId="12964DB4" w14:textId="77777777" w:rsidR="002F6FF2" w:rsidRPr="00014BE0" w:rsidRDefault="002F6FF2" w:rsidP="002F6FF2">
      <w:pPr>
        <w:rPr>
          <w:sz w:val="22"/>
          <w:szCs w:val="22"/>
        </w:rPr>
      </w:pPr>
      <w:r w:rsidRPr="00014BE0">
        <w:rPr>
          <w:sz w:val="22"/>
          <w:szCs w:val="22"/>
        </w:rPr>
        <w:t>Data:</w:t>
      </w:r>
    </w:p>
    <w:p w14:paraId="17237BDF" w14:textId="77777777" w:rsidR="00A512D7" w:rsidRDefault="00A512D7"/>
    <w:sectPr w:rsidR="00A512D7" w:rsidSect="003018C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5E84" w14:textId="77777777" w:rsidR="002A1173" w:rsidRDefault="002A1173" w:rsidP="002A1173">
      <w:pPr>
        <w:spacing w:before="0" w:after="0"/>
      </w:pPr>
      <w:r>
        <w:separator/>
      </w:r>
    </w:p>
  </w:endnote>
  <w:endnote w:type="continuationSeparator" w:id="0">
    <w:p w14:paraId="18EC0F7B" w14:textId="77777777" w:rsidR="002A1173" w:rsidRDefault="002A1173" w:rsidP="002A117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248DD" w14:textId="2918DB27" w:rsidR="002A1173" w:rsidRDefault="002A1173" w:rsidP="002A1173">
    <w:pPr>
      <w:pStyle w:val="Footer"/>
      <w:jc w:val="center"/>
    </w:pPr>
    <w:r>
      <w:rPr>
        <w:noProof/>
        <w:lang w:eastAsia="ro-RO"/>
      </w:rPr>
      <w:drawing>
        <wp:inline distT="0" distB="0" distL="0" distR="0" wp14:anchorId="399C2D74" wp14:editId="37887D27">
          <wp:extent cx="3381123" cy="7816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78043" cy="80409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27EC5" w14:textId="77777777" w:rsidR="002A1173" w:rsidRDefault="002A1173" w:rsidP="002A1173">
      <w:pPr>
        <w:spacing w:before="0" w:after="0"/>
      </w:pPr>
      <w:r>
        <w:separator/>
      </w:r>
    </w:p>
  </w:footnote>
  <w:footnote w:type="continuationSeparator" w:id="0">
    <w:p w14:paraId="15CF4084" w14:textId="77777777" w:rsidR="002A1173" w:rsidRDefault="002A1173" w:rsidP="002A117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5E3C2" w14:textId="3E48DCDE" w:rsidR="002A1173" w:rsidRDefault="002A1173">
    <w:pPr>
      <w:pStyle w:val="Header"/>
    </w:pPr>
    <w:r>
      <w:rPr>
        <w:noProof/>
        <w:lang w:val="en-GB" w:eastAsia="en-GB"/>
      </w:rPr>
      <w:drawing>
        <wp:anchor distT="0" distB="0" distL="114300" distR="114300" simplePos="0" relativeHeight="251659264" behindDoc="0" locked="0" layoutInCell="1" allowOverlap="1" wp14:anchorId="0C4DFF67" wp14:editId="5D73EC62">
          <wp:simplePos x="0" y="0"/>
          <wp:positionH relativeFrom="margin">
            <wp:align>center</wp:align>
          </wp:positionH>
          <wp:positionV relativeFrom="paragraph">
            <wp:posOffset>-295910</wp:posOffset>
          </wp:positionV>
          <wp:extent cx="6750050" cy="792480"/>
          <wp:effectExtent l="0" t="0" r="0" b="762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FF2"/>
    <w:rsid w:val="002A1173"/>
    <w:rsid w:val="002F6FF2"/>
    <w:rsid w:val="003018C7"/>
    <w:rsid w:val="007E1D1B"/>
    <w:rsid w:val="00A512D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FADF8"/>
  <w15:chartTrackingRefBased/>
  <w15:docId w15:val="{7D8C433D-F0DB-4466-8B41-733D2DCA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FF2"/>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1173"/>
    <w:pPr>
      <w:tabs>
        <w:tab w:val="center" w:pos="4513"/>
        <w:tab w:val="right" w:pos="9026"/>
      </w:tabs>
      <w:spacing w:before="0" w:after="0"/>
    </w:pPr>
  </w:style>
  <w:style w:type="character" w:customStyle="1" w:styleId="HeaderChar">
    <w:name w:val="Header Char"/>
    <w:basedOn w:val="DefaultParagraphFont"/>
    <w:link w:val="Header"/>
    <w:uiPriority w:val="99"/>
    <w:rsid w:val="002A1173"/>
    <w:rPr>
      <w:rFonts w:ascii="Trebuchet MS" w:eastAsia="Times New Roman" w:hAnsi="Trebuchet MS" w:cs="Times New Roman"/>
      <w:sz w:val="20"/>
      <w:szCs w:val="24"/>
    </w:rPr>
  </w:style>
  <w:style w:type="paragraph" w:styleId="Footer">
    <w:name w:val="footer"/>
    <w:basedOn w:val="Normal"/>
    <w:link w:val="FooterChar"/>
    <w:uiPriority w:val="99"/>
    <w:unhideWhenUsed/>
    <w:rsid w:val="002A1173"/>
    <w:pPr>
      <w:tabs>
        <w:tab w:val="center" w:pos="4513"/>
        <w:tab w:val="right" w:pos="9026"/>
      </w:tabs>
      <w:spacing w:before="0" w:after="0"/>
    </w:pPr>
  </w:style>
  <w:style w:type="character" w:customStyle="1" w:styleId="FooterChar">
    <w:name w:val="Footer Char"/>
    <w:basedOn w:val="DefaultParagraphFont"/>
    <w:link w:val="Footer"/>
    <w:uiPriority w:val="99"/>
    <w:rsid w:val="002A1173"/>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3257</Characters>
  <Application>Microsoft Office Word</Application>
  <DocSecurity>0</DocSecurity>
  <Lines>27</Lines>
  <Paragraphs>7</Paragraphs>
  <ScaleCrop>false</ScaleCrop>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Simona Oproiu</cp:lastModifiedBy>
  <cp:revision>2</cp:revision>
  <dcterms:created xsi:type="dcterms:W3CDTF">2022-11-04T07:51:00Z</dcterms:created>
  <dcterms:modified xsi:type="dcterms:W3CDTF">2022-11-04T09:00:00Z</dcterms:modified>
</cp:coreProperties>
</file>